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B4" w:rsidRDefault="00CD17B4" w:rsidP="001E0AEB">
      <w:pPr>
        <w:autoSpaceDE w:val="0"/>
        <w:autoSpaceDN w:val="0"/>
        <w:jc w:val="center"/>
        <w:rPr>
          <w:b/>
          <w:bCs/>
          <w:sz w:val="32"/>
          <w:szCs w:val="32"/>
        </w:rPr>
      </w:pPr>
    </w:p>
    <w:p w:rsidR="00CD17B4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28"/>
          <w:szCs w:val="28"/>
        </w:rPr>
      </w:pPr>
    </w:p>
    <w:p w:rsidR="00CD17B4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28"/>
          <w:szCs w:val="28"/>
        </w:rPr>
      </w:pPr>
    </w:p>
    <w:p w:rsidR="00CD17B4" w:rsidRPr="00ED5823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32"/>
          <w:szCs w:val="28"/>
        </w:rPr>
      </w:pPr>
    </w:p>
    <w:p w:rsidR="00CD17B4" w:rsidRDefault="00CD17B4" w:rsidP="001E0AE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статьи 1 и 9 Закона Ульяновской области</w:t>
      </w:r>
    </w:p>
    <w:p w:rsidR="00CD17B4" w:rsidRPr="00337149" w:rsidRDefault="00CD17B4" w:rsidP="001E0AE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предоставлении жилых помещений специализированного государственного жилищного фонда Ульяновской области</w:t>
      </w:r>
      <w:r w:rsidRPr="00337149">
        <w:rPr>
          <w:rFonts w:ascii="Times New Roman" w:hAnsi="Times New Roman" w:cs="Times New Roman"/>
          <w:sz w:val="28"/>
          <w:szCs w:val="28"/>
        </w:rPr>
        <w:t>»</w:t>
      </w:r>
    </w:p>
    <w:p w:rsidR="00CD17B4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28"/>
          <w:szCs w:val="28"/>
        </w:rPr>
      </w:pPr>
    </w:p>
    <w:p w:rsidR="00CD17B4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28"/>
          <w:szCs w:val="28"/>
        </w:rPr>
      </w:pPr>
    </w:p>
    <w:p w:rsidR="00CD17B4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28"/>
          <w:szCs w:val="28"/>
        </w:rPr>
      </w:pPr>
    </w:p>
    <w:p w:rsidR="00CD17B4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28"/>
          <w:szCs w:val="28"/>
        </w:rPr>
      </w:pPr>
    </w:p>
    <w:p w:rsidR="00CD17B4" w:rsidRPr="00ED5823" w:rsidRDefault="00CD17B4" w:rsidP="001E0AEB">
      <w:pPr>
        <w:spacing w:line="312" w:lineRule="auto"/>
        <w:ind w:firstLine="709"/>
        <w:jc w:val="center"/>
        <w:rPr>
          <w:rFonts w:cs="Arial"/>
          <w:b/>
          <w:bCs/>
          <w:sz w:val="36"/>
          <w:szCs w:val="28"/>
        </w:rPr>
      </w:pPr>
    </w:p>
    <w:p w:rsidR="00CD17B4" w:rsidRPr="00911C35" w:rsidRDefault="00CD17B4" w:rsidP="001E0AEB">
      <w:pPr>
        <w:pStyle w:val="BodyTextIndent"/>
        <w:spacing w:line="360" w:lineRule="auto"/>
        <w:ind w:left="0" w:firstLine="708"/>
        <w:jc w:val="both"/>
        <w:rPr>
          <w:sz w:val="28"/>
          <w:szCs w:val="28"/>
        </w:rPr>
      </w:pPr>
      <w:r w:rsidRPr="00911C35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911C35">
        <w:rPr>
          <w:sz w:val="28"/>
          <w:szCs w:val="28"/>
        </w:rPr>
        <w:t>Закон Ульяновской области от</w:t>
      </w:r>
      <w:r>
        <w:rPr>
          <w:sz w:val="28"/>
          <w:szCs w:val="28"/>
        </w:rPr>
        <w:t xml:space="preserve"> 6</w:t>
      </w:r>
      <w:r w:rsidRPr="00911C35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911C35">
        <w:rPr>
          <w:sz w:val="28"/>
          <w:szCs w:val="28"/>
        </w:rPr>
        <w:t xml:space="preserve"> 200</w:t>
      </w:r>
      <w:r>
        <w:rPr>
          <w:sz w:val="28"/>
          <w:szCs w:val="28"/>
        </w:rPr>
        <w:t xml:space="preserve">6 года </w:t>
      </w:r>
      <w:r w:rsidRPr="00911C35">
        <w:rPr>
          <w:sz w:val="28"/>
          <w:szCs w:val="28"/>
        </w:rPr>
        <w:t xml:space="preserve">№ </w:t>
      </w:r>
      <w:r>
        <w:rPr>
          <w:sz w:val="28"/>
          <w:szCs w:val="28"/>
        </w:rPr>
        <w:t>53</w:t>
      </w:r>
      <w:r w:rsidRPr="00911C35">
        <w:rPr>
          <w:sz w:val="28"/>
          <w:szCs w:val="28"/>
        </w:rPr>
        <w:t xml:space="preserve">-ЗО </w:t>
      </w:r>
      <w:r>
        <w:rPr>
          <w:sz w:val="28"/>
          <w:szCs w:val="28"/>
        </w:rPr>
        <w:br/>
      </w:r>
      <w:r w:rsidRPr="00911C35">
        <w:rPr>
          <w:sz w:val="28"/>
          <w:szCs w:val="28"/>
        </w:rPr>
        <w:t>«</w:t>
      </w:r>
      <w:r>
        <w:rPr>
          <w:sz w:val="28"/>
          <w:szCs w:val="28"/>
        </w:rPr>
        <w:t>О предоставлении жилых помещений специализированного государственного жилищного фонда Ульяновской области</w:t>
      </w:r>
      <w:r w:rsidRPr="00911C35">
        <w:rPr>
          <w:sz w:val="28"/>
          <w:szCs w:val="28"/>
        </w:rPr>
        <w:t xml:space="preserve">» («Ульяновская правда» от </w:t>
      </w:r>
      <w:r>
        <w:rPr>
          <w:sz w:val="28"/>
          <w:szCs w:val="28"/>
        </w:rPr>
        <w:t>17</w:t>
      </w:r>
      <w:r w:rsidRPr="00911C35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11C35">
        <w:rPr>
          <w:sz w:val="28"/>
          <w:szCs w:val="28"/>
        </w:rPr>
        <w:t>.200</w:t>
      </w:r>
      <w:r>
        <w:rPr>
          <w:sz w:val="28"/>
          <w:szCs w:val="28"/>
        </w:rPr>
        <w:t>6 № 35</w:t>
      </w:r>
      <w:r w:rsidRPr="00911C35">
        <w:rPr>
          <w:sz w:val="28"/>
          <w:szCs w:val="28"/>
        </w:rPr>
        <w:t xml:space="preserve">; от </w:t>
      </w:r>
      <w:r>
        <w:rPr>
          <w:sz w:val="28"/>
          <w:szCs w:val="28"/>
        </w:rPr>
        <w:t>07</w:t>
      </w:r>
      <w:r w:rsidRPr="00911C35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11C35">
        <w:rPr>
          <w:sz w:val="28"/>
          <w:szCs w:val="28"/>
        </w:rPr>
        <w:t>.20</w:t>
      </w:r>
      <w:r>
        <w:rPr>
          <w:sz w:val="28"/>
          <w:szCs w:val="28"/>
        </w:rPr>
        <w:t>08</w:t>
      </w:r>
      <w:r w:rsidRPr="00911C35">
        <w:rPr>
          <w:sz w:val="28"/>
          <w:szCs w:val="28"/>
        </w:rPr>
        <w:t xml:space="preserve"> № </w:t>
      </w:r>
      <w:r>
        <w:rPr>
          <w:sz w:val="28"/>
          <w:szCs w:val="28"/>
        </w:rPr>
        <w:t>91</w:t>
      </w:r>
      <w:r w:rsidRPr="00911C35">
        <w:rPr>
          <w:sz w:val="28"/>
          <w:szCs w:val="28"/>
        </w:rPr>
        <w:t xml:space="preserve">; от </w:t>
      </w:r>
      <w:r>
        <w:rPr>
          <w:sz w:val="28"/>
          <w:szCs w:val="28"/>
        </w:rPr>
        <w:t>12</w:t>
      </w:r>
      <w:r w:rsidRPr="00911C35">
        <w:rPr>
          <w:sz w:val="28"/>
          <w:szCs w:val="28"/>
        </w:rPr>
        <w:t>.</w:t>
      </w:r>
      <w:r>
        <w:rPr>
          <w:sz w:val="28"/>
          <w:szCs w:val="28"/>
        </w:rPr>
        <w:t xml:space="preserve">11.2010 </w:t>
      </w:r>
      <w:r w:rsidRPr="00911C35">
        <w:rPr>
          <w:sz w:val="28"/>
          <w:szCs w:val="28"/>
        </w:rPr>
        <w:t xml:space="preserve">№ </w:t>
      </w:r>
      <w:r>
        <w:rPr>
          <w:sz w:val="28"/>
          <w:szCs w:val="28"/>
        </w:rPr>
        <w:t>92</w:t>
      </w:r>
      <w:r w:rsidRPr="00911C35">
        <w:rPr>
          <w:sz w:val="28"/>
          <w:szCs w:val="28"/>
        </w:rPr>
        <w:t>; от 0</w:t>
      </w:r>
      <w:r>
        <w:rPr>
          <w:sz w:val="28"/>
          <w:szCs w:val="28"/>
        </w:rPr>
        <w:t>2</w:t>
      </w:r>
      <w:r w:rsidRPr="00911C3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911C35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911C35">
        <w:rPr>
          <w:sz w:val="28"/>
          <w:szCs w:val="28"/>
        </w:rPr>
        <w:t xml:space="preserve"> № 2</w:t>
      </w:r>
      <w:r>
        <w:rPr>
          <w:sz w:val="28"/>
          <w:szCs w:val="28"/>
        </w:rPr>
        <w:t>2)</w:t>
      </w:r>
      <w:r w:rsidRPr="00911C3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</w:t>
      </w:r>
      <w:r w:rsidRPr="00911C35">
        <w:rPr>
          <w:sz w:val="28"/>
          <w:szCs w:val="28"/>
        </w:rPr>
        <w:t>:</w:t>
      </w:r>
    </w:p>
    <w:p w:rsidR="00CD17B4" w:rsidRDefault="00CD17B4" w:rsidP="001E0AEB">
      <w:pPr>
        <w:autoSpaceDE w:val="0"/>
        <w:autoSpaceDN w:val="0"/>
        <w:adjustRightInd w:val="0"/>
        <w:spacing w:line="38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пункт 5 части 1 статьи 1 изложить в следующей редакции:</w:t>
      </w:r>
    </w:p>
    <w:p w:rsidR="00CD17B4" w:rsidRDefault="00CD17B4" w:rsidP="0019446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«5) жилые помещения для детей-сирот и детей, оставшихся без попечения родителей, лиц из числа детей-сирот и детей, оставшихся без попечения родителей.»;</w:t>
      </w:r>
    </w:p>
    <w:p w:rsidR="00CD17B4" w:rsidRDefault="00CD17B4" w:rsidP="00A83FB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статью 9 изложить в следующей редакции:</w:t>
      </w:r>
    </w:p>
    <w:p w:rsidR="00CD17B4" w:rsidRDefault="00CD17B4" w:rsidP="0070470A">
      <w:pPr>
        <w:widowControl w:val="0"/>
        <w:autoSpaceDE w:val="0"/>
        <w:autoSpaceDN w:val="0"/>
        <w:adjustRightInd w:val="0"/>
        <w:ind w:left="2127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«Статья 9. </w:t>
      </w:r>
      <w:r w:rsidRPr="0070470A">
        <w:rPr>
          <w:b/>
          <w:sz w:val="28"/>
          <w:szCs w:val="28"/>
        </w:rPr>
        <w:t xml:space="preserve">Предоставление жилых помещений </w:t>
      </w:r>
      <w:r>
        <w:rPr>
          <w:b/>
          <w:sz w:val="28"/>
          <w:szCs w:val="28"/>
        </w:rPr>
        <w:t xml:space="preserve">для </w:t>
      </w:r>
      <w:r w:rsidRPr="0070470A">
        <w:rPr>
          <w:b/>
          <w:sz w:val="28"/>
          <w:szCs w:val="28"/>
        </w:rPr>
        <w:t>дет</w:t>
      </w:r>
      <w:r>
        <w:rPr>
          <w:b/>
          <w:sz w:val="28"/>
          <w:szCs w:val="28"/>
        </w:rPr>
        <w:t>ей</w:t>
      </w:r>
      <w:r w:rsidRPr="0070470A">
        <w:rPr>
          <w:b/>
          <w:sz w:val="28"/>
          <w:szCs w:val="28"/>
        </w:rPr>
        <w:t>-сирот и дет</w:t>
      </w:r>
      <w:r>
        <w:rPr>
          <w:b/>
          <w:sz w:val="28"/>
          <w:szCs w:val="28"/>
        </w:rPr>
        <w:t>ей</w:t>
      </w:r>
      <w:r w:rsidRPr="0070470A">
        <w:rPr>
          <w:b/>
          <w:sz w:val="28"/>
          <w:szCs w:val="28"/>
        </w:rPr>
        <w:t>, оставши</w:t>
      </w:r>
      <w:r>
        <w:rPr>
          <w:b/>
          <w:sz w:val="28"/>
          <w:szCs w:val="28"/>
        </w:rPr>
        <w:t>х</w:t>
      </w:r>
      <w:r w:rsidRPr="0070470A">
        <w:rPr>
          <w:b/>
          <w:sz w:val="28"/>
          <w:szCs w:val="28"/>
        </w:rPr>
        <w:t>ся без попечения родителей, лиц из числа детей-сирот и детей, оставшихся без попечения родителей</w:t>
      </w:r>
    </w:p>
    <w:p w:rsidR="00CD17B4" w:rsidRDefault="00CD17B4" w:rsidP="0070470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17B4" w:rsidRPr="00572520" w:rsidRDefault="00CD17B4" w:rsidP="00607C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572520">
        <w:rPr>
          <w:color w:val="000000"/>
          <w:sz w:val="28"/>
          <w:szCs w:val="28"/>
        </w:rPr>
        <w:t xml:space="preserve">Жилые помещения </w:t>
      </w:r>
      <w:r>
        <w:rPr>
          <w:color w:val="000000"/>
          <w:sz w:val="28"/>
          <w:szCs w:val="28"/>
        </w:rPr>
        <w:t xml:space="preserve">специализированного государственного жилищного фонда Ульяновской области </w:t>
      </w:r>
      <w:r>
        <w:rPr>
          <w:sz w:val="28"/>
          <w:szCs w:val="28"/>
        </w:rPr>
        <w:t>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572520">
        <w:rPr>
          <w:sz w:val="28"/>
          <w:szCs w:val="28"/>
          <w:lang w:eastAsia="en-US"/>
        </w:rPr>
        <w:t xml:space="preserve"> по договорам найма специализированных жилых помещений предоставляются</w:t>
      </w:r>
      <w:r w:rsidRPr="00572520">
        <w:rPr>
          <w:sz w:val="28"/>
          <w:szCs w:val="28"/>
        </w:rPr>
        <w:t>:</w:t>
      </w:r>
    </w:p>
    <w:p w:rsidR="00CD17B4" w:rsidRPr="00572520" w:rsidRDefault="00CD17B4" w:rsidP="00607C8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  <w:r w:rsidRPr="00572520">
        <w:rPr>
          <w:bCs/>
          <w:sz w:val="28"/>
          <w:szCs w:val="28"/>
        </w:rPr>
        <w:t>1) детям-сиротам и детям, оставшимся без попечения родителей, лицам из числа детей-сир</w:t>
      </w:r>
      <w:bookmarkStart w:id="0" w:name="_GoBack"/>
      <w:bookmarkEnd w:id="0"/>
      <w:r w:rsidRPr="00572520">
        <w:rPr>
          <w:bCs/>
          <w:sz w:val="28"/>
          <w:szCs w:val="28"/>
        </w:rPr>
        <w:t xml:space="preserve">от и детей, оставшихся без </w:t>
      </w:r>
      <w:r>
        <w:rPr>
          <w:bCs/>
          <w:sz w:val="28"/>
          <w:szCs w:val="28"/>
        </w:rPr>
        <w:t>попечения родителей, не являющим</w:t>
      </w:r>
      <w:r w:rsidRPr="00572520">
        <w:rPr>
          <w:bCs/>
          <w:sz w:val="28"/>
          <w:szCs w:val="28"/>
        </w:rPr>
        <w:t>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помещений;</w:t>
      </w:r>
    </w:p>
    <w:p w:rsidR="00CD17B4" w:rsidRPr="00572520" w:rsidRDefault="00CD17B4" w:rsidP="00607C8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  <w:r w:rsidRPr="00572520">
        <w:rPr>
          <w:bCs/>
          <w:sz w:val="28"/>
          <w:szCs w:val="28"/>
        </w:rPr>
        <w:t>2) детям-сиротам и детям, оставшимся без попечения родителей,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</w:t>
      </w:r>
      <w:r>
        <w:rPr>
          <w:bCs/>
          <w:sz w:val="28"/>
          <w:szCs w:val="28"/>
        </w:rPr>
        <w:t>имаемых жилых помещениях признаё</w:t>
      </w:r>
      <w:r w:rsidRPr="00572520">
        <w:rPr>
          <w:bCs/>
          <w:sz w:val="28"/>
          <w:szCs w:val="28"/>
        </w:rPr>
        <w:t>тся невозможным;</w:t>
      </w:r>
    </w:p>
    <w:p w:rsidR="00CD17B4" w:rsidRDefault="00CD17B4" w:rsidP="00BA39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520">
        <w:rPr>
          <w:sz w:val="28"/>
          <w:szCs w:val="28"/>
        </w:rPr>
        <w:t>3)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если их право на получение жилых помещений не было своевременно реализовано.</w:t>
      </w:r>
    </w:p>
    <w:p w:rsidR="00CD17B4" w:rsidRDefault="00CD17B4" w:rsidP="00BA39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 Предоставление жилых помещений специализированного государственного жилищного фонда Ульяновской области для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осуществляется в порядке, установленном Правительством Ульяновской области.».</w:t>
      </w:r>
    </w:p>
    <w:p w:rsidR="00CD17B4" w:rsidRDefault="00CD17B4" w:rsidP="001E0AEB">
      <w:pPr>
        <w:rPr>
          <w:b/>
          <w:sz w:val="28"/>
          <w:szCs w:val="28"/>
        </w:rPr>
      </w:pPr>
    </w:p>
    <w:p w:rsidR="00CD17B4" w:rsidRDefault="00CD17B4" w:rsidP="001E0AEB">
      <w:pPr>
        <w:rPr>
          <w:b/>
          <w:sz w:val="28"/>
          <w:szCs w:val="28"/>
        </w:rPr>
      </w:pPr>
    </w:p>
    <w:p w:rsidR="00CD17B4" w:rsidRDefault="00CD17B4" w:rsidP="001E0AEB">
      <w:pPr>
        <w:rPr>
          <w:b/>
          <w:sz w:val="28"/>
          <w:szCs w:val="28"/>
        </w:rPr>
      </w:pPr>
    </w:p>
    <w:p w:rsidR="00CD17B4" w:rsidRPr="007A1972" w:rsidRDefault="00CD17B4" w:rsidP="001E0AEB">
      <w:pPr>
        <w:rPr>
          <w:b/>
          <w:sz w:val="28"/>
          <w:szCs w:val="28"/>
        </w:rPr>
      </w:pPr>
      <w:r w:rsidRPr="00060FC1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</w:t>
      </w:r>
      <w:r w:rsidRPr="00060FC1">
        <w:rPr>
          <w:b/>
          <w:sz w:val="28"/>
          <w:szCs w:val="28"/>
        </w:rPr>
        <w:t>Ульяновск</w:t>
      </w:r>
      <w:r>
        <w:rPr>
          <w:b/>
          <w:sz w:val="28"/>
          <w:szCs w:val="28"/>
        </w:rPr>
        <w:t>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С.И.</w:t>
      </w:r>
      <w:r w:rsidRPr="00060FC1">
        <w:rPr>
          <w:b/>
          <w:sz w:val="28"/>
          <w:szCs w:val="28"/>
        </w:rPr>
        <w:t>Морозов</w:t>
      </w:r>
    </w:p>
    <w:p w:rsidR="00CD17B4" w:rsidRDefault="00CD17B4" w:rsidP="001E0AEB">
      <w:pPr>
        <w:rPr>
          <w:sz w:val="28"/>
          <w:szCs w:val="28"/>
        </w:rPr>
      </w:pPr>
    </w:p>
    <w:p w:rsidR="00CD17B4" w:rsidRDefault="00CD17B4" w:rsidP="001E0AEB">
      <w:pPr>
        <w:rPr>
          <w:sz w:val="28"/>
          <w:szCs w:val="28"/>
        </w:rPr>
      </w:pPr>
    </w:p>
    <w:p w:rsidR="00CD17B4" w:rsidRDefault="00CD17B4" w:rsidP="001E0AEB">
      <w:pPr>
        <w:rPr>
          <w:sz w:val="28"/>
          <w:szCs w:val="28"/>
        </w:rPr>
      </w:pPr>
    </w:p>
    <w:p w:rsidR="00CD17B4" w:rsidRPr="00060FC1" w:rsidRDefault="00CD17B4" w:rsidP="001E0AEB">
      <w:pPr>
        <w:jc w:val="center"/>
        <w:rPr>
          <w:sz w:val="28"/>
          <w:szCs w:val="28"/>
        </w:rPr>
      </w:pPr>
      <w:r w:rsidRPr="00060FC1">
        <w:rPr>
          <w:sz w:val="28"/>
          <w:szCs w:val="28"/>
        </w:rPr>
        <w:t>г. Ульяновск</w:t>
      </w:r>
    </w:p>
    <w:p w:rsidR="00CD17B4" w:rsidRPr="00060FC1" w:rsidRDefault="00CD17B4" w:rsidP="001E0AEB">
      <w:pPr>
        <w:jc w:val="center"/>
        <w:rPr>
          <w:sz w:val="28"/>
          <w:szCs w:val="28"/>
        </w:rPr>
      </w:pPr>
      <w:r w:rsidRPr="00060FC1">
        <w:rPr>
          <w:sz w:val="28"/>
          <w:szCs w:val="28"/>
        </w:rPr>
        <w:t>___</w:t>
      </w:r>
      <w:r>
        <w:rPr>
          <w:sz w:val="28"/>
          <w:szCs w:val="28"/>
        </w:rPr>
        <w:t xml:space="preserve"> ____________ 2012 г.</w:t>
      </w:r>
    </w:p>
    <w:p w:rsidR="00CD17B4" w:rsidRPr="00911C35" w:rsidRDefault="00CD17B4" w:rsidP="001E0AEB">
      <w:pPr>
        <w:jc w:val="center"/>
        <w:rPr>
          <w:sz w:val="28"/>
        </w:rPr>
      </w:pPr>
      <w:r w:rsidRPr="00060FC1">
        <w:rPr>
          <w:sz w:val="28"/>
        </w:rPr>
        <w:t>№ _____-ЗО</w:t>
      </w:r>
    </w:p>
    <w:sectPr w:rsidR="00CD17B4" w:rsidRPr="00911C35" w:rsidSect="00ED5823">
      <w:headerReference w:type="even" r:id="rId6"/>
      <w:headerReference w:type="default" r:id="rId7"/>
      <w:footerReference w:type="first" r:id="rId8"/>
      <w:pgSz w:w="11906" w:h="16838"/>
      <w:pgMar w:top="1134" w:right="624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7B4" w:rsidRDefault="00CD17B4" w:rsidP="001E0AEB">
      <w:r>
        <w:separator/>
      </w:r>
    </w:p>
  </w:endnote>
  <w:endnote w:type="continuationSeparator" w:id="0">
    <w:p w:rsidR="00CD17B4" w:rsidRDefault="00CD17B4" w:rsidP="001E0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B4" w:rsidRPr="001910FB" w:rsidRDefault="00CD17B4" w:rsidP="001910F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1110тд2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7B4" w:rsidRDefault="00CD17B4" w:rsidP="001E0AEB">
      <w:r>
        <w:separator/>
      </w:r>
    </w:p>
  </w:footnote>
  <w:footnote w:type="continuationSeparator" w:id="0">
    <w:p w:rsidR="00CD17B4" w:rsidRDefault="00CD17B4" w:rsidP="001E0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B4" w:rsidRDefault="00CD17B4" w:rsidP="007F1D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17B4" w:rsidRDefault="00CD17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B4" w:rsidRPr="00ED5823" w:rsidRDefault="00CD17B4" w:rsidP="00ED5823">
    <w:pPr>
      <w:pStyle w:val="Header"/>
      <w:jc w:val="center"/>
      <w:rPr>
        <w:sz w:val="28"/>
        <w:szCs w:val="28"/>
      </w:rPr>
    </w:pPr>
    <w:r w:rsidRPr="00ED5823">
      <w:rPr>
        <w:rStyle w:val="PageNumber"/>
        <w:sz w:val="28"/>
        <w:szCs w:val="28"/>
      </w:rPr>
      <w:fldChar w:fldCharType="begin"/>
    </w:r>
    <w:r w:rsidRPr="00ED5823">
      <w:rPr>
        <w:rStyle w:val="PageNumber"/>
        <w:sz w:val="28"/>
        <w:szCs w:val="28"/>
      </w:rPr>
      <w:instrText xml:space="preserve">PAGE  </w:instrText>
    </w:r>
    <w:r w:rsidRPr="00ED582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ED5823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AEB"/>
    <w:rsid w:val="00004F77"/>
    <w:rsid w:val="00007C91"/>
    <w:rsid w:val="00010984"/>
    <w:rsid w:val="000361DB"/>
    <w:rsid w:val="000379CD"/>
    <w:rsid w:val="0004091E"/>
    <w:rsid w:val="00053341"/>
    <w:rsid w:val="00060FC1"/>
    <w:rsid w:val="00086972"/>
    <w:rsid w:val="00094680"/>
    <w:rsid w:val="0009785B"/>
    <w:rsid w:val="000A343B"/>
    <w:rsid w:val="000A58D0"/>
    <w:rsid w:val="000B237A"/>
    <w:rsid w:val="000B2497"/>
    <w:rsid w:val="000B567E"/>
    <w:rsid w:val="000C1775"/>
    <w:rsid w:val="000D4156"/>
    <w:rsid w:val="000D7001"/>
    <w:rsid w:val="000E5D87"/>
    <w:rsid w:val="000E6412"/>
    <w:rsid w:val="000F52AC"/>
    <w:rsid w:val="00111B0C"/>
    <w:rsid w:val="001231B9"/>
    <w:rsid w:val="001269B5"/>
    <w:rsid w:val="00133CF0"/>
    <w:rsid w:val="00137B65"/>
    <w:rsid w:val="00144C56"/>
    <w:rsid w:val="00150456"/>
    <w:rsid w:val="001510C4"/>
    <w:rsid w:val="00166ACB"/>
    <w:rsid w:val="00170F72"/>
    <w:rsid w:val="00173E87"/>
    <w:rsid w:val="00177356"/>
    <w:rsid w:val="00181823"/>
    <w:rsid w:val="001910FB"/>
    <w:rsid w:val="00194462"/>
    <w:rsid w:val="001B0B03"/>
    <w:rsid w:val="001D3D03"/>
    <w:rsid w:val="001D7481"/>
    <w:rsid w:val="001D7D7D"/>
    <w:rsid w:val="001E0AEB"/>
    <w:rsid w:val="001F17AD"/>
    <w:rsid w:val="001F508B"/>
    <w:rsid w:val="002208C2"/>
    <w:rsid w:val="00224E8C"/>
    <w:rsid w:val="002319F8"/>
    <w:rsid w:val="0023226A"/>
    <w:rsid w:val="00255436"/>
    <w:rsid w:val="00270CDA"/>
    <w:rsid w:val="00271BAA"/>
    <w:rsid w:val="00271CA7"/>
    <w:rsid w:val="002819FE"/>
    <w:rsid w:val="002B1C77"/>
    <w:rsid w:val="002C11D7"/>
    <w:rsid w:val="002E23F9"/>
    <w:rsid w:val="002E291D"/>
    <w:rsid w:val="002E4AC2"/>
    <w:rsid w:val="002F32AD"/>
    <w:rsid w:val="002F5AAA"/>
    <w:rsid w:val="00312CE7"/>
    <w:rsid w:val="0032528B"/>
    <w:rsid w:val="00325A93"/>
    <w:rsid w:val="0032645F"/>
    <w:rsid w:val="00327E33"/>
    <w:rsid w:val="0033021D"/>
    <w:rsid w:val="003334A6"/>
    <w:rsid w:val="00337149"/>
    <w:rsid w:val="00356AF4"/>
    <w:rsid w:val="003623C8"/>
    <w:rsid w:val="00370BBF"/>
    <w:rsid w:val="00385357"/>
    <w:rsid w:val="0039011A"/>
    <w:rsid w:val="003939C0"/>
    <w:rsid w:val="00394D2F"/>
    <w:rsid w:val="0039652D"/>
    <w:rsid w:val="0039730A"/>
    <w:rsid w:val="003A2F5F"/>
    <w:rsid w:val="003B5DD3"/>
    <w:rsid w:val="003B6A96"/>
    <w:rsid w:val="003C0D54"/>
    <w:rsid w:val="003C0EDF"/>
    <w:rsid w:val="003E0390"/>
    <w:rsid w:val="003E495B"/>
    <w:rsid w:val="003F23B3"/>
    <w:rsid w:val="00407B2C"/>
    <w:rsid w:val="0041033F"/>
    <w:rsid w:val="00411C46"/>
    <w:rsid w:val="0041647A"/>
    <w:rsid w:val="004174A6"/>
    <w:rsid w:val="00417792"/>
    <w:rsid w:val="004230FB"/>
    <w:rsid w:val="004271EA"/>
    <w:rsid w:val="004335E6"/>
    <w:rsid w:val="00441E97"/>
    <w:rsid w:val="004513A0"/>
    <w:rsid w:val="004527C7"/>
    <w:rsid w:val="00455F47"/>
    <w:rsid w:val="00460B17"/>
    <w:rsid w:val="0046336B"/>
    <w:rsid w:val="00480CFF"/>
    <w:rsid w:val="004A086C"/>
    <w:rsid w:val="004A50EC"/>
    <w:rsid w:val="004A5893"/>
    <w:rsid w:val="004B29FE"/>
    <w:rsid w:val="004C6D0D"/>
    <w:rsid w:val="004D259B"/>
    <w:rsid w:val="004D5144"/>
    <w:rsid w:val="004E54D2"/>
    <w:rsid w:val="004F5864"/>
    <w:rsid w:val="004F5E91"/>
    <w:rsid w:val="00503A66"/>
    <w:rsid w:val="005172AE"/>
    <w:rsid w:val="005319AF"/>
    <w:rsid w:val="00537FCD"/>
    <w:rsid w:val="00550187"/>
    <w:rsid w:val="00571DBE"/>
    <w:rsid w:val="00572520"/>
    <w:rsid w:val="005821F7"/>
    <w:rsid w:val="00585E60"/>
    <w:rsid w:val="00586836"/>
    <w:rsid w:val="00597ED4"/>
    <w:rsid w:val="005A1A3A"/>
    <w:rsid w:val="005A2C77"/>
    <w:rsid w:val="005A77AE"/>
    <w:rsid w:val="005B6BAB"/>
    <w:rsid w:val="005C200D"/>
    <w:rsid w:val="005D54F9"/>
    <w:rsid w:val="005F4402"/>
    <w:rsid w:val="005F6BF9"/>
    <w:rsid w:val="00602604"/>
    <w:rsid w:val="006062AB"/>
    <w:rsid w:val="00607C8B"/>
    <w:rsid w:val="0062504B"/>
    <w:rsid w:val="0065032F"/>
    <w:rsid w:val="00666145"/>
    <w:rsid w:val="00676D71"/>
    <w:rsid w:val="00680E0E"/>
    <w:rsid w:val="00694F86"/>
    <w:rsid w:val="006A2D29"/>
    <w:rsid w:val="006C1576"/>
    <w:rsid w:val="006D0559"/>
    <w:rsid w:val="006D2178"/>
    <w:rsid w:val="006D5F02"/>
    <w:rsid w:val="006E0BF9"/>
    <w:rsid w:val="006F0AFD"/>
    <w:rsid w:val="0070470A"/>
    <w:rsid w:val="007114EB"/>
    <w:rsid w:val="007138B1"/>
    <w:rsid w:val="00732081"/>
    <w:rsid w:val="0073433D"/>
    <w:rsid w:val="007374D7"/>
    <w:rsid w:val="00740D02"/>
    <w:rsid w:val="00745003"/>
    <w:rsid w:val="00784517"/>
    <w:rsid w:val="007A1622"/>
    <w:rsid w:val="007A1972"/>
    <w:rsid w:val="007B0323"/>
    <w:rsid w:val="007B0961"/>
    <w:rsid w:val="007B243A"/>
    <w:rsid w:val="007B27A2"/>
    <w:rsid w:val="007C41CA"/>
    <w:rsid w:val="007C4298"/>
    <w:rsid w:val="007F13DA"/>
    <w:rsid w:val="007F1DD5"/>
    <w:rsid w:val="00814E91"/>
    <w:rsid w:val="00816610"/>
    <w:rsid w:val="008241E6"/>
    <w:rsid w:val="00827B90"/>
    <w:rsid w:val="00846691"/>
    <w:rsid w:val="008469B3"/>
    <w:rsid w:val="0084771E"/>
    <w:rsid w:val="00847D98"/>
    <w:rsid w:val="00851239"/>
    <w:rsid w:val="00857D43"/>
    <w:rsid w:val="00870D89"/>
    <w:rsid w:val="00872F4C"/>
    <w:rsid w:val="008820D1"/>
    <w:rsid w:val="00884B4A"/>
    <w:rsid w:val="008B2291"/>
    <w:rsid w:val="008B2C6B"/>
    <w:rsid w:val="008B4E6A"/>
    <w:rsid w:val="008F13B8"/>
    <w:rsid w:val="008F33EF"/>
    <w:rsid w:val="00911C35"/>
    <w:rsid w:val="00914272"/>
    <w:rsid w:val="00934B25"/>
    <w:rsid w:val="00937263"/>
    <w:rsid w:val="0096102B"/>
    <w:rsid w:val="00966E3F"/>
    <w:rsid w:val="00983C2D"/>
    <w:rsid w:val="00992C51"/>
    <w:rsid w:val="009A18AE"/>
    <w:rsid w:val="009A2070"/>
    <w:rsid w:val="009C587C"/>
    <w:rsid w:val="009D310B"/>
    <w:rsid w:val="009E6F72"/>
    <w:rsid w:val="009F5E2F"/>
    <w:rsid w:val="00A438B1"/>
    <w:rsid w:val="00A44583"/>
    <w:rsid w:val="00A5648A"/>
    <w:rsid w:val="00A70BB7"/>
    <w:rsid w:val="00A80058"/>
    <w:rsid w:val="00A83FB3"/>
    <w:rsid w:val="00A87390"/>
    <w:rsid w:val="00AB2515"/>
    <w:rsid w:val="00AB33D9"/>
    <w:rsid w:val="00AB34A2"/>
    <w:rsid w:val="00AD62A1"/>
    <w:rsid w:val="00AF4C44"/>
    <w:rsid w:val="00AF6AE0"/>
    <w:rsid w:val="00AF7926"/>
    <w:rsid w:val="00B01A9A"/>
    <w:rsid w:val="00B13AD3"/>
    <w:rsid w:val="00B200F5"/>
    <w:rsid w:val="00B20313"/>
    <w:rsid w:val="00B21C70"/>
    <w:rsid w:val="00B2595C"/>
    <w:rsid w:val="00B27614"/>
    <w:rsid w:val="00B44528"/>
    <w:rsid w:val="00B502EC"/>
    <w:rsid w:val="00B54F8A"/>
    <w:rsid w:val="00B55B7C"/>
    <w:rsid w:val="00B56B30"/>
    <w:rsid w:val="00B6089A"/>
    <w:rsid w:val="00B63687"/>
    <w:rsid w:val="00B6590F"/>
    <w:rsid w:val="00B80A68"/>
    <w:rsid w:val="00B8641F"/>
    <w:rsid w:val="00B9219C"/>
    <w:rsid w:val="00B944B2"/>
    <w:rsid w:val="00BA399C"/>
    <w:rsid w:val="00BB260C"/>
    <w:rsid w:val="00BB38A1"/>
    <w:rsid w:val="00BB7F63"/>
    <w:rsid w:val="00BC5C95"/>
    <w:rsid w:val="00BE208A"/>
    <w:rsid w:val="00BE6E80"/>
    <w:rsid w:val="00BF0A7D"/>
    <w:rsid w:val="00BF360F"/>
    <w:rsid w:val="00C1765D"/>
    <w:rsid w:val="00C20771"/>
    <w:rsid w:val="00C20EE2"/>
    <w:rsid w:val="00C314B8"/>
    <w:rsid w:val="00C3787F"/>
    <w:rsid w:val="00C60DB9"/>
    <w:rsid w:val="00C62C50"/>
    <w:rsid w:val="00C63DC2"/>
    <w:rsid w:val="00C67172"/>
    <w:rsid w:val="00C7575D"/>
    <w:rsid w:val="00C7616B"/>
    <w:rsid w:val="00C779F0"/>
    <w:rsid w:val="00C90932"/>
    <w:rsid w:val="00C95344"/>
    <w:rsid w:val="00CC33E3"/>
    <w:rsid w:val="00CC3EE2"/>
    <w:rsid w:val="00CD17B4"/>
    <w:rsid w:val="00CD4BD0"/>
    <w:rsid w:val="00CE46C3"/>
    <w:rsid w:val="00CE781A"/>
    <w:rsid w:val="00CF2D95"/>
    <w:rsid w:val="00CF4C12"/>
    <w:rsid w:val="00CF4D08"/>
    <w:rsid w:val="00CF704E"/>
    <w:rsid w:val="00D11198"/>
    <w:rsid w:val="00D1175C"/>
    <w:rsid w:val="00D25101"/>
    <w:rsid w:val="00D41812"/>
    <w:rsid w:val="00D60006"/>
    <w:rsid w:val="00D65DF0"/>
    <w:rsid w:val="00D73A43"/>
    <w:rsid w:val="00D80FA9"/>
    <w:rsid w:val="00D82CC1"/>
    <w:rsid w:val="00D966D1"/>
    <w:rsid w:val="00DA384A"/>
    <w:rsid w:val="00DC2645"/>
    <w:rsid w:val="00DD05A2"/>
    <w:rsid w:val="00DD1AF5"/>
    <w:rsid w:val="00DD501D"/>
    <w:rsid w:val="00DD6B05"/>
    <w:rsid w:val="00DE2150"/>
    <w:rsid w:val="00DF56F1"/>
    <w:rsid w:val="00E0074D"/>
    <w:rsid w:val="00E00C0B"/>
    <w:rsid w:val="00E054D8"/>
    <w:rsid w:val="00E069CF"/>
    <w:rsid w:val="00E06B1E"/>
    <w:rsid w:val="00E36F61"/>
    <w:rsid w:val="00E41928"/>
    <w:rsid w:val="00E45FC5"/>
    <w:rsid w:val="00E50A91"/>
    <w:rsid w:val="00E5549C"/>
    <w:rsid w:val="00E56337"/>
    <w:rsid w:val="00E578A3"/>
    <w:rsid w:val="00E64F0B"/>
    <w:rsid w:val="00E668CA"/>
    <w:rsid w:val="00E80CF6"/>
    <w:rsid w:val="00E82EA9"/>
    <w:rsid w:val="00E934EC"/>
    <w:rsid w:val="00EB28CD"/>
    <w:rsid w:val="00EC4912"/>
    <w:rsid w:val="00ED5823"/>
    <w:rsid w:val="00EE03E9"/>
    <w:rsid w:val="00EE0AC3"/>
    <w:rsid w:val="00EF423A"/>
    <w:rsid w:val="00EF6FC4"/>
    <w:rsid w:val="00F01F04"/>
    <w:rsid w:val="00F0266A"/>
    <w:rsid w:val="00F13A91"/>
    <w:rsid w:val="00F2526A"/>
    <w:rsid w:val="00F36034"/>
    <w:rsid w:val="00F37D39"/>
    <w:rsid w:val="00F37D4D"/>
    <w:rsid w:val="00F441C9"/>
    <w:rsid w:val="00F51FE6"/>
    <w:rsid w:val="00F9393C"/>
    <w:rsid w:val="00F9628F"/>
    <w:rsid w:val="00FA4FB3"/>
    <w:rsid w:val="00FB6616"/>
    <w:rsid w:val="00FC0A69"/>
    <w:rsid w:val="00FC30C3"/>
    <w:rsid w:val="00FC689F"/>
    <w:rsid w:val="00FD1CFF"/>
    <w:rsid w:val="00FD5565"/>
    <w:rsid w:val="00FE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AE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E0AE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0AE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E0AE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1E0AE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0AEB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1E0AE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0AE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AEB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E0A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63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3DC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401</Words>
  <Characters>2289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</dc:title>
  <dc:subject/>
  <dc:creator>Tolmacheva</dc:creator>
  <cp:keywords/>
  <dc:description/>
  <cp:lastModifiedBy>sokolova_mv</cp:lastModifiedBy>
  <cp:revision>3</cp:revision>
  <cp:lastPrinted>2012-10-12T05:27:00Z</cp:lastPrinted>
  <dcterms:created xsi:type="dcterms:W3CDTF">2012-10-11T13:13:00Z</dcterms:created>
  <dcterms:modified xsi:type="dcterms:W3CDTF">2012-10-12T05:27:00Z</dcterms:modified>
</cp:coreProperties>
</file>