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F6F" w:rsidRDefault="00884F6F" w:rsidP="0091420F">
      <w:pPr>
        <w:spacing w:after="0" w:line="240" w:lineRule="auto"/>
        <w:ind w:right="1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УЛЬЯНОВСКОЙ ОБЛАСТИ</w:t>
      </w:r>
    </w:p>
    <w:p w:rsidR="00884F6F" w:rsidRDefault="00884F6F" w:rsidP="0091420F">
      <w:pPr>
        <w:spacing w:after="0" w:line="240" w:lineRule="auto"/>
        <w:ind w:right="140"/>
        <w:jc w:val="center"/>
        <w:rPr>
          <w:rFonts w:ascii="Times New Roman" w:hAnsi="Times New Roman"/>
          <w:sz w:val="28"/>
          <w:szCs w:val="28"/>
        </w:rPr>
      </w:pPr>
    </w:p>
    <w:p w:rsidR="00884F6F" w:rsidRDefault="00884F6F" w:rsidP="00BC70EB">
      <w:pPr>
        <w:spacing w:after="0" w:line="240" w:lineRule="auto"/>
        <w:ind w:right="140"/>
        <w:rPr>
          <w:rFonts w:ascii="Times New Roman" w:hAnsi="Times New Roman"/>
          <w:sz w:val="28"/>
          <w:szCs w:val="28"/>
        </w:rPr>
      </w:pPr>
    </w:p>
    <w:p w:rsidR="00884F6F" w:rsidRDefault="00884F6F" w:rsidP="00BC70EB">
      <w:pPr>
        <w:spacing w:after="0" w:line="240" w:lineRule="auto"/>
        <w:ind w:right="140"/>
        <w:rPr>
          <w:rFonts w:ascii="Times New Roman" w:hAnsi="Times New Roman"/>
          <w:sz w:val="28"/>
          <w:szCs w:val="28"/>
        </w:rPr>
      </w:pPr>
    </w:p>
    <w:p w:rsidR="00884F6F" w:rsidRPr="00AB6C98" w:rsidRDefault="00884F6F" w:rsidP="00AB6C98">
      <w:pPr>
        <w:spacing w:after="0" w:line="240" w:lineRule="auto"/>
        <w:ind w:right="140"/>
        <w:rPr>
          <w:rFonts w:ascii="Times New Roman" w:hAnsi="Times New Roman"/>
          <w:sz w:val="36"/>
          <w:szCs w:val="28"/>
        </w:rPr>
      </w:pPr>
    </w:p>
    <w:p w:rsidR="00884F6F" w:rsidRPr="00F73AF1" w:rsidRDefault="00884F6F" w:rsidP="00FA4607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статьи 4 и 5 Закона Ульяновской области                       «О правовом регулировании отдельных вопросов, связанных с устойчивым развитием сельских территорий Ульяновской области</w:t>
      </w:r>
      <w:r w:rsidRPr="005F6F51">
        <w:rPr>
          <w:rFonts w:ascii="Times New Roman" w:hAnsi="Times New Roman"/>
          <w:sz w:val="28"/>
          <w:szCs w:val="28"/>
        </w:rPr>
        <w:t>»</w:t>
      </w:r>
    </w:p>
    <w:p w:rsidR="00884F6F" w:rsidRDefault="00884F6F" w:rsidP="003F5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F6F" w:rsidRDefault="00884F6F" w:rsidP="003F5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F6F" w:rsidRDefault="00884F6F" w:rsidP="003F5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F6F" w:rsidRDefault="00884F6F" w:rsidP="003F5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F6F" w:rsidRDefault="00884F6F" w:rsidP="003F5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F6F" w:rsidRDefault="00884F6F" w:rsidP="003F5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F6F" w:rsidRDefault="00884F6F" w:rsidP="003F5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Pr="00034568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кон Ульяновской области от </w:t>
      </w:r>
      <w:r>
        <w:rPr>
          <w:rFonts w:ascii="Times New Roman" w:hAnsi="Times New Roman"/>
          <w:sz w:val="28"/>
          <w:szCs w:val="28"/>
          <w:lang w:eastAsia="ru-RU"/>
        </w:rPr>
        <w:t xml:space="preserve">3 июля 2015 года № 82-ЗО             </w:t>
      </w:r>
      <w:r>
        <w:rPr>
          <w:rFonts w:ascii="Times New Roman" w:hAnsi="Times New Roman"/>
          <w:sz w:val="28"/>
          <w:szCs w:val="28"/>
        </w:rPr>
        <w:t>«О правовом регулировании отдельных вопросов, связанных с устойчивым развитием сельских территорий Ульяновской области</w:t>
      </w:r>
      <w:r w:rsidRPr="005F6F5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(«Ульяновская правда»           от 09.07.2015 № 93)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884F6F" w:rsidRDefault="00884F6F" w:rsidP="00AE5996">
      <w:pPr>
        <w:pStyle w:val="ListParagraph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в статье 4:</w:t>
      </w:r>
    </w:p>
    <w:p w:rsidR="00884F6F" w:rsidRDefault="00884F6F" w:rsidP="00AE5996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пункт 3 части 1 изложить в следующей редакции: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«3) принимает решения о предоставлении юридическим лицам, индивидуальным предпринимателям, физическим лицам, осуществляющим деятельность в сфере устойчивого развития сельских территорий, грантов в форме субсидий из областного бюджета Ульяновской области в случае, если в законе Ульяновской области об областном бюджете Ульяновской области предусмотрены бюджетные ассигнования на предоставление таких грантов </w:t>
      </w:r>
      <w:r>
        <w:rPr>
          <w:rFonts w:ascii="Times New Roman" w:hAnsi="Times New Roman"/>
          <w:sz w:val="28"/>
          <w:szCs w:val="28"/>
          <w:lang w:eastAsia="ru-RU"/>
        </w:rPr>
        <w:br/>
        <w:t>по решению Губернатора Ульяновской области;»;</w:t>
      </w:r>
    </w:p>
    <w:p w:rsidR="00884F6F" w:rsidRDefault="00884F6F" w:rsidP="00AE5996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пункт 4 части 3 изложить в следующей редакции: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«4) устанавливает порядок предоставления юридическим лицам, индивидуальным предпринимателям, физическим лицам, осуществляющим деятельность в сфере устойчивого развития сельских территорий, субсидий </w:t>
      </w:r>
      <w:r>
        <w:rPr>
          <w:rFonts w:ascii="Times New Roman" w:hAnsi="Times New Roman"/>
          <w:sz w:val="28"/>
          <w:szCs w:val="28"/>
          <w:lang w:eastAsia="ru-RU"/>
        </w:rPr>
        <w:br/>
        <w:t>из областного бюджета Ульяновской области, в том числе грантов в форме субсидий, указанных в пункте 3 части 1 настоящей статьи, и субсидий, предусмотренных пунктом 3 части 1 статьи 5 настоящего Закона;»;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3AE5">
        <w:rPr>
          <w:rFonts w:ascii="Times New Roman" w:hAnsi="Times New Roman"/>
          <w:sz w:val="28"/>
          <w:szCs w:val="28"/>
          <w:lang w:eastAsia="ru-RU"/>
        </w:rPr>
        <w:t>2)</w:t>
      </w:r>
      <w:r>
        <w:rPr>
          <w:rFonts w:ascii="Times New Roman" w:hAnsi="Times New Roman"/>
          <w:sz w:val="28"/>
          <w:szCs w:val="28"/>
          <w:lang w:eastAsia="ru-RU"/>
        </w:rPr>
        <w:t xml:space="preserve"> в части 1</w:t>
      </w:r>
      <w:r w:rsidRPr="00343AE5">
        <w:rPr>
          <w:rFonts w:ascii="Times New Roman" w:hAnsi="Times New Roman"/>
          <w:sz w:val="28"/>
          <w:szCs w:val="28"/>
          <w:lang w:eastAsia="ru-RU"/>
        </w:rPr>
        <w:t xml:space="preserve"> стать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343AE5">
        <w:rPr>
          <w:rFonts w:ascii="Times New Roman" w:hAnsi="Times New Roman"/>
          <w:sz w:val="28"/>
          <w:szCs w:val="28"/>
          <w:lang w:eastAsia="ru-RU"/>
        </w:rPr>
        <w:t xml:space="preserve"> 5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пункт 1 изложить в </w:t>
      </w:r>
      <w:r w:rsidRPr="00343AE5">
        <w:rPr>
          <w:rFonts w:ascii="Times New Roman" w:hAnsi="Times New Roman"/>
          <w:sz w:val="28"/>
          <w:szCs w:val="28"/>
          <w:lang w:eastAsia="ru-RU"/>
        </w:rPr>
        <w:t>следующей редакции: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«1) осуществление поддержки субъектов малого и среднего предпринимательства, крестьянских (фермерских хозяйств), осуществляющих деятельность в сфере устойчивого развития сельских территорий;»;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пункт 2 изложить в следующей редакции: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«2) предоставление гражданам, проживающим в населённых пунктах, находящихся в границах сельских территорий, мер социальной поддержки                    в соответствии с нормативными правовыми актами Российской Федерации                     и нормативными правовыми актами Ульяновской области;»;</w:t>
      </w:r>
      <w:r w:rsidRPr="00343AE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пункт 3 изложить в </w:t>
      </w:r>
      <w:r w:rsidRPr="00343AE5">
        <w:rPr>
          <w:rFonts w:ascii="Times New Roman" w:hAnsi="Times New Roman"/>
          <w:sz w:val="28"/>
          <w:szCs w:val="28"/>
          <w:lang w:eastAsia="ru-RU"/>
        </w:rPr>
        <w:t>следующей редакции: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«3) предоставление сельскохозяйственным товаропроизводителям, осуществляющим деятельность на территории Ульяновской области, субсидий </w:t>
      </w:r>
      <w:r>
        <w:rPr>
          <w:rFonts w:ascii="Times New Roman" w:hAnsi="Times New Roman"/>
          <w:sz w:val="28"/>
          <w:szCs w:val="28"/>
          <w:lang w:eastAsia="ru-RU"/>
        </w:rPr>
        <w:br/>
        <w:t>из областного бюджета Ульяновской области в целях возмещения части их затрат             в связи со строительством жилых помещений;»;</w:t>
      </w:r>
    </w:p>
    <w:p w:rsidR="00884F6F" w:rsidRDefault="00884F6F" w:rsidP="00AE5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в пункте 4 слова «, а также государственной поддержки инициатив сельских сообществ» исключить.</w:t>
      </w:r>
    </w:p>
    <w:p w:rsidR="00884F6F" w:rsidRPr="00AB6C98" w:rsidRDefault="00884F6F" w:rsidP="00AB6C98">
      <w:pPr>
        <w:tabs>
          <w:tab w:val="left" w:pos="5445"/>
        </w:tabs>
        <w:spacing w:after="0" w:line="240" w:lineRule="auto"/>
        <w:rPr>
          <w:rFonts w:ascii="Times New Roman" w:hAnsi="Times New Roman"/>
          <w:sz w:val="16"/>
          <w:szCs w:val="28"/>
          <w:lang w:eastAsia="ru-RU"/>
        </w:rPr>
      </w:pPr>
    </w:p>
    <w:p w:rsidR="00884F6F" w:rsidRDefault="00884F6F" w:rsidP="00AB6C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4F6F" w:rsidRPr="005E37B4" w:rsidRDefault="00884F6F" w:rsidP="00AB6C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4F6F" w:rsidRPr="00935D58" w:rsidRDefault="00884F6F" w:rsidP="00AB6C98">
      <w:pPr>
        <w:pStyle w:val="Heading1"/>
        <w:tabs>
          <w:tab w:val="right" w:pos="9923"/>
        </w:tabs>
        <w:rPr>
          <w:b/>
          <w:szCs w:val="28"/>
        </w:rPr>
      </w:pPr>
      <w:r w:rsidRPr="00935D58">
        <w:rPr>
          <w:b/>
          <w:szCs w:val="28"/>
        </w:rPr>
        <w:t>Губернатор Ульяновской области</w:t>
      </w:r>
      <w:r w:rsidRPr="00935D58">
        <w:rPr>
          <w:b/>
          <w:szCs w:val="28"/>
        </w:rPr>
        <w:tab/>
      </w:r>
      <w:r>
        <w:rPr>
          <w:b/>
          <w:szCs w:val="28"/>
        </w:rPr>
        <w:t xml:space="preserve"> </w:t>
      </w:r>
      <w:bookmarkStart w:id="0" w:name="_GoBack"/>
      <w:bookmarkEnd w:id="0"/>
      <w:r>
        <w:rPr>
          <w:b/>
          <w:szCs w:val="28"/>
        </w:rPr>
        <w:t xml:space="preserve">  </w:t>
      </w:r>
      <w:r w:rsidRPr="00935D58">
        <w:rPr>
          <w:b/>
          <w:szCs w:val="28"/>
        </w:rPr>
        <w:t>С.И.Морозов</w:t>
      </w:r>
    </w:p>
    <w:p w:rsidR="00884F6F" w:rsidRDefault="00884F6F" w:rsidP="00AB6C98">
      <w:pPr>
        <w:pStyle w:val="a"/>
        <w:jc w:val="center"/>
        <w:rPr>
          <w:sz w:val="28"/>
          <w:szCs w:val="28"/>
        </w:rPr>
      </w:pPr>
    </w:p>
    <w:p w:rsidR="00884F6F" w:rsidRPr="005D2730" w:rsidRDefault="00884F6F" w:rsidP="00AB6C98">
      <w:pPr>
        <w:pStyle w:val="a"/>
        <w:jc w:val="center"/>
        <w:rPr>
          <w:sz w:val="28"/>
          <w:szCs w:val="28"/>
        </w:rPr>
      </w:pPr>
    </w:p>
    <w:p w:rsidR="00884F6F" w:rsidRPr="005D2730" w:rsidRDefault="00884F6F" w:rsidP="00AB6C98">
      <w:pPr>
        <w:pStyle w:val="a"/>
        <w:jc w:val="center"/>
        <w:rPr>
          <w:sz w:val="28"/>
          <w:szCs w:val="28"/>
        </w:rPr>
      </w:pPr>
    </w:p>
    <w:p w:rsidR="00884F6F" w:rsidRPr="00DA7887" w:rsidRDefault="00884F6F" w:rsidP="00AB6C98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DA7887">
        <w:rPr>
          <w:rFonts w:ascii="Times New Roman" w:hAnsi="Times New Roman"/>
          <w:sz w:val="28"/>
        </w:rPr>
        <w:t>г. Ульяновск</w:t>
      </w:r>
    </w:p>
    <w:p w:rsidR="00884F6F" w:rsidRPr="00DA7887" w:rsidRDefault="00884F6F" w:rsidP="00AB6C9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 августа</w:t>
      </w:r>
      <w:r w:rsidRPr="00DA7887">
        <w:rPr>
          <w:rFonts w:ascii="Times New Roman" w:hAnsi="Times New Roman"/>
          <w:sz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DA7887">
          <w:rPr>
            <w:rFonts w:ascii="Times New Roman" w:hAnsi="Times New Roman"/>
            <w:sz w:val="28"/>
          </w:rPr>
          <w:t>201</w:t>
        </w:r>
        <w:r>
          <w:rPr>
            <w:rFonts w:ascii="Times New Roman" w:hAnsi="Times New Roman"/>
            <w:sz w:val="28"/>
          </w:rPr>
          <w:t>7</w:t>
        </w:r>
        <w:r w:rsidRPr="00DA7887">
          <w:rPr>
            <w:rFonts w:ascii="Times New Roman" w:hAnsi="Times New Roman"/>
            <w:sz w:val="28"/>
          </w:rPr>
          <w:t xml:space="preserve"> г</w:t>
        </w:r>
      </w:smartTag>
      <w:r w:rsidRPr="00DA7887">
        <w:rPr>
          <w:rFonts w:ascii="Times New Roman" w:hAnsi="Times New Roman"/>
          <w:sz w:val="28"/>
        </w:rPr>
        <w:t>.</w:t>
      </w:r>
    </w:p>
    <w:p w:rsidR="00884F6F" w:rsidRPr="00984BC5" w:rsidRDefault="00884F6F" w:rsidP="00AB6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7887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91-</w:t>
      </w:r>
      <w:r w:rsidRPr="00DA7887">
        <w:rPr>
          <w:rFonts w:ascii="Times New Roman" w:hAnsi="Times New Roman"/>
          <w:sz w:val="28"/>
        </w:rPr>
        <w:t>ЗО</w:t>
      </w:r>
    </w:p>
    <w:sectPr w:rsidR="00884F6F" w:rsidRPr="00984BC5" w:rsidSect="008879D3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F6F" w:rsidRDefault="00884F6F" w:rsidP="00AE5DF4">
      <w:pPr>
        <w:spacing w:after="0" w:line="240" w:lineRule="auto"/>
      </w:pPr>
      <w:r>
        <w:separator/>
      </w:r>
    </w:p>
  </w:endnote>
  <w:endnote w:type="continuationSeparator" w:id="0">
    <w:p w:rsidR="00884F6F" w:rsidRDefault="00884F6F" w:rsidP="00AE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F6F" w:rsidRPr="00F038FA" w:rsidRDefault="00884F6F" w:rsidP="00F038FA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1807км1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F6F" w:rsidRDefault="00884F6F" w:rsidP="00AE5DF4">
      <w:pPr>
        <w:spacing w:after="0" w:line="240" w:lineRule="auto"/>
      </w:pPr>
      <w:r>
        <w:separator/>
      </w:r>
    </w:p>
  </w:footnote>
  <w:footnote w:type="continuationSeparator" w:id="0">
    <w:p w:rsidR="00884F6F" w:rsidRDefault="00884F6F" w:rsidP="00AE5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F6F" w:rsidRPr="00AE5DF4" w:rsidRDefault="00884F6F" w:rsidP="00AB6C98">
    <w:pPr>
      <w:pStyle w:val="Header"/>
      <w:spacing w:after="0"/>
      <w:jc w:val="center"/>
      <w:rPr>
        <w:rFonts w:ascii="Times New Roman" w:hAnsi="Times New Roman"/>
        <w:sz w:val="28"/>
        <w:szCs w:val="28"/>
      </w:rPr>
    </w:pPr>
    <w:r w:rsidRPr="00AE5DF4">
      <w:rPr>
        <w:rFonts w:ascii="Times New Roman" w:hAnsi="Times New Roman"/>
        <w:sz w:val="28"/>
        <w:szCs w:val="28"/>
      </w:rPr>
      <w:fldChar w:fldCharType="begin"/>
    </w:r>
    <w:r w:rsidRPr="00AE5DF4">
      <w:rPr>
        <w:rFonts w:ascii="Times New Roman" w:hAnsi="Times New Roman"/>
        <w:sz w:val="28"/>
        <w:szCs w:val="28"/>
      </w:rPr>
      <w:instrText xml:space="preserve"> PAGE   \* MERGEFORMAT </w:instrText>
    </w:r>
    <w:r w:rsidRPr="00AE5DF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AE5DF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5D80"/>
    <w:multiLevelType w:val="hybridMultilevel"/>
    <w:tmpl w:val="BD9A6616"/>
    <w:lvl w:ilvl="0" w:tplc="E5766A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383365C"/>
    <w:multiLevelType w:val="hybridMultilevel"/>
    <w:tmpl w:val="93443484"/>
    <w:lvl w:ilvl="0" w:tplc="D280129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71D5587"/>
    <w:multiLevelType w:val="hybridMultilevel"/>
    <w:tmpl w:val="7368BE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EB35CE"/>
    <w:multiLevelType w:val="hybridMultilevel"/>
    <w:tmpl w:val="175A2170"/>
    <w:lvl w:ilvl="0" w:tplc="A3FEF15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85050BC"/>
    <w:multiLevelType w:val="hybridMultilevel"/>
    <w:tmpl w:val="9676CA2C"/>
    <w:lvl w:ilvl="0" w:tplc="6B5040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A8C7908"/>
    <w:multiLevelType w:val="hybridMultilevel"/>
    <w:tmpl w:val="792C107E"/>
    <w:lvl w:ilvl="0" w:tplc="2940C8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06D750E"/>
    <w:multiLevelType w:val="hybridMultilevel"/>
    <w:tmpl w:val="5AE0CAE6"/>
    <w:lvl w:ilvl="0" w:tplc="5F5E059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1BB07A7"/>
    <w:multiLevelType w:val="hybridMultilevel"/>
    <w:tmpl w:val="2750A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D43F53"/>
    <w:multiLevelType w:val="hybridMultilevel"/>
    <w:tmpl w:val="656C6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011C5A"/>
    <w:multiLevelType w:val="hybridMultilevel"/>
    <w:tmpl w:val="396401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53011E"/>
    <w:multiLevelType w:val="hybridMultilevel"/>
    <w:tmpl w:val="87CAB0A4"/>
    <w:lvl w:ilvl="0" w:tplc="ACB2A6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9896255"/>
    <w:multiLevelType w:val="hybridMultilevel"/>
    <w:tmpl w:val="750478F0"/>
    <w:lvl w:ilvl="0" w:tplc="04B633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0A21116"/>
    <w:multiLevelType w:val="hybridMultilevel"/>
    <w:tmpl w:val="72C0CF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5A7AB6"/>
    <w:multiLevelType w:val="hybridMultilevel"/>
    <w:tmpl w:val="BE241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E7447D9"/>
    <w:multiLevelType w:val="hybridMultilevel"/>
    <w:tmpl w:val="16B69388"/>
    <w:lvl w:ilvl="0" w:tplc="3CCA6C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C57101"/>
    <w:multiLevelType w:val="hybridMultilevel"/>
    <w:tmpl w:val="71683D88"/>
    <w:lvl w:ilvl="0" w:tplc="DD78E1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142352C"/>
    <w:multiLevelType w:val="hybridMultilevel"/>
    <w:tmpl w:val="5534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A049D7"/>
    <w:multiLevelType w:val="hybridMultilevel"/>
    <w:tmpl w:val="F490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BB6DFD"/>
    <w:multiLevelType w:val="hybridMultilevel"/>
    <w:tmpl w:val="698C8F64"/>
    <w:lvl w:ilvl="0" w:tplc="2354AC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B070C60"/>
    <w:multiLevelType w:val="hybridMultilevel"/>
    <w:tmpl w:val="048253AE"/>
    <w:lvl w:ilvl="0" w:tplc="982AF3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CC729E7"/>
    <w:multiLevelType w:val="hybridMultilevel"/>
    <w:tmpl w:val="02DE4D8E"/>
    <w:lvl w:ilvl="0" w:tplc="B568F2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DFF78DE"/>
    <w:multiLevelType w:val="hybridMultilevel"/>
    <w:tmpl w:val="15E8B924"/>
    <w:lvl w:ilvl="0" w:tplc="82BA9A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18"/>
  </w:num>
  <w:num w:numId="4">
    <w:abstractNumId w:val="10"/>
  </w:num>
  <w:num w:numId="5">
    <w:abstractNumId w:val="14"/>
  </w:num>
  <w:num w:numId="6">
    <w:abstractNumId w:val="20"/>
  </w:num>
  <w:num w:numId="7">
    <w:abstractNumId w:val="7"/>
  </w:num>
  <w:num w:numId="8">
    <w:abstractNumId w:val="4"/>
  </w:num>
  <w:num w:numId="9">
    <w:abstractNumId w:val="17"/>
  </w:num>
  <w:num w:numId="10">
    <w:abstractNumId w:val="11"/>
  </w:num>
  <w:num w:numId="11">
    <w:abstractNumId w:val="12"/>
  </w:num>
  <w:num w:numId="12">
    <w:abstractNumId w:val="0"/>
  </w:num>
  <w:num w:numId="13">
    <w:abstractNumId w:val="19"/>
  </w:num>
  <w:num w:numId="14">
    <w:abstractNumId w:val="16"/>
  </w:num>
  <w:num w:numId="15">
    <w:abstractNumId w:val="9"/>
  </w:num>
  <w:num w:numId="16">
    <w:abstractNumId w:val="21"/>
  </w:num>
  <w:num w:numId="17">
    <w:abstractNumId w:val="2"/>
  </w:num>
  <w:num w:numId="18">
    <w:abstractNumId w:val="3"/>
  </w:num>
  <w:num w:numId="19">
    <w:abstractNumId w:val="1"/>
  </w:num>
  <w:num w:numId="20">
    <w:abstractNumId w:val="5"/>
  </w:num>
  <w:num w:numId="21">
    <w:abstractNumId w:val="6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517"/>
    <w:rsid w:val="00000C2A"/>
    <w:rsid w:val="00001B36"/>
    <w:rsid w:val="00002DB5"/>
    <w:rsid w:val="000030E1"/>
    <w:rsid w:val="000030FE"/>
    <w:rsid w:val="00003A76"/>
    <w:rsid w:val="000042EA"/>
    <w:rsid w:val="00005263"/>
    <w:rsid w:val="00007064"/>
    <w:rsid w:val="000071A6"/>
    <w:rsid w:val="00007971"/>
    <w:rsid w:val="00010C64"/>
    <w:rsid w:val="000120D7"/>
    <w:rsid w:val="00012C6C"/>
    <w:rsid w:val="0001345C"/>
    <w:rsid w:val="0001355E"/>
    <w:rsid w:val="00013A17"/>
    <w:rsid w:val="00013DEF"/>
    <w:rsid w:val="000162F2"/>
    <w:rsid w:val="00017105"/>
    <w:rsid w:val="0001770B"/>
    <w:rsid w:val="00017B74"/>
    <w:rsid w:val="00017CC2"/>
    <w:rsid w:val="00017FE9"/>
    <w:rsid w:val="000204E0"/>
    <w:rsid w:val="00020B39"/>
    <w:rsid w:val="00021B3B"/>
    <w:rsid w:val="00021D92"/>
    <w:rsid w:val="00023DBD"/>
    <w:rsid w:val="0002445A"/>
    <w:rsid w:val="000249C2"/>
    <w:rsid w:val="00026362"/>
    <w:rsid w:val="00026828"/>
    <w:rsid w:val="000312B3"/>
    <w:rsid w:val="00032319"/>
    <w:rsid w:val="00033112"/>
    <w:rsid w:val="00034568"/>
    <w:rsid w:val="000349CC"/>
    <w:rsid w:val="00034B67"/>
    <w:rsid w:val="00034C5F"/>
    <w:rsid w:val="00035CD8"/>
    <w:rsid w:val="00035E6A"/>
    <w:rsid w:val="00036FC0"/>
    <w:rsid w:val="00037BD4"/>
    <w:rsid w:val="0004089F"/>
    <w:rsid w:val="00041F36"/>
    <w:rsid w:val="00042ADE"/>
    <w:rsid w:val="00044FFD"/>
    <w:rsid w:val="0004506D"/>
    <w:rsid w:val="000456D7"/>
    <w:rsid w:val="000459EF"/>
    <w:rsid w:val="0004680F"/>
    <w:rsid w:val="00046886"/>
    <w:rsid w:val="00046F7D"/>
    <w:rsid w:val="00046F98"/>
    <w:rsid w:val="000472A5"/>
    <w:rsid w:val="00050102"/>
    <w:rsid w:val="0005134E"/>
    <w:rsid w:val="0005185C"/>
    <w:rsid w:val="000519B7"/>
    <w:rsid w:val="0005282B"/>
    <w:rsid w:val="00052A73"/>
    <w:rsid w:val="00053607"/>
    <w:rsid w:val="00053CCD"/>
    <w:rsid w:val="0005490B"/>
    <w:rsid w:val="000562BA"/>
    <w:rsid w:val="0005703A"/>
    <w:rsid w:val="0005761D"/>
    <w:rsid w:val="000577AA"/>
    <w:rsid w:val="000579AC"/>
    <w:rsid w:val="00057E02"/>
    <w:rsid w:val="00060A5F"/>
    <w:rsid w:val="00060ECC"/>
    <w:rsid w:val="00061163"/>
    <w:rsid w:val="000614F2"/>
    <w:rsid w:val="00062519"/>
    <w:rsid w:val="00064C4F"/>
    <w:rsid w:val="00065530"/>
    <w:rsid w:val="0006650E"/>
    <w:rsid w:val="00066EF6"/>
    <w:rsid w:val="00070988"/>
    <w:rsid w:val="00070FE2"/>
    <w:rsid w:val="00071EF6"/>
    <w:rsid w:val="00073A03"/>
    <w:rsid w:val="00074CE9"/>
    <w:rsid w:val="000757B2"/>
    <w:rsid w:val="00077309"/>
    <w:rsid w:val="000809C1"/>
    <w:rsid w:val="00080B45"/>
    <w:rsid w:val="0008107B"/>
    <w:rsid w:val="0008128E"/>
    <w:rsid w:val="00082B25"/>
    <w:rsid w:val="00082FD9"/>
    <w:rsid w:val="00083F25"/>
    <w:rsid w:val="00084385"/>
    <w:rsid w:val="0008453D"/>
    <w:rsid w:val="00084AD5"/>
    <w:rsid w:val="0008505C"/>
    <w:rsid w:val="00087F32"/>
    <w:rsid w:val="00090C99"/>
    <w:rsid w:val="00090DE7"/>
    <w:rsid w:val="00090E4A"/>
    <w:rsid w:val="0009185A"/>
    <w:rsid w:val="00092E7B"/>
    <w:rsid w:val="00093D67"/>
    <w:rsid w:val="00094452"/>
    <w:rsid w:val="00094CFC"/>
    <w:rsid w:val="00095B8C"/>
    <w:rsid w:val="000962FA"/>
    <w:rsid w:val="00097FCC"/>
    <w:rsid w:val="000A0CE2"/>
    <w:rsid w:val="000A0D52"/>
    <w:rsid w:val="000A0DC9"/>
    <w:rsid w:val="000A16C0"/>
    <w:rsid w:val="000A200C"/>
    <w:rsid w:val="000A29A1"/>
    <w:rsid w:val="000A37EE"/>
    <w:rsid w:val="000A563C"/>
    <w:rsid w:val="000A576F"/>
    <w:rsid w:val="000A59F6"/>
    <w:rsid w:val="000A5F5E"/>
    <w:rsid w:val="000A62A2"/>
    <w:rsid w:val="000A6619"/>
    <w:rsid w:val="000A732B"/>
    <w:rsid w:val="000A7670"/>
    <w:rsid w:val="000B0916"/>
    <w:rsid w:val="000B1316"/>
    <w:rsid w:val="000B2C78"/>
    <w:rsid w:val="000B3A64"/>
    <w:rsid w:val="000B49B6"/>
    <w:rsid w:val="000B4B0D"/>
    <w:rsid w:val="000B5531"/>
    <w:rsid w:val="000B5FF9"/>
    <w:rsid w:val="000B75EF"/>
    <w:rsid w:val="000C05D2"/>
    <w:rsid w:val="000C065E"/>
    <w:rsid w:val="000C0802"/>
    <w:rsid w:val="000C12F5"/>
    <w:rsid w:val="000C1D5E"/>
    <w:rsid w:val="000C23DE"/>
    <w:rsid w:val="000C2684"/>
    <w:rsid w:val="000C27F0"/>
    <w:rsid w:val="000C320D"/>
    <w:rsid w:val="000C4B8F"/>
    <w:rsid w:val="000C51BF"/>
    <w:rsid w:val="000C5517"/>
    <w:rsid w:val="000C67E6"/>
    <w:rsid w:val="000C6B7C"/>
    <w:rsid w:val="000D039C"/>
    <w:rsid w:val="000D0957"/>
    <w:rsid w:val="000D17E9"/>
    <w:rsid w:val="000D2E46"/>
    <w:rsid w:val="000D41C3"/>
    <w:rsid w:val="000D4DD4"/>
    <w:rsid w:val="000D4E59"/>
    <w:rsid w:val="000D55CB"/>
    <w:rsid w:val="000D6AB4"/>
    <w:rsid w:val="000D71F8"/>
    <w:rsid w:val="000D76B2"/>
    <w:rsid w:val="000D7BA4"/>
    <w:rsid w:val="000E0445"/>
    <w:rsid w:val="000E1501"/>
    <w:rsid w:val="000E2A9F"/>
    <w:rsid w:val="000E2C46"/>
    <w:rsid w:val="000E384F"/>
    <w:rsid w:val="000E3DD3"/>
    <w:rsid w:val="000E43BF"/>
    <w:rsid w:val="000E45BD"/>
    <w:rsid w:val="000E4ADD"/>
    <w:rsid w:val="000E5242"/>
    <w:rsid w:val="000E56C7"/>
    <w:rsid w:val="000E5CB4"/>
    <w:rsid w:val="000E732D"/>
    <w:rsid w:val="000E7FE3"/>
    <w:rsid w:val="000F136A"/>
    <w:rsid w:val="000F1843"/>
    <w:rsid w:val="000F2711"/>
    <w:rsid w:val="000F280D"/>
    <w:rsid w:val="000F4D35"/>
    <w:rsid w:val="000F5367"/>
    <w:rsid w:val="000F5B8C"/>
    <w:rsid w:val="000F5E27"/>
    <w:rsid w:val="000F68A1"/>
    <w:rsid w:val="000F76C5"/>
    <w:rsid w:val="00100964"/>
    <w:rsid w:val="00100AA1"/>
    <w:rsid w:val="00100E2A"/>
    <w:rsid w:val="0010184B"/>
    <w:rsid w:val="00105BD5"/>
    <w:rsid w:val="00106AF8"/>
    <w:rsid w:val="0010744B"/>
    <w:rsid w:val="00107D17"/>
    <w:rsid w:val="00110129"/>
    <w:rsid w:val="00110374"/>
    <w:rsid w:val="00110A27"/>
    <w:rsid w:val="00111A38"/>
    <w:rsid w:val="0011376F"/>
    <w:rsid w:val="00113C77"/>
    <w:rsid w:val="00113C7E"/>
    <w:rsid w:val="001152FD"/>
    <w:rsid w:val="001156E0"/>
    <w:rsid w:val="00115C89"/>
    <w:rsid w:val="00115E29"/>
    <w:rsid w:val="00115EE4"/>
    <w:rsid w:val="001161A3"/>
    <w:rsid w:val="001168AD"/>
    <w:rsid w:val="001168CB"/>
    <w:rsid w:val="00116EC3"/>
    <w:rsid w:val="001207C9"/>
    <w:rsid w:val="00120B6E"/>
    <w:rsid w:val="001227D0"/>
    <w:rsid w:val="0012460D"/>
    <w:rsid w:val="001251AC"/>
    <w:rsid w:val="0012533B"/>
    <w:rsid w:val="00125E6A"/>
    <w:rsid w:val="00125F57"/>
    <w:rsid w:val="001266B7"/>
    <w:rsid w:val="001277BB"/>
    <w:rsid w:val="00127AA1"/>
    <w:rsid w:val="00131B3D"/>
    <w:rsid w:val="00131E68"/>
    <w:rsid w:val="0013229A"/>
    <w:rsid w:val="00132672"/>
    <w:rsid w:val="001328DC"/>
    <w:rsid w:val="00133CE1"/>
    <w:rsid w:val="001340D7"/>
    <w:rsid w:val="00134B51"/>
    <w:rsid w:val="00134E7F"/>
    <w:rsid w:val="00135153"/>
    <w:rsid w:val="0013577D"/>
    <w:rsid w:val="00135860"/>
    <w:rsid w:val="00136566"/>
    <w:rsid w:val="00136A8F"/>
    <w:rsid w:val="0013734F"/>
    <w:rsid w:val="0013760A"/>
    <w:rsid w:val="00137C26"/>
    <w:rsid w:val="00137FF4"/>
    <w:rsid w:val="001406E3"/>
    <w:rsid w:val="00141392"/>
    <w:rsid w:val="0014207B"/>
    <w:rsid w:val="00142ED0"/>
    <w:rsid w:val="001433E1"/>
    <w:rsid w:val="00144003"/>
    <w:rsid w:val="00145B53"/>
    <w:rsid w:val="001463D0"/>
    <w:rsid w:val="0014697F"/>
    <w:rsid w:val="00147D9C"/>
    <w:rsid w:val="00147F35"/>
    <w:rsid w:val="001500FF"/>
    <w:rsid w:val="00150720"/>
    <w:rsid w:val="00150A28"/>
    <w:rsid w:val="00150DC5"/>
    <w:rsid w:val="001529DD"/>
    <w:rsid w:val="00152FD4"/>
    <w:rsid w:val="0015308B"/>
    <w:rsid w:val="0015318F"/>
    <w:rsid w:val="00153582"/>
    <w:rsid w:val="00153637"/>
    <w:rsid w:val="00153CB5"/>
    <w:rsid w:val="001545B3"/>
    <w:rsid w:val="0015653E"/>
    <w:rsid w:val="00156C7E"/>
    <w:rsid w:val="00156D37"/>
    <w:rsid w:val="001572A3"/>
    <w:rsid w:val="0015778A"/>
    <w:rsid w:val="001604C8"/>
    <w:rsid w:val="00161775"/>
    <w:rsid w:val="00162392"/>
    <w:rsid w:val="00162985"/>
    <w:rsid w:val="00162B73"/>
    <w:rsid w:val="001634A4"/>
    <w:rsid w:val="0016352E"/>
    <w:rsid w:val="00163887"/>
    <w:rsid w:val="00164177"/>
    <w:rsid w:val="00165A3D"/>
    <w:rsid w:val="00165D26"/>
    <w:rsid w:val="00165F32"/>
    <w:rsid w:val="0016607F"/>
    <w:rsid w:val="0016624F"/>
    <w:rsid w:val="0016728E"/>
    <w:rsid w:val="00167577"/>
    <w:rsid w:val="0016798E"/>
    <w:rsid w:val="00170F98"/>
    <w:rsid w:val="001712B3"/>
    <w:rsid w:val="001712D0"/>
    <w:rsid w:val="00171CA8"/>
    <w:rsid w:val="0017205B"/>
    <w:rsid w:val="00172F2E"/>
    <w:rsid w:val="00173807"/>
    <w:rsid w:val="00174C2D"/>
    <w:rsid w:val="00174C3F"/>
    <w:rsid w:val="001768B5"/>
    <w:rsid w:val="001803FA"/>
    <w:rsid w:val="001822A7"/>
    <w:rsid w:val="00182A4E"/>
    <w:rsid w:val="00187B99"/>
    <w:rsid w:val="00187D7C"/>
    <w:rsid w:val="00191050"/>
    <w:rsid w:val="00191195"/>
    <w:rsid w:val="00191D64"/>
    <w:rsid w:val="00193314"/>
    <w:rsid w:val="001946D8"/>
    <w:rsid w:val="001948FE"/>
    <w:rsid w:val="00195011"/>
    <w:rsid w:val="0019552F"/>
    <w:rsid w:val="00195ED0"/>
    <w:rsid w:val="001965A3"/>
    <w:rsid w:val="00196E9B"/>
    <w:rsid w:val="001A0DD1"/>
    <w:rsid w:val="001A1806"/>
    <w:rsid w:val="001A19FB"/>
    <w:rsid w:val="001A1ABF"/>
    <w:rsid w:val="001A3831"/>
    <w:rsid w:val="001A43F7"/>
    <w:rsid w:val="001A49A7"/>
    <w:rsid w:val="001A516B"/>
    <w:rsid w:val="001A5191"/>
    <w:rsid w:val="001A54B5"/>
    <w:rsid w:val="001A60E9"/>
    <w:rsid w:val="001A68BE"/>
    <w:rsid w:val="001A6CA1"/>
    <w:rsid w:val="001A7BFB"/>
    <w:rsid w:val="001B2F07"/>
    <w:rsid w:val="001B39C7"/>
    <w:rsid w:val="001B5472"/>
    <w:rsid w:val="001B6785"/>
    <w:rsid w:val="001B6C96"/>
    <w:rsid w:val="001B6F7F"/>
    <w:rsid w:val="001C0058"/>
    <w:rsid w:val="001C115F"/>
    <w:rsid w:val="001C17E3"/>
    <w:rsid w:val="001C1AE3"/>
    <w:rsid w:val="001C23CF"/>
    <w:rsid w:val="001C32C3"/>
    <w:rsid w:val="001C3F1E"/>
    <w:rsid w:val="001C497A"/>
    <w:rsid w:val="001C4A39"/>
    <w:rsid w:val="001C4C03"/>
    <w:rsid w:val="001C7F0C"/>
    <w:rsid w:val="001D1990"/>
    <w:rsid w:val="001D1C2A"/>
    <w:rsid w:val="001D314A"/>
    <w:rsid w:val="001D55CB"/>
    <w:rsid w:val="001D57D6"/>
    <w:rsid w:val="001D5A65"/>
    <w:rsid w:val="001D5B40"/>
    <w:rsid w:val="001D65F4"/>
    <w:rsid w:val="001D7521"/>
    <w:rsid w:val="001E0907"/>
    <w:rsid w:val="001E2370"/>
    <w:rsid w:val="001E25E1"/>
    <w:rsid w:val="001E26BB"/>
    <w:rsid w:val="001E2AEF"/>
    <w:rsid w:val="001E303A"/>
    <w:rsid w:val="001E41E5"/>
    <w:rsid w:val="001E4D4D"/>
    <w:rsid w:val="001E6567"/>
    <w:rsid w:val="001E65D4"/>
    <w:rsid w:val="001E7246"/>
    <w:rsid w:val="001E7398"/>
    <w:rsid w:val="001E7765"/>
    <w:rsid w:val="001E7CC8"/>
    <w:rsid w:val="001F0156"/>
    <w:rsid w:val="001F12AE"/>
    <w:rsid w:val="001F17A6"/>
    <w:rsid w:val="001F17F3"/>
    <w:rsid w:val="001F2577"/>
    <w:rsid w:val="001F2CFC"/>
    <w:rsid w:val="001F31E8"/>
    <w:rsid w:val="001F3901"/>
    <w:rsid w:val="001F3D25"/>
    <w:rsid w:val="001F681A"/>
    <w:rsid w:val="001F7AFC"/>
    <w:rsid w:val="001F7B3C"/>
    <w:rsid w:val="001F7D52"/>
    <w:rsid w:val="002000BF"/>
    <w:rsid w:val="002004F0"/>
    <w:rsid w:val="002012D4"/>
    <w:rsid w:val="0020163F"/>
    <w:rsid w:val="00201861"/>
    <w:rsid w:val="00201910"/>
    <w:rsid w:val="002022E2"/>
    <w:rsid w:val="0020230B"/>
    <w:rsid w:val="002027B4"/>
    <w:rsid w:val="002029EB"/>
    <w:rsid w:val="00202DBC"/>
    <w:rsid w:val="002032EE"/>
    <w:rsid w:val="002033CB"/>
    <w:rsid w:val="002036FF"/>
    <w:rsid w:val="00204DAE"/>
    <w:rsid w:val="00204F6A"/>
    <w:rsid w:val="002054C6"/>
    <w:rsid w:val="00206C72"/>
    <w:rsid w:val="0020730E"/>
    <w:rsid w:val="002073D3"/>
    <w:rsid w:val="00210A13"/>
    <w:rsid w:val="00211EC7"/>
    <w:rsid w:val="00212482"/>
    <w:rsid w:val="0021306D"/>
    <w:rsid w:val="0021419A"/>
    <w:rsid w:val="002144EC"/>
    <w:rsid w:val="002158D8"/>
    <w:rsid w:val="00215A67"/>
    <w:rsid w:val="00216A81"/>
    <w:rsid w:val="002179B7"/>
    <w:rsid w:val="00221025"/>
    <w:rsid w:val="00223A4F"/>
    <w:rsid w:val="002241B3"/>
    <w:rsid w:val="00224744"/>
    <w:rsid w:val="00224ACB"/>
    <w:rsid w:val="002265F8"/>
    <w:rsid w:val="002274A3"/>
    <w:rsid w:val="00227800"/>
    <w:rsid w:val="00230FE0"/>
    <w:rsid w:val="00231449"/>
    <w:rsid w:val="00232452"/>
    <w:rsid w:val="00232A81"/>
    <w:rsid w:val="00233BD0"/>
    <w:rsid w:val="00235088"/>
    <w:rsid w:val="002355D2"/>
    <w:rsid w:val="00236819"/>
    <w:rsid w:val="002403C0"/>
    <w:rsid w:val="002406B5"/>
    <w:rsid w:val="00241619"/>
    <w:rsid w:val="00241787"/>
    <w:rsid w:val="00241880"/>
    <w:rsid w:val="0024249E"/>
    <w:rsid w:val="0024275F"/>
    <w:rsid w:val="00244DD5"/>
    <w:rsid w:val="00245056"/>
    <w:rsid w:val="002464BA"/>
    <w:rsid w:val="00246B27"/>
    <w:rsid w:val="00246D58"/>
    <w:rsid w:val="0024721B"/>
    <w:rsid w:val="00247FDE"/>
    <w:rsid w:val="00252139"/>
    <w:rsid w:val="00252666"/>
    <w:rsid w:val="00253127"/>
    <w:rsid w:val="002536A2"/>
    <w:rsid w:val="0025423D"/>
    <w:rsid w:val="002542C0"/>
    <w:rsid w:val="00254AEB"/>
    <w:rsid w:val="00254E41"/>
    <w:rsid w:val="00256969"/>
    <w:rsid w:val="0025787C"/>
    <w:rsid w:val="00260EF1"/>
    <w:rsid w:val="00261108"/>
    <w:rsid w:val="00262013"/>
    <w:rsid w:val="002621E9"/>
    <w:rsid w:val="00262781"/>
    <w:rsid w:val="00262AAE"/>
    <w:rsid w:val="002631AC"/>
    <w:rsid w:val="002646AC"/>
    <w:rsid w:val="002648B1"/>
    <w:rsid w:val="00264E47"/>
    <w:rsid w:val="00265A46"/>
    <w:rsid w:val="00266CC1"/>
    <w:rsid w:val="002672EA"/>
    <w:rsid w:val="0027044D"/>
    <w:rsid w:val="00271129"/>
    <w:rsid w:val="00271D4E"/>
    <w:rsid w:val="002720F8"/>
    <w:rsid w:val="002721DB"/>
    <w:rsid w:val="00273574"/>
    <w:rsid w:val="00273B03"/>
    <w:rsid w:val="002751A5"/>
    <w:rsid w:val="0027587C"/>
    <w:rsid w:val="00275B47"/>
    <w:rsid w:val="00275E2D"/>
    <w:rsid w:val="00276148"/>
    <w:rsid w:val="00280A97"/>
    <w:rsid w:val="00280ED5"/>
    <w:rsid w:val="002810AC"/>
    <w:rsid w:val="002816BE"/>
    <w:rsid w:val="002820D2"/>
    <w:rsid w:val="00282720"/>
    <w:rsid w:val="002835C3"/>
    <w:rsid w:val="00283952"/>
    <w:rsid w:val="00284D19"/>
    <w:rsid w:val="00284D4A"/>
    <w:rsid w:val="00285733"/>
    <w:rsid w:val="002867E1"/>
    <w:rsid w:val="002868CA"/>
    <w:rsid w:val="00286932"/>
    <w:rsid w:val="00290545"/>
    <w:rsid w:val="002907BD"/>
    <w:rsid w:val="002911F6"/>
    <w:rsid w:val="00291430"/>
    <w:rsid w:val="00292260"/>
    <w:rsid w:val="00292AE4"/>
    <w:rsid w:val="00292D94"/>
    <w:rsid w:val="00293788"/>
    <w:rsid w:val="002937A7"/>
    <w:rsid w:val="00294721"/>
    <w:rsid w:val="00294CD5"/>
    <w:rsid w:val="00295475"/>
    <w:rsid w:val="00295732"/>
    <w:rsid w:val="00296266"/>
    <w:rsid w:val="00297311"/>
    <w:rsid w:val="002A0132"/>
    <w:rsid w:val="002A19C0"/>
    <w:rsid w:val="002A327F"/>
    <w:rsid w:val="002A7F3E"/>
    <w:rsid w:val="002B0890"/>
    <w:rsid w:val="002B14E2"/>
    <w:rsid w:val="002B1B59"/>
    <w:rsid w:val="002B2752"/>
    <w:rsid w:val="002B29D2"/>
    <w:rsid w:val="002B3273"/>
    <w:rsid w:val="002B47DF"/>
    <w:rsid w:val="002B61CF"/>
    <w:rsid w:val="002B706E"/>
    <w:rsid w:val="002B7ABC"/>
    <w:rsid w:val="002C0AAA"/>
    <w:rsid w:val="002C12C7"/>
    <w:rsid w:val="002C21AD"/>
    <w:rsid w:val="002C4C67"/>
    <w:rsid w:val="002C5BAA"/>
    <w:rsid w:val="002C6C07"/>
    <w:rsid w:val="002C6D2B"/>
    <w:rsid w:val="002C75AF"/>
    <w:rsid w:val="002C7DE4"/>
    <w:rsid w:val="002C7F87"/>
    <w:rsid w:val="002D0F0A"/>
    <w:rsid w:val="002D1CD0"/>
    <w:rsid w:val="002D2A83"/>
    <w:rsid w:val="002D398C"/>
    <w:rsid w:val="002D3A3C"/>
    <w:rsid w:val="002D4E48"/>
    <w:rsid w:val="002D4FCF"/>
    <w:rsid w:val="002D7B68"/>
    <w:rsid w:val="002E061C"/>
    <w:rsid w:val="002E0B81"/>
    <w:rsid w:val="002E1337"/>
    <w:rsid w:val="002E16BA"/>
    <w:rsid w:val="002E4B0F"/>
    <w:rsid w:val="002E5270"/>
    <w:rsid w:val="002E55B0"/>
    <w:rsid w:val="002E61A9"/>
    <w:rsid w:val="002E6AB9"/>
    <w:rsid w:val="002E6EA3"/>
    <w:rsid w:val="002E7B83"/>
    <w:rsid w:val="002F0472"/>
    <w:rsid w:val="002F11ED"/>
    <w:rsid w:val="002F1949"/>
    <w:rsid w:val="002F1F73"/>
    <w:rsid w:val="002F2E57"/>
    <w:rsid w:val="002F3585"/>
    <w:rsid w:val="002F41BC"/>
    <w:rsid w:val="002F6391"/>
    <w:rsid w:val="002F6BAA"/>
    <w:rsid w:val="00302E98"/>
    <w:rsid w:val="0030323B"/>
    <w:rsid w:val="003034FE"/>
    <w:rsid w:val="00303B89"/>
    <w:rsid w:val="00303F99"/>
    <w:rsid w:val="00305F8C"/>
    <w:rsid w:val="00306456"/>
    <w:rsid w:val="003077C7"/>
    <w:rsid w:val="00310A6E"/>
    <w:rsid w:val="00311528"/>
    <w:rsid w:val="00312591"/>
    <w:rsid w:val="00313B47"/>
    <w:rsid w:val="00313DC9"/>
    <w:rsid w:val="00313FE7"/>
    <w:rsid w:val="003150F5"/>
    <w:rsid w:val="00315A63"/>
    <w:rsid w:val="00316AE0"/>
    <w:rsid w:val="00317CD1"/>
    <w:rsid w:val="00317F04"/>
    <w:rsid w:val="00320028"/>
    <w:rsid w:val="003207AB"/>
    <w:rsid w:val="003209E9"/>
    <w:rsid w:val="00321385"/>
    <w:rsid w:val="00322C8E"/>
    <w:rsid w:val="00322FF9"/>
    <w:rsid w:val="003241D9"/>
    <w:rsid w:val="003266E7"/>
    <w:rsid w:val="003268B7"/>
    <w:rsid w:val="00326D4A"/>
    <w:rsid w:val="003274FD"/>
    <w:rsid w:val="003275D8"/>
    <w:rsid w:val="00331549"/>
    <w:rsid w:val="00331C29"/>
    <w:rsid w:val="00334B28"/>
    <w:rsid w:val="00334C8E"/>
    <w:rsid w:val="003353D2"/>
    <w:rsid w:val="00335EBA"/>
    <w:rsid w:val="00337060"/>
    <w:rsid w:val="00337407"/>
    <w:rsid w:val="003376EC"/>
    <w:rsid w:val="003403BC"/>
    <w:rsid w:val="00340936"/>
    <w:rsid w:val="00340DF3"/>
    <w:rsid w:val="003418D2"/>
    <w:rsid w:val="00341D25"/>
    <w:rsid w:val="00342A7F"/>
    <w:rsid w:val="00343387"/>
    <w:rsid w:val="00343AE5"/>
    <w:rsid w:val="00343BCD"/>
    <w:rsid w:val="00344604"/>
    <w:rsid w:val="00345347"/>
    <w:rsid w:val="003460F8"/>
    <w:rsid w:val="003463B0"/>
    <w:rsid w:val="0034640C"/>
    <w:rsid w:val="003467B8"/>
    <w:rsid w:val="00351076"/>
    <w:rsid w:val="0035343C"/>
    <w:rsid w:val="00353819"/>
    <w:rsid w:val="00353E3F"/>
    <w:rsid w:val="0035485D"/>
    <w:rsid w:val="003564A0"/>
    <w:rsid w:val="003577CB"/>
    <w:rsid w:val="00357917"/>
    <w:rsid w:val="00357F33"/>
    <w:rsid w:val="00360689"/>
    <w:rsid w:val="00360789"/>
    <w:rsid w:val="00361C02"/>
    <w:rsid w:val="0036222F"/>
    <w:rsid w:val="00363348"/>
    <w:rsid w:val="0036342C"/>
    <w:rsid w:val="00363AC2"/>
    <w:rsid w:val="00365E6E"/>
    <w:rsid w:val="003673E0"/>
    <w:rsid w:val="00367D2C"/>
    <w:rsid w:val="003702AB"/>
    <w:rsid w:val="00370B55"/>
    <w:rsid w:val="00370D69"/>
    <w:rsid w:val="00373A10"/>
    <w:rsid w:val="00374EBE"/>
    <w:rsid w:val="00381306"/>
    <w:rsid w:val="00382CB6"/>
    <w:rsid w:val="003830C1"/>
    <w:rsid w:val="00383705"/>
    <w:rsid w:val="00383F17"/>
    <w:rsid w:val="003854DD"/>
    <w:rsid w:val="0038643A"/>
    <w:rsid w:val="0038668A"/>
    <w:rsid w:val="0038761E"/>
    <w:rsid w:val="0038764D"/>
    <w:rsid w:val="003917AF"/>
    <w:rsid w:val="00391819"/>
    <w:rsid w:val="00392FB8"/>
    <w:rsid w:val="00393D15"/>
    <w:rsid w:val="003954A1"/>
    <w:rsid w:val="0039580C"/>
    <w:rsid w:val="00395A67"/>
    <w:rsid w:val="00395D90"/>
    <w:rsid w:val="00396CCB"/>
    <w:rsid w:val="0039708B"/>
    <w:rsid w:val="0039782E"/>
    <w:rsid w:val="00397A16"/>
    <w:rsid w:val="003A06EE"/>
    <w:rsid w:val="003A1742"/>
    <w:rsid w:val="003A19DE"/>
    <w:rsid w:val="003A1E43"/>
    <w:rsid w:val="003A3DF7"/>
    <w:rsid w:val="003A4997"/>
    <w:rsid w:val="003A51E5"/>
    <w:rsid w:val="003A544B"/>
    <w:rsid w:val="003A5F56"/>
    <w:rsid w:val="003A6138"/>
    <w:rsid w:val="003A750A"/>
    <w:rsid w:val="003A7A4F"/>
    <w:rsid w:val="003A7E1C"/>
    <w:rsid w:val="003B063E"/>
    <w:rsid w:val="003B071C"/>
    <w:rsid w:val="003B10A6"/>
    <w:rsid w:val="003B18C9"/>
    <w:rsid w:val="003B1EB3"/>
    <w:rsid w:val="003B2B3E"/>
    <w:rsid w:val="003B2BC7"/>
    <w:rsid w:val="003B3021"/>
    <w:rsid w:val="003B31E8"/>
    <w:rsid w:val="003B378C"/>
    <w:rsid w:val="003B3DFF"/>
    <w:rsid w:val="003B3F20"/>
    <w:rsid w:val="003B41AF"/>
    <w:rsid w:val="003B660E"/>
    <w:rsid w:val="003B7823"/>
    <w:rsid w:val="003C1F28"/>
    <w:rsid w:val="003C29BA"/>
    <w:rsid w:val="003C2A7A"/>
    <w:rsid w:val="003C30AB"/>
    <w:rsid w:val="003C44FA"/>
    <w:rsid w:val="003C4882"/>
    <w:rsid w:val="003C616F"/>
    <w:rsid w:val="003C6935"/>
    <w:rsid w:val="003D20EB"/>
    <w:rsid w:val="003D285F"/>
    <w:rsid w:val="003D3051"/>
    <w:rsid w:val="003D3102"/>
    <w:rsid w:val="003D32A5"/>
    <w:rsid w:val="003D4A1A"/>
    <w:rsid w:val="003D5A3C"/>
    <w:rsid w:val="003D6945"/>
    <w:rsid w:val="003D6F33"/>
    <w:rsid w:val="003D6F71"/>
    <w:rsid w:val="003E19B5"/>
    <w:rsid w:val="003E1C77"/>
    <w:rsid w:val="003E1D25"/>
    <w:rsid w:val="003E4053"/>
    <w:rsid w:val="003E4971"/>
    <w:rsid w:val="003E4EE1"/>
    <w:rsid w:val="003E55E5"/>
    <w:rsid w:val="003E663B"/>
    <w:rsid w:val="003E68B0"/>
    <w:rsid w:val="003E6C35"/>
    <w:rsid w:val="003E7127"/>
    <w:rsid w:val="003E79D8"/>
    <w:rsid w:val="003E7CE4"/>
    <w:rsid w:val="003F096D"/>
    <w:rsid w:val="003F147F"/>
    <w:rsid w:val="003F16C0"/>
    <w:rsid w:val="003F18F3"/>
    <w:rsid w:val="003F1E81"/>
    <w:rsid w:val="003F212B"/>
    <w:rsid w:val="003F2DF8"/>
    <w:rsid w:val="003F3008"/>
    <w:rsid w:val="003F346E"/>
    <w:rsid w:val="003F3494"/>
    <w:rsid w:val="003F37A2"/>
    <w:rsid w:val="003F3BA0"/>
    <w:rsid w:val="003F5192"/>
    <w:rsid w:val="003F5338"/>
    <w:rsid w:val="003F53C3"/>
    <w:rsid w:val="003F6328"/>
    <w:rsid w:val="004008EA"/>
    <w:rsid w:val="00400901"/>
    <w:rsid w:val="00400FA0"/>
    <w:rsid w:val="00402F8B"/>
    <w:rsid w:val="004034C7"/>
    <w:rsid w:val="00403A42"/>
    <w:rsid w:val="00403CA4"/>
    <w:rsid w:val="00403E3E"/>
    <w:rsid w:val="0040455C"/>
    <w:rsid w:val="0040511F"/>
    <w:rsid w:val="00405A39"/>
    <w:rsid w:val="00405EB3"/>
    <w:rsid w:val="00410185"/>
    <w:rsid w:val="0041077A"/>
    <w:rsid w:val="0041078E"/>
    <w:rsid w:val="00410DA7"/>
    <w:rsid w:val="00410F8A"/>
    <w:rsid w:val="00411CD0"/>
    <w:rsid w:val="004123D1"/>
    <w:rsid w:val="00412BBD"/>
    <w:rsid w:val="0041361F"/>
    <w:rsid w:val="00413A45"/>
    <w:rsid w:val="00414DA5"/>
    <w:rsid w:val="00414EEF"/>
    <w:rsid w:val="004150CB"/>
    <w:rsid w:val="00415FB6"/>
    <w:rsid w:val="0041600E"/>
    <w:rsid w:val="0041608E"/>
    <w:rsid w:val="0041792B"/>
    <w:rsid w:val="00417B26"/>
    <w:rsid w:val="00420BAB"/>
    <w:rsid w:val="00420BE4"/>
    <w:rsid w:val="00420EB8"/>
    <w:rsid w:val="00423B85"/>
    <w:rsid w:val="0042420A"/>
    <w:rsid w:val="004242DB"/>
    <w:rsid w:val="00424502"/>
    <w:rsid w:val="00424503"/>
    <w:rsid w:val="00424CFE"/>
    <w:rsid w:val="00425B61"/>
    <w:rsid w:val="00426B36"/>
    <w:rsid w:val="00427F4D"/>
    <w:rsid w:val="00430AF2"/>
    <w:rsid w:val="004326F6"/>
    <w:rsid w:val="00432A5C"/>
    <w:rsid w:val="00433D4D"/>
    <w:rsid w:val="004346A8"/>
    <w:rsid w:val="004358EA"/>
    <w:rsid w:val="004376C7"/>
    <w:rsid w:val="00437D82"/>
    <w:rsid w:val="0044262B"/>
    <w:rsid w:val="00442E93"/>
    <w:rsid w:val="00443987"/>
    <w:rsid w:val="00444615"/>
    <w:rsid w:val="004449DE"/>
    <w:rsid w:val="00446570"/>
    <w:rsid w:val="00446F79"/>
    <w:rsid w:val="00447078"/>
    <w:rsid w:val="004476F6"/>
    <w:rsid w:val="00447ED0"/>
    <w:rsid w:val="004501D5"/>
    <w:rsid w:val="004502EA"/>
    <w:rsid w:val="00450412"/>
    <w:rsid w:val="00450534"/>
    <w:rsid w:val="004514F4"/>
    <w:rsid w:val="00451EBC"/>
    <w:rsid w:val="00451F56"/>
    <w:rsid w:val="004523D2"/>
    <w:rsid w:val="00452999"/>
    <w:rsid w:val="004534E3"/>
    <w:rsid w:val="004536DD"/>
    <w:rsid w:val="00453DC5"/>
    <w:rsid w:val="00454803"/>
    <w:rsid w:val="004550B2"/>
    <w:rsid w:val="00455EA7"/>
    <w:rsid w:val="00455EB6"/>
    <w:rsid w:val="00461E83"/>
    <w:rsid w:val="00462442"/>
    <w:rsid w:val="00462740"/>
    <w:rsid w:val="00463FDA"/>
    <w:rsid w:val="00465684"/>
    <w:rsid w:val="00465C5F"/>
    <w:rsid w:val="004661B2"/>
    <w:rsid w:val="00466C95"/>
    <w:rsid w:val="00466CBA"/>
    <w:rsid w:val="0046791B"/>
    <w:rsid w:val="004709A0"/>
    <w:rsid w:val="004715A9"/>
    <w:rsid w:val="00472FED"/>
    <w:rsid w:val="00473541"/>
    <w:rsid w:val="00473DEB"/>
    <w:rsid w:val="00473EC6"/>
    <w:rsid w:val="004756E9"/>
    <w:rsid w:val="004757F5"/>
    <w:rsid w:val="00476ED4"/>
    <w:rsid w:val="004802AF"/>
    <w:rsid w:val="00480722"/>
    <w:rsid w:val="00480A9C"/>
    <w:rsid w:val="00480CEF"/>
    <w:rsid w:val="00481789"/>
    <w:rsid w:val="004819B0"/>
    <w:rsid w:val="00481E32"/>
    <w:rsid w:val="00482C17"/>
    <w:rsid w:val="00483D39"/>
    <w:rsid w:val="00484A70"/>
    <w:rsid w:val="00485036"/>
    <w:rsid w:val="004851DC"/>
    <w:rsid w:val="00486267"/>
    <w:rsid w:val="00486412"/>
    <w:rsid w:val="00486E1D"/>
    <w:rsid w:val="00486E37"/>
    <w:rsid w:val="004875C2"/>
    <w:rsid w:val="0049057F"/>
    <w:rsid w:val="004906DB"/>
    <w:rsid w:val="004907D4"/>
    <w:rsid w:val="0049228D"/>
    <w:rsid w:val="004927B0"/>
    <w:rsid w:val="00493450"/>
    <w:rsid w:val="00493AB9"/>
    <w:rsid w:val="0049416C"/>
    <w:rsid w:val="004949DE"/>
    <w:rsid w:val="00494EEF"/>
    <w:rsid w:val="0049665C"/>
    <w:rsid w:val="00496C0E"/>
    <w:rsid w:val="00497387"/>
    <w:rsid w:val="0049759C"/>
    <w:rsid w:val="00497EA6"/>
    <w:rsid w:val="004A10D8"/>
    <w:rsid w:val="004A1685"/>
    <w:rsid w:val="004A2364"/>
    <w:rsid w:val="004A2EE6"/>
    <w:rsid w:val="004A36DB"/>
    <w:rsid w:val="004A3868"/>
    <w:rsid w:val="004A3EDE"/>
    <w:rsid w:val="004A567D"/>
    <w:rsid w:val="004A5929"/>
    <w:rsid w:val="004A6890"/>
    <w:rsid w:val="004A70A2"/>
    <w:rsid w:val="004A763A"/>
    <w:rsid w:val="004A7DF2"/>
    <w:rsid w:val="004B020E"/>
    <w:rsid w:val="004B04F1"/>
    <w:rsid w:val="004B0D78"/>
    <w:rsid w:val="004B1949"/>
    <w:rsid w:val="004B1E6E"/>
    <w:rsid w:val="004B2A22"/>
    <w:rsid w:val="004B302A"/>
    <w:rsid w:val="004B3460"/>
    <w:rsid w:val="004B3F2B"/>
    <w:rsid w:val="004B45A0"/>
    <w:rsid w:val="004B478F"/>
    <w:rsid w:val="004B583E"/>
    <w:rsid w:val="004B70A8"/>
    <w:rsid w:val="004B7CB7"/>
    <w:rsid w:val="004C1330"/>
    <w:rsid w:val="004C1DFA"/>
    <w:rsid w:val="004C1E60"/>
    <w:rsid w:val="004C281B"/>
    <w:rsid w:val="004C304F"/>
    <w:rsid w:val="004C3F14"/>
    <w:rsid w:val="004C3F97"/>
    <w:rsid w:val="004C565A"/>
    <w:rsid w:val="004C5B50"/>
    <w:rsid w:val="004C5C54"/>
    <w:rsid w:val="004C61FF"/>
    <w:rsid w:val="004C62CF"/>
    <w:rsid w:val="004C6304"/>
    <w:rsid w:val="004C6BA1"/>
    <w:rsid w:val="004C724B"/>
    <w:rsid w:val="004D016B"/>
    <w:rsid w:val="004D0522"/>
    <w:rsid w:val="004D2308"/>
    <w:rsid w:val="004D26AF"/>
    <w:rsid w:val="004D2F7D"/>
    <w:rsid w:val="004D34A5"/>
    <w:rsid w:val="004D3941"/>
    <w:rsid w:val="004D441F"/>
    <w:rsid w:val="004D5D5E"/>
    <w:rsid w:val="004D5EBC"/>
    <w:rsid w:val="004E1BB3"/>
    <w:rsid w:val="004E1EC5"/>
    <w:rsid w:val="004E2894"/>
    <w:rsid w:val="004E3984"/>
    <w:rsid w:val="004E3CCF"/>
    <w:rsid w:val="004E3FD4"/>
    <w:rsid w:val="004E616E"/>
    <w:rsid w:val="004E62CD"/>
    <w:rsid w:val="004E6B0A"/>
    <w:rsid w:val="004E75CC"/>
    <w:rsid w:val="004F015A"/>
    <w:rsid w:val="004F07F5"/>
    <w:rsid w:val="004F0BA5"/>
    <w:rsid w:val="004F0F16"/>
    <w:rsid w:val="004F2293"/>
    <w:rsid w:val="004F2A3D"/>
    <w:rsid w:val="004F2DDD"/>
    <w:rsid w:val="004F36DB"/>
    <w:rsid w:val="004F39D7"/>
    <w:rsid w:val="004F488A"/>
    <w:rsid w:val="004F4AAB"/>
    <w:rsid w:val="004F4E21"/>
    <w:rsid w:val="004F6365"/>
    <w:rsid w:val="004F6A5A"/>
    <w:rsid w:val="00500DFC"/>
    <w:rsid w:val="00501967"/>
    <w:rsid w:val="00501CC1"/>
    <w:rsid w:val="00502C42"/>
    <w:rsid w:val="00502CB9"/>
    <w:rsid w:val="00502D31"/>
    <w:rsid w:val="00505971"/>
    <w:rsid w:val="005065FE"/>
    <w:rsid w:val="00506EA1"/>
    <w:rsid w:val="00506F4E"/>
    <w:rsid w:val="005076ED"/>
    <w:rsid w:val="005106EF"/>
    <w:rsid w:val="00510803"/>
    <w:rsid w:val="00510C84"/>
    <w:rsid w:val="0051492E"/>
    <w:rsid w:val="00514E00"/>
    <w:rsid w:val="00514E50"/>
    <w:rsid w:val="00514ED6"/>
    <w:rsid w:val="00515103"/>
    <w:rsid w:val="005151C8"/>
    <w:rsid w:val="00515243"/>
    <w:rsid w:val="005155DE"/>
    <w:rsid w:val="005166E4"/>
    <w:rsid w:val="0051672E"/>
    <w:rsid w:val="005167C7"/>
    <w:rsid w:val="005172B6"/>
    <w:rsid w:val="005177D1"/>
    <w:rsid w:val="00517BCE"/>
    <w:rsid w:val="005205F8"/>
    <w:rsid w:val="005208F8"/>
    <w:rsid w:val="00521AC8"/>
    <w:rsid w:val="00521C59"/>
    <w:rsid w:val="00522FEC"/>
    <w:rsid w:val="00524D17"/>
    <w:rsid w:val="00525C85"/>
    <w:rsid w:val="00525EBC"/>
    <w:rsid w:val="00526640"/>
    <w:rsid w:val="0052664B"/>
    <w:rsid w:val="00527791"/>
    <w:rsid w:val="00527B2E"/>
    <w:rsid w:val="00532ABE"/>
    <w:rsid w:val="00533914"/>
    <w:rsid w:val="00533A0E"/>
    <w:rsid w:val="005342F8"/>
    <w:rsid w:val="00534DAB"/>
    <w:rsid w:val="005356CC"/>
    <w:rsid w:val="005365FA"/>
    <w:rsid w:val="005368A5"/>
    <w:rsid w:val="005369CB"/>
    <w:rsid w:val="0053732F"/>
    <w:rsid w:val="00537D3E"/>
    <w:rsid w:val="00540403"/>
    <w:rsid w:val="00540406"/>
    <w:rsid w:val="0054154B"/>
    <w:rsid w:val="00541FE0"/>
    <w:rsid w:val="005422F7"/>
    <w:rsid w:val="00542866"/>
    <w:rsid w:val="00542950"/>
    <w:rsid w:val="00543757"/>
    <w:rsid w:val="0054376F"/>
    <w:rsid w:val="00543E6A"/>
    <w:rsid w:val="00543F2F"/>
    <w:rsid w:val="00544AC0"/>
    <w:rsid w:val="0054579B"/>
    <w:rsid w:val="00547194"/>
    <w:rsid w:val="00547397"/>
    <w:rsid w:val="005479EE"/>
    <w:rsid w:val="00550026"/>
    <w:rsid w:val="0055008D"/>
    <w:rsid w:val="0055026B"/>
    <w:rsid w:val="00550491"/>
    <w:rsid w:val="005514A2"/>
    <w:rsid w:val="00551547"/>
    <w:rsid w:val="00552A5C"/>
    <w:rsid w:val="00554872"/>
    <w:rsid w:val="00554CDD"/>
    <w:rsid w:val="00555E4F"/>
    <w:rsid w:val="00556220"/>
    <w:rsid w:val="00556E68"/>
    <w:rsid w:val="00560884"/>
    <w:rsid w:val="0056129C"/>
    <w:rsid w:val="005617CD"/>
    <w:rsid w:val="00562351"/>
    <w:rsid w:val="00562546"/>
    <w:rsid w:val="00562FB1"/>
    <w:rsid w:val="005639DA"/>
    <w:rsid w:val="0056489F"/>
    <w:rsid w:val="00565D41"/>
    <w:rsid w:val="00565F57"/>
    <w:rsid w:val="00566217"/>
    <w:rsid w:val="00566BDA"/>
    <w:rsid w:val="005671F2"/>
    <w:rsid w:val="00567C47"/>
    <w:rsid w:val="00571119"/>
    <w:rsid w:val="00571162"/>
    <w:rsid w:val="005712F1"/>
    <w:rsid w:val="0057212D"/>
    <w:rsid w:val="00572471"/>
    <w:rsid w:val="00572899"/>
    <w:rsid w:val="00573FB9"/>
    <w:rsid w:val="0057437B"/>
    <w:rsid w:val="00574492"/>
    <w:rsid w:val="00574B05"/>
    <w:rsid w:val="00575536"/>
    <w:rsid w:val="0057686E"/>
    <w:rsid w:val="00580593"/>
    <w:rsid w:val="00580925"/>
    <w:rsid w:val="0058182F"/>
    <w:rsid w:val="00581A36"/>
    <w:rsid w:val="00582460"/>
    <w:rsid w:val="00582597"/>
    <w:rsid w:val="00583B18"/>
    <w:rsid w:val="00583C42"/>
    <w:rsid w:val="0058490D"/>
    <w:rsid w:val="005850B6"/>
    <w:rsid w:val="00585E69"/>
    <w:rsid w:val="0058642D"/>
    <w:rsid w:val="00587605"/>
    <w:rsid w:val="00590476"/>
    <w:rsid w:val="00591421"/>
    <w:rsid w:val="00591B11"/>
    <w:rsid w:val="005928CE"/>
    <w:rsid w:val="00593E26"/>
    <w:rsid w:val="00593E6D"/>
    <w:rsid w:val="00594D7B"/>
    <w:rsid w:val="005959F7"/>
    <w:rsid w:val="00595B6F"/>
    <w:rsid w:val="0059604C"/>
    <w:rsid w:val="0059616C"/>
    <w:rsid w:val="005963D8"/>
    <w:rsid w:val="00596EE1"/>
    <w:rsid w:val="005971E0"/>
    <w:rsid w:val="00597582"/>
    <w:rsid w:val="005A0106"/>
    <w:rsid w:val="005A0EE9"/>
    <w:rsid w:val="005A1ADB"/>
    <w:rsid w:val="005A1B9F"/>
    <w:rsid w:val="005A2439"/>
    <w:rsid w:val="005A3438"/>
    <w:rsid w:val="005A3819"/>
    <w:rsid w:val="005A5090"/>
    <w:rsid w:val="005A5B3A"/>
    <w:rsid w:val="005A64C1"/>
    <w:rsid w:val="005A6B75"/>
    <w:rsid w:val="005A774A"/>
    <w:rsid w:val="005A7DA1"/>
    <w:rsid w:val="005B12AC"/>
    <w:rsid w:val="005B13E7"/>
    <w:rsid w:val="005B14D6"/>
    <w:rsid w:val="005B1BC3"/>
    <w:rsid w:val="005B3876"/>
    <w:rsid w:val="005B40AB"/>
    <w:rsid w:val="005B4444"/>
    <w:rsid w:val="005B4958"/>
    <w:rsid w:val="005B53AF"/>
    <w:rsid w:val="005B6D62"/>
    <w:rsid w:val="005B71D1"/>
    <w:rsid w:val="005B7E89"/>
    <w:rsid w:val="005B7EAD"/>
    <w:rsid w:val="005C01DC"/>
    <w:rsid w:val="005C0FAE"/>
    <w:rsid w:val="005C1C54"/>
    <w:rsid w:val="005C1C8A"/>
    <w:rsid w:val="005C26F7"/>
    <w:rsid w:val="005C2925"/>
    <w:rsid w:val="005C4EB0"/>
    <w:rsid w:val="005C5A1E"/>
    <w:rsid w:val="005C62C1"/>
    <w:rsid w:val="005C7A66"/>
    <w:rsid w:val="005D04D3"/>
    <w:rsid w:val="005D09E5"/>
    <w:rsid w:val="005D0DD4"/>
    <w:rsid w:val="005D1C03"/>
    <w:rsid w:val="005D2730"/>
    <w:rsid w:val="005D3664"/>
    <w:rsid w:val="005D392C"/>
    <w:rsid w:val="005D43E4"/>
    <w:rsid w:val="005D483E"/>
    <w:rsid w:val="005D48D3"/>
    <w:rsid w:val="005D4CCB"/>
    <w:rsid w:val="005D5625"/>
    <w:rsid w:val="005D5B6D"/>
    <w:rsid w:val="005D5EBA"/>
    <w:rsid w:val="005D5F31"/>
    <w:rsid w:val="005D6ACC"/>
    <w:rsid w:val="005D6E95"/>
    <w:rsid w:val="005D75C5"/>
    <w:rsid w:val="005E039E"/>
    <w:rsid w:val="005E0ACE"/>
    <w:rsid w:val="005E1466"/>
    <w:rsid w:val="005E14A1"/>
    <w:rsid w:val="005E17A9"/>
    <w:rsid w:val="005E184F"/>
    <w:rsid w:val="005E22F0"/>
    <w:rsid w:val="005E3003"/>
    <w:rsid w:val="005E303C"/>
    <w:rsid w:val="005E349B"/>
    <w:rsid w:val="005E3717"/>
    <w:rsid w:val="005E37B4"/>
    <w:rsid w:val="005E6328"/>
    <w:rsid w:val="005E7BFD"/>
    <w:rsid w:val="005E7EAB"/>
    <w:rsid w:val="005F0EAC"/>
    <w:rsid w:val="005F0F30"/>
    <w:rsid w:val="005F11D8"/>
    <w:rsid w:val="005F20A9"/>
    <w:rsid w:val="005F2129"/>
    <w:rsid w:val="005F2192"/>
    <w:rsid w:val="005F226E"/>
    <w:rsid w:val="005F5402"/>
    <w:rsid w:val="005F5669"/>
    <w:rsid w:val="005F5E07"/>
    <w:rsid w:val="005F6AA1"/>
    <w:rsid w:val="005F6F51"/>
    <w:rsid w:val="005F7494"/>
    <w:rsid w:val="005F7A83"/>
    <w:rsid w:val="005F7CAC"/>
    <w:rsid w:val="006002B7"/>
    <w:rsid w:val="0060262F"/>
    <w:rsid w:val="00603014"/>
    <w:rsid w:val="006031B4"/>
    <w:rsid w:val="006031E3"/>
    <w:rsid w:val="0060576C"/>
    <w:rsid w:val="00606624"/>
    <w:rsid w:val="006079B1"/>
    <w:rsid w:val="00610F6A"/>
    <w:rsid w:val="00611D6D"/>
    <w:rsid w:val="00611F68"/>
    <w:rsid w:val="0061414D"/>
    <w:rsid w:val="00614CBF"/>
    <w:rsid w:val="00615AC2"/>
    <w:rsid w:val="00617373"/>
    <w:rsid w:val="00621238"/>
    <w:rsid w:val="00621317"/>
    <w:rsid w:val="00623293"/>
    <w:rsid w:val="006238E0"/>
    <w:rsid w:val="00623CC6"/>
    <w:rsid w:val="00624A12"/>
    <w:rsid w:val="006259B8"/>
    <w:rsid w:val="00625B38"/>
    <w:rsid w:val="00626A98"/>
    <w:rsid w:val="006275ED"/>
    <w:rsid w:val="0062779B"/>
    <w:rsid w:val="0063086C"/>
    <w:rsid w:val="00630C63"/>
    <w:rsid w:val="00632199"/>
    <w:rsid w:val="00632381"/>
    <w:rsid w:val="006326D1"/>
    <w:rsid w:val="006328D3"/>
    <w:rsid w:val="00633AD6"/>
    <w:rsid w:val="006342A6"/>
    <w:rsid w:val="006345D2"/>
    <w:rsid w:val="006358A5"/>
    <w:rsid w:val="006363C8"/>
    <w:rsid w:val="00641B46"/>
    <w:rsid w:val="00642287"/>
    <w:rsid w:val="00642631"/>
    <w:rsid w:val="00642B5C"/>
    <w:rsid w:val="006434D8"/>
    <w:rsid w:val="00643D8F"/>
    <w:rsid w:val="00644B13"/>
    <w:rsid w:val="00644BDE"/>
    <w:rsid w:val="00644C8E"/>
    <w:rsid w:val="00644DFD"/>
    <w:rsid w:val="00645727"/>
    <w:rsid w:val="00646D57"/>
    <w:rsid w:val="00646DCD"/>
    <w:rsid w:val="00647091"/>
    <w:rsid w:val="0064744C"/>
    <w:rsid w:val="00647F11"/>
    <w:rsid w:val="00650854"/>
    <w:rsid w:val="006512FE"/>
    <w:rsid w:val="00651A9C"/>
    <w:rsid w:val="00651BA5"/>
    <w:rsid w:val="00652D41"/>
    <w:rsid w:val="00653857"/>
    <w:rsid w:val="00654AC3"/>
    <w:rsid w:val="00656819"/>
    <w:rsid w:val="00656A94"/>
    <w:rsid w:val="00656D27"/>
    <w:rsid w:val="00657770"/>
    <w:rsid w:val="00657BF0"/>
    <w:rsid w:val="00660800"/>
    <w:rsid w:val="00661747"/>
    <w:rsid w:val="00661A49"/>
    <w:rsid w:val="00661AFF"/>
    <w:rsid w:val="00662912"/>
    <w:rsid w:val="00662D2B"/>
    <w:rsid w:val="00663719"/>
    <w:rsid w:val="00663897"/>
    <w:rsid w:val="0066435C"/>
    <w:rsid w:val="00664D22"/>
    <w:rsid w:val="00665B97"/>
    <w:rsid w:val="006664E5"/>
    <w:rsid w:val="00666628"/>
    <w:rsid w:val="00666D05"/>
    <w:rsid w:val="0067011A"/>
    <w:rsid w:val="006702FE"/>
    <w:rsid w:val="006709CA"/>
    <w:rsid w:val="00670D14"/>
    <w:rsid w:val="0067125A"/>
    <w:rsid w:val="00671852"/>
    <w:rsid w:val="00672552"/>
    <w:rsid w:val="00672FB3"/>
    <w:rsid w:val="006736C9"/>
    <w:rsid w:val="00673E3A"/>
    <w:rsid w:val="006757DC"/>
    <w:rsid w:val="00676422"/>
    <w:rsid w:val="006769C3"/>
    <w:rsid w:val="006777EA"/>
    <w:rsid w:val="00677E1B"/>
    <w:rsid w:val="0068066D"/>
    <w:rsid w:val="00680994"/>
    <w:rsid w:val="00682014"/>
    <w:rsid w:val="00682115"/>
    <w:rsid w:val="006829DC"/>
    <w:rsid w:val="00682C17"/>
    <w:rsid w:val="00683938"/>
    <w:rsid w:val="006844E9"/>
    <w:rsid w:val="00687FAD"/>
    <w:rsid w:val="0069014B"/>
    <w:rsid w:val="00690C6A"/>
    <w:rsid w:val="00691119"/>
    <w:rsid w:val="0069173A"/>
    <w:rsid w:val="00693305"/>
    <w:rsid w:val="006942E6"/>
    <w:rsid w:val="00695BFB"/>
    <w:rsid w:val="00695D61"/>
    <w:rsid w:val="006962E9"/>
    <w:rsid w:val="006A03AF"/>
    <w:rsid w:val="006A046D"/>
    <w:rsid w:val="006A0A8E"/>
    <w:rsid w:val="006A15E3"/>
    <w:rsid w:val="006A2BDC"/>
    <w:rsid w:val="006A3621"/>
    <w:rsid w:val="006A3B9B"/>
    <w:rsid w:val="006A4E7F"/>
    <w:rsid w:val="006A51C8"/>
    <w:rsid w:val="006A6215"/>
    <w:rsid w:val="006A633E"/>
    <w:rsid w:val="006A6815"/>
    <w:rsid w:val="006B069C"/>
    <w:rsid w:val="006B06C1"/>
    <w:rsid w:val="006B127B"/>
    <w:rsid w:val="006B1BD4"/>
    <w:rsid w:val="006B3161"/>
    <w:rsid w:val="006B35A7"/>
    <w:rsid w:val="006B43FC"/>
    <w:rsid w:val="006B608D"/>
    <w:rsid w:val="006B62D6"/>
    <w:rsid w:val="006B7730"/>
    <w:rsid w:val="006B7ACD"/>
    <w:rsid w:val="006B7D57"/>
    <w:rsid w:val="006B7E98"/>
    <w:rsid w:val="006C0D76"/>
    <w:rsid w:val="006C1D58"/>
    <w:rsid w:val="006C1F24"/>
    <w:rsid w:val="006C229E"/>
    <w:rsid w:val="006C301F"/>
    <w:rsid w:val="006C440C"/>
    <w:rsid w:val="006C5705"/>
    <w:rsid w:val="006C5F6A"/>
    <w:rsid w:val="006C6473"/>
    <w:rsid w:val="006C7143"/>
    <w:rsid w:val="006C76EB"/>
    <w:rsid w:val="006D0C51"/>
    <w:rsid w:val="006D1132"/>
    <w:rsid w:val="006D1271"/>
    <w:rsid w:val="006D152D"/>
    <w:rsid w:val="006D1948"/>
    <w:rsid w:val="006D1BAB"/>
    <w:rsid w:val="006D1D5C"/>
    <w:rsid w:val="006D2C4A"/>
    <w:rsid w:val="006D2CB1"/>
    <w:rsid w:val="006D3017"/>
    <w:rsid w:val="006D33D8"/>
    <w:rsid w:val="006D46A3"/>
    <w:rsid w:val="006D4D37"/>
    <w:rsid w:val="006D5844"/>
    <w:rsid w:val="006D5873"/>
    <w:rsid w:val="006D6485"/>
    <w:rsid w:val="006D71B8"/>
    <w:rsid w:val="006E0102"/>
    <w:rsid w:val="006E0642"/>
    <w:rsid w:val="006E069F"/>
    <w:rsid w:val="006E0D65"/>
    <w:rsid w:val="006E1476"/>
    <w:rsid w:val="006E32A8"/>
    <w:rsid w:val="006E3546"/>
    <w:rsid w:val="006E4759"/>
    <w:rsid w:val="006E611C"/>
    <w:rsid w:val="006E7CA3"/>
    <w:rsid w:val="006F1630"/>
    <w:rsid w:val="006F2BEF"/>
    <w:rsid w:val="006F3397"/>
    <w:rsid w:val="006F3F12"/>
    <w:rsid w:val="006F4BBF"/>
    <w:rsid w:val="006F53D0"/>
    <w:rsid w:val="006F5633"/>
    <w:rsid w:val="006F7DBD"/>
    <w:rsid w:val="00700745"/>
    <w:rsid w:val="00700EAB"/>
    <w:rsid w:val="00700EE2"/>
    <w:rsid w:val="0070192A"/>
    <w:rsid w:val="00701BDC"/>
    <w:rsid w:val="00702E3A"/>
    <w:rsid w:val="0070327E"/>
    <w:rsid w:val="00703C14"/>
    <w:rsid w:val="007040DF"/>
    <w:rsid w:val="007051EA"/>
    <w:rsid w:val="00705307"/>
    <w:rsid w:val="00705CC2"/>
    <w:rsid w:val="00706786"/>
    <w:rsid w:val="00706F41"/>
    <w:rsid w:val="00711AC0"/>
    <w:rsid w:val="00711B6A"/>
    <w:rsid w:val="00711B77"/>
    <w:rsid w:val="00711CE9"/>
    <w:rsid w:val="007123E9"/>
    <w:rsid w:val="00712561"/>
    <w:rsid w:val="00712BCD"/>
    <w:rsid w:val="0071333E"/>
    <w:rsid w:val="00713EFC"/>
    <w:rsid w:val="00714349"/>
    <w:rsid w:val="0071776A"/>
    <w:rsid w:val="00717F49"/>
    <w:rsid w:val="00717FD8"/>
    <w:rsid w:val="007209EE"/>
    <w:rsid w:val="00720B2B"/>
    <w:rsid w:val="00722F6C"/>
    <w:rsid w:val="0072373F"/>
    <w:rsid w:val="00724CDB"/>
    <w:rsid w:val="007252C9"/>
    <w:rsid w:val="007258E5"/>
    <w:rsid w:val="0072734B"/>
    <w:rsid w:val="00727B8B"/>
    <w:rsid w:val="00732134"/>
    <w:rsid w:val="00732B0B"/>
    <w:rsid w:val="00732DE1"/>
    <w:rsid w:val="00732F2C"/>
    <w:rsid w:val="0073401A"/>
    <w:rsid w:val="00734768"/>
    <w:rsid w:val="00735ABC"/>
    <w:rsid w:val="00735BB8"/>
    <w:rsid w:val="007370F1"/>
    <w:rsid w:val="007373E3"/>
    <w:rsid w:val="00737503"/>
    <w:rsid w:val="00737B85"/>
    <w:rsid w:val="00740B9D"/>
    <w:rsid w:val="00742B96"/>
    <w:rsid w:val="00743AB0"/>
    <w:rsid w:val="007442BD"/>
    <w:rsid w:val="00744768"/>
    <w:rsid w:val="0074596F"/>
    <w:rsid w:val="00745AE3"/>
    <w:rsid w:val="007479C7"/>
    <w:rsid w:val="00750057"/>
    <w:rsid w:val="007505D9"/>
    <w:rsid w:val="00750AE3"/>
    <w:rsid w:val="00751537"/>
    <w:rsid w:val="007528A9"/>
    <w:rsid w:val="00753F2B"/>
    <w:rsid w:val="007547E3"/>
    <w:rsid w:val="00754B2E"/>
    <w:rsid w:val="007554EF"/>
    <w:rsid w:val="00755A45"/>
    <w:rsid w:val="00755F22"/>
    <w:rsid w:val="007622EC"/>
    <w:rsid w:val="00762728"/>
    <w:rsid w:val="00762C3B"/>
    <w:rsid w:val="00763208"/>
    <w:rsid w:val="00763243"/>
    <w:rsid w:val="00763515"/>
    <w:rsid w:val="007635DF"/>
    <w:rsid w:val="00763940"/>
    <w:rsid w:val="00764141"/>
    <w:rsid w:val="007668DA"/>
    <w:rsid w:val="00766D31"/>
    <w:rsid w:val="00766F4A"/>
    <w:rsid w:val="007701B7"/>
    <w:rsid w:val="0077050F"/>
    <w:rsid w:val="007709D1"/>
    <w:rsid w:val="00770E95"/>
    <w:rsid w:val="00771D19"/>
    <w:rsid w:val="00771F4A"/>
    <w:rsid w:val="007740C1"/>
    <w:rsid w:val="0077441C"/>
    <w:rsid w:val="00774E6C"/>
    <w:rsid w:val="00775799"/>
    <w:rsid w:val="007766AB"/>
    <w:rsid w:val="007769F9"/>
    <w:rsid w:val="00780CAA"/>
    <w:rsid w:val="00782DE4"/>
    <w:rsid w:val="00783D2B"/>
    <w:rsid w:val="00784A9A"/>
    <w:rsid w:val="0078515B"/>
    <w:rsid w:val="00785376"/>
    <w:rsid w:val="007854FD"/>
    <w:rsid w:val="007859AD"/>
    <w:rsid w:val="00785E87"/>
    <w:rsid w:val="0078620C"/>
    <w:rsid w:val="00786463"/>
    <w:rsid w:val="00787E70"/>
    <w:rsid w:val="0079097A"/>
    <w:rsid w:val="0079176F"/>
    <w:rsid w:val="007924B5"/>
    <w:rsid w:val="007929E1"/>
    <w:rsid w:val="00792CE2"/>
    <w:rsid w:val="00793CC1"/>
    <w:rsid w:val="0079752B"/>
    <w:rsid w:val="007A1027"/>
    <w:rsid w:val="007A2E8A"/>
    <w:rsid w:val="007A47B5"/>
    <w:rsid w:val="007A5A57"/>
    <w:rsid w:val="007A627E"/>
    <w:rsid w:val="007A6CF2"/>
    <w:rsid w:val="007A6CF7"/>
    <w:rsid w:val="007A7BFA"/>
    <w:rsid w:val="007A7C94"/>
    <w:rsid w:val="007B0320"/>
    <w:rsid w:val="007B054A"/>
    <w:rsid w:val="007B267B"/>
    <w:rsid w:val="007B2CE5"/>
    <w:rsid w:val="007B50AD"/>
    <w:rsid w:val="007B5B07"/>
    <w:rsid w:val="007B5F6C"/>
    <w:rsid w:val="007B61A6"/>
    <w:rsid w:val="007B63BF"/>
    <w:rsid w:val="007B63DA"/>
    <w:rsid w:val="007B6588"/>
    <w:rsid w:val="007B6B37"/>
    <w:rsid w:val="007B729A"/>
    <w:rsid w:val="007B72F9"/>
    <w:rsid w:val="007C06DA"/>
    <w:rsid w:val="007C0AB5"/>
    <w:rsid w:val="007C31FF"/>
    <w:rsid w:val="007C3DDF"/>
    <w:rsid w:val="007C45ED"/>
    <w:rsid w:val="007C4DAE"/>
    <w:rsid w:val="007C5896"/>
    <w:rsid w:val="007C59CC"/>
    <w:rsid w:val="007C6A18"/>
    <w:rsid w:val="007C6AE0"/>
    <w:rsid w:val="007C6EEF"/>
    <w:rsid w:val="007C6F2A"/>
    <w:rsid w:val="007C7295"/>
    <w:rsid w:val="007D0EFF"/>
    <w:rsid w:val="007D30D7"/>
    <w:rsid w:val="007D4552"/>
    <w:rsid w:val="007D499A"/>
    <w:rsid w:val="007D49A0"/>
    <w:rsid w:val="007D4A60"/>
    <w:rsid w:val="007D4C60"/>
    <w:rsid w:val="007D4E84"/>
    <w:rsid w:val="007D60C8"/>
    <w:rsid w:val="007D61A9"/>
    <w:rsid w:val="007D6667"/>
    <w:rsid w:val="007D6DE7"/>
    <w:rsid w:val="007D7A96"/>
    <w:rsid w:val="007D7FB9"/>
    <w:rsid w:val="007E081A"/>
    <w:rsid w:val="007E14E2"/>
    <w:rsid w:val="007E2974"/>
    <w:rsid w:val="007E3E6B"/>
    <w:rsid w:val="007E59D1"/>
    <w:rsid w:val="007E5E3A"/>
    <w:rsid w:val="007E686B"/>
    <w:rsid w:val="007E767D"/>
    <w:rsid w:val="007E786B"/>
    <w:rsid w:val="007F0113"/>
    <w:rsid w:val="007F0952"/>
    <w:rsid w:val="007F25D4"/>
    <w:rsid w:val="007F4D39"/>
    <w:rsid w:val="007F4D79"/>
    <w:rsid w:val="007F4D90"/>
    <w:rsid w:val="007F570B"/>
    <w:rsid w:val="007F59D6"/>
    <w:rsid w:val="007F5C07"/>
    <w:rsid w:val="007F5D5A"/>
    <w:rsid w:val="007F60F0"/>
    <w:rsid w:val="007F6E86"/>
    <w:rsid w:val="007F70EE"/>
    <w:rsid w:val="007F7A68"/>
    <w:rsid w:val="00801D65"/>
    <w:rsid w:val="00802502"/>
    <w:rsid w:val="0080289D"/>
    <w:rsid w:val="00802EF5"/>
    <w:rsid w:val="00806601"/>
    <w:rsid w:val="00807411"/>
    <w:rsid w:val="00807974"/>
    <w:rsid w:val="008104C2"/>
    <w:rsid w:val="00810C14"/>
    <w:rsid w:val="0081385A"/>
    <w:rsid w:val="00814418"/>
    <w:rsid w:val="0081546D"/>
    <w:rsid w:val="00815D5D"/>
    <w:rsid w:val="00815E18"/>
    <w:rsid w:val="00816190"/>
    <w:rsid w:val="00816A29"/>
    <w:rsid w:val="00816B6A"/>
    <w:rsid w:val="00816E18"/>
    <w:rsid w:val="008203C6"/>
    <w:rsid w:val="00820D4A"/>
    <w:rsid w:val="00820DF8"/>
    <w:rsid w:val="008213FA"/>
    <w:rsid w:val="008217DC"/>
    <w:rsid w:val="00821B7E"/>
    <w:rsid w:val="00821FBA"/>
    <w:rsid w:val="00822D96"/>
    <w:rsid w:val="00822F1C"/>
    <w:rsid w:val="0082327F"/>
    <w:rsid w:val="008235B7"/>
    <w:rsid w:val="008241D2"/>
    <w:rsid w:val="00824748"/>
    <w:rsid w:val="008252B6"/>
    <w:rsid w:val="0082685A"/>
    <w:rsid w:val="0083051E"/>
    <w:rsid w:val="008305BB"/>
    <w:rsid w:val="00831090"/>
    <w:rsid w:val="00831252"/>
    <w:rsid w:val="00831A29"/>
    <w:rsid w:val="0083212C"/>
    <w:rsid w:val="00832CF6"/>
    <w:rsid w:val="00832D33"/>
    <w:rsid w:val="00833730"/>
    <w:rsid w:val="008342BE"/>
    <w:rsid w:val="008350BF"/>
    <w:rsid w:val="00837A9D"/>
    <w:rsid w:val="00840F04"/>
    <w:rsid w:val="00840F39"/>
    <w:rsid w:val="00841D27"/>
    <w:rsid w:val="0084306C"/>
    <w:rsid w:val="00843E48"/>
    <w:rsid w:val="008460DB"/>
    <w:rsid w:val="00846768"/>
    <w:rsid w:val="008468E6"/>
    <w:rsid w:val="008477EC"/>
    <w:rsid w:val="00847880"/>
    <w:rsid w:val="00847A52"/>
    <w:rsid w:val="00850A6A"/>
    <w:rsid w:val="00850E8A"/>
    <w:rsid w:val="00852143"/>
    <w:rsid w:val="00852D5F"/>
    <w:rsid w:val="008533D1"/>
    <w:rsid w:val="008535D9"/>
    <w:rsid w:val="008542D9"/>
    <w:rsid w:val="00854EEF"/>
    <w:rsid w:val="00855FE9"/>
    <w:rsid w:val="0085649A"/>
    <w:rsid w:val="00856E6E"/>
    <w:rsid w:val="00857657"/>
    <w:rsid w:val="00861497"/>
    <w:rsid w:val="0086237B"/>
    <w:rsid w:val="008625F6"/>
    <w:rsid w:val="00862AA2"/>
    <w:rsid w:val="00863C07"/>
    <w:rsid w:val="008645EF"/>
    <w:rsid w:val="00864D94"/>
    <w:rsid w:val="00865227"/>
    <w:rsid w:val="008652B8"/>
    <w:rsid w:val="008652D2"/>
    <w:rsid w:val="00865B3D"/>
    <w:rsid w:val="00865DBD"/>
    <w:rsid w:val="00865EAE"/>
    <w:rsid w:val="00865F48"/>
    <w:rsid w:val="00866ECD"/>
    <w:rsid w:val="00870825"/>
    <w:rsid w:val="00871EAE"/>
    <w:rsid w:val="008732CE"/>
    <w:rsid w:val="00875669"/>
    <w:rsid w:val="008762C4"/>
    <w:rsid w:val="00876C38"/>
    <w:rsid w:val="00877418"/>
    <w:rsid w:val="00877FE2"/>
    <w:rsid w:val="00880755"/>
    <w:rsid w:val="00881980"/>
    <w:rsid w:val="008825A1"/>
    <w:rsid w:val="008831CE"/>
    <w:rsid w:val="0088345B"/>
    <w:rsid w:val="008844B2"/>
    <w:rsid w:val="00884B5C"/>
    <w:rsid w:val="00884BF0"/>
    <w:rsid w:val="00884F6F"/>
    <w:rsid w:val="008875CB"/>
    <w:rsid w:val="008879D3"/>
    <w:rsid w:val="00887AD3"/>
    <w:rsid w:val="00890335"/>
    <w:rsid w:val="00892431"/>
    <w:rsid w:val="00892503"/>
    <w:rsid w:val="00892657"/>
    <w:rsid w:val="008945C3"/>
    <w:rsid w:val="0089461D"/>
    <w:rsid w:val="00895796"/>
    <w:rsid w:val="00896425"/>
    <w:rsid w:val="00896680"/>
    <w:rsid w:val="008975F3"/>
    <w:rsid w:val="00897980"/>
    <w:rsid w:val="00897F00"/>
    <w:rsid w:val="008A090A"/>
    <w:rsid w:val="008A1A25"/>
    <w:rsid w:val="008A350A"/>
    <w:rsid w:val="008A3AB7"/>
    <w:rsid w:val="008A3E78"/>
    <w:rsid w:val="008A4C6F"/>
    <w:rsid w:val="008A4F26"/>
    <w:rsid w:val="008A735B"/>
    <w:rsid w:val="008A7DFA"/>
    <w:rsid w:val="008B060B"/>
    <w:rsid w:val="008B0911"/>
    <w:rsid w:val="008B0D9D"/>
    <w:rsid w:val="008B0DB0"/>
    <w:rsid w:val="008B0F5D"/>
    <w:rsid w:val="008B1B7F"/>
    <w:rsid w:val="008B2CAC"/>
    <w:rsid w:val="008B3FD2"/>
    <w:rsid w:val="008B4631"/>
    <w:rsid w:val="008B5534"/>
    <w:rsid w:val="008B64CA"/>
    <w:rsid w:val="008B6B62"/>
    <w:rsid w:val="008B7CD4"/>
    <w:rsid w:val="008C04F9"/>
    <w:rsid w:val="008C147C"/>
    <w:rsid w:val="008C174D"/>
    <w:rsid w:val="008C194E"/>
    <w:rsid w:val="008C254D"/>
    <w:rsid w:val="008C3C5E"/>
    <w:rsid w:val="008C3D2F"/>
    <w:rsid w:val="008C3DF8"/>
    <w:rsid w:val="008C4010"/>
    <w:rsid w:val="008C4307"/>
    <w:rsid w:val="008C4D61"/>
    <w:rsid w:val="008C557F"/>
    <w:rsid w:val="008C614F"/>
    <w:rsid w:val="008C6315"/>
    <w:rsid w:val="008C77A9"/>
    <w:rsid w:val="008D0942"/>
    <w:rsid w:val="008D13A5"/>
    <w:rsid w:val="008D257C"/>
    <w:rsid w:val="008D31BF"/>
    <w:rsid w:val="008D425E"/>
    <w:rsid w:val="008D5BA2"/>
    <w:rsid w:val="008D5CE2"/>
    <w:rsid w:val="008D77D8"/>
    <w:rsid w:val="008E0DD8"/>
    <w:rsid w:val="008E181C"/>
    <w:rsid w:val="008E3E3C"/>
    <w:rsid w:val="008E7C7C"/>
    <w:rsid w:val="008F093A"/>
    <w:rsid w:val="008F156F"/>
    <w:rsid w:val="008F1929"/>
    <w:rsid w:val="008F355F"/>
    <w:rsid w:val="008F5386"/>
    <w:rsid w:val="008F67B5"/>
    <w:rsid w:val="008F6DB3"/>
    <w:rsid w:val="008F76B5"/>
    <w:rsid w:val="008F7BAE"/>
    <w:rsid w:val="00900212"/>
    <w:rsid w:val="009003FA"/>
    <w:rsid w:val="00901017"/>
    <w:rsid w:val="009026AF"/>
    <w:rsid w:val="009034F9"/>
    <w:rsid w:val="00903596"/>
    <w:rsid w:val="009035F9"/>
    <w:rsid w:val="0090480B"/>
    <w:rsid w:val="009050C0"/>
    <w:rsid w:val="009060C7"/>
    <w:rsid w:val="00906464"/>
    <w:rsid w:val="0090697C"/>
    <w:rsid w:val="009104EB"/>
    <w:rsid w:val="00911477"/>
    <w:rsid w:val="00911941"/>
    <w:rsid w:val="00912AF4"/>
    <w:rsid w:val="00912F1A"/>
    <w:rsid w:val="0091420F"/>
    <w:rsid w:val="0091447C"/>
    <w:rsid w:val="00914891"/>
    <w:rsid w:val="00914993"/>
    <w:rsid w:val="009153A5"/>
    <w:rsid w:val="009164F6"/>
    <w:rsid w:val="009166A6"/>
    <w:rsid w:val="00916B4F"/>
    <w:rsid w:val="00917052"/>
    <w:rsid w:val="0091714E"/>
    <w:rsid w:val="00920774"/>
    <w:rsid w:val="0092096A"/>
    <w:rsid w:val="009221C1"/>
    <w:rsid w:val="009226FC"/>
    <w:rsid w:val="009227C3"/>
    <w:rsid w:val="00922A8E"/>
    <w:rsid w:val="00923D88"/>
    <w:rsid w:val="00924739"/>
    <w:rsid w:val="0092475F"/>
    <w:rsid w:val="00925593"/>
    <w:rsid w:val="00925C11"/>
    <w:rsid w:val="00925C35"/>
    <w:rsid w:val="00926DF2"/>
    <w:rsid w:val="0092730D"/>
    <w:rsid w:val="009310D3"/>
    <w:rsid w:val="00931109"/>
    <w:rsid w:val="00932173"/>
    <w:rsid w:val="009324B2"/>
    <w:rsid w:val="0093265F"/>
    <w:rsid w:val="0093270C"/>
    <w:rsid w:val="00932FC9"/>
    <w:rsid w:val="009332BC"/>
    <w:rsid w:val="00934363"/>
    <w:rsid w:val="00934604"/>
    <w:rsid w:val="0093537F"/>
    <w:rsid w:val="00935ABA"/>
    <w:rsid w:val="00935B3D"/>
    <w:rsid w:val="00935D58"/>
    <w:rsid w:val="00935F72"/>
    <w:rsid w:val="00936DD4"/>
    <w:rsid w:val="009370A4"/>
    <w:rsid w:val="009379F9"/>
    <w:rsid w:val="009407BB"/>
    <w:rsid w:val="00941748"/>
    <w:rsid w:val="00942454"/>
    <w:rsid w:val="009429C6"/>
    <w:rsid w:val="00942CA2"/>
    <w:rsid w:val="00944306"/>
    <w:rsid w:val="00945F6A"/>
    <w:rsid w:val="009478E0"/>
    <w:rsid w:val="0095023D"/>
    <w:rsid w:val="00952A8D"/>
    <w:rsid w:val="00953068"/>
    <w:rsid w:val="009532A3"/>
    <w:rsid w:val="0095343B"/>
    <w:rsid w:val="0095356D"/>
    <w:rsid w:val="009535E5"/>
    <w:rsid w:val="00953E78"/>
    <w:rsid w:val="0095533E"/>
    <w:rsid w:val="0095594D"/>
    <w:rsid w:val="00956DA0"/>
    <w:rsid w:val="00960342"/>
    <w:rsid w:val="0096098B"/>
    <w:rsid w:val="009612ED"/>
    <w:rsid w:val="00962AD7"/>
    <w:rsid w:val="009637DA"/>
    <w:rsid w:val="00963BA9"/>
    <w:rsid w:val="00964663"/>
    <w:rsid w:val="00964F3A"/>
    <w:rsid w:val="0096561B"/>
    <w:rsid w:val="00965758"/>
    <w:rsid w:val="00965DB0"/>
    <w:rsid w:val="009676F0"/>
    <w:rsid w:val="009719A1"/>
    <w:rsid w:val="009720FE"/>
    <w:rsid w:val="009724D9"/>
    <w:rsid w:val="00972870"/>
    <w:rsid w:val="00972BDC"/>
    <w:rsid w:val="009732E3"/>
    <w:rsid w:val="0097344E"/>
    <w:rsid w:val="00973E44"/>
    <w:rsid w:val="00974D64"/>
    <w:rsid w:val="00975573"/>
    <w:rsid w:val="009759F5"/>
    <w:rsid w:val="00975B7A"/>
    <w:rsid w:val="00976304"/>
    <w:rsid w:val="00976EE3"/>
    <w:rsid w:val="009777A4"/>
    <w:rsid w:val="00977F5D"/>
    <w:rsid w:val="00980D88"/>
    <w:rsid w:val="009815E3"/>
    <w:rsid w:val="00981AB9"/>
    <w:rsid w:val="0098214E"/>
    <w:rsid w:val="00982577"/>
    <w:rsid w:val="009830A6"/>
    <w:rsid w:val="00984BC5"/>
    <w:rsid w:val="0098522A"/>
    <w:rsid w:val="0098674F"/>
    <w:rsid w:val="00987825"/>
    <w:rsid w:val="00990964"/>
    <w:rsid w:val="00990A06"/>
    <w:rsid w:val="00990D08"/>
    <w:rsid w:val="00991032"/>
    <w:rsid w:val="00992555"/>
    <w:rsid w:val="009930ED"/>
    <w:rsid w:val="00993A14"/>
    <w:rsid w:val="00995B2E"/>
    <w:rsid w:val="00995B75"/>
    <w:rsid w:val="009A0BA6"/>
    <w:rsid w:val="009A0BB1"/>
    <w:rsid w:val="009A0EE2"/>
    <w:rsid w:val="009A1021"/>
    <w:rsid w:val="009A1822"/>
    <w:rsid w:val="009A244C"/>
    <w:rsid w:val="009A2532"/>
    <w:rsid w:val="009A273A"/>
    <w:rsid w:val="009A3A3F"/>
    <w:rsid w:val="009A3DD1"/>
    <w:rsid w:val="009A448D"/>
    <w:rsid w:val="009A4BBE"/>
    <w:rsid w:val="009A53BB"/>
    <w:rsid w:val="009A606A"/>
    <w:rsid w:val="009A6DEA"/>
    <w:rsid w:val="009A7023"/>
    <w:rsid w:val="009A71CC"/>
    <w:rsid w:val="009B0A74"/>
    <w:rsid w:val="009B0E81"/>
    <w:rsid w:val="009B1352"/>
    <w:rsid w:val="009B1AA2"/>
    <w:rsid w:val="009B1FD5"/>
    <w:rsid w:val="009B4C94"/>
    <w:rsid w:val="009B62FE"/>
    <w:rsid w:val="009B65A3"/>
    <w:rsid w:val="009B7267"/>
    <w:rsid w:val="009C0652"/>
    <w:rsid w:val="009C066B"/>
    <w:rsid w:val="009C1173"/>
    <w:rsid w:val="009C200A"/>
    <w:rsid w:val="009C24BB"/>
    <w:rsid w:val="009C280D"/>
    <w:rsid w:val="009C2861"/>
    <w:rsid w:val="009C3218"/>
    <w:rsid w:val="009C4047"/>
    <w:rsid w:val="009C59B1"/>
    <w:rsid w:val="009C611D"/>
    <w:rsid w:val="009C687A"/>
    <w:rsid w:val="009D0069"/>
    <w:rsid w:val="009D11A2"/>
    <w:rsid w:val="009D2634"/>
    <w:rsid w:val="009D2DFF"/>
    <w:rsid w:val="009D3AE4"/>
    <w:rsid w:val="009D50E6"/>
    <w:rsid w:val="009D6848"/>
    <w:rsid w:val="009D745C"/>
    <w:rsid w:val="009E1677"/>
    <w:rsid w:val="009E1D8C"/>
    <w:rsid w:val="009E2665"/>
    <w:rsid w:val="009E3F8D"/>
    <w:rsid w:val="009E4948"/>
    <w:rsid w:val="009E5459"/>
    <w:rsid w:val="009E6160"/>
    <w:rsid w:val="009E73F1"/>
    <w:rsid w:val="009E7630"/>
    <w:rsid w:val="009E775A"/>
    <w:rsid w:val="009E79F8"/>
    <w:rsid w:val="009F0F7F"/>
    <w:rsid w:val="009F1096"/>
    <w:rsid w:val="009F1C4C"/>
    <w:rsid w:val="009F3C05"/>
    <w:rsid w:val="009F45A0"/>
    <w:rsid w:val="009F47F4"/>
    <w:rsid w:val="009F5DCC"/>
    <w:rsid w:val="009F7814"/>
    <w:rsid w:val="00A0113C"/>
    <w:rsid w:val="00A018EF"/>
    <w:rsid w:val="00A01AA5"/>
    <w:rsid w:val="00A02F21"/>
    <w:rsid w:val="00A03E83"/>
    <w:rsid w:val="00A04B22"/>
    <w:rsid w:val="00A06CE0"/>
    <w:rsid w:val="00A073EE"/>
    <w:rsid w:val="00A07D55"/>
    <w:rsid w:val="00A103E2"/>
    <w:rsid w:val="00A112BC"/>
    <w:rsid w:val="00A1263D"/>
    <w:rsid w:val="00A1334D"/>
    <w:rsid w:val="00A13914"/>
    <w:rsid w:val="00A156CF"/>
    <w:rsid w:val="00A15E4F"/>
    <w:rsid w:val="00A15EC9"/>
    <w:rsid w:val="00A1608C"/>
    <w:rsid w:val="00A16853"/>
    <w:rsid w:val="00A16B3F"/>
    <w:rsid w:val="00A17486"/>
    <w:rsid w:val="00A1764A"/>
    <w:rsid w:val="00A21736"/>
    <w:rsid w:val="00A21767"/>
    <w:rsid w:val="00A21B4D"/>
    <w:rsid w:val="00A2297A"/>
    <w:rsid w:val="00A2299E"/>
    <w:rsid w:val="00A232EA"/>
    <w:rsid w:val="00A23398"/>
    <w:rsid w:val="00A247EA"/>
    <w:rsid w:val="00A24BB6"/>
    <w:rsid w:val="00A252E5"/>
    <w:rsid w:val="00A259A3"/>
    <w:rsid w:val="00A26D25"/>
    <w:rsid w:val="00A27BDA"/>
    <w:rsid w:val="00A31955"/>
    <w:rsid w:val="00A338D9"/>
    <w:rsid w:val="00A342E4"/>
    <w:rsid w:val="00A34802"/>
    <w:rsid w:val="00A36248"/>
    <w:rsid w:val="00A376C8"/>
    <w:rsid w:val="00A37D74"/>
    <w:rsid w:val="00A40F5C"/>
    <w:rsid w:val="00A41185"/>
    <w:rsid w:val="00A44117"/>
    <w:rsid w:val="00A45A68"/>
    <w:rsid w:val="00A47A7B"/>
    <w:rsid w:val="00A52B25"/>
    <w:rsid w:val="00A52DA8"/>
    <w:rsid w:val="00A530AD"/>
    <w:rsid w:val="00A53760"/>
    <w:rsid w:val="00A54A72"/>
    <w:rsid w:val="00A54FA3"/>
    <w:rsid w:val="00A5611A"/>
    <w:rsid w:val="00A56662"/>
    <w:rsid w:val="00A57199"/>
    <w:rsid w:val="00A57CC4"/>
    <w:rsid w:val="00A61A08"/>
    <w:rsid w:val="00A62B0A"/>
    <w:rsid w:val="00A62C35"/>
    <w:rsid w:val="00A63ECC"/>
    <w:rsid w:val="00A64820"/>
    <w:rsid w:val="00A64CDB"/>
    <w:rsid w:val="00A65D2D"/>
    <w:rsid w:val="00A65E23"/>
    <w:rsid w:val="00A65ED3"/>
    <w:rsid w:val="00A65EF6"/>
    <w:rsid w:val="00A66052"/>
    <w:rsid w:val="00A66854"/>
    <w:rsid w:val="00A67496"/>
    <w:rsid w:val="00A67A9F"/>
    <w:rsid w:val="00A67B20"/>
    <w:rsid w:val="00A708A8"/>
    <w:rsid w:val="00A70AF3"/>
    <w:rsid w:val="00A72E61"/>
    <w:rsid w:val="00A72EDC"/>
    <w:rsid w:val="00A7430A"/>
    <w:rsid w:val="00A7513C"/>
    <w:rsid w:val="00A7677B"/>
    <w:rsid w:val="00A768E9"/>
    <w:rsid w:val="00A76A66"/>
    <w:rsid w:val="00A76CD6"/>
    <w:rsid w:val="00A7739D"/>
    <w:rsid w:val="00A77E5E"/>
    <w:rsid w:val="00A80918"/>
    <w:rsid w:val="00A820F4"/>
    <w:rsid w:val="00A8217D"/>
    <w:rsid w:val="00A8236F"/>
    <w:rsid w:val="00A82C8B"/>
    <w:rsid w:val="00A83914"/>
    <w:rsid w:val="00A8458E"/>
    <w:rsid w:val="00A84746"/>
    <w:rsid w:val="00A858E8"/>
    <w:rsid w:val="00A85B44"/>
    <w:rsid w:val="00A8648A"/>
    <w:rsid w:val="00A865B8"/>
    <w:rsid w:val="00A86736"/>
    <w:rsid w:val="00A8704A"/>
    <w:rsid w:val="00A87A6D"/>
    <w:rsid w:val="00A90439"/>
    <w:rsid w:val="00A90BC1"/>
    <w:rsid w:val="00A90F74"/>
    <w:rsid w:val="00A90FAC"/>
    <w:rsid w:val="00A910CA"/>
    <w:rsid w:val="00A9159B"/>
    <w:rsid w:val="00A91649"/>
    <w:rsid w:val="00A91A8F"/>
    <w:rsid w:val="00A91D6A"/>
    <w:rsid w:val="00A9232B"/>
    <w:rsid w:val="00A92A83"/>
    <w:rsid w:val="00A93E08"/>
    <w:rsid w:val="00A94368"/>
    <w:rsid w:val="00A945C1"/>
    <w:rsid w:val="00A94C5C"/>
    <w:rsid w:val="00A961DD"/>
    <w:rsid w:val="00A96948"/>
    <w:rsid w:val="00A96C89"/>
    <w:rsid w:val="00A973AE"/>
    <w:rsid w:val="00A97E80"/>
    <w:rsid w:val="00AA0051"/>
    <w:rsid w:val="00AA0188"/>
    <w:rsid w:val="00AA0FB5"/>
    <w:rsid w:val="00AA25D4"/>
    <w:rsid w:val="00AA2D42"/>
    <w:rsid w:val="00AA3952"/>
    <w:rsid w:val="00AA407E"/>
    <w:rsid w:val="00AA4198"/>
    <w:rsid w:val="00AA45DA"/>
    <w:rsid w:val="00AA520E"/>
    <w:rsid w:val="00AA5E03"/>
    <w:rsid w:val="00AA642C"/>
    <w:rsid w:val="00AA6F19"/>
    <w:rsid w:val="00AA7B53"/>
    <w:rsid w:val="00AB09FC"/>
    <w:rsid w:val="00AB147A"/>
    <w:rsid w:val="00AB1504"/>
    <w:rsid w:val="00AB21C8"/>
    <w:rsid w:val="00AB2F78"/>
    <w:rsid w:val="00AB3A70"/>
    <w:rsid w:val="00AB47A4"/>
    <w:rsid w:val="00AB4C76"/>
    <w:rsid w:val="00AB4F3B"/>
    <w:rsid w:val="00AB53F7"/>
    <w:rsid w:val="00AB54C8"/>
    <w:rsid w:val="00AB6C98"/>
    <w:rsid w:val="00AB6E74"/>
    <w:rsid w:val="00AC2478"/>
    <w:rsid w:val="00AC32F8"/>
    <w:rsid w:val="00AC3BF3"/>
    <w:rsid w:val="00AC469A"/>
    <w:rsid w:val="00AC4DC9"/>
    <w:rsid w:val="00AC52F8"/>
    <w:rsid w:val="00AC5807"/>
    <w:rsid w:val="00AC6FBE"/>
    <w:rsid w:val="00AC7882"/>
    <w:rsid w:val="00AC7DE6"/>
    <w:rsid w:val="00AC7F1B"/>
    <w:rsid w:val="00AD1ACF"/>
    <w:rsid w:val="00AD25B6"/>
    <w:rsid w:val="00AD2E2C"/>
    <w:rsid w:val="00AD4603"/>
    <w:rsid w:val="00AD49D3"/>
    <w:rsid w:val="00AD4C72"/>
    <w:rsid w:val="00AD4E8E"/>
    <w:rsid w:val="00AD52A2"/>
    <w:rsid w:val="00AD693D"/>
    <w:rsid w:val="00AD72AA"/>
    <w:rsid w:val="00AE031C"/>
    <w:rsid w:val="00AE083B"/>
    <w:rsid w:val="00AE0A6A"/>
    <w:rsid w:val="00AE1370"/>
    <w:rsid w:val="00AE1471"/>
    <w:rsid w:val="00AE15B1"/>
    <w:rsid w:val="00AE25C7"/>
    <w:rsid w:val="00AE26E3"/>
    <w:rsid w:val="00AE2A66"/>
    <w:rsid w:val="00AE3025"/>
    <w:rsid w:val="00AE440C"/>
    <w:rsid w:val="00AE508B"/>
    <w:rsid w:val="00AE5404"/>
    <w:rsid w:val="00AE5996"/>
    <w:rsid w:val="00AE5A98"/>
    <w:rsid w:val="00AE5DF4"/>
    <w:rsid w:val="00AE663D"/>
    <w:rsid w:val="00AE6C5B"/>
    <w:rsid w:val="00AF005E"/>
    <w:rsid w:val="00AF1236"/>
    <w:rsid w:val="00AF1A10"/>
    <w:rsid w:val="00AF1D6A"/>
    <w:rsid w:val="00AF3037"/>
    <w:rsid w:val="00AF30D6"/>
    <w:rsid w:val="00AF3B70"/>
    <w:rsid w:val="00AF4486"/>
    <w:rsid w:val="00AF5926"/>
    <w:rsid w:val="00AF5B21"/>
    <w:rsid w:val="00AF5EB7"/>
    <w:rsid w:val="00AF6A0E"/>
    <w:rsid w:val="00AF6F6D"/>
    <w:rsid w:val="00AF7788"/>
    <w:rsid w:val="00AF7D23"/>
    <w:rsid w:val="00B00A94"/>
    <w:rsid w:val="00B01B35"/>
    <w:rsid w:val="00B02A9C"/>
    <w:rsid w:val="00B033B7"/>
    <w:rsid w:val="00B04328"/>
    <w:rsid w:val="00B0463F"/>
    <w:rsid w:val="00B04D65"/>
    <w:rsid w:val="00B04EA8"/>
    <w:rsid w:val="00B05082"/>
    <w:rsid w:val="00B0551D"/>
    <w:rsid w:val="00B05E9B"/>
    <w:rsid w:val="00B0619D"/>
    <w:rsid w:val="00B065A0"/>
    <w:rsid w:val="00B06FA7"/>
    <w:rsid w:val="00B07379"/>
    <w:rsid w:val="00B100AB"/>
    <w:rsid w:val="00B10DE9"/>
    <w:rsid w:val="00B116E3"/>
    <w:rsid w:val="00B11927"/>
    <w:rsid w:val="00B13340"/>
    <w:rsid w:val="00B1443A"/>
    <w:rsid w:val="00B14A58"/>
    <w:rsid w:val="00B15377"/>
    <w:rsid w:val="00B16029"/>
    <w:rsid w:val="00B16517"/>
    <w:rsid w:val="00B16DD0"/>
    <w:rsid w:val="00B22DF6"/>
    <w:rsid w:val="00B245B1"/>
    <w:rsid w:val="00B24B96"/>
    <w:rsid w:val="00B250A0"/>
    <w:rsid w:val="00B256EC"/>
    <w:rsid w:val="00B262CC"/>
    <w:rsid w:val="00B27150"/>
    <w:rsid w:val="00B272A1"/>
    <w:rsid w:val="00B27329"/>
    <w:rsid w:val="00B27380"/>
    <w:rsid w:val="00B279B8"/>
    <w:rsid w:val="00B304E1"/>
    <w:rsid w:val="00B3078F"/>
    <w:rsid w:val="00B30EED"/>
    <w:rsid w:val="00B3155E"/>
    <w:rsid w:val="00B321DC"/>
    <w:rsid w:val="00B323AD"/>
    <w:rsid w:val="00B3260F"/>
    <w:rsid w:val="00B332C1"/>
    <w:rsid w:val="00B3382A"/>
    <w:rsid w:val="00B34F61"/>
    <w:rsid w:val="00B34F7B"/>
    <w:rsid w:val="00B36231"/>
    <w:rsid w:val="00B36F61"/>
    <w:rsid w:val="00B37CD4"/>
    <w:rsid w:val="00B420E0"/>
    <w:rsid w:val="00B42AB6"/>
    <w:rsid w:val="00B444A2"/>
    <w:rsid w:val="00B455C7"/>
    <w:rsid w:val="00B45AB7"/>
    <w:rsid w:val="00B46A45"/>
    <w:rsid w:val="00B47CE3"/>
    <w:rsid w:val="00B47D2C"/>
    <w:rsid w:val="00B501A1"/>
    <w:rsid w:val="00B501B0"/>
    <w:rsid w:val="00B504DA"/>
    <w:rsid w:val="00B506C0"/>
    <w:rsid w:val="00B50A2F"/>
    <w:rsid w:val="00B50F17"/>
    <w:rsid w:val="00B512B9"/>
    <w:rsid w:val="00B51CFE"/>
    <w:rsid w:val="00B52BB3"/>
    <w:rsid w:val="00B53435"/>
    <w:rsid w:val="00B53BAB"/>
    <w:rsid w:val="00B53DA0"/>
    <w:rsid w:val="00B549AF"/>
    <w:rsid w:val="00B56013"/>
    <w:rsid w:val="00B5669A"/>
    <w:rsid w:val="00B56F74"/>
    <w:rsid w:val="00B60F42"/>
    <w:rsid w:val="00B63809"/>
    <w:rsid w:val="00B6385B"/>
    <w:rsid w:val="00B639B1"/>
    <w:rsid w:val="00B642A3"/>
    <w:rsid w:val="00B64E9A"/>
    <w:rsid w:val="00B650BC"/>
    <w:rsid w:val="00B65782"/>
    <w:rsid w:val="00B65CC4"/>
    <w:rsid w:val="00B679C5"/>
    <w:rsid w:val="00B67B3A"/>
    <w:rsid w:val="00B67F95"/>
    <w:rsid w:val="00B701AB"/>
    <w:rsid w:val="00B705F1"/>
    <w:rsid w:val="00B71144"/>
    <w:rsid w:val="00B715C1"/>
    <w:rsid w:val="00B71867"/>
    <w:rsid w:val="00B7231D"/>
    <w:rsid w:val="00B72543"/>
    <w:rsid w:val="00B7278C"/>
    <w:rsid w:val="00B74893"/>
    <w:rsid w:val="00B74940"/>
    <w:rsid w:val="00B74BC5"/>
    <w:rsid w:val="00B7547D"/>
    <w:rsid w:val="00B75CB4"/>
    <w:rsid w:val="00B80413"/>
    <w:rsid w:val="00B807C6"/>
    <w:rsid w:val="00B80F4F"/>
    <w:rsid w:val="00B8102E"/>
    <w:rsid w:val="00B810F3"/>
    <w:rsid w:val="00B81435"/>
    <w:rsid w:val="00B814E8"/>
    <w:rsid w:val="00B82646"/>
    <w:rsid w:val="00B8331F"/>
    <w:rsid w:val="00B83BA5"/>
    <w:rsid w:val="00B83E39"/>
    <w:rsid w:val="00B84655"/>
    <w:rsid w:val="00B84FA9"/>
    <w:rsid w:val="00B850B0"/>
    <w:rsid w:val="00B850EA"/>
    <w:rsid w:val="00B854B2"/>
    <w:rsid w:val="00B86559"/>
    <w:rsid w:val="00B87C33"/>
    <w:rsid w:val="00B9009B"/>
    <w:rsid w:val="00B90F96"/>
    <w:rsid w:val="00B918FA"/>
    <w:rsid w:val="00B91C2A"/>
    <w:rsid w:val="00B9405E"/>
    <w:rsid w:val="00B94750"/>
    <w:rsid w:val="00B94C32"/>
    <w:rsid w:val="00B952CC"/>
    <w:rsid w:val="00B95880"/>
    <w:rsid w:val="00B961CE"/>
    <w:rsid w:val="00B9626C"/>
    <w:rsid w:val="00B97EC7"/>
    <w:rsid w:val="00BA080C"/>
    <w:rsid w:val="00BA16DA"/>
    <w:rsid w:val="00BA2E89"/>
    <w:rsid w:val="00BA32BB"/>
    <w:rsid w:val="00BA3A7E"/>
    <w:rsid w:val="00BA3B15"/>
    <w:rsid w:val="00BA5383"/>
    <w:rsid w:val="00BA540F"/>
    <w:rsid w:val="00BA5DBE"/>
    <w:rsid w:val="00BA61E0"/>
    <w:rsid w:val="00BA69D9"/>
    <w:rsid w:val="00BA730D"/>
    <w:rsid w:val="00BA753E"/>
    <w:rsid w:val="00BB044C"/>
    <w:rsid w:val="00BB06D5"/>
    <w:rsid w:val="00BB15EB"/>
    <w:rsid w:val="00BB2A74"/>
    <w:rsid w:val="00BB2EBD"/>
    <w:rsid w:val="00BB379E"/>
    <w:rsid w:val="00BB4154"/>
    <w:rsid w:val="00BB43A0"/>
    <w:rsid w:val="00BB4CAE"/>
    <w:rsid w:val="00BB674A"/>
    <w:rsid w:val="00BB69C7"/>
    <w:rsid w:val="00BB6CE4"/>
    <w:rsid w:val="00BB74D9"/>
    <w:rsid w:val="00BB7BEC"/>
    <w:rsid w:val="00BC08FB"/>
    <w:rsid w:val="00BC1392"/>
    <w:rsid w:val="00BC2D9E"/>
    <w:rsid w:val="00BC3FA3"/>
    <w:rsid w:val="00BC538E"/>
    <w:rsid w:val="00BC56F9"/>
    <w:rsid w:val="00BC6149"/>
    <w:rsid w:val="00BC6514"/>
    <w:rsid w:val="00BC69E2"/>
    <w:rsid w:val="00BC6ACD"/>
    <w:rsid w:val="00BC70EB"/>
    <w:rsid w:val="00BC745F"/>
    <w:rsid w:val="00BC77A1"/>
    <w:rsid w:val="00BD03F3"/>
    <w:rsid w:val="00BD05AC"/>
    <w:rsid w:val="00BD0A0C"/>
    <w:rsid w:val="00BD0FA3"/>
    <w:rsid w:val="00BD1DF3"/>
    <w:rsid w:val="00BD1F5A"/>
    <w:rsid w:val="00BD2FAC"/>
    <w:rsid w:val="00BD30FA"/>
    <w:rsid w:val="00BD3F5F"/>
    <w:rsid w:val="00BD4581"/>
    <w:rsid w:val="00BD4FF8"/>
    <w:rsid w:val="00BD5482"/>
    <w:rsid w:val="00BD6109"/>
    <w:rsid w:val="00BD614B"/>
    <w:rsid w:val="00BD6566"/>
    <w:rsid w:val="00BD68CE"/>
    <w:rsid w:val="00BD69EB"/>
    <w:rsid w:val="00BD6C6B"/>
    <w:rsid w:val="00BD78B5"/>
    <w:rsid w:val="00BD7BFC"/>
    <w:rsid w:val="00BE0949"/>
    <w:rsid w:val="00BE0CD7"/>
    <w:rsid w:val="00BE1225"/>
    <w:rsid w:val="00BE1541"/>
    <w:rsid w:val="00BE2D34"/>
    <w:rsid w:val="00BE3781"/>
    <w:rsid w:val="00BE45B5"/>
    <w:rsid w:val="00BE5521"/>
    <w:rsid w:val="00BE5E08"/>
    <w:rsid w:val="00BE72B3"/>
    <w:rsid w:val="00BE779D"/>
    <w:rsid w:val="00BF186E"/>
    <w:rsid w:val="00BF1EFB"/>
    <w:rsid w:val="00BF2621"/>
    <w:rsid w:val="00BF2764"/>
    <w:rsid w:val="00BF3066"/>
    <w:rsid w:val="00BF3125"/>
    <w:rsid w:val="00BF334A"/>
    <w:rsid w:val="00BF3C04"/>
    <w:rsid w:val="00BF498F"/>
    <w:rsid w:val="00BF5266"/>
    <w:rsid w:val="00BF5E43"/>
    <w:rsid w:val="00BF6B00"/>
    <w:rsid w:val="00BF6DBC"/>
    <w:rsid w:val="00BF707E"/>
    <w:rsid w:val="00BF722A"/>
    <w:rsid w:val="00BF77CF"/>
    <w:rsid w:val="00BF7D18"/>
    <w:rsid w:val="00BF7F4C"/>
    <w:rsid w:val="00C01D8F"/>
    <w:rsid w:val="00C01F44"/>
    <w:rsid w:val="00C0212D"/>
    <w:rsid w:val="00C0530D"/>
    <w:rsid w:val="00C053CF"/>
    <w:rsid w:val="00C07902"/>
    <w:rsid w:val="00C07B94"/>
    <w:rsid w:val="00C07F5F"/>
    <w:rsid w:val="00C10340"/>
    <w:rsid w:val="00C10BF9"/>
    <w:rsid w:val="00C123F2"/>
    <w:rsid w:val="00C12584"/>
    <w:rsid w:val="00C12B18"/>
    <w:rsid w:val="00C12BF9"/>
    <w:rsid w:val="00C13569"/>
    <w:rsid w:val="00C1394C"/>
    <w:rsid w:val="00C13B1B"/>
    <w:rsid w:val="00C14FE6"/>
    <w:rsid w:val="00C15FE8"/>
    <w:rsid w:val="00C16C5D"/>
    <w:rsid w:val="00C17065"/>
    <w:rsid w:val="00C17C2F"/>
    <w:rsid w:val="00C2166C"/>
    <w:rsid w:val="00C23970"/>
    <w:rsid w:val="00C239B4"/>
    <w:rsid w:val="00C263DE"/>
    <w:rsid w:val="00C27004"/>
    <w:rsid w:val="00C27588"/>
    <w:rsid w:val="00C27E98"/>
    <w:rsid w:val="00C30643"/>
    <w:rsid w:val="00C30719"/>
    <w:rsid w:val="00C310CF"/>
    <w:rsid w:val="00C3168A"/>
    <w:rsid w:val="00C31B0E"/>
    <w:rsid w:val="00C3280A"/>
    <w:rsid w:val="00C330B1"/>
    <w:rsid w:val="00C346DF"/>
    <w:rsid w:val="00C3508E"/>
    <w:rsid w:val="00C35CDB"/>
    <w:rsid w:val="00C36279"/>
    <w:rsid w:val="00C363DD"/>
    <w:rsid w:val="00C377D7"/>
    <w:rsid w:val="00C40509"/>
    <w:rsid w:val="00C4130D"/>
    <w:rsid w:val="00C419CC"/>
    <w:rsid w:val="00C41B36"/>
    <w:rsid w:val="00C423E0"/>
    <w:rsid w:val="00C4290E"/>
    <w:rsid w:val="00C45341"/>
    <w:rsid w:val="00C46777"/>
    <w:rsid w:val="00C46FD5"/>
    <w:rsid w:val="00C50015"/>
    <w:rsid w:val="00C51C81"/>
    <w:rsid w:val="00C521ED"/>
    <w:rsid w:val="00C529D3"/>
    <w:rsid w:val="00C52A2B"/>
    <w:rsid w:val="00C533D5"/>
    <w:rsid w:val="00C53779"/>
    <w:rsid w:val="00C557D4"/>
    <w:rsid w:val="00C56914"/>
    <w:rsid w:val="00C56EF3"/>
    <w:rsid w:val="00C600E8"/>
    <w:rsid w:val="00C617A3"/>
    <w:rsid w:val="00C619AA"/>
    <w:rsid w:val="00C62EB4"/>
    <w:rsid w:val="00C63422"/>
    <w:rsid w:val="00C64CA0"/>
    <w:rsid w:val="00C66D1E"/>
    <w:rsid w:val="00C66F9A"/>
    <w:rsid w:val="00C67387"/>
    <w:rsid w:val="00C70D34"/>
    <w:rsid w:val="00C70FFC"/>
    <w:rsid w:val="00C71A19"/>
    <w:rsid w:val="00C725EE"/>
    <w:rsid w:val="00C72B85"/>
    <w:rsid w:val="00C748CB"/>
    <w:rsid w:val="00C74D97"/>
    <w:rsid w:val="00C75179"/>
    <w:rsid w:val="00C7608F"/>
    <w:rsid w:val="00C7636D"/>
    <w:rsid w:val="00C80742"/>
    <w:rsid w:val="00C8295E"/>
    <w:rsid w:val="00C8369F"/>
    <w:rsid w:val="00C838A3"/>
    <w:rsid w:val="00C83F8C"/>
    <w:rsid w:val="00C845C5"/>
    <w:rsid w:val="00C84C29"/>
    <w:rsid w:val="00C85740"/>
    <w:rsid w:val="00C85D62"/>
    <w:rsid w:val="00C86609"/>
    <w:rsid w:val="00C872F3"/>
    <w:rsid w:val="00C874A0"/>
    <w:rsid w:val="00C907C3"/>
    <w:rsid w:val="00C911AC"/>
    <w:rsid w:val="00C91B34"/>
    <w:rsid w:val="00C9296A"/>
    <w:rsid w:val="00C932F7"/>
    <w:rsid w:val="00C94454"/>
    <w:rsid w:val="00C953F9"/>
    <w:rsid w:val="00C95AF1"/>
    <w:rsid w:val="00C969B4"/>
    <w:rsid w:val="00C97F6B"/>
    <w:rsid w:val="00CA047B"/>
    <w:rsid w:val="00CA0A20"/>
    <w:rsid w:val="00CA20EF"/>
    <w:rsid w:val="00CA244D"/>
    <w:rsid w:val="00CA24D0"/>
    <w:rsid w:val="00CA2ABC"/>
    <w:rsid w:val="00CA3081"/>
    <w:rsid w:val="00CA343C"/>
    <w:rsid w:val="00CA3FD6"/>
    <w:rsid w:val="00CA41D5"/>
    <w:rsid w:val="00CA42F5"/>
    <w:rsid w:val="00CA5326"/>
    <w:rsid w:val="00CA5837"/>
    <w:rsid w:val="00CA6335"/>
    <w:rsid w:val="00CA6838"/>
    <w:rsid w:val="00CA708F"/>
    <w:rsid w:val="00CA754C"/>
    <w:rsid w:val="00CB0758"/>
    <w:rsid w:val="00CB188A"/>
    <w:rsid w:val="00CB206E"/>
    <w:rsid w:val="00CB2C70"/>
    <w:rsid w:val="00CB30EA"/>
    <w:rsid w:val="00CB3225"/>
    <w:rsid w:val="00CB67F2"/>
    <w:rsid w:val="00CB72B9"/>
    <w:rsid w:val="00CC0B58"/>
    <w:rsid w:val="00CC168A"/>
    <w:rsid w:val="00CC28C1"/>
    <w:rsid w:val="00CC307A"/>
    <w:rsid w:val="00CC3636"/>
    <w:rsid w:val="00CC3712"/>
    <w:rsid w:val="00CC3F31"/>
    <w:rsid w:val="00CC5F4C"/>
    <w:rsid w:val="00CC6B7B"/>
    <w:rsid w:val="00CC7B8B"/>
    <w:rsid w:val="00CD0DDD"/>
    <w:rsid w:val="00CD0ED1"/>
    <w:rsid w:val="00CD1C7B"/>
    <w:rsid w:val="00CD2719"/>
    <w:rsid w:val="00CD34AA"/>
    <w:rsid w:val="00CD3919"/>
    <w:rsid w:val="00CD3925"/>
    <w:rsid w:val="00CD4DEA"/>
    <w:rsid w:val="00CD5096"/>
    <w:rsid w:val="00CD534C"/>
    <w:rsid w:val="00CD68BC"/>
    <w:rsid w:val="00CD6D64"/>
    <w:rsid w:val="00CD7080"/>
    <w:rsid w:val="00CD75C0"/>
    <w:rsid w:val="00CD7D92"/>
    <w:rsid w:val="00CD7EC4"/>
    <w:rsid w:val="00CE004E"/>
    <w:rsid w:val="00CE068E"/>
    <w:rsid w:val="00CE0B60"/>
    <w:rsid w:val="00CE0E90"/>
    <w:rsid w:val="00CE10CA"/>
    <w:rsid w:val="00CE12A8"/>
    <w:rsid w:val="00CE1DF4"/>
    <w:rsid w:val="00CE50DA"/>
    <w:rsid w:val="00CE52D6"/>
    <w:rsid w:val="00CE5FA4"/>
    <w:rsid w:val="00CE6D77"/>
    <w:rsid w:val="00CE711E"/>
    <w:rsid w:val="00CE7A89"/>
    <w:rsid w:val="00CE7C10"/>
    <w:rsid w:val="00CE7C9B"/>
    <w:rsid w:val="00CF1636"/>
    <w:rsid w:val="00CF27DC"/>
    <w:rsid w:val="00CF2B1C"/>
    <w:rsid w:val="00CF2E10"/>
    <w:rsid w:val="00CF342D"/>
    <w:rsid w:val="00CF45E5"/>
    <w:rsid w:val="00CF48F4"/>
    <w:rsid w:val="00CF5E7B"/>
    <w:rsid w:val="00CF741F"/>
    <w:rsid w:val="00D0038A"/>
    <w:rsid w:val="00D02652"/>
    <w:rsid w:val="00D04000"/>
    <w:rsid w:val="00D05629"/>
    <w:rsid w:val="00D05A21"/>
    <w:rsid w:val="00D063A9"/>
    <w:rsid w:val="00D07D0F"/>
    <w:rsid w:val="00D10C01"/>
    <w:rsid w:val="00D1104E"/>
    <w:rsid w:val="00D11B52"/>
    <w:rsid w:val="00D11E41"/>
    <w:rsid w:val="00D122A6"/>
    <w:rsid w:val="00D137EA"/>
    <w:rsid w:val="00D1459A"/>
    <w:rsid w:val="00D15CDC"/>
    <w:rsid w:val="00D16EE9"/>
    <w:rsid w:val="00D176A6"/>
    <w:rsid w:val="00D17B88"/>
    <w:rsid w:val="00D17BA9"/>
    <w:rsid w:val="00D20301"/>
    <w:rsid w:val="00D20506"/>
    <w:rsid w:val="00D20914"/>
    <w:rsid w:val="00D2103A"/>
    <w:rsid w:val="00D226E4"/>
    <w:rsid w:val="00D230A4"/>
    <w:rsid w:val="00D23193"/>
    <w:rsid w:val="00D23522"/>
    <w:rsid w:val="00D23B1D"/>
    <w:rsid w:val="00D24E20"/>
    <w:rsid w:val="00D2538C"/>
    <w:rsid w:val="00D259ED"/>
    <w:rsid w:val="00D26A31"/>
    <w:rsid w:val="00D26B87"/>
    <w:rsid w:val="00D26D34"/>
    <w:rsid w:val="00D26E42"/>
    <w:rsid w:val="00D26ECB"/>
    <w:rsid w:val="00D27592"/>
    <w:rsid w:val="00D306F0"/>
    <w:rsid w:val="00D3089F"/>
    <w:rsid w:val="00D30C83"/>
    <w:rsid w:val="00D31857"/>
    <w:rsid w:val="00D333FE"/>
    <w:rsid w:val="00D33865"/>
    <w:rsid w:val="00D34233"/>
    <w:rsid w:val="00D34B47"/>
    <w:rsid w:val="00D34B9D"/>
    <w:rsid w:val="00D352CE"/>
    <w:rsid w:val="00D36337"/>
    <w:rsid w:val="00D37367"/>
    <w:rsid w:val="00D43BFE"/>
    <w:rsid w:val="00D43E30"/>
    <w:rsid w:val="00D440B0"/>
    <w:rsid w:val="00D44361"/>
    <w:rsid w:val="00D44383"/>
    <w:rsid w:val="00D44F15"/>
    <w:rsid w:val="00D4659B"/>
    <w:rsid w:val="00D46AEF"/>
    <w:rsid w:val="00D47466"/>
    <w:rsid w:val="00D47D0F"/>
    <w:rsid w:val="00D503CC"/>
    <w:rsid w:val="00D5093F"/>
    <w:rsid w:val="00D5207E"/>
    <w:rsid w:val="00D5323F"/>
    <w:rsid w:val="00D53B56"/>
    <w:rsid w:val="00D540DE"/>
    <w:rsid w:val="00D547A6"/>
    <w:rsid w:val="00D547FC"/>
    <w:rsid w:val="00D54F99"/>
    <w:rsid w:val="00D56C68"/>
    <w:rsid w:val="00D56F54"/>
    <w:rsid w:val="00D56FD6"/>
    <w:rsid w:val="00D60391"/>
    <w:rsid w:val="00D60CC5"/>
    <w:rsid w:val="00D60E02"/>
    <w:rsid w:val="00D6130E"/>
    <w:rsid w:val="00D61630"/>
    <w:rsid w:val="00D61CF0"/>
    <w:rsid w:val="00D628D4"/>
    <w:rsid w:val="00D63824"/>
    <w:rsid w:val="00D63ED3"/>
    <w:rsid w:val="00D63FEF"/>
    <w:rsid w:val="00D6495F"/>
    <w:rsid w:val="00D654ED"/>
    <w:rsid w:val="00D65C6C"/>
    <w:rsid w:val="00D662F6"/>
    <w:rsid w:val="00D6647F"/>
    <w:rsid w:val="00D67C5C"/>
    <w:rsid w:val="00D718DC"/>
    <w:rsid w:val="00D71E45"/>
    <w:rsid w:val="00D71F9E"/>
    <w:rsid w:val="00D71FFE"/>
    <w:rsid w:val="00D7252A"/>
    <w:rsid w:val="00D72886"/>
    <w:rsid w:val="00D72C2F"/>
    <w:rsid w:val="00D73E9C"/>
    <w:rsid w:val="00D74E10"/>
    <w:rsid w:val="00D76DCD"/>
    <w:rsid w:val="00D77C5D"/>
    <w:rsid w:val="00D80505"/>
    <w:rsid w:val="00D80CF2"/>
    <w:rsid w:val="00D81213"/>
    <w:rsid w:val="00D81A91"/>
    <w:rsid w:val="00D82E9D"/>
    <w:rsid w:val="00D837F7"/>
    <w:rsid w:val="00D84040"/>
    <w:rsid w:val="00D843F6"/>
    <w:rsid w:val="00D8484A"/>
    <w:rsid w:val="00D86A91"/>
    <w:rsid w:val="00D8764E"/>
    <w:rsid w:val="00D87E79"/>
    <w:rsid w:val="00D91255"/>
    <w:rsid w:val="00D91CC9"/>
    <w:rsid w:val="00D92773"/>
    <w:rsid w:val="00D92AA1"/>
    <w:rsid w:val="00D92D63"/>
    <w:rsid w:val="00D93218"/>
    <w:rsid w:val="00D943A5"/>
    <w:rsid w:val="00D955C3"/>
    <w:rsid w:val="00D96F91"/>
    <w:rsid w:val="00DA0F03"/>
    <w:rsid w:val="00DA302D"/>
    <w:rsid w:val="00DA32A0"/>
    <w:rsid w:val="00DA3A7B"/>
    <w:rsid w:val="00DA45B8"/>
    <w:rsid w:val="00DA4652"/>
    <w:rsid w:val="00DA480E"/>
    <w:rsid w:val="00DA4B09"/>
    <w:rsid w:val="00DA575F"/>
    <w:rsid w:val="00DA58D0"/>
    <w:rsid w:val="00DA7887"/>
    <w:rsid w:val="00DA79B6"/>
    <w:rsid w:val="00DB10B5"/>
    <w:rsid w:val="00DB15D5"/>
    <w:rsid w:val="00DB258E"/>
    <w:rsid w:val="00DB2CC0"/>
    <w:rsid w:val="00DB2FAF"/>
    <w:rsid w:val="00DB349D"/>
    <w:rsid w:val="00DB3A2C"/>
    <w:rsid w:val="00DB3BD7"/>
    <w:rsid w:val="00DB3C7B"/>
    <w:rsid w:val="00DB61A2"/>
    <w:rsid w:val="00DB6825"/>
    <w:rsid w:val="00DB7B7E"/>
    <w:rsid w:val="00DC0157"/>
    <w:rsid w:val="00DC0296"/>
    <w:rsid w:val="00DC0488"/>
    <w:rsid w:val="00DC0739"/>
    <w:rsid w:val="00DC0783"/>
    <w:rsid w:val="00DC2DEC"/>
    <w:rsid w:val="00DC313D"/>
    <w:rsid w:val="00DC3975"/>
    <w:rsid w:val="00DC39D0"/>
    <w:rsid w:val="00DC45B9"/>
    <w:rsid w:val="00DC4766"/>
    <w:rsid w:val="00DC5B60"/>
    <w:rsid w:val="00DC6068"/>
    <w:rsid w:val="00DC6660"/>
    <w:rsid w:val="00DC6A4F"/>
    <w:rsid w:val="00DC6E22"/>
    <w:rsid w:val="00DC7C33"/>
    <w:rsid w:val="00DD1E77"/>
    <w:rsid w:val="00DD4011"/>
    <w:rsid w:val="00DD5898"/>
    <w:rsid w:val="00DD5CCD"/>
    <w:rsid w:val="00DD6449"/>
    <w:rsid w:val="00DD6DE2"/>
    <w:rsid w:val="00DD7B34"/>
    <w:rsid w:val="00DE0326"/>
    <w:rsid w:val="00DE0C60"/>
    <w:rsid w:val="00DE0E71"/>
    <w:rsid w:val="00DE1E50"/>
    <w:rsid w:val="00DE2526"/>
    <w:rsid w:val="00DE27DC"/>
    <w:rsid w:val="00DE2B00"/>
    <w:rsid w:val="00DE34C9"/>
    <w:rsid w:val="00DE34E7"/>
    <w:rsid w:val="00DE533C"/>
    <w:rsid w:val="00DE60FE"/>
    <w:rsid w:val="00DE67FC"/>
    <w:rsid w:val="00DE6FD6"/>
    <w:rsid w:val="00DE79E1"/>
    <w:rsid w:val="00DF036F"/>
    <w:rsid w:val="00DF088C"/>
    <w:rsid w:val="00DF2569"/>
    <w:rsid w:val="00DF3B8E"/>
    <w:rsid w:val="00DF41BC"/>
    <w:rsid w:val="00DF4825"/>
    <w:rsid w:val="00DF5B78"/>
    <w:rsid w:val="00DF6FEF"/>
    <w:rsid w:val="00DF77B9"/>
    <w:rsid w:val="00DF7A79"/>
    <w:rsid w:val="00DF7B5F"/>
    <w:rsid w:val="00E001B2"/>
    <w:rsid w:val="00E0249A"/>
    <w:rsid w:val="00E028BC"/>
    <w:rsid w:val="00E039B3"/>
    <w:rsid w:val="00E04465"/>
    <w:rsid w:val="00E044FE"/>
    <w:rsid w:val="00E05342"/>
    <w:rsid w:val="00E05354"/>
    <w:rsid w:val="00E05A92"/>
    <w:rsid w:val="00E06612"/>
    <w:rsid w:val="00E06642"/>
    <w:rsid w:val="00E06FCF"/>
    <w:rsid w:val="00E0715A"/>
    <w:rsid w:val="00E07226"/>
    <w:rsid w:val="00E104DD"/>
    <w:rsid w:val="00E10B19"/>
    <w:rsid w:val="00E133BA"/>
    <w:rsid w:val="00E13DD1"/>
    <w:rsid w:val="00E140D6"/>
    <w:rsid w:val="00E17606"/>
    <w:rsid w:val="00E1774D"/>
    <w:rsid w:val="00E17EFE"/>
    <w:rsid w:val="00E203F6"/>
    <w:rsid w:val="00E20556"/>
    <w:rsid w:val="00E206C2"/>
    <w:rsid w:val="00E20B32"/>
    <w:rsid w:val="00E212D8"/>
    <w:rsid w:val="00E215FE"/>
    <w:rsid w:val="00E21FA5"/>
    <w:rsid w:val="00E22B0B"/>
    <w:rsid w:val="00E2325E"/>
    <w:rsid w:val="00E24041"/>
    <w:rsid w:val="00E24312"/>
    <w:rsid w:val="00E24EFC"/>
    <w:rsid w:val="00E2542B"/>
    <w:rsid w:val="00E25B57"/>
    <w:rsid w:val="00E26C28"/>
    <w:rsid w:val="00E27891"/>
    <w:rsid w:val="00E30AB1"/>
    <w:rsid w:val="00E30B3B"/>
    <w:rsid w:val="00E30C64"/>
    <w:rsid w:val="00E3168B"/>
    <w:rsid w:val="00E3178F"/>
    <w:rsid w:val="00E32083"/>
    <w:rsid w:val="00E34E04"/>
    <w:rsid w:val="00E35B06"/>
    <w:rsid w:val="00E36659"/>
    <w:rsid w:val="00E37069"/>
    <w:rsid w:val="00E37DE4"/>
    <w:rsid w:val="00E40D49"/>
    <w:rsid w:val="00E410BF"/>
    <w:rsid w:val="00E41980"/>
    <w:rsid w:val="00E41E0C"/>
    <w:rsid w:val="00E41FC4"/>
    <w:rsid w:val="00E42CF9"/>
    <w:rsid w:val="00E43805"/>
    <w:rsid w:val="00E4425F"/>
    <w:rsid w:val="00E451E2"/>
    <w:rsid w:val="00E45DC0"/>
    <w:rsid w:val="00E46257"/>
    <w:rsid w:val="00E475B1"/>
    <w:rsid w:val="00E47D0E"/>
    <w:rsid w:val="00E47F2C"/>
    <w:rsid w:val="00E52164"/>
    <w:rsid w:val="00E52DEB"/>
    <w:rsid w:val="00E5332C"/>
    <w:rsid w:val="00E53B5C"/>
    <w:rsid w:val="00E53B95"/>
    <w:rsid w:val="00E548F1"/>
    <w:rsid w:val="00E54F7C"/>
    <w:rsid w:val="00E55768"/>
    <w:rsid w:val="00E55809"/>
    <w:rsid w:val="00E5665C"/>
    <w:rsid w:val="00E568A3"/>
    <w:rsid w:val="00E5742D"/>
    <w:rsid w:val="00E5763F"/>
    <w:rsid w:val="00E579DF"/>
    <w:rsid w:val="00E60C29"/>
    <w:rsid w:val="00E61449"/>
    <w:rsid w:val="00E61528"/>
    <w:rsid w:val="00E61E01"/>
    <w:rsid w:val="00E62474"/>
    <w:rsid w:val="00E62510"/>
    <w:rsid w:val="00E644EA"/>
    <w:rsid w:val="00E645F2"/>
    <w:rsid w:val="00E64C15"/>
    <w:rsid w:val="00E66241"/>
    <w:rsid w:val="00E66827"/>
    <w:rsid w:val="00E6709D"/>
    <w:rsid w:val="00E67F7B"/>
    <w:rsid w:val="00E708A3"/>
    <w:rsid w:val="00E714C3"/>
    <w:rsid w:val="00E72398"/>
    <w:rsid w:val="00E72A5F"/>
    <w:rsid w:val="00E734C4"/>
    <w:rsid w:val="00E737B3"/>
    <w:rsid w:val="00E73CB8"/>
    <w:rsid w:val="00E743F0"/>
    <w:rsid w:val="00E759F1"/>
    <w:rsid w:val="00E75E6E"/>
    <w:rsid w:val="00E76761"/>
    <w:rsid w:val="00E771F8"/>
    <w:rsid w:val="00E772C6"/>
    <w:rsid w:val="00E77676"/>
    <w:rsid w:val="00E80EC5"/>
    <w:rsid w:val="00E81B0D"/>
    <w:rsid w:val="00E82610"/>
    <w:rsid w:val="00E83324"/>
    <w:rsid w:val="00E83B52"/>
    <w:rsid w:val="00E83BA3"/>
    <w:rsid w:val="00E83DAA"/>
    <w:rsid w:val="00E8474B"/>
    <w:rsid w:val="00E84E2A"/>
    <w:rsid w:val="00E87C15"/>
    <w:rsid w:val="00E87D88"/>
    <w:rsid w:val="00E90F7E"/>
    <w:rsid w:val="00E91203"/>
    <w:rsid w:val="00E9167C"/>
    <w:rsid w:val="00E91B31"/>
    <w:rsid w:val="00E92148"/>
    <w:rsid w:val="00E94902"/>
    <w:rsid w:val="00E94E0E"/>
    <w:rsid w:val="00E95710"/>
    <w:rsid w:val="00E958EA"/>
    <w:rsid w:val="00E95957"/>
    <w:rsid w:val="00E97152"/>
    <w:rsid w:val="00EA087E"/>
    <w:rsid w:val="00EA1915"/>
    <w:rsid w:val="00EA1F49"/>
    <w:rsid w:val="00EA2551"/>
    <w:rsid w:val="00EA36FC"/>
    <w:rsid w:val="00EA521C"/>
    <w:rsid w:val="00EA5AB8"/>
    <w:rsid w:val="00EA619F"/>
    <w:rsid w:val="00EA683E"/>
    <w:rsid w:val="00EA7234"/>
    <w:rsid w:val="00EB0BDA"/>
    <w:rsid w:val="00EB119C"/>
    <w:rsid w:val="00EB12B1"/>
    <w:rsid w:val="00EB1F1B"/>
    <w:rsid w:val="00EB2A7A"/>
    <w:rsid w:val="00EB36AC"/>
    <w:rsid w:val="00EB39BE"/>
    <w:rsid w:val="00EB3E42"/>
    <w:rsid w:val="00EB53D5"/>
    <w:rsid w:val="00EB6771"/>
    <w:rsid w:val="00EB74E6"/>
    <w:rsid w:val="00EC0607"/>
    <w:rsid w:val="00EC093C"/>
    <w:rsid w:val="00EC0A8B"/>
    <w:rsid w:val="00EC0F24"/>
    <w:rsid w:val="00EC17E2"/>
    <w:rsid w:val="00EC1D5A"/>
    <w:rsid w:val="00EC2067"/>
    <w:rsid w:val="00EC2C73"/>
    <w:rsid w:val="00EC544E"/>
    <w:rsid w:val="00EC6416"/>
    <w:rsid w:val="00EC66FE"/>
    <w:rsid w:val="00EC7159"/>
    <w:rsid w:val="00EC731A"/>
    <w:rsid w:val="00ED038B"/>
    <w:rsid w:val="00ED0825"/>
    <w:rsid w:val="00ED2CD4"/>
    <w:rsid w:val="00ED46ED"/>
    <w:rsid w:val="00ED5677"/>
    <w:rsid w:val="00ED5AAF"/>
    <w:rsid w:val="00ED7337"/>
    <w:rsid w:val="00ED75F6"/>
    <w:rsid w:val="00EE074B"/>
    <w:rsid w:val="00EE1580"/>
    <w:rsid w:val="00EE18ED"/>
    <w:rsid w:val="00EE1D37"/>
    <w:rsid w:val="00EE2037"/>
    <w:rsid w:val="00EE2082"/>
    <w:rsid w:val="00EE4407"/>
    <w:rsid w:val="00EE5217"/>
    <w:rsid w:val="00EE5561"/>
    <w:rsid w:val="00EE5FA0"/>
    <w:rsid w:val="00EE615D"/>
    <w:rsid w:val="00EE6E68"/>
    <w:rsid w:val="00EE6F90"/>
    <w:rsid w:val="00EE7452"/>
    <w:rsid w:val="00EF014E"/>
    <w:rsid w:val="00EF2182"/>
    <w:rsid w:val="00EF2C2B"/>
    <w:rsid w:val="00EF37FC"/>
    <w:rsid w:val="00EF3F50"/>
    <w:rsid w:val="00EF4AA8"/>
    <w:rsid w:val="00EF5831"/>
    <w:rsid w:val="00EF5F67"/>
    <w:rsid w:val="00EF62E3"/>
    <w:rsid w:val="00EF671B"/>
    <w:rsid w:val="00EF6823"/>
    <w:rsid w:val="00EF6D45"/>
    <w:rsid w:val="00EF72FB"/>
    <w:rsid w:val="00F00071"/>
    <w:rsid w:val="00F000D1"/>
    <w:rsid w:val="00F01F8E"/>
    <w:rsid w:val="00F02B11"/>
    <w:rsid w:val="00F0343B"/>
    <w:rsid w:val="00F038FA"/>
    <w:rsid w:val="00F04BEA"/>
    <w:rsid w:val="00F04C4F"/>
    <w:rsid w:val="00F0502D"/>
    <w:rsid w:val="00F05057"/>
    <w:rsid w:val="00F05EB6"/>
    <w:rsid w:val="00F05F0F"/>
    <w:rsid w:val="00F07471"/>
    <w:rsid w:val="00F100E1"/>
    <w:rsid w:val="00F11335"/>
    <w:rsid w:val="00F11802"/>
    <w:rsid w:val="00F119E4"/>
    <w:rsid w:val="00F11A9F"/>
    <w:rsid w:val="00F1229B"/>
    <w:rsid w:val="00F125F3"/>
    <w:rsid w:val="00F12F92"/>
    <w:rsid w:val="00F133FB"/>
    <w:rsid w:val="00F149A2"/>
    <w:rsid w:val="00F14F73"/>
    <w:rsid w:val="00F14FE4"/>
    <w:rsid w:val="00F15008"/>
    <w:rsid w:val="00F151BD"/>
    <w:rsid w:val="00F152F7"/>
    <w:rsid w:val="00F15C99"/>
    <w:rsid w:val="00F165A2"/>
    <w:rsid w:val="00F16674"/>
    <w:rsid w:val="00F16E9B"/>
    <w:rsid w:val="00F16FDE"/>
    <w:rsid w:val="00F17FE5"/>
    <w:rsid w:val="00F20F3A"/>
    <w:rsid w:val="00F22292"/>
    <w:rsid w:val="00F22639"/>
    <w:rsid w:val="00F228CA"/>
    <w:rsid w:val="00F22BAB"/>
    <w:rsid w:val="00F23697"/>
    <w:rsid w:val="00F24C6B"/>
    <w:rsid w:val="00F25A5A"/>
    <w:rsid w:val="00F273EB"/>
    <w:rsid w:val="00F3026C"/>
    <w:rsid w:val="00F31253"/>
    <w:rsid w:val="00F31922"/>
    <w:rsid w:val="00F34BE1"/>
    <w:rsid w:val="00F36251"/>
    <w:rsid w:val="00F3732D"/>
    <w:rsid w:val="00F408FC"/>
    <w:rsid w:val="00F40F0C"/>
    <w:rsid w:val="00F41EBC"/>
    <w:rsid w:val="00F42291"/>
    <w:rsid w:val="00F4321A"/>
    <w:rsid w:val="00F444A8"/>
    <w:rsid w:val="00F448AA"/>
    <w:rsid w:val="00F44B48"/>
    <w:rsid w:val="00F44CC9"/>
    <w:rsid w:val="00F460DC"/>
    <w:rsid w:val="00F46FE7"/>
    <w:rsid w:val="00F471B2"/>
    <w:rsid w:val="00F47D23"/>
    <w:rsid w:val="00F51E08"/>
    <w:rsid w:val="00F52568"/>
    <w:rsid w:val="00F52C9A"/>
    <w:rsid w:val="00F52F71"/>
    <w:rsid w:val="00F5338B"/>
    <w:rsid w:val="00F54B7A"/>
    <w:rsid w:val="00F54E85"/>
    <w:rsid w:val="00F5645A"/>
    <w:rsid w:val="00F56513"/>
    <w:rsid w:val="00F5660E"/>
    <w:rsid w:val="00F60562"/>
    <w:rsid w:val="00F607F0"/>
    <w:rsid w:val="00F61A14"/>
    <w:rsid w:val="00F6246A"/>
    <w:rsid w:val="00F62FB6"/>
    <w:rsid w:val="00F63B2A"/>
    <w:rsid w:val="00F63ED8"/>
    <w:rsid w:val="00F642CB"/>
    <w:rsid w:val="00F645D2"/>
    <w:rsid w:val="00F67206"/>
    <w:rsid w:val="00F67586"/>
    <w:rsid w:val="00F67619"/>
    <w:rsid w:val="00F67E0E"/>
    <w:rsid w:val="00F7033C"/>
    <w:rsid w:val="00F70E33"/>
    <w:rsid w:val="00F70E9E"/>
    <w:rsid w:val="00F7241E"/>
    <w:rsid w:val="00F72AC7"/>
    <w:rsid w:val="00F72CDF"/>
    <w:rsid w:val="00F73AF1"/>
    <w:rsid w:val="00F73C0E"/>
    <w:rsid w:val="00F74831"/>
    <w:rsid w:val="00F754DE"/>
    <w:rsid w:val="00F758D4"/>
    <w:rsid w:val="00F75A3B"/>
    <w:rsid w:val="00F75E72"/>
    <w:rsid w:val="00F77A84"/>
    <w:rsid w:val="00F77CE5"/>
    <w:rsid w:val="00F800F8"/>
    <w:rsid w:val="00F813C4"/>
    <w:rsid w:val="00F837CB"/>
    <w:rsid w:val="00F843D1"/>
    <w:rsid w:val="00F846C4"/>
    <w:rsid w:val="00F87050"/>
    <w:rsid w:val="00F873F1"/>
    <w:rsid w:val="00F87A3C"/>
    <w:rsid w:val="00F87DEF"/>
    <w:rsid w:val="00F91D0F"/>
    <w:rsid w:val="00F930D4"/>
    <w:rsid w:val="00F93806"/>
    <w:rsid w:val="00F93BEB"/>
    <w:rsid w:val="00F9438B"/>
    <w:rsid w:val="00F96AD3"/>
    <w:rsid w:val="00FA172D"/>
    <w:rsid w:val="00FA23AA"/>
    <w:rsid w:val="00FA2B12"/>
    <w:rsid w:val="00FA3608"/>
    <w:rsid w:val="00FA3D0B"/>
    <w:rsid w:val="00FA4607"/>
    <w:rsid w:val="00FA542D"/>
    <w:rsid w:val="00FA631D"/>
    <w:rsid w:val="00FA6903"/>
    <w:rsid w:val="00FA6E3C"/>
    <w:rsid w:val="00FA70DC"/>
    <w:rsid w:val="00FA716B"/>
    <w:rsid w:val="00FA72AC"/>
    <w:rsid w:val="00FA781B"/>
    <w:rsid w:val="00FA78F8"/>
    <w:rsid w:val="00FA79A6"/>
    <w:rsid w:val="00FB12A6"/>
    <w:rsid w:val="00FB14DF"/>
    <w:rsid w:val="00FB215B"/>
    <w:rsid w:val="00FB2747"/>
    <w:rsid w:val="00FB295E"/>
    <w:rsid w:val="00FB29B7"/>
    <w:rsid w:val="00FB3F6D"/>
    <w:rsid w:val="00FB69E4"/>
    <w:rsid w:val="00FB709E"/>
    <w:rsid w:val="00FB76FB"/>
    <w:rsid w:val="00FB7951"/>
    <w:rsid w:val="00FB7E71"/>
    <w:rsid w:val="00FC03F7"/>
    <w:rsid w:val="00FC0678"/>
    <w:rsid w:val="00FC0E10"/>
    <w:rsid w:val="00FC178E"/>
    <w:rsid w:val="00FC17A2"/>
    <w:rsid w:val="00FC1872"/>
    <w:rsid w:val="00FC26EE"/>
    <w:rsid w:val="00FC2704"/>
    <w:rsid w:val="00FC353D"/>
    <w:rsid w:val="00FC388C"/>
    <w:rsid w:val="00FC49CC"/>
    <w:rsid w:val="00FC54C5"/>
    <w:rsid w:val="00FC6388"/>
    <w:rsid w:val="00FC6DBC"/>
    <w:rsid w:val="00FC7703"/>
    <w:rsid w:val="00FD05AE"/>
    <w:rsid w:val="00FD0C00"/>
    <w:rsid w:val="00FD230D"/>
    <w:rsid w:val="00FD2C54"/>
    <w:rsid w:val="00FD3368"/>
    <w:rsid w:val="00FD5ACB"/>
    <w:rsid w:val="00FD6338"/>
    <w:rsid w:val="00FE11D7"/>
    <w:rsid w:val="00FE389D"/>
    <w:rsid w:val="00FE3B9C"/>
    <w:rsid w:val="00FE4850"/>
    <w:rsid w:val="00FE50B4"/>
    <w:rsid w:val="00FE57AB"/>
    <w:rsid w:val="00FE5B36"/>
    <w:rsid w:val="00FE6EDF"/>
    <w:rsid w:val="00FF0525"/>
    <w:rsid w:val="00FF0F86"/>
    <w:rsid w:val="00FF1490"/>
    <w:rsid w:val="00FF154F"/>
    <w:rsid w:val="00FF2168"/>
    <w:rsid w:val="00FF221A"/>
    <w:rsid w:val="00FF2234"/>
    <w:rsid w:val="00FF2829"/>
    <w:rsid w:val="00FF28D4"/>
    <w:rsid w:val="00FF2AF3"/>
    <w:rsid w:val="00FF2F99"/>
    <w:rsid w:val="00FF3B06"/>
    <w:rsid w:val="00FF3E64"/>
    <w:rsid w:val="00FF4A3B"/>
    <w:rsid w:val="00FF5705"/>
    <w:rsid w:val="00FF6434"/>
    <w:rsid w:val="00FF6B48"/>
    <w:rsid w:val="00FF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8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788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7887"/>
    <w:rPr>
      <w:rFonts w:ascii="Times New Roman" w:hAnsi="Times New Roman" w:cs="Times New Roman"/>
      <w:sz w:val="28"/>
    </w:rPr>
  </w:style>
  <w:style w:type="paragraph" w:styleId="ListParagraph">
    <w:name w:val="List Paragraph"/>
    <w:basedOn w:val="Normal"/>
    <w:uiPriority w:val="99"/>
    <w:qFormat/>
    <w:rsid w:val="00871EAE"/>
    <w:pPr>
      <w:ind w:left="720"/>
      <w:contextualSpacing/>
    </w:pPr>
  </w:style>
  <w:style w:type="paragraph" w:customStyle="1" w:styleId="a">
    <w:name w:val="текст примечания"/>
    <w:basedOn w:val="Normal"/>
    <w:uiPriority w:val="99"/>
    <w:rsid w:val="00DA788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2A327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2A327F"/>
    <w:pPr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A327F"/>
    <w:rPr>
      <w:rFonts w:ascii="Times New Roman" w:hAnsi="Times New Roman" w:cs="Times New Roman"/>
      <w:b/>
      <w:sz w:val="28"/>
    </w:rPr>
  </w:style>
  <w:style w:type="paragraph" w:styleId="Header">
    <w:name w:val="header"/>
    <w:basedOn w:val="Normal"/>
    <w:link w:val="HeaderChar"/>
    <w:uiPriority w:val="99"/>
    <w:rsid w:val="00AE5D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E5DF4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AE5D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5DF4"/>
    <w:rPr>
      <w:rFonts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0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6FCF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F73AF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F73AF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385</Words>
  <Characters>2195</Characters>
  <Application>Microsoft Office Outlook</Application>
  <DocSecurity>0</DocSecurity>
  <Lines>0</Lines>
  <Paragraphs>0</Paragraphs>
  <ScaleCrop>false</ScaleCrop>
  <Company>IKC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НашаМаша</dc:creator>
  <cp:keywords/>
  <dc:description/>
  <cp:lastModifiedBy>Пользователь</cp:lastModifiedBy>
  <cp:revision>4</cp:revision>
  <cp:lastPrinted>2017-07-07T10:53:00Z</cp:lastPrinted>
  <dcterms:created xsi:type="dcterms:W3CDTF">2017-07-18T06:54:00Z</dcterms:created>
  <dcterms:modified xsi:type="dcterms:W3CDTF">2017-09-05T08:42:00Z</dcterms:modified>
</cp:coreProperties>
</file>