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EC" w:rsidRPr="00B1785F" w:rsidRDefault="00525DEC" w:rsidP="00B1785F">
      <w:pPr>
        <w:jc w:val="center"/>
        <w:rPr>
          <w:sz w:val="36"/>
          <w:szCs w:val="36"/>
        </w:rPr>
      </w:pPr>
      <w:r w:rsidRPr="00B1785F">
        <w:rPr>
          <w:sz w:val="36"/>
          <w:szCs w:val="36"/>
        </w:rPr>
        <w:t>ЗАКОН УЛЬЯНОВСКОЙ ОБЛАСТИ</w:t>
      </w:r>
    </w:p>
    <w:p w:rsidR="00525DEC" w:rsidRPr="00B1785F" w:rsidRDefault="00525DEC" w:rsidP="00B1785F">
      <w:pPr>
        <w:jc w:val="center"/>
        <w:rPr>
          <w:sz w:val="36"/>
          <w:szCs w:val="36"/>
        </w:rPr>
      </w:pPr>
    </w:p>
    <w:p w:rsidR="00525DEC" w:rsidRDefault="00525DEC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525DEC" w:rsidRDefault="00525DEC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525DEC" w:rsidRPr="00695EBA" w:rsidRDefault="00525DEC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525DEC" w:rsidRPr="00734DBE" w:rsidRDefault="00525DEC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734DB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525DEC" w:rsidRPr="00734DBE" w:rsidRDefault="00525DEC" w:rsidP="006519EC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34DBE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734DBE">
        <w:rPr>
          <w:rFonts w:ascii="Times New Roman" w:hAnsi="Times New Roman"/>
          <w:b/>
          <w:sz w:val="28"/>
        </w:rPr>
        <w:t>на 2017 год</w:t>
      </w:r>
    </w:p>
    <w:p w:rsidR="00525DEC" w:rsidRPr="00734DBE" w:rsidRDefault="00525DEC" w:rsidP="006519EC">
      <w:pPr>
        <w:pStyle w:val="Subtitle"/>
        <w:spacing w:line="240" w:lineRule="auto"/>
        <w:outlineLvl w:val="0"/>
        <w:rPr>
          <w:b/>
          <w:sz w:val="28"/>
        </w:rPr>
      </w:pPr>
      <w:r w:rsidRPr="00734DBE">
        <w:rPr>
          <w:rFonts w:ascii="Times New Roman" w:hAnsi="Times New Roman"/>
          <w:b/>
          <w:sz w:val="28"/>
        </w:rPr>
        <w:t>и на плановый период 2018 и 2019 годов</w:t>
      </w:r>
      <w:r>
        <w:rPr>
          <w:rFonts w:ascii="Times New Roman" w:hAnsi="Times New Roman"/>
          <w:b/>
          <w:sz w:val="28"/>
        </w:rPr>
        <w:t>»</w:t>
      </w:r>
    </w:p>
    <w:p w:rsidR="00525DEC" w:rsidRPr="00734DBE" w:rsidRDefault="00525DEC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525DEC" w:rsidRPr="00734DBE" w:rsidRDefault="00525DEC" w:rsidP="00106D80">
      <w:pPr>
        <w:spacing w:line="235" w:lineRule="auto"/>
        <w:rPr>
          <w:sz w:val="24"/>
          <w:szCs w:val="24"/>
        </w:rPr>
      </w:pPr>
    </w:p>
    <w:p w:rsidR="00525DEC" w:rsidRPr="00734DBE" w:rsidRDefault="00525DEC" w:rsidP="00106D80">
      <w:pPr>
        <w:spacing w:line="235" w:lineRule="auto"/>
        <w:rPr>
          <w:sz w:val="24"/>
          <w:szCs w:val="24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7F0B81" w:rsidRDefault="00525DEC" w:rsidP="00106D80">
      <w:pPr>
        <w:spacing w:line="235" w:lineRule="auto"/>
        <w:rPr>
          <w:sz w:val="24"/>
          <w:szCs w:val="24"/>
          <w:highlight w:val="yellow"/>
        </w:rPr>
      </w:pPr>
    </w:p>
    <w:p w:rsidR="00525DEC" w:rsidRPr="00CF2A4E" w:rsidRDefault="00525DEC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CF2A4E">
        <w:rPr>
          <w:sz w:val="28"/>
        </w:rPr>
        <w:t xml:space="preserve">Внести в Закон Ульяновской области от 18 ноября 2016 года № 173-ЗО </w:t>
      </w:r>
      <w:r w:rsidRPr="00CF2A4E">
        <w:rPr>
          <w:sz w:val="28"/>
        </w:rPr>
        <w:br/>
      </w:r>
      <w:r>
        <w:rPr>
          <w:sz w:val="28"/>
        </w:rPr>
        <w:t>«</w:t>
      </w:r>
      <w:r w:rsidRPr="00CF2A4E">
        <w:rPr>
          <w:sz w:val="28"/>
        </w:rPr>
        <w:t>Об областном бюджете Ульяновской области на 2017 год и на плановый период 2018 и 2019 годов</w:t>
      </w:r>
      <w:r>
        <w:rPr>
          <w:sz w:val="28"/>
        </w:rPr>
        <w:t>»</w:t>
      </w:r>
      <w:r w:rsidRPr="00CF2A4E">
        <w:rPr>
          <w:sz w:val="28"/>
        </w:rPr>
        <w:t xml:space="preserve"> (</w:t>
      </w:r>
      <w:r>
        <w:rPr>
          <w:sz w:val="28"/>
        </w:rPr>
        <w:t>«</w:t>
      </w:r>
      <w:r w:rsidRPr="00CF2A4E">
        <w:rPr>
          <w:sz w:val="28"/>
        </w:rPr>
        <w:t>Ульяновская правда</w:t>
      </w:r>
      <w:r>
        <w:rPr>
          <w:sz w:val="28"/>
        </w:rPr>
        <w:t>»</w:t>
      </w:r>
      <w:r w:rsidRPr="00CF2A4E">
        <w:rPr>
          <w:sz w:val="28"/>
        </w:rPr>
        <w:t xml:space="preserve"> от 25.11.2016 № 132; от 14.02.2017</w:t>
      </w:r>
      <w:r w:rsidRPr="00CF2A4E">
        <w:rPr>
          <w:sz w:val="28"/>
        </w:rPr>
        <w:br/>
        <w:t>№ 11; от 30.05.2017 № 38-39) следующие изменения:</w:t>
      </w:r>
    </w:p>
    <w:p w:rsidR="00525DEC" w:rsidRPr="0055740D" w:rsidRDefault="00525DEC" w:rsidP="009B35EA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FE423F">
        <w:rPr>
          <w:sz w:val="28"/>
          <w:szCs w:val="28"/>
        </w:rPr>
        <w:t>1) часть 1 статьи 1 изложить в следующей редакции:</w:t>
      </w:r>
    </w:p>
    <w:p w:rsidR="00525DEC" w:rsidRPr="001348F7" w:rsidRDefault="00525DEC" w:rsidP="00DA07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348F7">
        <w:rPr>
          <w:sz w:val="28"/>
          <w:szCs w:val="28"/>
        </w:rPr>
        <w:t xml:space="preserve">1. Утвердить основные характеристики областного бюджета Ульяновской </w:t>
      </w:r>
      <w:r w:rsidRPr="001348F7">
        <w:rPr>
          <w:sz w:val="28"/>
          <w:szCs w:val="28"/>
        </w:rPr>
        <w:br/>
        <w:t>области на 2017 год:</w:t>
      </w:r>
    </w:p>
    <w:p w:rsidR="00525DEC" w:rsidRPr="001348F7" w:rsidRDefault="00525DEC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1) общий объём доходов областного бюджета Ульяновской области в сумме</w:t>
      </w:r>
      <w:r w:rsidRPr="001348F7">
        <w:rPr>
          <w:sz w:val="28"/>
          <w:szCs w:val="28"/>
        </w:rPr>
        <w:br/>
        <w:t>48494895,41452 тыс. рублей, в том числе</w:t>
      </w:r>
      <w:r w:rsidRPr="001348F7">
        <w:rPr>
          <w:iCs/>
          <w:sz w:val="28"/>
          <w:szCs w:val="28"/>
        </w:rPr>
        <w:t xml:space="preserve"> безвозмездные поступления от других</w:t>
      </w:r>
      <w:r w:rsidRPr="001348F7">
        <w:rPr>
          <w:iCs/>
          <w:sz w:val="28"/>
          <w:szCs w:val="28"/>
        </w:rPr>
        <w:br/>
        <w:t>бюджетов бюджетной системы Российской Федерации в общей сумме</w:t>
      </w:r>
      <w:r w:rsidRPr="001348F7">
        <w:rPr>
          <w:iCs/>
          <w:sz w:val="28"/>
          <w:szCs w:val="28"/>
        </w:rPr>
        <w:br/>
        <w:t>10366483,507 тыс. рублей;</w:t>
      </w:r>
    </w:p>
    <w:p w:rsidR="00525DEC" w:rsidRPr="001348F7" w:rsidRDefault="00525DEC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2) общий объём расходов областного бюджета Ульяновской области</w:t>
      </w:r>
      <w:r w:rsidRPr="001348F7">
        <w:rPr>
          <w:sz w:val="28"/>
          <w:szCs w:val="28"/>
        </w:rPr>
        <w:br/>
        <w:t>в сумме 50294895,41452 тыс. рублей;</w:t>
      </w:r>
    </w:p>
    <w:p w:rsidR="00525DEC" w:rsidRPr="001348F7" w:rsidRDefault="00525DEC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3) дефицит областного бюджета Ульяновской области в сумме</w:t>
      </w:r>
      <w:r w:rsidRPr="001348F7">
        <w:rPr>
          <w:sz w:val="28"/>
          <w:szCs w:val="28"/>
        </w:rPr>
        <w:br/>
        <w:t>1800000,0 тыс. рублей.</w:t>
      </w:r>
      <w:r>
        <w:rPr>
          <w:sz w:val="28"/>
          <w:szCs w:val="28"/>
        </w:rPr>
        <w:t>»</w:t>
      </w:r>
      <w:r w:rsidRPr="001348F7">
        <w:rPr>
          <w:sz w:val="28"/>
          <w:szCs w:val="28"/>
        </w:rPr>
        <w:t>;</w:t>
      </w:r>
    </w:p>
    <w:p w:rsidR="00525DEC" w:rsidRPr="00AD3961" w:rsidRDefault="00525DEC" w:rsidP="005C2A52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szCs w:val="28"/>
        </w:rPr>
      </w:pPr>
      <w:r w:rsidRPr="00AD3961">
        <w:rPr>
          <w:bCs/>
          <w:szCs w:val="28"/>
        </w:rPr>
        <w:t>2) в части 5 статьи 6</w:t>
      </w:r>
      <w:r w:rsidRPr="00AD3961">
        <w:rPr>
          <w:szCs w:val="28"/>
        </w:rPr>
        <w:t xml:space="preserve"> цифры </w:t>
      </w:r>
      <w:r>
        <w:rPr>
          <w:szCs w:val="28"/>
        </w:rPr>
        <w:t>«</w:t>
      </w:r>
      <w:r w:rsidRPr="00AD3961">
        <w:rPr>
          <w:szCs w:val="28"/>
        </w:rPr>
        <w:t>3820571,8</w:t>
      </w:r>
      <w:r>
        <w:rPr>
          <w:szCs w:val="28"/>
        </w:rPr>
        <w:t>»</w:t>
      </w:r>
      <w:r w:rsidRPr="00AD3961">
        <w:rPr>
          <w:szCs w:val="28"/>
        </w:rPr>
        <w:t xml:space="preserve"> заменить цифрами </w:t>
      </w:r>
      <w:r>
        <w:rPr>
          <w:szCs w:val="28"/>
        </w:rPr>
        <w:t>«</w:t>
      </w:r>
      <w:r w:rsidRPr="00AD3961">
        <w:rPr>
          <w:szCs w:val="28"/>
        </w:rPr>
        <w:t>3941679,7</w:t>
      </w:r>
      <w:r>
        <w:rPr>
          <w:szCs w:val="28"/>
        </w:rPr>
        <w:t>»</w:t>
      </w:r>
      <w:r w:rsidRPr="00AD3961">
        <w:rPr>
          <w:szCs w:val="28"/>
        </w:rPr>
        <w:t>;</w:t>
      </w:r>
    </w:p>
    <w:p w:rsidR="00525DEC" w:rsidRPr="000B27E4" w:rsidRDefault="00525DEC" w:rsidP="00CC3EA4">
      <w:pPr>
        <w:pStyle w:val="BodyText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>3) в статье 10:</w:t>
      </w:r>
    </w:p>
    <w:p w:rsidR="00525DEC" w:rsidRPr="000B27E4" w:rsidRDefault="00525DEC" w:rsidP="00CC3EA4">
      <w:pPr>
        <w:pStyle w:val="BodyText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 xml:space="preserve">а) в части 1 цифры </w:t>
      </w:r>
      <w:r>
        <w:rPr>
          <w:bCs/>
          <w:szCs w:val="28"/>
        </w:rPr>
        <w:t>«</w:t>
      </w:r>
      <w:r w:rsidRPr="000B27E4">
        <w:rPr>
          <w:bCs/>
          <w:szCs w:val="28"/>
        </w:rPr>
        <w:t>16267273,76677</w:t>
      </w:r>
      <w:r>
        <w:rPr>
          <w:bCs/>
          <w:szCs w:val="28"/>
        </w:rPr>
        <w:t>»</w:t>
      </w:r>
      <w:r w:rsidRPr="000B27E4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0B27E4">
        <w:rPr>
          <w:bCs/>
          <w:szCs w:val="28"/>
        </w:rPr>
        <w:t>16309605,66677</w:t>
      </w:r>
      <w:r>
        <w:rPr>
          <w:bCs/>
          <w:szCs w:val="28"/>
        </w:rPr>
        <w:t>»</w:t>
      </w:r>
      <w:r w:rsidRPr="000B27E4">
        <w:rPr>
          <w:bCs/>
          <w:szCs w:val="28"/>
        </w:rPr>
        <w:t>;</w:t>
      </w:r>
    </w:p>
    <w:p w:rsidR="00525DEC" w:rsidRPr="000D7D47" w:rsidRDefault="00525DEC" w:rsidP="00CC3EA4">
      <w:pPr>
        <w:widowControl w:val="0"/>
        <w:autoSpaceDE w:val="0"/>
        <w:autoSpaceDN w:val="0"/>
        <w:adjustRightInd w:val="0"/>
        <w:spacing w:line="331" w:lineRule="auto"/>
        <w:ind w:firstLine="720"/>
        <w:jc w:val="both"/>
        <w:rPr>
          <w:sz w:val="28"/>
          <w:szCs w:val="28"/>
        </w:rPr>
      </w:pPr>
      <w:r w:rsidRPr="000D7D47">
        <w:rPr>
          <w:sz w:val="28"/>
          <w:szCs w:val="28"/>
        </w:rPr>
        <w:t xml:space="preserve">б) в пункте 1 части 2 цифры </w:t>
      </w:r>
      <w:r>
        <w:rPr>
          <w:sz w:val="28"/>
          <w:szCs w:val="28"/>
        </w:rPr>
        <w:t>«</w:t>
      </w:r>
      <w:r w:rsidRPr="000D7D47">
        <w:rPr>
          <w:sz w:val="28"/>
          <w:szCs w:val="28"/>
        </w:rPr>
        <w:t>14510565,81299</w:t>
      </w:r>
      <w:r>
        <w:rPr>
          <w:sz w:val="28"/>
          <w:szCs w:val="28"/>
        </w:rPr>
        <w:t>»</w:t>
      </w:r>
      <w:r w:rsidRPr="000D7D4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D7D47">
        <w:rPr>
          <w:sz w:val="28"/>
          <w:szCs w:val="28"/>
        </w:rPr>
        <w:t>14552897,71299</w:t>
      </w:r>
      <w:r>
        <w:rPr>
          <w:sz w:val="28"/>
          <w:szCs w:val="28"/>
        </w:rPr>
        <w:t>»</w:t>
      </w:r>
      <w:r w:rsidRPr="000D7D47">
        <w:rPr>
          <w:sz w:val="28"/>
          <w:szCs w:val="28"/>
        </w:rPr>
        <w:t>;</w:t>
      </w:r>
    </w:p>
    <w:p w:rsidR="00525DEC" w:rsidRPr="00142D3A" w:rsidRDefault="00525DEC" w:rsidP="00CC3EA4">
      <w:pPr>
        <w:spacing w:line="331" w:lineRule="auto"/>
        <w:rPr>
          <w:sz w:val="2"/>
          <w:szCs w:val="2"/>
          <w:highlight w:val="yellow"/>
        </w:rPr>
      </w:pPr>
      <w:bookmarkStart w:id="0" w:name="RANGE!A1:C61"/>
      <w:bookmarkEnd w:id="0"/>
    </w:p>
    <w:p w:rsidR="00525DEC" w:rsidRPr="00731CB2" w:rsidRDefault="00525DEC" w:rsidP="00CC3EA4">
      <w:pPr>
        <w:spacing w:line="331" w:lineRule="auto"/>
        <w:ind w:firstLine="709"/>
        <w:jc w:val="both"/>
        <w:rPr>
          <w:sz w:val="28"/>
          <w:szCs w:val="28"/>
        </w:rPr>
      </w:pPr>
      <w:r w:rsidRPr="00A44C85">
        <w:rPr>
          <w:sz w:val="28"/>
          <w:szCs w:val="28"/>
        </w:rPr>
        <w:t>4) в приложении 3 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812"/>
      </w:tblGrid>
      <w:tr w:rsidR="00525DEC" w:rsidRPr="00142D3A" w:rsidTr="005E233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Ульяновской о</w:t>
            </w:r>
            <w:r w:rsidRPr="00731CB2">
              <w:rPr>
                <w:b/>
                <w:bCs/>
                <w:sz w:val="28"/>
                <w:szCs w:val="28"/>
              </w:rPr>
              <w:t>б</w:t>
            </w:r>
            <w:r w:rsidRPr="00731CB2">
              <w:rPr>
                <w:b/>
                <w:bCs/>
                <w:sz w:val="28"/>
                <w:szCs w:val="28"/>
              </w:rPr>
              <w:t>ласти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525DEC" w:rsidRPr="00731CB2" w:rsidRDefault="00525DEC" w:rsidP="00731CB2">
      <w:pPr>
        <w:spacing w:line="360" w:lineRule="auto"/>
        <w:jc w:val="both"/>
        <w:rPr>
          <w:sz w:val="28"/>
          <w:szCs w:val="28"/>
        </w:rPr>
      </w:pPr>
      <w:r w:rsidRPr="00731CB2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812"/>
      </w:tblGrid>
      <w:tr w:rsidR="00525DEC" w:rsidRPr="00142D3A" w:rsidTr="006342C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731CB2" w:rsidRDefault="00525DEC" w:rsidP="005A5377">
            <w:pPr>
              <w:pStyle w:val="BodyText2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и государственной экспертизы Ульяновской области</w:t>
            </w:r>
            <w:r>
              <w:rPr>
                <w:bCs/>
                <w:sz w:val="28"/>
                <w:szCs w:val="28"/>
              </w:rPr>
              <w:t>»</w:t>
            </w:r>
            <w:r w:rsidRPr="00731CB2">
              <w:rPr>
                <w:bCs/>
                <w:sz w:val="28"/>
                <w:szCs w:val="28"/>
              </w:rPr>
              <w:t>;</w:t>
            </w:r>
          </w:p>
        </w:tc>
      </w:tr>
    </w:tbl>
    <w:p w:rsidR="00525DEC" w:rsidRPr="00EA7516" w:rsidRDefault="00525DEC" w:rsidP="00F328A1">
      <w:pPr>
        <w:spacing w:line="353" w:lineRule="auto"/>
        <w:ind w:firstLine="709"/>
        <w:jc w:val="both"/>
        <w:rPr>
          <w:sz w:val="28"/>
          <w:szCs w:val="28"/>
        </w:rPr>
      </w:pPr>
      <w:r w:rsidRPr="00EA7516">
        <w:rPr>
          <w:sz w:val="28"/>
          <w:szCs w:val="28"/>
        </w:rPr>
        <w:t xml:space="preserve">5) </w:t>
      </w:r>
      <w:r>
        <w:rPr>
          <w:sz w:val="28"/>
          <w:szCs w:val="28"/>
        </w:rPr>
        <w:t>приложение</w:t>
      </w:r>
      <w:r w:rsidRPr="00EA7516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3040"/>
        <w:gridCol w:w="94"/>
        <w:gridCol w:w="1984"/>
        <w:gridCol w:w="2694"/>
        <w:gridCol w:w="2126"/>
      </w:tblGrid>
      <w:tr w:rsidR="00525DEC" w:rsidRPr="000D54D4" w:rsidTr="00563C33">
        <w:trPr>
          <w:trHeight w:val="360"/>
        </w:trPr>
        <w:tc>
          <w:tcPr>
            <w:tcW w:w="5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D54D4" w:rsidRDefault="00525DEC" w:rsidP="009A7B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D54D4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  <w:r w:rsidRPr="000D54D4">
              <w:rPr>
                <w:sz w:val="28"/>
                <w:szCs w:val="28"/>
              </w:rPr>
              <w:t xml:space="preserve"> </w:t>
            </w:r>
          </w:p>
          <w:p w:rsidR="00525DEC" w:rsidRDefault="00525DEC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 Закону Ульяновской области</w:t>
            </w:r>
          </w:p>
          <w:p w:rsidR="00525DEC" w:rsidRDefault="00525DEC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D54D4">
              <w:rPr>
                <w:sz w:val="28"/>
                <w:szCs w:val="28"/>
              </w:rPr>
              <w:t>Об областном бюджете Ульяновской области на 201</w:t>
            </w:r>
            <w:r>
              <w:rPr>
                <w:sz w:val="28"/>
                <w:szCs w:val="28"/>
              </w:rPr>
              <w:t>7</w:t>
            </w:r>
            <w:r w:rsidRPr="000D54D4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2018 и 2019 годов»</w:t>
            </w:r>
            <w:r w:rsidRPr="000D54D4">
              <w:rPr>
                <w:sz w:val="28"/>
                <w:szCs w:val="28"/>
              </w:rPr>
              <w:t xml:space="preserve"> </w:t>
            </w:r>
          </w:p>
          <w:p w:rsidR="00525DEC" w:rsidRDefault="00525DEC" w:rsidP="009A7B19">
            <w:pPr>
              <w:jc w:val="center"/>
              <w:rPr>
                <w:sz w:val="28"/>
                <w:szCs w:val="28"/>
              </w:rPr>
            </w:pPr>
          </w:p>
          <w:p w:rsidR="00525DEC" w:rsidRPr="000D54D4" w:rsidRDefault="00525DEC" w:rsidP="009A7B19">
            <w:pPr>
              <w:jc w:val="center"/>
              <w:rPr>
                <w:sz w:val="28"/>
                <w:szCs w:val="28"/>
              </w:rPr>
            </w:pPr>
          </w:p>
        </w:tc>
      </w:tr>
      <w:tr w:rsidR="00525DEC" w:rsidRPr="000D54D4" w:rsidTr="00563C33">
        <w:trPr>
          <w:trHeight w:val="75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D54D4" w:rsidRDefault="00525DEC" w:rsidP="009A7B19">
            <w:pPr>
              <w:jc w:val="center"/>
              <w:rPr>
                <w:b/>
                <w:bCs/>
                <w:sz w:val="28"/>
                <w:szCs w:val="28"/>
              </w:rPr>
            </w:pPr>
            <w:r w:rsidRPr="000D54D4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0D54D4">
              <w:rPr>
                <w:b/>
                <w:bCs/>
                <w:sz w:val="28"/>
                <w:szCs w:val="28"/>
              </w:rPr>
              <w:br/>
              <w:t>областного бюд</w:t>
            </w:r>
            <w:r>
              <w:rPr>
                <w:b/>
                <w:bCs/>
                <w:sz w:val="28"/>
                <w:szCs w:val="28"/>
              </w:rPr>
              <w:t>жета Ульяновской области на 2017</w:t>
            </w:r>
            <w:r w:rsidRPr="000D54D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25DEC" w:rsidRPr="000D54D4" w:rsidTr="00563C33">
        <w:trPr>
          <w:trHeight w:val="22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D54D4" w:rsidRDefault="00525DEC" w:rsidP="009A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D54D4" w:rsidRDefault="00525DEC" w:rsidP="009A7B1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D54D4" w:rsidRDefault="00525DEC" w:rsidP="009A7B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DEC" w:rsidRPr="000D54D4" w:rsidTr="00563C33">
        <w:trPr>
          <w:trHeight w:val="360"/>
        </w:trPr>
        <w:tc>
          <w:tcPr>
            <w:tcW w:w="7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5DEC" w:rsidRPr="000D54D4" w:rsidRDefault="00525DEC" w:rsidP="009A7B19">
            <w:pPr>
              <w:jc w:val="center"/>
              <w:rPr>
                <w:b/>
                <w:bCs/>
                <w:sz w:val="24"/>
                <w:szCs w:val="24"/>
              </w:rPr>
            </w:pPr>
            <w:r w:rsidRPr="000D54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D54D4" w:rsidRDefault="00525DEC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тыс. руб.</w:t>
            </w:r>
          </w:p>
        </w:tc>
      </w:tr>
      <w:tr w:rsidR="00525DEC" w:rsidRPr="0024174F" w:rsidTr="00563C3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3134" w:type="dxa"/>
            <w:gridSpan w:val="2"/>
            <w:noWrap/>
            <w:vAlign w:val="center"/>
          </w:tcPr>
          <w:p w:rsidR="00525DEC" w:rsidRPr="0024174F" w:rsidRDefault="00525DEC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Код</w:t>
            </w:r>
          </w:p>
        </w:tc>
        <w:tc>
          <w:tcPr>
            <w:tcW w:w="4678" w:type="dxa"/>
            <w:gridSpan w:val="2"/>
            <w:vAlign w:val="center"/>
          </w:tcPr>
          <w:p w:rsidR="00525DEC" w:rsidRPr="0024174F" w:rsidRDefault="00525DEC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26" w:type="dxa"/>
            <w:noWrap/>
            <w:vAlign w:val="center"/>
          </w:tcPr>
          <w:p w:rsidR="00525DEC" w:rsidRPr="0024174F" w:rsidRDefault="00525DEC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Сумма</w:t>
            </w:r>
          </w:p>
        </w:tc>
      </w:tr>
    </w:tbl>
    <w:p w:rsidR="00525DEC" w:rsidRPr="0024174F" w:rsidRDefault="00525DEC" w:rsidP="00563C33">
      <w:pPr>
        <w:rPr>
          <w:sz w:val="2"/>
          <w:szCs w:val="2"/>
        </w:rPr>
      </w:pPr>
    </w:p>
    <w:p w:rsidR="00525DEC" w:rsidRPr="007A5874" w:rsidRDefault="00525DEC" w:rsidP="00563C33">
      <w:pPr>
        <w:jc w:val="center"/>
        <w:rPr>
          <w:sz w:val="2"/>
          <w:szCs w:val="2"/>
        </w:rPr>
      </w:pPr>
    </w:p>
    <w:tbl>
      <w:tblPr>
        <w:tblW w:w="9918" w:type="dxa"/>
        <w:tblInd w:w="93" w:type="dxa"/>
        <w:tblLook w:val="00A0"/>
      </w:tblPr>
      <w:tblGrid>
        <w:gridCol w:w="3134"/>
        <w:gridCol w:w="4678"/>
        <w:gridCol w:w="2106"/>
      </w:tblGrid>
      <w:tr w:rsidR="00525DEC" w:rsidRPr="006518F3" w:rsidTr="00563C33">
        <w:trPr>
          <w:trHeight w:val="375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25DEC" w:rsidRPr="006518F3" w:rsidTr="00563C33">
        <w:tc>
          <w:tcPr>
            <w:tcW w:w="3134" w:type="dxa"/>
            <w:tcBorders>
              <w:top w:val="single" w:sz="4" w:space="0" w:color="auto"/>
            </w:tcBorders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01 01 00 00 00 0000 000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25DEC" w:rsidRPr="006518F3" w:rsidRDefault="00525DEC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Государственные (муниципальные) ценные бумаги, номинальная стоимость которых указана в в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5000000,0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01 01 00 00 00 0000 700</w:t>
            </w:r>
          </w:p>
        </w:tc>
        <w:tc>
          <w:tcPr>
            <w:tcW w:w="4678" w:type="dxa"/>
            <w:vAlign w:val="center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Размещение государственных (м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>ниципальных) ценных бумаг, ном</w:t>
            </w:r>
            <w:r w:rsidRPr="006518F3">
              <w:rPr>
                <w:i/>
                <w:iCs/>
                <w:sz w:val="28"/>
                <w:szCs w:val="28"/>
              </w:rPr>
              <w:t>и</w:t>
            </w:r>
            <w:r w:rsidRPr="006518F3">
              <w:rPr>
                <w:i/>
                <w:iCs/>
                <w:sz w:val="28"/>
                <w:szCs w:val="28"/>
              </w:rPr>
              <w:t>нальная стоимость которых указ</w:t>
            </w:r>
            <w:r w:rsidRPr="006518F3">
              <w:rPr>
                <w:i/>
                <w:iCs/>
                <w:sz w:val="28"/>
                <w:szCs w:val="28"/>
              </w:rPr>
              <w:t>а</w:t>
            </w:r>
            <w:r w:rsidRPr="006518F3">
              <w:rPr>
                <w:i/>
                <w:iCs/>
                <w:sz w:val="28"/>
                <w:szCs w:val="28"/>
              </w:rPr>
              <w:t>на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01 01 00 00 02 0000 710</w:t>
            </w:r>
          </w:p>
        </w:tc>
        <w:tc>
          <w:tcPr>
            <w:tcW w:w="4678" w:type="dxa"/>
            <w:vAlign w:val="center"/>
          </w:tcPr>
          <w:p w:rsidR="00525DEC" w:rsidRPr="006518F3" w:rsidRDefault="00525DEC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Размещение государственных це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ных бумаг субъектов Российской Федерации, номинальная стоимость которых указана в валюте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-2657348,1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25DEC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12092651,9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678" w:type="dxa"/>
          </w:tcPr>
          <w:p w:rsidR="00525DEC" w:rsidRPr="0043776F" w:rsidRDefault="00525DEC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43776F" w:rsidRDefault="00525DEC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12092651,9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-14750000,0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-14750000,0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-480000,0</w:t>
            </w:r>
          </w:p>
        </w:tc>
      </w:tr>
      <w:tr w:rsidR="00525DEC" w:rsidRPr="006518F3" w:rsidTr="00563C33">
        <w:tc>
          <w:tcPr>
            <w:tcW w:w="3134" w:type="dxa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-480000,0</w:t>
            </w:r>
          </w:p>
        </w:tc>
      </w:tr>
      <w:tr w:rsidR="00525DEC" w:rsidRPr="006518F3" w:rsidTr="00563C33">
        <w:tc>
          <w:tcPr>
            <w:tcW w:w="3134" w:type="dxa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2000000,0</w:t>
            </w:r>
          </w:p>
        </w:tc>
      </w:tr>
      <w:tr w:rsidR="00525DEC" w:rsidRPr="006518F3" w:rsidTr="00563C33">
        <w:tc>
          <w:tcPr>
            <w:tcW w:w="3134" w:type="dxa"/>
          </w:tcPr>
          <w:p w:rsidR="00525DEC" w:rsidRPr="0043776F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678" w:type="dxa"/>
          </w:tcPr>
          <w:p w:rsidR="00525DEC" w:rsidRPr="0043776F" w:rsidRDefault="00525DEC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бюджетных кредитов от других бюджетов бюджетной сист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мы Российской Федерации бюдж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тами субъектов Российской Федер</w:t>
            </w:r>
            <w:r w:rsidRPr="0043776F">
              <w:rPr>
                <w:sz w:val="28"/>
                <w:szCs w:val="28"/>
              </w:rPr>
              <w:t>а</w:t>
            </w:r>
            <w:r w:rsidRPr="0043776F">
              <w:rPr>
                <w:sz w:val="28"/>
                <w:szCs w:val="28"/>
              </w:rPr>
              <w:t>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43776F" w:rsidRDefault="00525DEC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2000000,0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43776F" w:rsidRDefault="00525DEC" w:rsidP="005A5377">
            <w:pPr>
              <w:spacing w:line="250" w:lineRule="auto"/>
              <w:jc w:val="center"/>
              <w:rPr>
                <w:i/>
                <w:sz w:val="28"/>
                <w:szCs w:val="28"/>
              </w:rPr>
            </w:pPr>
            <w:r w:rsidRPr="0043776F">
              <w:rPr>
                <w:i/>
                <w:sz w:val="28"/>
                <w:szCs w:val="28"/>
              </w:rPr>
              <w:t>-2480000,0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678" w:type="dxa"/>
          </w:tcPr>
          <w:p w:rsidR="00525DEC" w:rsidRPr="006518F3" w:rsidRDefault="00525DEC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других  бюджетов бюджетной си</w:t>
            </w:r>
            <w:r w:rsidRPr="006518F3">
              <w:rPr>
                <w:sz w:val="28"/>
                <w:szCs w:val="28"/>
              </w:rPr>
              <w:t>с</w:t>
            </w:r>
            <w:r w:rsidRPr="006518F3">
              <w:rPr>
                <w:sz w:val="28"/>
                <w:szCs w:val="28"/>
              </w:rPr>
              <w:t>темы Российской Федерации в в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-2480000,0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Бюджетные кредиты, предоставле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ные для частичного покрытия деф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цитов бюджетов субъектов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Федерации, возврат которых осуществляется субъектом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-480000,0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6518F3" w:rsidRDefault="00525DEC" w:rsidP="007A5CF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-6763</w:t>
            </w:r>
            <w:r>
              <w:rPr>
                <w:i/>
                <w:iCs/>
                <w:sz w:val="28"/>
                <w:szCs w:val="28"/>
              </w:rPr>
              <w:t>7</w:t>
            </w:r>
            <w:r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43776F" w:rsidRDefault="00525DEC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678" w:type="dxa"/>
          </w:tcPr>
          <w:p w:rsidR="00525DEC" w:rsidRPr="0043776F" w:rsidRDefault="00525DEC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43776F" w:rsidRDefault="00525DEC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43776F" w:rsidRDefault="00525DEC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678" w:type="dxa"/>
          </w:tcPr>
          <w:p w:rsidR="00525DEC" w:rsidRPr="0043776F" w:rsidRDefault="00525DEC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>ных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43776F" w:rsidRDefault="00525DEC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43776F" w:rsidRDefault="00525DEC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678" w:type="dxa"/>
          </w:tcPr>
          <w:p w:rsidR="00525DEC" w:rsidRPr="0043776F" w:rsidRDefault="00525DEC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 xml:space="preserve">ных средств бюджетов субъектов Российской Федерации 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43776F" w:rsidRDefault="00525DEC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6518F3" w:rsidRDefault="00525DEC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67637</w:t>
            </w:r>
            <w:r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Pr="006518F3">
              <w:rPr>
                <w:sz w:val="28"/>
                <w:szCs w:val="28"/>
              </w:rPr>
              <w:t>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Pr="006518F3">
              <w:rPr>
                <w:sz w:val="28"/>
                <w:szCs w:val="28"/>
              </w:rPr>
              <w:t>547,31452</w:t>
            </w:r>
          </w:p>
        </w:tc>
      </w:tr>
      <w:tr w:rsidR="00525DEC" w:rsidRPr="006518F3" w:rsidTr="00A96CE4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 субъе</w:t>
            </w:r>
            <w:r w:rsidRPr="006518F3">
              <w:rPr>
                <w:sz w:val="28"/>
                <w:szCs w:val="28"/>
              </w:rPr>
              <w:t>к</w:t>
            </w:r>
            <w:r w:rsidRPr="006518F3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Pr="006518F3">
              <w:rPr>
                <w:sz w:val="28"/>
                <w:szCs w:val="28"/>
              </w:rPr>
              <w:t>547,31452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-62651,9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Исполнение государственных и 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 xml:space="preserve">ниципальных гарантий 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01 06 04 01 00 0000 000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01 06 04 01 00 0000 800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 в случае, е</w:t>
            </w:r>
            <w:r w:rsidRPr="006518F3">
              <w:rPr>
                <w:sz w:val="28"/>
                <w:szCs w:val="28"/>
              </w:rPr>
              <w:t>с</w:t>
            </w:r>
            <w:r w:rsidRPr="006518F3">
              <w:rPr>
                <w:sz w:val="28"/>
                <w:szCs w:val="28"/>
              </w:rPr>
              <w:t>ли исполнение гарантом государс</w:t>
            </w:r>
            <w:r w:rsidRPr="006518F3">
              <w:rPr>
                <w:sz w:val="28"/>
                <w:szCs w:val="28"/>
              </w:rPr>
              <w:t>т</w:t>
            </w:r>
            <w:r w:rsidRPr="006518F3">
              <w:rPr>
                <w:sz w:val="28"/>
                <w:szCs w:val="28"/>
              </w:rPr>
              <w:t>венных и муниципальных гарантий ведёт к возникновению права ре</w:t>
            </w:r>
            <w:r w:rsidRPr="006518F3">
              <w:rPr>
                <w:sz w:val="28"/>
                <w:szCs w:val="28"/>
              </w:rPr>
              <w:t>г</w:t>
            </w:r>
            <w:r w:rsidRPr="006518F3">
              <w:rPr>
                <w:sz w:val="28"/>
                <w:szCs w:val="28"/>
              </w:rPr>
              <w:t>рессного требования гаранта к принципалу либо обусловлено у</w:t>
            </w:r>
            <w:r w:rsidRPr="006518F3">
              <w:rPr>
                <w:sz w:val="28"/>
                <w:szCs w:val="28"/>
              </w:rPr>
              <w:t>с</w:t>
            </w:r>
            <w:r w:rsidRPr="006518F3">
              <w:rPr>
                <w:sz w:val="28"/>
                <w:szCs w:val="28"/>
              </w:rPr>
              <w:t>тупкой гаранту прав требования б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01 06 04 01 02 0000 810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гара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тий субъектов Российской Федер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ции в валюте Российской Федерации в случае, если исполнение гарантом государственных гарантий субъекта Российской Федерации ведёт к во</w:t>
            </w:r>
            <w:r w:rsidRPr="006518F3">
              <w:rPr>
                <w:sz w:val="28"/>
                <w:szCs w:val="28"/>
              </w:rPr>
              <w:t>з</w:t>
            </w:r>
            <w:r w:rsidRPr="006518F3">
              <w:rPr>
                <w:sz w:val="28"/>
                <w:szCs w:val="28"/>
              </w:rPr>
              <w:t>никновению права регрессного тр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бования гаранта к принципалу либо обусловлено уступкой гаранту прав требования бенефициара к принц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палу</w:t>
            </w:r>
          </w:p>
        </w:tc>
        <w:tc>
          <w:tcPr>
            <w:tcW w:w="2106" w:type="dxa"/>
            <w:noWrap/>
            <w:vAlign w:val="bottom"/>
          </w:tcPr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Default="00525DEC" w:rsidP="00563C33">
            <w:pPr>
              <w:jc w:val="center"/>
              <w:rPr>
                <w:sz w:val="28"/>
                <w:szCs w:val="28"/>
              </w:rPr>
            </w:pPr>
          </w:p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ленные внутри страны в валюте Российской Федерации 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01 06 05 02 02 0000 640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01 06 05 02 02 2600 640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доставленных для покрытия време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ных кассовых разрывов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01 06 05 00 00 0000 500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Предоставление бюджетных кр</w:t>
            </w:r>
            <w:r w:rsidRPr="006518F3">
              <w:rPr>
                <w:i/>
                <w:iCs/>
                <w:sz w:val="28"/>
                <w:szCs w:val="28"/>
              </w:rPr>
              <w:t>е</w:t>
            </w:r>
            <w:r w:rsidRPr="006518F3">
              <w:rPr>
                <w:i/>
                <w:iCs/>
                <w:sz w:val="28"/>
                <w:szCs w:val="28"/>
              </w:rPr>
              <w:t xml:space="preserve">дитов внутри страны в валюте Российской Федерации 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01 06 05 02 02 0000 540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678" w:type="dxa"/>
          </w:tcPr>
          <w:p w:rsidR="00525DEC" w:rsidRPr="006518F3" w:rsidRDefault="00525DEC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для покрытия временных касс</w:t>
            </w:r>
            <w:r w:rsidRPr="006518F3">
              <w:rPr>
                <w:sz w:val="28"/>
                <w:szCs w:val="28"/>
              </w:rPr>
              <w:t>о</w:t>
            </w:r>
            <w:r w:rsidRPr="006518F3">
              <w:rPr>
                <w:sz w:val="28"/>
                <w:szCs w:val="28"/>
              </w:rPr>
              <w:t>вых разрывов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25DEC" w:rsidRPr="006518F3" w:rsidTr="00563C33">
        <w:tc>
          <w:tcPr>
            <w:tcW w:w="3134" w:type="dxa"/>
            <w:noWrap/>
          </w:tcPr>
          <w:p w:rsidR="00525DEC" w:rsidRPr="006518F3" w:rsidRDefault="00525DEC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 </w:t>
            </w:r>
          </w:p>
        </w:tc>
        <w:tc>
          <w:tcPr>
            <w:tcW w:w="4678" w:type="dxa"/>
            <w:vAlign w:val="bottom"/>
          </w:tcPr>
          <w:p w:rsidR="00525DEC" w:rsidRPr="006518F3" w:rsidRDefault="00525DEC" w:rsidP="00563C33">
            <w:pPr>
              <w:rPr>
                <w:b/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того</w:t>
            </w:r>
          </w:p>
        </w:tc>
        <w:tc>
          <w:tcPr>
            <w:tcW w:w="2106" w:type="dxa"/>
            <w:noWrap/>
            <w:vAlign w:val="bottom"/>
          </w:tcPr>
          <w:p w:rsidR="00525DEC" w:rsidRPr="006518F3" w:rsidRDefault="00525DEC" w:rsidP="00563C33">
            <w:pPr>
              <w:jc w:val="center"/>
              <w:rPr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1800000,0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735BD">
        <w:rPr>
          <w:sz w:val="28"/>
          <w:szCs w:val="28"/>
        </w:rPr>
        <w:t>6) в приложении 8:</w:t>
      </w:r>
    </w:p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главу «Правительство Ульяновской области» (Мин 203)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950" w:type="dxa"/>
        <w:tblInd w:w="93" w:type="dxa"/>
        <w:tblLook w:val="00A0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1E514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1813472,824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1118625,624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Руководитель высшего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нительного органа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власти Ульяновской области и его заместители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186009,124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184136,624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903506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154414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аппарата Общественной пал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ты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7130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Ассоциация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финанс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вое обеспечение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социации по содействию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витию правового просвещ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и оказанию бесплатной юридической помощи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 по осуществлению социально ориентированных видов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в целях содействия развитию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гиональной организации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российской общественной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ветеранов (пенси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неров) войны, труда, Воор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жённых Сил и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в сфере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научных исследований в области истории и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2012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гиональной общественной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 xml:space="preserve">ганизации Общероссийской общественной организации – Общество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Знание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передовых 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циатив, технологий,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мерческой организации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тия кадрового потенциала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Корпоративный университет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ластной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коррупции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2016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2018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8151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комиссий по делам несове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опр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делением перечня должнос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лиц органов местного 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моуправления, уполномоче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составлять протоколы об отдельных административных правонарушениях, предусмо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ренных Кодексом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об администр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правонарушениях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55310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39499,11632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15496,88368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36822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развитию институтов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данского общества и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социально ориентир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ванных некоммерческих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и добровольческой (волонтёрской) деятельности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циональная политика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социально ориентированным некоммерческим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на реализацию социально ориентированных программ (проектов) по результатам конкурсных процедур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мероприятий,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ленных на обеспечение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тия гражданского общества и организацию взаимодействия составляющих его элементов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циональная политика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сопровождение системы мониторинга состо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ния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 и раннего предупре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 межнациональных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фликтов, базирующейся на диверсификации источников информации и предусматр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вающей возможность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тивного реагирования на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фликтные и предконфликтные ситуации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мационной кампании,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ленной на укрепление единс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экстремизма, ксенофобии и нетерпимости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общественным инициативам в сфере укрепления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ского единства и гармониз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нации и этнокультурн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му развитию народов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полнительное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нальное образование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дятся вопросы в сфере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печения общегражданского единства и гармонизации межнациональных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вещаний, семинаров с участ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государственных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служащих Ульяновской области и должностных лиц органов местного самоупра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муниципальных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зований Ульяновской области, ответственных за реализацию государственной национал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политики, по вопросам межнациональных отношений и предупреждения межнаци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конфликтов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этн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конфессиональной адаптации мигрантов, прибывающих в Ульяновскую область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обучающих курсов для м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грантов, прибывающих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372709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Оценка претендентов на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мещение должностей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 и муниципальной службы в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ганах местного самоуправл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области, действующих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гражданских служащих Ульяновской области и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служащих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ведения кадрового учёта лиц, зам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щающих государственные должности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государственных органов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(настройка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держание) автоматизирова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системы управления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обеспечения возможности передачи сведений по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сам формирования кадрового состава государственной 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жданской службы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работы с молодёжью на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гражданской службе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мероприятий по работе 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лодёжью на государственной гражданской службе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имиджа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гражданской службы Ульяновской области и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вопросам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 муниципальной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Губернатора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Правительства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власти Ульяновской области и других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193436,625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176619,575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влечение общественности в деятельность по предупре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дению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совершеннолетних и в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 xml:space="preserve">дание автоматизированного программного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Безопасный город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распространению идеологии терроризма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ганизационно-правовое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322904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административных барьеров, оптимизация и повышение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чества предоставления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услуг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тельными органами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муниципальных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органами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муниципальных образований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288573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многофункци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центров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государственных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услуг и обно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их материально-технической базы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предоставления государственных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услуг в электронной форме, в том числе внедрение универсальной электронной карты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текущей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подведомственных учреждений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234787,202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169220,1162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65232,6558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334,43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уровня доступности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для физ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ческих и юридических лиц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доставление субсидии Фонду развития информационных технологий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в целях финансового обеспечения затрат,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реализацией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повышению уровня доступности информацио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и телекоммуникационных технологий для физических и юридических лиц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формационно-телекоммуника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ционного взаимодействия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полнительных органов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информационного общества и электронного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вительства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сетей передачи данных и обновление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граммного обеспечения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Внедрение результатов космической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инфраструктуры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странственных данных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и техническое обеспечение функциониров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геоинформационной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 xml:space="preserve">темы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Геопортал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443626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системы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вызова экстренных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служб по единому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на 2013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комплексной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экстренного оповещения населения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вежение запасов средств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дивидуальной защиты для гражданской обороны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82274,61461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74931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6926,01461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318729,98539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284537,368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31533,61739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 пожарных частей противопожарной службы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циональной безопасности и правоохранительной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чий по составлению проток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лов об административных правонарушениях, посяга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на общественный пор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док и общественную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повыш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управленческих кадров для организаций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родного хозяйства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обучения лиц,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мещающих государственные должности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государственных органов Ульяновской области, лиц, замещающих выборные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ниципальные должности, и муниципальных служащих (работников) органов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самоуправления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обучению лиц, замещающих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гражданских служащих (работников)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органов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лиц, замещающих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борные муниципальные должности, и муниципальных служащих (работников)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 местного самоуправления муниципальных образований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Сохранение и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ная охрана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сти субъектов Российской Федерации в соответствии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пунктом 1 статьи 9</w:t>
            </w:r>
            <w:r w:rsidRPr="00524457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24F15">
              <w:rPr>
                <w:color w:val="000000"/>
                <w:sz w:val="28"/>
                <w:szCs w:val="28"/>
              </w:rPr>
              <w:t xml:space="preserve">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25 июня 2002 года № 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культурного наследия (памятниках истории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туры) народов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объектов культурного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следия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правлений государственной культурной политики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223017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теле-, радиопрограмм, связанных с освещением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событий обществе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ной, экономической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турной жизни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Производство продукции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тевого издания и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доступа к нему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29021,14206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17021,14206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лерадиокомпаний, учреждё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Правительством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организациям,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ществляющим производство, распространение и тиражир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социально значимых программ в сфере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средств массовой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риодических печатных изд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областным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номным учреждениям в сфере периодических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литика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фестивалей, тво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ческих конкурсов, тематич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выставок, спортивных мероприятий, тематических семинаров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мероприятий,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1550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главу «Палата справедливости и общественного контроля в Ульяновской области» (Мин 210) изложить в следующей редакции:</w:t>
      </w:r>
    </w:p>
    <w:tbl>
      <w:tblPr>
        <w:tblW w:w="9950" w:type="dxa"/>
        <w:tblInd w:w="93" w:type="dxa"/>
        <w:tblLayout w:type="fixed"/>
        <w:tblLook w:val="00A0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11066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10486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,8»;</w:t>
            </w:r>
          </w:p>
        </w:tc>
      </w:tr>
    </w:tbl>
    <w:p w:rsidR="00525DEC" w:rsidRPr="00D01B98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главу «</w:t>
      </w:r>
      <w:r w:rsidRPr="00D01B98">
        <w:rPr>
          <w:bCs/>
          <w:color w:val="000000"/>
          <w:sz w:val="28"/>
          <w:szCs w:val="28"/>
        </w:rPr>
        <w:t>Министерство промышленности, строительства, жилищно-коммунального комплекса и транспорта Ульяновской области</w:t>
      </w:r>
      <w:r>
        <w:rPr>
          <w:sz w:val="28"/>
          <w:szCs w:val="28"/>
        </w:rPr>
        <w:t>» (Мин 233)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49" w:type="dxa"/>
        <w:tblInd w:w="93" w:type="dxa"/>
        <w:tblLook w:val="00A0"/>
      </w:tblPr>
      <w:tblGrid>
        <w:gridCol w:w="3904"/>
        <w:gridCol w:w="597"/>
        <w:gridCol w:w="502"/>
        <w:gridCol w:w="541"/>
        <w:gridCol w:w="1777"/>
        <w:gridCol w:w="522"/>
        <w:gridCol w:w="2106"/>
      </w:tblGrid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Министерство промы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ш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ленности, строительства, жилищно-коммунального комплекса и транспорта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10470445,39114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5368886,01281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65604,87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гидротехнических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гоукрепительных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са Российской Федерации в 2012-2020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гидротехнических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 для осуществления капитального ремонта гидр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качественными услуг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пассажирского транспорта в 2015-2020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автомобильным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162630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автобусов (в том числе внесение первон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чального взноса и оплата 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тежей по договору лизинга) и ввод их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индивидуальным предпринимателям в целях возмещения затрат в связи с выполнением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автомобильным транспортом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юридическим лицам,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с которыми закл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чё</w:t>
            </w:r>
            <w:r w:rsidRPr="00A24F15">
              <w:rPr>
                <w:color w:val="000000"/>
                <w:sz w:val="28"/>
                <w:szCs w:val="28"/>
              </w:rPr>
              <w:t>н государственный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тракт, работ (услуг),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осуществлением рег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лярных перевозок пассажиров и багажа автомобильным транспортом по регулиру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мым тарифам, в соответствии с требованиями, установле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ными государственным зака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97809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организациям воздушного транспорта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возмещения затрат в связи с выполнением внутренних региональных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воздушным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 в Приволжском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ральном округе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4995489,31281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797078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4077378,52881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дорожного хозяйства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3903803,31797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и реконс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рукция автомобильных дорог общего пользования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и межмуниципал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прочих автомобильных дорог общего пользования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гионального 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дорожной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3657261,99167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рожно-строительным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зациям, осуществляющим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рожную деятельность на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дорогах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или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на возмещение затрат, связанных с уплатой процентов по кредитам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партамент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458330,09902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366728,29902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рожной деятельности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вом (реконструкцией) автом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бильных дорог общего пол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зования местного значения с твёрдым покрытием до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населённых пунктов, не имеющих круглогодичной связи с сетью автомобильных дорог общего пользования, велосипедных дорожек и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лосипедных парковок, стро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тельством и (или) реконс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рукцией автомобильных дорог общего пользования местного значения, необходимых для реализации новых инвестиц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проектов, в том числе за счёт средств некоммерч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моногородов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634624,3437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за счёт средств от некоммерческой организ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развития моног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проектир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ванием, строительством (р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конструкцией), капитальным ремонтом, ремонтом и соде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жанием велосипедных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жек и велосипедных парковок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вом (реконструкцией) автом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бильных дорог общего пол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зования местного значения с твёрдым покрытием до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 в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173575,21084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развитие автом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тизированной системы фикс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административных право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нарушений в области 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сирование развития сети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дорог, ведущих к общественно значимым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ектам сельских населённых пунктов, объектам произво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ства и переработки сельскох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зяйственной продукции)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41486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Реструктур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промышленности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гоприятного инвестиционного климата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юридическим лицам и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осуществляющим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целях развития промышленного производства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строительство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газоснабжения в целях обеспечения природным газом зоны развития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условий для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и технического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вооружения производственн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сектора исправительных учреждений Управления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службы исполн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наказаний по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в результате приобретения оборудования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качественными услуг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пассажирского транспорта в 2015-2020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осуществляющим а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ропортовую деятельность, в целях возмещения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уплатой процентов по кредитам, привлечённым в целях капитального ремонта объектов аэропортовой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ропорту Ульяновск (Баратае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Жилищно-коммунальное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1254705,22804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 xml:space="preserve">дан из </w:t>
            </w:r>
            <w:r>
              <w:rPr>
                <w:color w:val="000000"/>
                <w:sz w:val="28"/>
                <w:szCs w:val="28"/>
              </w:rPr>
              <w:t>аварийного жилищного фонда с учё</w:t>
            </w:r>
            <w:r w:rsidRPr="00A24F15">
              <w:rPr>
                <w:color w:val="000000"/>
                <w:sz w:val="28"/>
                <w:szCs w:val="28"/>
              </w:rPr>
              <w:t>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 из аварийного жилищного фонда с учётом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газоснабжения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струкции объектов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719982,9571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новлением нормативов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требления населением твёрд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топлива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мероприятий по развитию инфраструктуры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Сенгилеевский район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567659,65588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 и водоотведения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строительство, реконструкцию, ремонт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водоснабжения 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отведения, подготовку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документации, вкл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чая погашение кредиторской задолженности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возможности пользования сетевым приро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ным газом 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объектов газоснабжения, в том числе подготовки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экспе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тизы проектной документации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муниципальным образован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те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лоснабжения населения и объектов социальной сферы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на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снабжения, и услуг, реализу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мых по установленным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 ценам для реш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социальных задач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ти, в том числе затрат,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погашением кредито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погашение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долженности теплоснабжа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организаций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за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лённый природный газ,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занной с осуществлением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гулируемых видов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оказания содействия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селениям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в подготовке и прохожд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погашения кредиторской задолженности за ранее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полненные работы и оказа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услуги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Энергосбер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области, в том числе на основе расширения ма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штабов использования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родного газа в качестве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торного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повышение энергетич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ской эффективности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202792,75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государственной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 реализации энергосбер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гающих и энергоэффективных мероприятий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195468,65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в целях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нансового обеспечения затрат, связанных со строительством и модернизацией теплоисто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ников и тепловых сетей, в том числе затрат, связанных с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сением платы по договорам финансовой аренды (лизинга) и (или) договорам 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под уступку денежного требования (договорам факт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ринга)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котельных, в том числе посредством перехода от 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трализованного отопления объектов социальной сферы и жилищного фонда к их под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мовому газовому отоплению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муниципальным образованиям Ульяновской области в целях софинансир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затрат по ремонту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мене тепловых сетей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организаций,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Министерству промы</w:t>
            </w:r>
            <w:r w:rsidRPr="00A24F15">
              <w:rPr>
                <w:color w:val="000000"/>
                <w:sz w:val="28"/>
                <w:szCs w:val="28"/>
              </w:rPr>
              <w:t>ш</w:t>
            </w:r>
            <w:r w:rsidRPr="00A24F15">
              <w:rPr>
                <w:color w:val="000000"/>
                <w:sz w:val="28"/>
                <w:szCs w:val="28"/>
              </w:rPr>
              <w:t>ленности, строительства,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лищно-коммунального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плекса и транспорта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Региональное агентство по энергосбереж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и повышению энергоэ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фективности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привлечения в организации жилищно-ком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мунального хозяйства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от 29 сентября 2015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  <w:r w:rsidRPr="00A24F15">
              <w:rPr>
                <w:color w:val="000000"/>
                <w:sz w:val="28"/>
                <w:szCs w:val="28"/>
              </w:rPr>
              <w:t xml:space="preserve">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привлечению в организации жилищно-коммунального хозяйства,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ходящиеся на территории Ульяновской области,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151089,30122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 государственной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новскоблстройзаказчик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35829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(муниципальными)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32678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ного комплекса Ульяновской области на финансовое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затрат, связанных с его деятельностью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89011,13422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(муниципальными)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82171,63422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6799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1367562,05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515861,84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дошк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льного образования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651700,21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и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обучения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образовательного процесса)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115700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17889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Культура России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(2012-2018 годы)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70602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реконструкции и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дения ремонтно-реставра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ционных работ зданий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учреждений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муниципальных арх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вов и 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зданий в целях размещения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атров в городах с численн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 населения до 300 тысяч человек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учреждений культурно-досугового типа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1611669,99629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перинатальных центров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Проектирование, строительс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во и ввод в эксплуатацию 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ринатального центра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программ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здравоохранения субъектов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 в части укрепления 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сударственных учреждений здравоохранения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137710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315081,284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A47EDE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областного бюджета Ульяновской области)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Пенсионного фонда Российской Федерации)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расходов за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ём (поднаём) жилого помещ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детям-сиротам, детям, 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тавшимся без попечения 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дителей, а также лицам из числа детей-сирот и детей, 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телей,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жилых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48095,084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и услуг в приоритетных сферах жизн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деятельности инвалидов и других маломобильных групп населения в областных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менной социальной выплаты на уплату первоначального взноса при приобретении (строительстве) с использов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ипотечного кредита (займа) жилого помещения отдельным работникам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осуществляющих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сфере информационных технологий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дополнител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социальной выплаты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лодым семьям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(строительство)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бё</w:t>
            </w:r>
            <w:r w:rsidRPr="00A24F15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осуществления 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кам муниципальных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 единовременных социальных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лых помещений с привлеч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 средств ипотечных 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жильём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322030,42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199130,42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84552,52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74217,52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городской инфраструктуры, парковых и рекреационных зон для зан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физической культурой и спортом, в том числе видами спорта, популярными в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среде, а также для проведения физкультурных и спортивных мероприятий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в Российской Федерации на 2016-2020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продовольс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плоскостных спортивных сооружений 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подготовке и проведению чемпионата мира по футболу в 2018 году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главу «Министерство физической культуры и спорта Ульяновской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ти» (Мин 242) изложить в следующей редакции:</w:t>
      </w:r>
    </w:p>
    <w:tbl>
      <w:tblPr>
        <w:tblW w:w="9971" w:type="dxa"/>
        <w:tblInd w:w="93" w:type="dxa"/>
        <w:tblLook w:val="00A0"/>
      </w:tblPr>
      <w:tblGrid>
        <w:gridCol w:w="3833"/>
        <w:gridCol w:w="636"/>
        <w:gridCol w:w="504"/>
        <w:gridCol w:w="536"/>
        <w:gridCol w:w="1720"/>
        <w:gridCol w:w="636"/>
        <w:gridCol w:w="2106"/>
      </w:tblGrid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1052223,08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спортивно-массо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вых мероприятий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товку и проведение Ген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ральной Ассамблеи Всеми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ной организации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 городов и местной власти (WeGo)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42978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524457" w:rsidRDefault="00525DEC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524457" w:rsidRDefault="00525DEC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524457" w:rsidRDefault="00525DEC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983474,48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Управление спортивными сооружениями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Волга-спорт-арена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17671,5765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8228,4235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материал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ное обеспечение лиц,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имеющих выдающиеся достижения и особые заслуги перед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Федерацией в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вие развитию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поэтапному внедрению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76046,68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рукции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ской инфраструктуры, 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 рекреационных зон для занятий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рой и спортом, в том числе видами спорта, популярными в молодёжной среде, а также для проведения физкульту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ных и спортивных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зданий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 в государственную собственность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 в Российской Федерации на 2016-2020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комплектов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покрытий для фу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больных полей для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детско-юношеских школ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спортивного обор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дования для спортивных школ и училищ олимпийск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резерва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23815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147499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спорта высших дост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экспериментал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групп олимпийской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готовки 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ными) органами</w:t>
            </w:r>
            <w:r>
              <w:rPr>
                <w:color w:val="000000"/>
                <w:sz w:val="28"/>
                <w:szCs w:val="28"/>
              </w:rPr>
              <w:t>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подготовки спортивного резерва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Адресная финансовая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спортивных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осуществляющих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готовку спортивного резерва для сборных команд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ными) органами, каз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2693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5414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спортивной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22196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спортивно-мас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совых мероприятий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её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стью, а также подготовкой, организацией и проведением спортивно-массовых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в городе Ульяновске и Ульяновской области, в том числе физкультурных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и спортивных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по реализации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главу «Министерство искусства и культурной политики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ласти» (Мин 255) изложить в следующей редакции:</w:t>
      </w:r>
    </w:p>
    <w:tbl>
      <w:tblPr>
        <w:tblW w:w="9971" w:type="dxa"/>
        <w:tblInd w:w="93" w:type="dxa"/>
        <w:tblLook w:val="00A0"/>
      </w:tblPr>
      <w:tblGrid>
        <w:gridCol w:w="3835"/>
        <w:gridCol w:w="636"/>
        <w:gridCol w:w="504"/>
        <w:gridCol w:w="536"/>
        <w:gridCol w:w="1718"/>
        <w:gridCol w:w="636"/>
        <w:gridCol w:w="2106"/>
      </w:tblGrid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813193,676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нием, комплектованием, уч</w:t>
            </w:r>
            <w:r w:rsidRPr="00A24F15"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том и использованием архи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документов, относящи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к государственной собс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венности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 и находящихся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ториях муниципальных ра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онов и городских округов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предприятий турис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ского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 xml:space="preserve">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по 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ризму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5481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96786,562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40518,971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657952,593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616809,124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мационной кампании, направ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ленной на укрепление еди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нации и этнокул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615198,524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43135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парков (парк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зон) в муниципальных образованиях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создания модельных би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лиотек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разованиях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Подключение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общедоступных библи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тек к сети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библиотечн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дела с учётом задачи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ширения информационных технологий и оцифровки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муниципальных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культуры, наход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щихся на территории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находящихся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репления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и укрепление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риально-технической базы муниципальных домов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правлений государственной культурной политики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Пластовская осень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целях финансового обеспечения (возмещения) затрат,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присуждением и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платой международных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мий в области изобразител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искусства имени А.А.Пластова.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государственным коллективам, имеющим 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тус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Губернаторский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реализации мероприятий по продвижению чтения и поддержке книгоиздания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туристской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национально-культурным автономиям в целях финансового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(возмещения)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ционально-культурных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номий по поддержке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исторических и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ных традиций граждан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личных национальностей,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16162,293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яновскКинофонд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туризма и сохранение объектов культурного насл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17704,076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17395,658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276,318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7277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6300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5276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главу «</w:t>
      </w:r>
      <w:r w:rsidRPr="00142503">
        <w:rPr>
          <w:bCs/>
          <w:color w:val="000000"/>
          <w:sz w:val="28"/>
          <w:szCs w:val="28"/>
        </w:rPr>
        <w:t>Министерство здравоохранения, семьи и социального</w:t>
      </w:r>
      <w:r>
        <w:rPr>
          <w:bCs/>
          <w:color w:val="000000"/>
          <w:sz w:val="28"/>
          <w:szCs w:val="28"/>
        </w:rPr>
        <w:br/>
      </w:r>
      <w:r w:rsidRPr="00142503">
        <w:rPr>
          <w:bCs/>
          <w:color w:val="000000"/>
          <w:sz w:val="28"/>
          <w:szCs w:val="28"/>
        </w:rPr>
        <w:t>благополучия Ульяновской области</w:t>
      </w:r>
      <w:r>
        <w:rPr>
          <w:sz w:val="28"/>
          <w:szCs w:val="28"/>
        </w:rPr>
        <w:t>» (Мин 261) изложить в следующей редакции:</w:t>
      </w:r>
    </w:p>
    <w:tbl>
      <w:tblPr>
        <w:tblW w:w="9971" w:type="dxa"/>
        <w:tblInd w:w="93" w:type="dxa"/>
        <w:tblLook w:val="00A0"/>
      </w:tblPr>
      <w:tblGrid>
        <w:gridCol w:w="3833"/>
        <w:gridCol w:w="636"/>
        <w:gridCol w:w="504"/>
        <w:gridCol w:w="536"/>
        <w:gridCol w:w="1720"/>
        <w:gridCol w:w="636"/>
        <w:gridCol w:w="2106"/>
      </w:tblGrid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287B3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Министерство здрав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охранения, семьи и соц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ального благополучия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17479008,2426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74622C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областного бюджета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Пенсионного фонда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венные органу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241074,82712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212163,35977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28353,37435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558,093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нологий в деятельность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реждений системы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защиты и социального обслуживания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288732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венные органу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дицинским образованием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и высшим медицинским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развития системы санаторно-курорт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ного лечения, в том числе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дицинским образованием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2648565,95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оказания первичной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дико-санитарной помощи, в том числе гражданам,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вающим в сельской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111060,56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гражданам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высокоте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нологичной медицинской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мощи, не включённой в баз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вую программу обязательн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(дородовой) диагностики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рушений развития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дицинской помощи детям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реактивов и расхо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ных материалов для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неонатального и ауди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логического скрининга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204100,88244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диспансериз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оказания первичной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дико-санитарной помощи, в том числе гражданам,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вающим в сельской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Совершенствование системы лекарственного обеспечения отдельных категорий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дан, в том числе страдающих жизнеугрожающими и хр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ническими прогрессирующ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ми редкими (орфанными)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болеваниями, приводящими к сокращению продолжител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жизни граждан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в области лекарс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нение и обеспечение без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пасности донорской крови и её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Санитарно-эпидемиологическое благ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Иммунопрофилактика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ВИЧ-инфекции и гепатитов B и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жителям города Димитровграда, Мелекесск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и Новомалыклинского районов специализированной медицинской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средств для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ления, определения чувств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тельности микобактерии 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беркулёза и мониторинга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лиц, больных туберк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лёзом с множественной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карственной устойчивостью возбудителя, а также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изделий в соответс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вии со стандартом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предусмотренным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рядком оказания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 больным тубе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кулёзом)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средств для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и мониторинга лечения лиц, инфицированных вир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сами иммунодефицита чел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века, в том числе в сочетании с вирусами гепатитов B и (или)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расходов на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ратами, предназначенными для лечения больных злок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чественными новообразов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ниями лимфоидной, кров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творной и родственных им тканей, гемофилией, мук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Платежи на финансовое обеспечение реализации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ежегодной облас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ной премии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государственных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ного закона от 21 ноября 2011 года № 323-ФЗ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в сфере охраны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по обеспечению общественного порядка,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тиводействию преступности и профилактике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объёмов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ления населением алкогол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продукции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14288900,66548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услуг в области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ального обслуживания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юридическим 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цам, не являющимся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учреждениями,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лям, оказывающим услуги в области социального обсл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социальной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 и ресоциализации лиц, потребляющих наркот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ческие средства и психотро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ные вещества в немедици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целях,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венные органу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85790,56228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12046457,89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инвалидов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ническими средствами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билитации, включая изгото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 ремонт протезно-ортопедических изделий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в соответствии с Указом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зидента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от 7 мая 2008 года № 714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жильём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теранов Великой Отечестве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войны 1941-1945 годов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стипендий студе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там, интернам и ординаторам, обучающимся по договорам о целевом обучении в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высшего образования по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циальностям высшего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зования укрупнённой группы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Здравоохранение и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цинские науки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6684776,99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159-ЗО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ресной материальной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реабилитирова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лиц и лиц, признанных пострадавшими от политич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должности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сударственной гражданской службы Ульяновской области или должности в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должностями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гражданской службы Ульяновской области, и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гибших при исполнении должностных (трудовых) обязанностей или умерших вследствие ранения, конт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педагог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ческим работникам, 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тающим и (или)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инвалидов боевых действий,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прокурорских работников, сотрудников органов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системы Министерства ю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тиции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ции, погибших при исполн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обязанностей военной службы, служебных обяза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ностей или умерших вследс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вие ранения, контузии, заб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леваний, увечья, полученных при исполнении обязанностей военной службы, служебных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обслуживания лицам, страдающим психическими расстройствами, находящи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зании противотуберкулёзной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инв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области экономически обо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тивов потребления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жён граждан, ув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ежемесячной денежной компенсации на оплату жил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помещения и (или)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венным гражданским служ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сентября 2016 года № 137-ЗО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бенностях правового полож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граждан, родившихся в период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аварийно-спасатель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ных служб и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доставлении в 2016 и 2017 годах отдельным категориям собственников жилых пом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щений в многоквартирных домах, расположенных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ежемесячной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сации расходов на уплату взноса на капитальный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общего имущества в 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ких многоквартирных домах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01 июля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2016 года № 87-ЗО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доставлении в 2016 и 2017 годах детям-сиротам и детям, оставшимся</w:t>
            </w:r>
            <w:r>
              <w:rPr>
                <w:color w:val="000000"/>
                <w:sz w:val="28"/>
                <w:szCs w:val="28"/>
              </w:rPr>
              <w:t xml:space="preserve"> без попечения родителей, а так</w:t>
            </w:r>
            <w:r w:rsidRPr="00A24F15">
              <w:rPr>
                <w:color w:val="000000"/>
                <w:sz w:val="28"/>
                <w:szCs w:val="28"/>
              </w:rPr>
              <w:t>же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категориям лиц из их числа, являющимся собс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венникам жилых помещений в многоквартирных домах, расположенных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области, ежемесячной компенсации расходов на уплату взноса на капитальный ремонт общего имущества в таких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граждан, установленных федеральн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 законами от 12 января 1995 года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щите инвалидов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ты лицам, награждённым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осложнений в соответс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вии с Федеральным законом от 17 сентября 1998 года 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иммунопроф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лактике инфекционных 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лезней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ных услуг отдельным катег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инвалидам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средств в соо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коном от 25 апреля 2002 года № 40-ФЗ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обязательном страховании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средств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2006 года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детей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жащих, прокурорских рабо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ников, сотрудников органов внутренних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системы Министерства ю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тиции Российской Федерации и органов Министерства Ро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по делам гражданской обороны, чре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вычайным ситуациям и ли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видации последствий 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хийных бедствий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полнительных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2013 года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отдельным категориям инвалидов, имеющих детей, дополн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меры социальной поддержки в сфере оплаты жилых помещений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предоставлением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ребёнка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жащего, проходящего вое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ную службу по призыву, в соответствии с Федеральным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государственных пособиях гражданам,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единовременных пособий женщинам, вста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прекращением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новременном денежном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зациях, находящихся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рального закона от 24 июня 1999 года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 xml:space="preserve">120-ФЗ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новах системы профилактики безнадзорности и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несовершеннолетних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деятельности, связанной с перевозкой между субъект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Российской Федерации, а также в пределах территорий государств – участников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дружества Независимых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сударств несовершенноле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них, самовольно ушедших из семей, организаций для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>образовательных организ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родителей,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рирайонном транспорте (кроме такси), а также прое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да один раз в год к месту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платы приёмным родителям причитающегося им возн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граждения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кой и попечительством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несовершенноле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Пени, штрафы за неуплату страховых взносов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 в установленный срок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Федерация профсоюзов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темы оказания первичной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дико-санитарной помощи, в том числе гражданам,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вающим в сельской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менных компенсационных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лья фельдшерам и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ским сёстрам фельдшерско-акушерских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Единовременные выплаты медицинским работникам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204080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областных государственных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192538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76497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72845,742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дарственными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главу «Министерство образования и науки Ульяновской области»</w:t>
      </w:r>
      <w:r>
        <w:rPr>
          <w:sz w:val="28"/>
          <w:szCs w:val="28"/>
        </w:rPr>
        <w:br/>
        <w:t>(Мин 273) изложить в следующей редакции:</w:t>
      </w:r>
    </w:p>
    <w:tbl>
      <w:tblPr>
        <w:tblW w:w="9976" w:type="dxa"/>
        <w:tblInd w:w="93" w:type="dxa"/>
        <w:tblLook w:val="00A0"/>
      </w:tblPr>
      <w:tblGrid>
        <w:gridCol w:w="3851"/>
        <w:gridCol w:w="636"/>
        <w:gridCol w:w="504"/>
        <w:gridCol w:w="536"/>
        <w:gridCol w:w="1707"/>
        <w:gridCol w:w="636"/>
        <w:gridCol w:w="2106"/>
      </w:tblGrid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Министерство образов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A24F15">
              <w:rPr>
                <w:b/>
                <w:bCs/>
                <w:color w:val="000000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10586899,75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21953,74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4351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3043,78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10177797,43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дошкольным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организациям, связанных с осуществлением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тельной деятельности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предпринимателям, осуществляющим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тельную деятельность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дошк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дошкольных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5854530,85505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пилотного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екта по апробации учебно-методических комплексов по отдельным учебным предм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там, по которым проводится государственная итоговая а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тестация по образовательным программам среднего общего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5851105,55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5432921,75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дрение федеральных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стандартов начал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общего, основного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и среднего общего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общеобразовательным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деятельности по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государственную аккр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дитацию основным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обеспечение б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зовыми муниципальными общеобразовательными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низациями профильного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математической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правленности или углублё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ного изучения учебного предмета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Математика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нимающим) в указанных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зациях штатные должности, предусмотренные квалифик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ционными справочниками или профессиональными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обучающимся 10-х (11-х) и 11-х (12-х) кла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доставлением бесплатно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циальных учебников и уче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ных пособий, иной учебной литературы, а также услуг сурдопереводчиков и тифл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сурдопереводчиков при пол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чении обучающимися с огр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ниченными возможностями здоровья образования в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кадрового потенциала системы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жетных ассигнований облас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ного бюджета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85454,55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приобретения для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организаций 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автобусов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организациях,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положенных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ности, условий для занятий физической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программы по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нию в Ульяновской области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содействию создания в суб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Российской Федерации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в час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организациях, осущест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ляющих образовательную деятельность, которым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новлены контрольные цифры приёма граждан на обучение по профессиям, специальн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стям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организации образовательн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процесса)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низациях, за исключением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без попечения родителей, находящихся в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для детей-сирот и детей, 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доровления детей,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общеобразовател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организациях, за искл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чением детей-сирот и детей, оставшихся без попечения родителей, находящихся в образовательных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 для детей-сирот и детей, оставшихся без попечения родителей, и детей, наход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щихся в трудной жизненной ситуации, в лагерях,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зованных образовательными организациями, осущест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ляющими организацию отд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ха и оздоровления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каникулярное время (с дневным пребыванием)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186807,27495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185299,27495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727EA6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727EA6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Субсидии автономной н</w:t>
            </w:r>
            <w:r w:rsidRPr="00727EA6">
              <w:rPr>
                <w:color w:val="000000"/>
                <w:sz w:val="28"/>
                <w:szCs w:val="28"/>
              </w:rPr>
              <w:t>е</w:t>
            </w:r>
            <w:r w:rsidRPr="00727EA6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27EA6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727EA6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727EA6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727EA6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727EA6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79 2 01 8026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727EA6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727EA6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45578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10994,60601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23687,49399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условий,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чивающих доступность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программ естестве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но-научной и технической направленности для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5D3F0A">
              <w:rPr>
                <w:color w:val="000000"/>
                <w:sz w:val="28"/>
                <w:szCs w:val="28"/>
              </w:rPr>
              <w:t>Субсидии автономной н</w:t>
            </w:r>
            <w:r w:rsidRPr="005D3F0A">
              <w:rPr>
                <w:color w:val="000000"/>
                <w:sz w:val="28"/>
                <w:szCs w:val="28"/>
              </w:rPr>
              <w:t>е</w:t>
            </w:r>
            <w:r w:rsidRPr="005D3F0A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3F0A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134721,17495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126825,87495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национально-региональной системы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висимой оценки качества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через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лизацию пилотных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проектов и создание национальных механизмов оценки качества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40085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39984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совершеннолетних и в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дениями, органами 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государственными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379753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единовреме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денежных выплат пед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организаций, реализу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образовательную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грамму дошкольного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вания, имеющим статус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лодых специалистов (за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селённых пунктах, рабочих посёлках (посёлках городск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типа)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организации оздоровл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работников бюджетной сферы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платой родителям (законным представителям) детей, пос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вым и одарённым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щимся, педагогическим и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учным работникам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улучшению демографической ситуации в</w:t>
            </w:r>
            <w:r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525DEC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24F15" w:rsidRDefault="00525DEC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525DEC" w:rsidRPr="00A24F15" w:rsidRDefault="00525DEC" w:rsidP="00614051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A24F15" w:rsidRDefault="00525DEC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24F15" w:rsidRDefault="00525DEC" w:rsidP="00614051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9433,55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Default="00525DEC" w:rsidP="00D44AC4">
      <w:pPr>
        <w:spacing w:line="360" w:lineRule="auto"/>
        <w:jc w:val="both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ab/>
        <w:t>з) наименование главы «</w:t>
      </w:r>
      <w:r w:rsidRPr="00D44AC4">
        <w:rPr>
          <w:bCs/>
          <w:color w:val="000000"/>
          <w:sz w:val="28"/>
          <w:szCs w:val="28"/>
        </w:rPr>
        <w:t>Агентство регионального государственного стро</w:t>
      </w:r>
      <w:r w:rsidRPr="00D44AC4">
        <w:rPr>
          <w:bCs/>
          <w:color w:val="000000"/>
          <w:sz w:val="28"/>
          <w:szCs w:val="28"/>
        </w:rPr>
        <w:t>и</w:t>
      </w:r>
      <w:r w:rsidRPr="00D44AC4">
        <w:rPr>
          <w:bCs/>
          <w:color w:val="000000"/>
          <w:sz w:val="28"/>
          <w:szCs w:val="28"/>
        </w:rPr>
        <w:t>тельного</w:t>
      </w:r>
      <w:r>
        <w:rPr>
          <w:bCs/>
          <w:color w:val="000000"/>
          <w:sz w:val="28"/>
          <w:szCs w:val="28"/>
        </w:rPr>
        <w:t xml:space="preserve"> </w:t>
      </w:r>
      <w:r w:rsidRPr="00D44AC4">
        <w:rPr>
          <w:bCs/>
          <w:color w:val="000000"/>
          <w:sz w:val="28"/>
          <w:szCs w:val="28"/>
        </w:rPr>
        <w:t>надзора Ульяновской области</w:t>
      </w:r>
      <w:r>
        <w:rPr>
          <w:sz w:val="28"/>
          <w:szCs w:val="28"/>
        </w:rPr>
        <w:t>»</w:t>
      </w:r>
      <w:r w:rsidRPr="004E1F26">
        <w:rPr>
          <w:sz w:val="28"/>
          <w:szCs w:val="28"/>
        </w:rPr>
        <w:t xml:space="preserve"> </w:t>
      </w:r>
      <w:r>
        <w:rPr>
          <w:sz w:val="28"/>
          <w:szCs w:val="28"/>
        </w:rPr>
        <w:t>(Мин 382) изложить в следующей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ции: </w:t>
      </w:r>
    </w:p>
    <w:p w:rsidR="00525DEC" w:rsidRPr="004E1F26" w:rsidRDefault="00525DEC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4E1F26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>
        <w:rPr>
          <w:b/>
          <w:bCs/>
          <w:color w:val="000000"/>
          <w:sz w:val="28"/>
          <w:szCs w:val="28"/>
        </w:rPr>
        <w:br/>
      </w:r>
      <w:r w:rsidRPr="004E1F26">
        <w:rPr>
          <w:b/>
          <w:bCs/>
          <w:color w:val="000000"/>
          <w:sz w:val="28"/>
          <w:szCs w:val="28"/>
        </w:rPr>
        <w:t>и государственной экспертизы Ульяновской области</w:t>
      </w:r>
      <w:r>
        <w:rPr>
          <w:sz w:val="28"/>
          <w:szCs w:val="28"/>
        </w:rPr>
        <w:t>»</w:t>
      </w:r>
      <w:r w:rsidRPr="00D44AC4">
        <w:rPr>
          <w:sz w:val="28"/>
          <w:szCs w:val="28"/>
        </w:rPr>
        <w:t>;</w:t>
      </w:r>
    </w:p>
    <w:p w:rsidR="00525DEC" w:rsidRDefault="00525DEC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«Итого» цифры «49765468,11452» заменить цифрами «</w:t>
      </w:r>
      <w:r w:rsidRPr="00D44AC4">
        <w:rPr>
          <w:bCs/>
          <w:color w:val="000000"/>
          <w:sz w:val="28"/>
          <w:szCs w:val="28"/>
        </w:rPr>
        <w:t>50294895,41452</w:t>
      </w:r>
      <w:r>
        <w:rPr>
          <w:sz w:val="28"/>
          <w:szCs w:val="28"/>
        </w:rPr>
        <w:t>»;</w:t>
      </w:r>
    </w:p>
    <w:bookmarkEnd w:id="1"/>
    <w:bookmarkEnd w:id="2"/>
    <w:p w:rsidR="00525DEC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35AB4">
        <w:rPr>
          <w:sz w:val="28"/>
          <w:szCs w:val="28"/>
        </w:rPr>
        <w:t>7) в приложении 9:</w:t>
      </w:r>
    </w:p>
    <w:p w:rsidR="00525DEC" w:rsidRPr="004005EE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005EE">
        <w:rPr>
          <w:sz w:val="28"/>
          <w:szCs w:val="28"/>
        </w:rPr>
        <w:t xml:space="preserve">в главе </w:t>
      </w:r>
      <w:r>
        <w:rPr>
          <w:sz w:val="28"/>
          <w:szCs w:val="28"/>
        </w:rPr>
        <w:t>«</w:t>
      </w:r>
      <w:r w:rsidRPr="004005EE">
        <w:rPr>
          <w:sz w:val="28"/>
          <w:szCs w:val="28"/>
        </w:rPr>
        <w:t xml:space="preserve">Министерство образования </w:t>
      </w:r>
      <w:r>
        <w:rPr>
          <w:sz w:val="28"/>
          <w:szCs w:val="28"/>
        </w:rPr>
        <w:t xml:space="preserve">и науки </w:t>
      </w:r>
      <w:r w:rsidRPr="004005EE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4005EE">
        <w:rPr>
          <w:sz w:val="28"/>
          <w:szCs w:val="28"/>
        </w:rPr>
        <w:t>(Мин 273):</w:t>
      </w:r>
    </w:p>
    <w:p w:rsidR="00525DEC" w:rsidRPr="004005EE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ПР 04) цифры </w:t>
      </w:r>
      <w:r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525DEC" w:rsidRPr="004005EE" w:rsidRDefault="00525DEC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>
        <w:rPr>
          <w:color w:val="000000"/>
          <w:sz w:val="28"/>
          <w:szCs w:val="28"/>
        </w:rPr>
        <w:t>»</w:t>
      </w:r>
      <w:r w:rsidRPr="004005EE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ПР 04 ЦС 79 0 00 00000) цифры </w:t>
      </w:r>
      <w:r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525DEC" w:rsidRPr="004005EE" w:rsidRDefault="00525DEC" w:rsidP="003E160F">
      <w:pPr>
        <w:spacing w:line="360" w:lineRule="auto"/>
        <w:ind w:firstLine="709"/>
        <w:jc w:val="both"/>
        <w:rPr>
          <w:sz w:val="28"/>
          <w:szCs w:val="28"/>
        </w:rPr>
      </w:pPr>
      <w:r w:rsidRPr="003E160F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Обеспечение реализации государственной пр</w:t>
      </w:r>
      <w:r w:rsidRPr="003E160F">
        <w:rPr>
          <w:color w:val="000000"/>
          <w:sz w:val="28"/>
          <w:szCs w:val="28"/>
        </w:rPr>
        <w:t>о</w:t>
      </w:r>
      <w:r w:rsidRPr="003E160F">
        <w:rPr>
          <w:color w:val="000000"/>
          <w:sz w:val="28"/>
          <w:szCs w:val="28"/>
        </w:rPr>
        <w:t>граммы</w:t>
      </w:r>
      <w:r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Развитие и моде</w:t>
      </w:r>
      <w:r w:rsidRPr="003E160F">
        <w:rPr>
          <w:color w:val="000000"/>
          <w:sz w:val="28"/>
          <w:szCs w:val="28"/>
        </w:rPr>
        <w:t>р</w:t>
      </w:r>
      <w:r w:rsidRPr="003E160F">
        <w:rPr>
          <w:color w:val="000000"/>
          <w:sz w:val="28"/>
          <w:szCs w:val="28"/>
        </w:rPr>
        <w:t>низация образования в Ульяновской области</w:t>
      </w:r>
      <w:r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(Мин 273 Рз 07 ПР 04 ЦС 79 7 00 00000) цифры </w:t>
      </w:r>
      <w:r>
        <w:rPr>
          <w:sz w:val="28"/>
          <w:szCs w:val="28"/>
        </w:rPr>
        <w:t>«</w:t>
      </w:r>
      <w:r w:rsidRPr="003E160F">
        <w:rPr>
          <w:sz w:val="28"/>
          <w:szCs w:val="28"/>
        </w:rPr>
        <w:t>754574,9</w:t>
      </w:r>
      <w:r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E160F">
        <w:rPr>
          <w:sz w:val="28"/>
          <w:szCs w:val="28"/>
        </w:rPr>
        <w:t>590090,0</w:t>
      </w:r>
      <w:r>
        <w:rPr>
          <w:sz w:val="28"/>
          <w:szCs w:val="28"/>
        </w:rPr>
        <w:t>»</w:t>
      </w:r>
      <w:r w:rsidRPr="003E160F">
        <w:rPr>
          <w:sz w:val="28"/>
          <w:szCs w:val="28"/>
        </w:rPr>
        <w:t>;</w:t>
      </w:r>
    </w:p>
    <w:p w:rsidR="00525DEC" w:rsidRPr="004005EE" w:rsidRDefault="00525DEC" w:rsidP="00241681">
      <w:pPr>
        <w:spacing w:line="360" w:lineRule="auto"/>
        <w:ind w:firstLine="709"/>
        <w:jc w:val="both"/>
        <w:rPr>
          <w:sz w:val="28"/>
          <w:szCs w:val="28"/>
        </w:rPr>
      </w:pPr>
      <w:r w:rsidRPr="0024168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>Обеспечение деятельности государстве</w:t>
      </w:r>
      <w:r w:rsidRPr="00241681">
        <w:rPr>
          <w:color w:val="000000"/>
          <w:sz w:val="28"/>
          <w:szCs w:val="28"/>
        </w:rPr>
        <w:t>н</w:t>
      </w:r>
      <w:r w:rsidRPr="00241681">
        <w:rPr>
          <w:color w:val="000000"/>
          <w:sz w:val="28"/>
          <w:szCs w:val="28"/>
        </w:rPr>
        <w:t>ного заказчика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 w:rsidRPr="00241681">
        <w:rPr>
          <w:sz w:val="28"/>
          <w:szCs w:val="28"/>
        </w:rPr>
        <w:t xml:space="preserve"> (Мин 273 Рз 07 ПР 04 ЦС 79 7 01 00000) цифры </w:t>
      </w:r>
      <w:r>
        <w:rPr>
          <w:sz w:val="28"/>
          <w:szCs w:val="28"/>
        </w:rPr>
        <w:t>«</w:t>
      </w:r>
      <w:r w:rsidRPr="00241681">
        <w:rPr>
          <w:sz w:val="28"/>
          <w:szCs w:val="28"/>
        </w:rPr>
        <w:t>754574,9</w:t>
      </w:r>
      <w:r>
        <w:rPr>
          <w:sz w:val="28"/>
          <w:szCs w:val="28"/>
        </w:rPr>
        <w:t>»</w:t>
      </w:r>
      <w:r w:rsidRPr="0024168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41681">
        <w:rPr>
          <w:sz w:val="28"/>
          <w:szCs w:val="28"/>
        </w:rPr>
        <w:t>590090,0</w:t>
      </w:r>
      <w:r>
        <w:rPr>
          <w:sz w:val="28"/>
          <w:szCs w:val="28"/>
        </w:rPr>
        <w:t>»</w:t>
      </w:r>
      <w:r w:rsidRPr="00241681">
        <w:rPr>
          <w:sz w:val="28"/>
          <w:szCs w:val="28"/>
        </w:rPr>
        <w:t>;</w:t>
      </w:r>
    </w:p>
    <w:p w:rsidR="00525DEC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AF4B9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Pr="00AF4B91">
        <w:rPr>
          <w:color w:val="000000"/>
          <w:sz w:val="28"/>
          <w:szCs w:val="28"/>
        </w:rPr>
        <w:t>о</w:t>
      </w:r>
      <w:r w:rsidRPr="00AF4B9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273 Рз 07 ПР 04 ЦС 79 7 01 18200) цифры </w:t>
      </w:r>
      <w:r>
        <w:rPr>
          <w:sz w:val="28"/>
          <w:szCs w:val="28"/>
        </w:rPr>
        <w:t>«</w:t>
      </w:r>
      <w:r w:rsidRPr="00AF4B91">
        <w:rPr>
          <w:sz w:val="28"/>
          <w:szCs w:val="28"/>
        </w:rPr>
        <w:t>754574,9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4B91">
        <w:rPr>
          <w:sz w:val="28"/>
          <w:szCs w:val="28"/>
        </w:rPr>
        <w:t>590090,0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525DEC" w:rsidRPr="00AF4B91" w:rsidRDefault="00525DEC" w:rsidP="00AF4B91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AF4B91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273 Рз 07 ПР 04 ЦС 79 7 01 18200 ВР 600) цифры </w:t>
      </w:r>
      <w:r>
        <w:rPr>
          <w:sz w:val="28"/>
          <w:szCs w:val="28"/>
        </w:rPr>
        <w:t>«</w:t>
      </w:r>
      <w:r w:rsidRPr="00AF4B91">
        <w:rPr>
          <w:sz w:val="28"/>
          <w:szCs w:val="28"/>
        </w:rPr>
        <w:t>639090,0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F4B91">
        <w:rPr>
          <w:sz w:val="28"/>
          <w:szCs w:val="28"/>
        </w:rPr>
        <w:t>590090,0</w:t>
      </w:r>
      <w:r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525DEC" w:rsidRPr="008F0694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8F069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F0694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(Мин 273 Рз 07 ПР 09) цифры </w:t>
      </w:r>
      <w:r>
        <w:rPr>
          <w:sz w:val="28"/>
          <w:szCs w:val="28"/>
        </w:rPr>
        <w:t>«</w:t>
      </w:r>
      <w:r w:rsidRPr="008F0694">
        <w:rPr>
          <w:sz w:val="28"/>
          <w:szCs w:val="28"/>
        </w:rPr>
        <w:t>118031,6</w:t>
      </w:r>
      <w:r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F0694">
        <w:rPr>
          <w:sz w:val="28"/>
          <w:szCs w:val="28"/>
        </w:rPr>
        <w:t>167031,6</w:t>
      </w:r>
      <w:r>
        <w:rPr>
          <w:sz w:val="28"/>
          <w:szCs w:val="28"/>
        </w:rPr>
        <w:t>»</w:t>
      </w:r>
      <w:r w:rsidRPr="008F0694">
        <w:rPr>
          <w:sz w:val="28"/>
          <w:szCs w:val="28"/>
        </w:rPr>
        <w:t>;</w:t>
      </w:r>
    </w:p>
    <w:p w:rsidR="00525DEC" w:rsidRPr="002D1724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2D172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2D1724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2D1724">
        <w:rPr>
          <w:color w:val="000000"/>
          <w:sz w:val="28"/>
          <w:szCs w:val="28"/>
        </w:rPr>
        <w:t>Формиров</w:t>
      </w:r>
      <w:r w:rsidRPr="002D1724">
        <w:rPr>
          <w:color w:val="000000"/>
          <w:sz w:val="28"/>
          <w:szCs w:val="28"/>
        </w:rPr>
        <w:t>а</w:t>
      </w:r>
      <w:r w:rsidRPr="002D1724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>
        <w:rPr>
          <w:color w:val="000000"/>
          <w:sz w:val="28"/>
          <w:szCs w:val="28"/>
        </w:rPr>
        <w:t>»</w:t>
      </w:r>
      <w:r w:rsidRPr="002D1724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br/>
      </w:r>
      <w:r w:rsidRPr="002D1724">
        <w:rPr>
          <w:color w:val="000000"/>
          <w:sz w:val="28"/>
          <w:szCs w:val="28"/>
        </w:rPr>
        <w:t>2014-2020 годы</w:t>
      </w:r>
      <w:r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(Мин 273 Рз 07 ПР 09 ЦС 90 0 00 00000) цифры </w:t>
      </w:r>
      <w:r>
        <w:rPr>
          <w:sz w:val="28"/>
          <w:szCs w:val="28"/>
        </w:rPr>
        <w:t>«</w:t>
      </w:r>
      <w:r w:rsidRPr="002D1724">
        <w:rPr>
          <w:sz w:val="28"/>
          <w:szCs w:val="28"/>
        </w:rPr>
        <w:t>1000,0</w:t>
      </w:r>
      <w:r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зам</w:t>
      </w:r>
      <w:r w:rsidRPr="002D1724">
        <w:rPr>
          <w:sz w:val="28"/>
          <w:szCs w:val="28"/>
        </w:rPr>
        <w:t>е</w:t>
      </w:r>
      <w:r w:rsidRPr="002D1724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2D1724">
        <w:rPr>
          <w:sz w:val="28"/>
          <w:szCs w:val="28"/>
        </w:rPr>
        <w:t>50000,0</w:t>
      </w:r>
      <w:r>
        <w:rPr>
          <w:sz w:val="28"/>
          <w:szCs w:val="28"/>
        </w:rPr>
        <w:t>»</w:t>
      </w:r>
      <w:r w:rsidRPr="002D1724">
        <w:rPr>
          <w:sz w:val="28"/>
          <w:szCs w:val="28"/>
        </w:rPr>
        <w:t>;</w:t>
      </w:r>
    </w:p>
    <w:p w:rsidR="00525DEC" w:rsidRPr="00115B84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15B84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15B84">
        <w:rPr>
          <w:color w:val="000000"/>
          <w:sz w:val="28"/>
          <w:szCs w:val="28"/>
        </w:rPr>
        <w:t>Развитие инновационной и инвестиционной</w:t>
      </w:r>
      <w:r w:rsidRPr="00115B84">
        <w:rPr>
          <w:color w:val="000000"/>
          <w:sz w:val="28"/>
          <w:szCs w:val="28"/>
        </w:rPr>
        <w:br/>
        <w:t>деятельности в Ульяновской области</w:t>
      </w:r>
      <w:r>
        <w:rPr>
          <w:color w:val="000000"/>
          <w:sz w:val="28"/>
          <w:szCs w:val="28"/>
        </w:rPr>
        <w:t>»</w:t>
      </w:r>
      <w:r w:rsidRPr="00115B84">
        <w:rPr>
          <w:color w:val="000000"/>
          <w:sz w:val="28"/>
          <w:szCs w:val="28"/>
        </w:rPr>
        <w:t xml:space="preserve"> на 2014-2020 годы государственной</w:t>
      </w:r>
      <w:r w:rsidRPr="00115B84">
        <w:rPr>
          <w:color w:val="000000"/>
          <w:sz w:val="28"/>
          <w:szCs w:val="28"/>
        </w:rPr>
        <w:br/>
        <w:t xml:space="preserve">программы Ульяновской области </w:t>
      </w:r>
      <w:r>
        <w:rPr>
          <w:color w:val="000000"/>
          <w:sz w:val="28"/>
          <w:szCs w:val="28"/>
        </w:rPr>
        <w:t>«</w:t>
      </w:r>
      <w:r w:rsidRPr="00115B84">
        <w:rPr>
          <w:color w:val="000000"/>
          <w:sz w:val="28"/>
          <w:szCs w:val="28"/>
        </w:rPr>
        <w:t>Формирование благоприятного инвестицио</w:t>
      </w:r>
      <w:r w:rsidRPr="00115B84">
        <w:rPr>
          <w:color w:val="000000"/>
          <w:sz w:val="28"/>
          <w:szCs w:val="28"/>
        </w:rPr>
        <w:t>н</w:t>
      </w:r>
      <w:r w:rsidRPr="00115B84">
        <w:rPr>
          <w:color w:val="000000"/>
          <w:sz w:val="28"/>
          <w:szCs w:val="28"/>
        </w:rPr>
        <w:t>ного климата в Ульяновской области</w:t>
      </w:r>
      <w:r>
        <w:rPr>
          <w:color w:val="000000"/>
          <w:sz w:val="28"/>
          <w:szCs w:val="28"/>
        </w:rPr>
        <w:t>»</w:t>
      </w:r>
      <w:r w:rsidRPr="00115B84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273 Рз 07 ПР 09</w:t>
      </w:r>
      <w:r w:rsidRPr="00115B84">
        <w:rPr>
          <w:sz w:val="28"/>
          <w:szCs w:val="28"/>
        </w:rPr>
        <w:br/>
        <w:t xml:space="preserve">ЦС 90 2 00 00000 ) цифры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1000,0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50000,0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525DEC" w:rsidRPr="00115B84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Оказание поддержки организациям в сфере инновационной деятельности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273 Рз 07 ПР 09 ЦС 90 2 01 00000) цифры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1000,0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50000,0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525DEC" w:rsidRPr="00115B84" w:rsidRDefault="00525DEC" w:rsidP="00115B84">
      <w:pPr>
        <w:spacing w:line="360" w:lineRule="auto"/>
        <w:ind w:left="-57" w:right="-57" w:firstLine="766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15B84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Pr="00115B84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br/>
        <w:t xml:space="preserve">(Мин 273 Рз 07 ПР 09 ЦС 90 2 01 62220) цифры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1000,0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50000,0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525DEC" w:rsidRPr="00115B84" w:rsidRDefault="00525DEC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273 Рз 07 ПР 09 ЦС 90 2 01 62220 ВР 600) цифры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1000,0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15B84">
        <w:rPr>
          <w:sz w:val="28"/>
          <w:szCs w:val="28"/>
        </w:rPr>
        <w:t>50000,0</w:t>
      </w:r>
      <w:r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525DEC" w:rsidRPr="00142D3A" w:rsidRDefault="00525DEC" w:rsidP="009C0528">
      <w:pPr>
        <w:rPr>
          <w:sz w:val="2"/>
          <w:szCs w:val="2"/>
          <w:highlight w:val="yellow"/>
        </w:rPr>
      </w:pPr>
    </w:p>
    <w:p w:rsidR="00525DEC" w:rsidRDefault="00525DEC" w:rsidP="00D44A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наименование главы «Агентство регионального государственного</w:t>
      </w:r>
      <w:r>
        <w:rPr>
          <w:sz w:val="28"/>
          <w:szCs w:val="28"/>
        </w:rPr>
        <w:br/>
        <w:t>строительного надзора Ульяновской области» (Мин 382) изложить в следующей редакции:</w:t>
      </w:r>
    </w:p>
    <w:p w:rsidR="00525DEC" w:rsidRDefault="00525DEC" w:rsidP="00115B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4A18B8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>
        <w:rPr>
          <w:b/>
          <w:bCs/>
          <w:color w:val="000000"/>
          <w:sz w:val="28"/>
          <w:szCs w:val="28"/>
        </w:rPr>
        <w:t xml:space="preserve">и государственной экспертизы </w:t>
      </w:r>
      <w:r w:rsidRPr="004A18B8">
        <w:rPr>
          <w:b/>
          <w:bCs/>
          <w:color w:val="000000"/>
          <w:sz w:val="28"/>
          <w:szCs w:val="28"/>
        </w:rPr>
        <w:t>Ульяновской области</w:t>
      </w:r>
      <w:r>
        <w:rPr>
          <w:sz w:val="28"/>
          <w:szCs w:val="28"/>
        </w:rPr>
        <w:t>»;</w:t>
      </w:r>
    </w:p>
    <w:p w:rsidR="00525DEC" w:rsidRDefault="00525DEC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35AB4">
        <w:rPr>
          <w:sz w:val="28"/>
          <w:szCs w:val="28"/>
        </w:rPr>
        <w:t xml:space="preserve">8) </w:t>
      </w:r>
      <w:r w:rsidRPr="00D35AB4">
        <w:rPr>
          <w:spacing w:val="-4"/>
          <w:sz w:val="28"/>
          <w:szCs w:val="28"/>
        </w:rPr>
        <w:t>в приложении 10: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а) в строке «</w:t>
      </w:r>
      <w:r w:rsidRPr="001B14ED">
        <w:rPr>
          <w:bCs/>
          <w:color w:val="000000"/>
          <w:sz w:val="28"/>
          <w:szCs w:val="28"/>
        </w:rPr>
        <w:t>Общегосударственные вопросы</w:t>
      </w:r>
      <w:r>
        <w:rPr>
          <w:spacing w:val="-4"/>
          <w:sz w:val="28"/>
          <w:szCs w:val="28"/>
        </w:rPr>
        <w:t>» (Рз 01) цифры «2164570,27153» заменить цифрами «2171403,57153»;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б) в строке «</w:t>
      </w:r>
      <w:r w:rsidRPr="001B14ED">
        <w:rPr>
          <w:color w:val="000000"/>
          <w:sz w:val="28"/>
          <w:szCs w:val="28"/>
        </w:rPr>
        <w:t>Другие общегосударственные вопросы</w:t>
      </w:r>
      <w:r>
        <w:rPr>
          <w:spacing w:val="-4"/>
          <w:sz w:val="28"/>
          <w:szCs w:val="28"/>
        </w:rPr>
        <w:t>» (Рз 01 ПР 13) цифры «1413050,84753» заменить цифрами «1419884,14753»;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в) в строке «</w:t>
      </w:r>
      <w:r w:rsidRPr="001B14ED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>сти</w:t>
      </w:r>
      <w:r>
        <w:rPr>
          <w:spacing w:val="-4"/>
          <w:sz w:val="28"/>
          <w:szCs w:val="28"/>
        </w:rPr>
        <w:t>» (Рз 01 ПР 13 ЦС 11 0 00 00000) цифры «272152,57941» заменить цифрами «274678,87941»;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г) в строке «</w:t>
      </w:r>
      <w:r w:rsidRPr="001B14ED">
        <w:rPr>
          <w:color w:val="000000"/>
          <w:sz w:val="28"/>
          <w:szCs w:val="28"/>
        </w:rPr>
        <w:t>Обеспечение деятельности аппарата Общественной палаты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Ульяновской области</w:t>
      </w:r>
      <w:r>
        <w:rPr>
          <w:spacing w:val="-4"/>
          <w:sz w:val="28"/>
          <w:szCs w:val="28"/>
        </w:rPr>
        <w:t>» (Рз 01 ПР 13 ЦС 11 0 00 10090) цифры «6173,3» заменить цифрами «7491,3»;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д) в строке «</w:t>
      </w:r>
      <w:r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учре</w:t>
      </w:r>
      <w:r w:rsidRPr="001B14ED">
        <w:rPr>
          <w:color w:val="000000"/>
          <w:sz w:val="28"/>
          <w:szCs w:val="28"/>
        </w:rPr>
        <w:t>ж</w:t>
      </w:r>
      <w:r w:rsidRPr="001B14ED">
        <w:rPr>
          <w:color w:val="000000"/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br/>
        <w:t>(Рз 01 ПР 13 ЦС 11 0 00 10090 ВР 100) цифры «5812,1» заменить цифрами «7130,1»;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е) в строке «</w:t>
      </w:r>
      <w:r w:rsidRPr="001B14ED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Pr="001B14ED">
        <w:rPr>
          <w:color w:val="000000"/>
          <w:sz w:val="28"/>
          <w:szCs w:val="28"/>
        </w:rPr>
        <w:t>с</w:t>
      </w:r>
      <w:r w:rsidRPr="001B14ED">
        <w:rPr>
          <w:color w:val="000000"/>
          <w:sz w:val="28"/>
          <w:szCs w:val="28"/>
        </w:rPr>
        <w:t xml:space="preserve">сийской общественной организации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Ассоциация юристов России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финанс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>
        <w:rPr>
          <w:spacing w:val="-4"/>
          <w:sz w:val="28"/>
          <w:szCs w:val="28"/>
        </w:rPr>
        <w:t>» (Рз 01 ПР 13 ЦС 11 0 00 10140) цифры «3419,9» заменить цифрами «5796,2»;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ж)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  <w:szCs w:val="28"/>
        </w:rPr>
        <w:t>» (Рз 01 ПР 13 ЦС 11 0 00 10140</w:t>
      </w:r>
      <w:r>
        <w:rPr>
          <w:spacing w:val="-4"/>
          <w:sz w:val="28"/>
          <w:szCs w:val="28"/>
        </w:rPr>
        <w:br/>
        <w:t>ВР 600) цифры «3419,9» заменить цифрами «5796,2»;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з) в строке «</w:t>
      </w:r>
      <w:r w:rsidRPr="001B14ED">
        <w:rPr>
          <w:color w:val="000000"/>
          <w:sz w:val="28"/>
          <w:szCs w:val="28"/>
        </w:rPr>
        <w:t>Обеспечение деятельности государственных органов Ульяно</w:t>
      </w:r>
      <w:r w:rsidRPr="001B14ED">
        <w:rPr>
          <w:color w:val="000000"/>
          <w:sz w:val="28"/>
          <w:szCs w:val="28"/>
        </w:rPr>
        <w:t>в</w:t>
      </w:r>
      <w:r w:rsidRPr="001B14ED">
        <w:rPr>
          <w:color w:val="000000"/>
          <w:sz w:val="28"/>
          <w:szCs w:val="28"/>
        </w:rPr>
        <w:t>ской области</w:t>
      </w:r>
      <w:r>
        <w:rPr>
          <w:spacing w:val="-4"/>
          <w:sz w:val="28"/>
          <w:szCs w:val="28"/>
        </w:rPr>
        <w:t>» (Рз 01 ПР 13 ЦС 11 0 00 80010) цифры «28940,67941» заменить ци</w:t>
      </w:r>
      <w:r>
        <w:rPr>
          <w:spacing w:val="-4"/>
          <w:sz w:val="28"/>
          <w:szCs w:val="28"/>
        </w:rPr>
        <w:t>ф</w:t>
      </w:r>
      <w:r>
        <w:rPr>
          <w:spacing w:val="-4"/>
          <w:sz w:val="28"/>
          <w:szCs w:val="28"/>
        </w:rPr>
        <w:t>рами «27772,67941»;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и) в строке «</w:t>
      </w:r>
      <w:r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учре</w:t>
      </w:r>
      <w:r w:rsidRPr="001B14ED">
        <w:rPr>
          <w:color w:val="000000"/>
          <w:sz w:val="28"/>
          <w:szCs w:val="28"/>
        </w:rPr>
        <w:t>ж</w:t>
      </w:r>
      <w:r w:rsidRPr="001B14ED">
        <w:rPr>
          <w:color w:val="000000"/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br/>
        <w:t>(Рз 01 ПР 13 ЦС 11 0 00 80010 ВР 100) цифры «26466,59241» заменить цифрами «25298,59241»;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к) в строке 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  <w:szCs w:val="28"/>
        </w:rPr>
        <w:t>» (Рз 01 ПР 13 ЦС 87 0 00 00000) цифры «38606,521» заменить цифрами «42913,521»;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л) в строке «</w:t>
      </w:r>
      <w:r w:rsidRPr="001B14ED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реализации государственной пр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 xml:space="preserve">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</w:t>
      </w:r>
      <w:r w:rsidRPr="001B14ED">
        <w:rPr>
          <w:color w:val="000000"/>
          <w:sz w:val="28"/>
          <w:szCs w:val="28"/>
        </w:rPr>
        <w:t>к</w:t>
      </w:r>
      <w:r w:rsidRPr="001B14ED">
        <w:rPr>
          <w:color w:val="000000"/>
          <w:sz w:val="28"/>
          <w:szCs w:val="28"/>
        </w:rPr>
        <w:t>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государс</w:t>
      </w:r>
      <w:r w:rsidRPr="001B14ED">
        <w:rPr>
          <w:color w:val="000000"/>
          <w:sz w:val="28"/>
          <w:szCs w:val="28"/>
        </w:rPr>
        <w:t>т</w:t>
      </w:r>
      <w:r w:rsidRPr="001B14ED">
        <w:rPr>
          <w:color w:val="000000"/>
          <w:sz w:val="28"/>
          <w:szCs w:val="28"/>
        </w:rPr>
        <w:t xml:space="preserve">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  <w:szCs w:val="28"/>
        </w:rPr>
        <w:t>» (Рз 01 ПР 13 ЦС 87 1 00 00000) цифры «38606,521» заменить цифрами «42913,521»;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 xml:space="preserve"> исполнителей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 (Рз 01 ПР 13</w:t>
      </w:r>
      <w:r>
        <w:rPr>
          <w:spacing w:val="-4"/>
          <w:sz w:val="28"/>
          <w:szCs w:val="28"/>
        </w:rPr>
        <w:br/>
        <w:t>ЦС 87 1 01 00000) цифры «38606,521» заменить цифрами «42913,521»;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н) в строке «</w:t>
      </w:r>
      <w:r w:rsidRPr="001B14ED">
        <w:rPr>
          <w:color w:val="000000"/>
          <w:sz w:val="28"/>
          <w:szCs w:val="28"/>
        </w:rPr>
        <w:t>Обеспечение деятельности областных государственных арх</w:t>
      </w:r>
      <w:r w:rsidRPr="001B14ED">
        <w:rPr>
          <w:color w:val="000000"/>
          <w:sz w:val="28"/>
          <w:szCs w:val="28"/>
        </w:rPr>
        <w:t>и</w:t>
      </w:r>
      <w:r w:rsidRPr="001B14ED">
        <w:rPr>
          <w:color w:val="000000"/>
          <w:sz w:val="28"/>
          <w:szCs w:val="28"/>
        </w:rPr>
        <w:t>вов</w:t>
      </w:r>
      <w:r>
        <w:rPr>
          <w:spacing w:val="-4"/>
          <w:sz w:val="28"/>
          <w:szCs w:val="28"/>
        </w:rPr>
        <w:t>» (Рз 01 ПР 13 ЦС 87 1 01 44050) цифры «34006,021» заменить цифрами «38313,021»;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  <w:szCs w:val="28"/>
        </w:rPr>
        <w:t>» (Рз 01 ПР 13 ЦС 87 1 01 44050</w:t>
      </w:r>
      <w:r>
        <w:rPr>
          <w:spacing w:val="-4"/>
          <w:sz w:val="28"/>
          <w:szCs w:val="28"/>
        </w:rPr>
        <w:br/>
        <w:t>ВР 600) цифры «34006,021» заменить цифрами «38313,021»;</w:t>
      </w:r>
    </w:p>
    <w:p w:rsidR="00525DEC" w:rsidRDefault="00525DEC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п) в строке «</w:t>
      </w:r>
      <w:r w:rsidRPr="001B14ED">
        <w:rPr>
          <w:bCs/>
          <w:color w:val="000000"/>
          <w:sz w:val="28"/>
          <w:szCs w:val="28"/>
        </w:rPr>
        <w:t>Жилищно-коммунальное хозяйство</w:t>
      </w:r>
      <w:r>
        <w:rPr>
          <w:spacing w:val="-4"/>
          <w:sz w:val="28"/>
          <w:szCs w:val="28"/>
        </w:rPr>
        <w:t>» (Рз 05) цифры «1264559,22804» заменить цифрами «1264409,22804»;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р) в строке «</w:t>
      </w:r>
      <w:r w:rsidRPr="001B14ED">
        <w:rPr>
          <w:color w:val="000000"/>
          <w:sz w:val="28"/>
          <w:szCs w:val="28"/>
        </w:rPr>
        <w:t>Другие вопросы в области жилищно-коммунального хозяйства</w:t>
      </w:r>
      <w:r>
        <w:rPr>
          <w:spacing w:val="-4"/>
          <w:sz w:val="28"/>
          <w:szCs w:val="28"/>
        </w:rPr>
        <w:t>» (Рз 05 ПР 05) цифры «729836,9571» заменить цифрами «729686,9571»;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с) в строке 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  <w:szCs w:val="28"/>
        </w:rPr>
        <w:t>» (Рз 05 ПР 05 ЦС 83 0 00 00000) цифры «567809,65588» заменить цифрами «567659,65588»;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т) в строке «</w:t>
      </w:r>
      <w:r w:rsidRPr="001B14ED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Энергосбережение и повышение энергетич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</w:t>
      </w:r>
      <w:r w:rsidRPr="001B14ED">
        <w:rPr>
          <w:color w:val="000000"/>
          <w:sz w:val="28"/>
          <w:szCs w:val="28"/>
        </w:rPr>
        <w:t>у</w:t>
      </w:r>
      <w:r w:rsidRPr="001B14ED">
        <w:rPr>
          <w:color w:val="000000"/>
          <w:sz w:val="28"/>
          <w:szCs w:val="28"/>
        </w:rPr>
        <w:t xml:space="preserve">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Pr="001B14ED">
        <w:rPr>
          <w:color w:val="000000"/>
          <w:sz w:val="28"/>
          <w:szCs w:val="28"/>
        </w:rPr>
        <w:t>я</w:t>
      </w:r>
      <w:r w:rsidRPr="001B14ED">
        <w:rPr>
          <w:color w:val="000000"/>
          <w:sz w:val="28"/>
          <w:szCs w:val="28"/>
        </w:rPr>
        <w:t>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  <w:szCs w:val="28"/>
        </w:rPr>
        <w:t>» (Рз 05 ПР 05 ЦС 83 4 00 00000) цифры «202942,75» заменить цифрами «202792,75»;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Меры государственной поддержки реализации энергосберегающих и энергоэффективных мероприятий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 (Рз 05 ПР 05 ЦС 83 4 01 00000) цифры «195468,65» заменить цифрами «195468,65»;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ф) в строке «</w:t>
      </w:r>
      <w:r w:rsidRPr="001B14ED">
        <w:rPr>
          <w:color w:val="000000"/>
          <w:sz w:val="28"/>
          <w:szCs w:val="28"/>
        </w:rPr>
        <w:t>Предоставление субсидий областным государственным казё</w:t>
      </w:r>
      <w:r w:rsidRPr="001B14ED">
        <w:rPr>
          <w:color w:val="000000"/>
          <w:sz w:val="28"/>
          <w:szCs w:val="28"/>
        </w:rPr>
        <w:t>н</w:t>
      </w:r>
      <w:r w:rsidRPr="001B14ED">
        <w:rPr>
          <w:color w:val="000000"/>
          <w:sz w:val="28"/>
          <w:szCs w:val="28"/>
        </w:rPr>
        <w:t>ным предприятиям Ульяновской области в целях финансового обеспечения з</w:t>
      </w:r>
      <w:r w:rsidRPr="001B14ED">
        <w:rPr>
          <w:color w:val="000000"/>
          <w:sz w:val="28"/>
          <w:szCs w:val="28"/>
        </w:rPr>
        <w:t>а</w:t>
      </w:r>
      <w:r w:rsidRPr="001B14ED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бования (договорам факторинга)</w:t>
      </w:r>
      <w:r>
        <w:rPr>
          <w:spacing w:val="-4"/>
          <w:sz w:val="28"/>
          <w:szCs w:val="28"/>
        </w:rPr>
        <w:t>» (Рз 05 ПР 05 ЦС 83 4 01 29140) цифры «159000,1968» заменить цифрами «152800,1968»;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х) в строке «</w:t>
      </w:r>
      <w:r w:rsidRPr="001B14ED">
        <w:rPr>
          <w:color w:val="000000"/>
          <w:sz w:val="28"/>
          <w:szCs w:val="28"/>
        </w:rPr>
        <w:t>Иные бюджетные ассигнования</w:t>
      </w:r>
      <w:r>
        <w:rPr>
          <w:spacing w:val="-4"/>
          <w:sz w:val="28"/>
          <w:szCs w:val="28"/>
        </w:rPr>
        <w:t>» (Рз 05 ПР 05 ЦС 83 4 01 29140 ВР 800) цифры «159000,1968» заменить цифрами «152800,1968»;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ц) в строке «</w:t>
      </w:r>
      <w:r w:rsidRPr="001B14ED">
        <w:rPr>
          <w:color w:val="000000"/>
          <w:sz w:val="28"/>
          <w:szCs w:val="28"/>
        </w:rPr>
        <w:t>Субсидии на софинансирование строительства и модернизации котельных, в том числе посредством перехода от централизованного отопления объектов социальной сферы и жилищного фонда к их подомовому газовому от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>плению</w:t>
      </w:r>
      <w:r>
        <w:rPr>
          <w:spacing w:val="-4"/>
          <w:sz w:val="28"/>
          <w:szCs w:val="28"/>
        </w:rPr>
        <w:t>» (Рз 05 ПР 05 ЦС 83 4 01 70120) цифры «1468,4532» заменить цифрами «7668,4532»;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ч) в строке «</w:t>
      </w:r>
      <w:r w:rsidRPr="001B14ED">
        <w:rPr>
          <w:color w:val="000000"/>
          <w:sz w:val="28"/>
          <w:szCs w:val="28"/>
        </w:rPr>
        <w:t>Межбюджетные трансферты</w:t>
      </w:r>
      <w:r>
        <w:rPr>
          <w:spacing w:val="-4"/>
          <w:sz w:val="28"/>
          <w:szCs w:val="28"/>
        </w:rPr>
        <w:t>» (Рз 05 ПР 05 ЦС 83 4 01 70120</w:t>
      </w:r>
      <w:r>
        <w:rPr>
          <w:spacing w:val="-4"/>
          <w:sz w:val="28"/>
          <w:szCs w:val="28"/>
        </w:rPr>
        <w:br/>
        <w:t>ВР 500) цифры «1468,4532» заменить цифрами «7668,4532»;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ш)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 организ</w:t>
      </w:r>
      <w:r w:rsidRPr="001B14ED">
        <w:rPr>
          <w:color w:val="000000"/>
          <w:sz w:val="28"/>
          <w:szCs w:val="28"/>
        </w:rPr>
        <w:t>а</w:t>
      </w:r>
      <w:r w:rsidRPr="001B14ED">
        <w:rPr>
          <w:color w:val="000000"/>
          <w:sz w:val="28"/>
          <w:szCs w:val="28"/>
        </w:rPr>
        <w:t>ций, подведомственных Министерству промышленности, строительства, жили</w:t>
      </w:r>
      <w:r w:rsidRPr="001B14ED">
        <w:rPr>
          <w:color w:val="000000"/>
          <w:sz w:val="28"/>
          <w:szCs w:val="28"/>
        </w:rPr>
        <w:t>щ</w:t>
      </w:r>
      <w:r w:rsidRPr="001B14ED">
        <w:rPr>
          <w:color w:val="000000"/>
          <w:sz w:val="28"/>
          <w:szCs w:val="28"/>
        </w:rPr>
        <w:t>но-коммунального комплекса и транспорта Ульяновской области</w:t>
      </w:r>
      <w:r>
        <w:rPr>
          <w:spacing w:val="-4"/>
          <w:sz w:val="28"/>
          <w:szCs w:val="28"/>
        </w:rPr>
        <w:t>» (Рз 05 ПР 05 ЦС 83 4 03 00000) цифры «4519,5» заменить цифрами «4369,5»;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щ) в строке «</w:t>
      </w:r>
      <w:r w:rsidRPr="001B14ED">
        <w:rPr>
          <w:color w:val="000000"/>
          <w:sz w:val="28"/>
          <w:szCs w:val="28"/>
        </w:rPr>
        <w:t>Субсидии областному государственному бюджетному учре</w:t>
      </w:r>
      <w:r w:rsidRPr="001B14ED">
        <w:rPr>
          <w:color w:val="000000"/>
          <w:sz w:val="28"/>
          <w:szCs w:val="28"/>
        </w:rPr>
        <w:t>ж</w:t>
      </w:r>
      <w:r w:rsidRPr="001B14ED">
        <w:rPr>
          <w:color w:val="000000"/>
          <w:sz w:val="28"/>
          <w:szCs w:val="28"/>
        </w:rPr>
        <w:t xml:space="preserve">дению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Pr="001B14ED">
        <w:rPr>
          <w:color w:val="000000"/>
          <w:sz w:val="28"/>
          <w:szCs w:val="28"/>
        </w:rPr>
        <w:t>ф</w:t>
      </w:r>
      <w:r w:rsidRPr="001B14ED">
        <w:rPr>
          <w:color w:val="000000"/>
          <w:sz w:val="28"/>
          <w:szCs w:val="28"/>
        </w:rPr>
        <w:t>фективности Ульяновской области</w:t>
      </w:r>
      <w:r>
        <w:rPr>
          <w:spacing w:val="-4"/>
          <w:sz w:val="28"/>
          <w:szCs w:val="28"/>
        </w:rPr>
        <w:t>» (Рз 05 ПР 05 ЦС 83 4 03 29130) цифры «4519,5» заменить цифрами «4369,5»;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ы)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  <w:szCs w:val="28"/>
        </w:rPr>
        <w:t>» (Рз 05 ПР 05 ЦС 83 4 03 29130</w:t>
      </w:r>
      <w:r>
        <w:rPr>
          <w:spacing w:val="-4"/>
          <w:sz w:val="28"/>
          <w:szCs w:val="28"/>
        </w:rPr>
        <w:br/>
        <w:t>ВР 600) цифры «4519,5» заменить цифрами «4369,5»;</w:t>
      </w:r>
    </w:p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э) в строке «Образование» (Рз 07) цифры «11908244,742» заменить цифрами «11978370,742»;</w:t>
      </w:r>
    </w:p>
    <w:p w:rsidR="00525DEC" w:rsidRPr="000E1B4B" w:rsidRDefault="00525DEC" w:rsidP="000E1B4B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0E1B4B">
        <w:rPr>
          <w:spacing w:val="-4"/>
          <w:sz w:val="28"/>
          <w:szCs w:val="28"/>
        </w:rPr>
        <w:t xml:space="preserve">ю) подраздел </w:t>
      </w:r>
      <w:r>
        <w:rPr>
          <w:spacing w:val="-4"/>
          <w:sz w:val="28"/>
          <w:szCs w:val="28"/>
        </w:rPr>
        <w:t>«</w:t>
      </w:r>
      <w:r w:rsidRPr="000E1B4B">
        <w:rPr>
          <w:spacing w:val="-4"/>
          <w:sz w:val="28"/>
          <w:szCs w:val="28"/>
        </w:rPr>
        <w:t>Дошкольное образование</w:t>
      </w:r>
      <w:r>
        <w:rPr>
          <w:spacing w:val="-4"/>
          <w:sz w:val="28"/>
          <w:szCs w:val="28"/>
        </w:rPr>
        <w:t>»</w:t>
      </w:r>
      <w:r w:rsidRPr="000E1B4B">
        <w:rPr>
          <w:spacing w:val="-4"/>
          <w:sz w:val="28"/>
          <w:szCs w:val="28"/>
        </w:rPr>
        <w:t xml:space="preserve"> (Рз 07 ПР 01) изложить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567"/>
        <w:gridCol w:w="567"/>
        <w:gridCol w:w="1842"/>
        <w:gridCol w:w="568"/>
        <w:gridCol w:w="2126"/>
      </w:tblGrid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3065037,54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школьным образовательным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ганизациям, связанных с осущ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ствлением образовательной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тельности по образовательным программам дошкольного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индивид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альным предпринимателям, 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ществляющим образовательную деятельность по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тупного и бесплатного дошкол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образования в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дошкольных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Default="00525DEC" w:rsidP="007F403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я) подраздел «Общее образование» (Рз 07 ПР 02) изложить в следующей р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567"/>
        <w:gridCol w:w="567"/>
        <w:gridCol w:w="1842"/>
        <w:gridCol w:w="568"/>
        <w:gridCol w:w="2126"/>
      </w:tblGrid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6772609,26505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пилотного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проекта по апробации учебно-методиче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ских комплексов по отдельным учебным предметам, по которым проводится государственная 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говая аттестация по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тельным программам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5940375,62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5522191,82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Внедр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федеральных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стандартов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щеобразовательным организац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ям, связанных с осуществлением образовательной деятельности по имеющим государственную 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кредитацию основным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обеспечение баз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выми муниципальными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разовательными организациями профильного обучения матем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тической направленности или углублённого изучения учебного предмета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Математика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тупного и бесплатного дошкол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ного, начального общего, осно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ного общего, среднего общего образования, а также обеспеч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нием дополнительного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ния в муниципальных общеобр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доплаты за наличие учёной степени кандидата наук или доктора наук педагогич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 работникам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имеющим учёную 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пень и замещающим (занима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щим) в указанных общеобразов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тельных организациях штатные должности, предусмотренные квалификационными справочн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ками или профессиональными стандартами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обучающимся 10-х (11-х) и 11-х (12-х) классов муниципальных общеобразовательных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 ежемесячных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и учебных пособий, иной учебной литературы, а также у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луг сурдопереводчиков и тифл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сурдопереводчиков при получ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нии обучающимися с ограниче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кадрового потенциала сист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мы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получения педаг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гическими работниками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не реже чем один раз в три года дополнительного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тельности за счёт бюджетных 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сигнований областного бюджета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174724,62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приобретения для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школьных автобусов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приобретения оборуд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вания для указанных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Создание в общеобразовател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организациях, расположе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в сельской местности, усл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молодёжной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ва образования и науки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1</w:t>
      </w:r>
      <w:r>
        <w:rPr>
          <w:spacing w:val="-4"/>
          <w:sz w:val="28"/>
          <w:szCs w:val="28"/>
        </w:rPr>
        <w:t>) подраздел «Дополнительное образование детей» (Рз 07 ПР 03) изложить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567"/>
        <w:gridCol w:w="567"/>
        <w:gridCol w:w="1842"/>
        <w:gridCol w:w="568"/>
        <w:gridCol w:w="2126"/>
      </w:tblGrid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204907,991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ва образования и науки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учреждений в сфере культ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и оснащение оборудованием детских школ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,0»;</w:t>
            </w:r>
          </w:p>
        </w:tc>
      </w:tr>
    </w:tbl>
    <w:p w:rsidR="00525DEC" w:rsidRDefault="00525DEC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2</w:t>
      </w:r>
      <w:r>
        <w:rPr>
          <w:spacing w:val="-4"/>
          <w:sz w:val="28"/>
          <w:szCs w:val="28"/>
        </w:rPr>
        <w:t>) подраздел «Среднее профессиональное образование» (Рз 07 ПР 04) изл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567"/>
        <w:gridCol w:w="567"/>
        <w:gridCol w:w="1842"/>
        <w:gridCol w:w="568"/>
        <w:gridCol w:w="2126"/>
      </w:tblGrid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1405964,571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средн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 и профессионального обучения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чения среднего профессионал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образования в частных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ганизациях, осуществляющих образовательную деятельность, которым установлены контрол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ные цифры приёма граждан на обучение по профессиям, спец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альностям среднего професси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 (разработка и распространение в системах среднего профессионального и высшего образования новых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разовательных технологий, форм организации образовательного процесса)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ва образования и науки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 об</w:t>
            </w:r>
            <w:r w:rsidRPr="001B14ED">
              <w:rPr>
                <w:color w:val="000000"/>
                <w:sz w:val="28"/>
                <w:szCs w:val="28"/>
              </w:rPr>
              <w:t>ъ</w:t>
            </w:r>
            <w:r w:rsidRPr="001B14ED">
              <w:rPr>
                <w:color w:val="000000"/>
                <w:sz w:val="28"/>
                <w:szCs w:val="28"/>
              </w:rPr>
              <w:t>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,4»;</w:t>
            </w:r>
          </w:p>
        </w:tc>
      </w:tr>
    </w:tbl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«Культура, кинематография» (Рз 08) цифры «821984,593»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«877619,993»;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Культура</w:t>
      </w:r>
      <w:r>
        <w:rPr>
          <w:sz w:val="28"/>
          <w:szCs w:val="28"/>
        </w:rPr>
        <w:t>» (Рз 08 ПР 01) цифры «763508,624»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«817286,524»;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08 ПР 01 ЦС 87 0 00 00000) цифры «752223,824» заменить цифрами «806001,724»;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>
        <w:rPr>
          <w:sz w:val="28"/>
          <w:szCs w:val="28"/>
        </w:rPr>
        <w:t>» (Рз 08 ПР 01 ЦС 87 0 01 00000) цифры «121383,0» заменить цифрами «118914,1»;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Pr="001B14ED">
        <w:rPr>
          <w:color w:val="000000"/>
          <w:sz w:val="28"/>
          <w:szCs w:val="28"/>
        </w:rPr>
        <w:t>и</w:t>
      </w:r>
      <w:r w:rsidRPr="001B14ED">
        <w:rPr>
          <w:color w:val="000000"/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08 ПР 01 ЦС 87 0 01 00000 ВР 400) цифры «20358,5» заменить цифрами «17889,6»;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</w:t>
      </w:r>
      <w:r w:rsidRPr="001B14ED">
        <w:rPr>
          <w:color w:val="000000"/>
          <w:sz w:val="28"/>
          <w:szCs w:val="28"/>
        </w:rPr>
        <w:t>ъ</w:t>
      </w:r>
      <w:r w:rsidRPr="001B14ED">
        <w:rPr>
          <w:color w:val="000000"/>
          <w:sz w:val="28"/>
          <w:szCs w:val="28"/>
        </w:rPr>
        <w:t>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госуда</w:t>
      </w:r>
      <w:r w:rsidRPr="001B14ED">
        <w:rPr>
          <w:color w:val="000000"/>
          <w:sz w:val="28"/>
          <w:szCs w:val="28"/>
        </w:rPr>
        <w:t>р</w:t>
      </w:r>
      <w:r w:rsidRPr="001B14ED">
        <w:rPr>
          <w:color w:val="000000"/>
          <w:sz w:val="28"/>
          <w:szCs w:val="28"/>
        </w:rPr>
        <w:t xml:space="preserve">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</w:t>
      </w:r>
      <w:r w:rsidRPr="001B14ED">
        <w:rPr>
          <w:color w:val="000000"/>
          <w:sz w:val="28"/>
          <w:szCs w:val="28"/>
        </w:rPr>
        <w:t>а</w:t>
      </w:r>
      <w:r w:rsidRPr="001B14ED">
        <w:rPr>
          <w:color w:val="000000"/>
          <w:sz w:val="28"/>
          <w:szCs w:val="28"/>
        </w:rPr>
        <w:t>нение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>ды</w:t>
      </w:r>
      <w:r>
        <w:rPr>
          <w:sz w:val="28"/>
          <w:szCs w:val="28"/>
        </w:rPr>
        <w:t>» (Рз 08 ПР 01 ЦС 87 1 00 00000) цифры «494202,724» заменить цифрами «550074,824»;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(Рз 08 ПР 01</w:t>
      </w:r>
      <w:r>
        <w:rPr>
          <w:sz w:val="28"/>
          <w:szCs w:val="28"/>
        </w:rPr>
        <w:br/>
        <w:t>ЦС 87 1 01 00000) цифры «494202,724» заменить цифрами «550074,824»;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Обеспечение деятельности областных государственных би</w:t>
      </w:r>
      <w:r w:rsidRPr="001B14ED">
        <w:rPr>
          <w:color w:val="000000"/>
          <w:sz w:val="28"/>
          <w:szCs w:val="28"/>
        </w:rPr>
        <w:t>б</w:t>
      </w:r>
      <w:r w:rsidRPr="001B14ED">
        <w:rPr>
          <w:color w:val="000000"/>
          <w:sz w:val="28"/>
          <w:szCs w:val="28"/>
        </w:rPr>
        <w:t>лиотек</w:t>
      </w:r>
      <w:r>
        <w:rPr>
          <w:sz w:val="28"/>
          <w:szCs w:val="28"/>
        </w:rPr>
        <w:t>» (Рз 08 ПР 01 ЦС 87 1 01 44060) цифры «67989,291» заменить цифрами «74615,391»;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01 44060</w:t>
      </w:r>
      <w:r>
        <w:rPr>
          <w:sz w:val="28"/>
          <w:szCs w:val="28"/>
        </w:rPr>
        <w:br/>
        <w:t>ВР 600) цифры «67989,291» заменить цифрами «74615,391»;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)в строке «</w:t>
      </w:r>
      <w:r w:rsidRPr="001B14ED">
        <w:rPr>
          <w:color w:val="000000"/>
          <w:sz w:val="28"/>
          <w:szCs w:val="28"/>
        </w:rPr>
        <w:t>Обеспечение деятельности областных государственных муз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ев</w:t>
      </w:r>
      <w:r>
        <w:rPr>
          <w:sz w:val="28"/>
          <w:szCs w:val="28"/>
        </w:rPr>
        <w:t>» (Рз 08 ПР 01 ЦС 87 1 01 44070) цифры «146854,271» заменить цифрами «167938,571»;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01 44070</w:t>
      </w:r>
      <w:r>
        <w:rPr>
          <w:sz w:val="28"/>
          <w:szCs w:val="28"/>
        </w:rPr>
        <w:br/>
        <w:t>ВР 600) цифры «146854,271» заменить цифрами «167938,571»;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Обеспечение деятельности областных государственных теа</w:t>
      </w:r>
      <w:r w:rsidRPr="001B14ED">
        <w:rPr>
          <w:color w:val="000000"/>
          <w:sz w:val="28"/>
          <w:szCs w:val="28"/>
        </w:rPr>
        <w:t>т</w:t>
      </w:r>
      <w:r w:rsidRPr="001B14ED">
        <w:rPr>
          <w:color w:val="000000"/>
          <w:sz w:val="28"/>
          <w:szCs w:val="28"/>
        </w:rPr>
        <w:t>ров, концертных и других организаций исполнительских искусств</w:t>
      </w:r>
      <w:r>
        <w:rPr>
          <w:sz w:val="28"/>
          <w:szCs w:val="28"/>
        </w:rPr>
        <w:t>» (Рз 08 ПР 01</w:t>
      </w:r>
      <w:r>
        <w:rPr>
          <w:sz w:val="28"/>
          <w:szCs w:val="28"/>
        </w:rPr>
        <w:br/>
        <w:t>ЦС 87 1 01 44080) цифры «185753,866» заменить цифрами «210328,166»;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01 44080</w:t>
      </w:r>
      <w:r>
        <w:rPr>
          <w:sz w:val="28"/>
          <w:szCs w:val="28"/>
        </w:rPr>
        <w:br/>
        <w:t>ВР 600) цифры «185753,866» заменить цифрами «210328,166»;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Субсидии областному государственному бюджетному учре</w:t>
      </w:r>
      <w:r w:rsidRPr="001B14ED">
        <w:rPr>
          <w:color w:val="000000"/>
          <w:sz w:val="28"/>
          <w:szCs w:val="28"/>
        </w:rPr>
        <w:t>ж</w:t>
      </w:r>
      <w:r w:rsidRPr="001B14ED">
        <w:rPr>
          <w:color w:val="000000"/>
          <w:sz w:val="28"/>
          <w:szCs w:val="28"/>
        </w:rPr>
        <w:t xml:space="preserve">дению культуры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Центр народной культуры Ульяновской области</w:t>
      </w:r>
      <w:r>
        <w:rPr>
          <w:sz w:val="28"/>
          <w:szCs w:val="28"/>
        </w:rPr>
        <w:t>» (Рз 08 ПР 01</w:t>
      </w:r>
      <w:r>
        <w:rPr>
          <w:sz w:val="28"/>
          <w:szCs w:val="28"/>
        </w:rPr>
        <w:br/>
        <w:t>ЦС 87 1 01 44090) цифры «93230,596» заменить цифрами «97192,696»;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01 44090</w:t>
      </w:r>
      <w:r>
        <w:rPr>
          <w:sz w:val="28"/>
          <w:szCs w:val="28"/>
        </w:rPr>
        <w:br/>
        <w:t>ВР 600) цифры «93230,596» заменить цифрами «97192,696»;</w:t>
      </w:r>
    </w:p>
    <w:p w:rsidR="00525DEC" w:rsidRDefault="00525DEC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Кинематография</w:t>
      </w:r>
      <w:r>
        <w:rPr>
          <w:sz w:val="28"/>
          <w:szCs w:val="28"/>
        </w:rPr>
        <w:t>» (Рз 08 ПР 02) цифры «14304,793» заменить цифрами «16162,293»;</w:t>
      </w:r>
    </w:p>
    <w:p w:rsidR="00525DEC" w:rsidRDefault="00525DEC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08 ПР 02 ЦС 87 0 00 00000) цифры «14240,793» заменить цифрами «16098,293»;</w:t>
      </w:r>
    </w:p>
    <w:p w:rsidR="00525DEC" w:rsidRDefault="00525DEC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</w:t>
      </w:r>
      <w:r w:rsidRPr="001B14ED">
        <w:rPr>
          <w:color w:val="000000"/>
          <w:sz w:val="28"/>
          <w:szCs w:val="28"/>
        </w:rPr>
        <w:t>о</w:t>
      </w:r>
      <w:r w:rsidRPr="001B14ED">
        <w:rPr>
          <w:color w:val="000000"/>
          <w:sz w:val="28"/>
          <w:szCs w:val="28"/>
        </w:rPr>
        <w:t xml:space="preserve">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08 ПР 02 ЦС 87 1 00 00000) цифры «14240,793» заменить цифрами «16098,293»;</w:t>
      </w:r>
    </w:p>
    <w:p w:rsidR="00525DEC" w:rsidRDefault="00525DEC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>
        <w:rPr>
          <w:sz w:val="28"/>
          <w:szCs w:val="28"/>
        </w:rPr>
        <w:t>» (Рз 08 ПР 02</w:t>
      </w:r>
      <w:r>
        <w:rPr>
          <w:sz w:val="28"/>
          <w:szCs w:val="28"/>
        </w:rPr>
        <w:br/>
        <w:t>ЦС 87 1 01 00000) цифры «14240,793» заменить цифрами «16098,293»;</w:t>
      </w:r>
    </w:p>
    <w:p w:rsidR="00525DEC" w:rsidRDefault="00525DEC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Субсидии областному государственному автономному учре</w:t>
      </w:r>
      <w:r w:rsidRPr="001B14ED">
        <w:rPr>
          <w:color w:val="000000"/>
          <w:sz w:val="28"/>
          <w:szCs w:val="28"/>
        </w:rPr>
        <w:t>ж</w:t>
      </w:r>
      <w:r w:rsidRPr="001B14ED">
        <w:rPr>
          <w:color w:val="000000"/>
          <w:sz w:val="28"/>
          <w:szCs w:val="28"/>
        </w:rPr>
        <w:t xml:space="preserve">дению культуры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УльяновскКинофонд</w:t>
      </w:r>
      <w:r>
        <w:rPr>
          <w:sz w:val="28"/>
          <w:szCs w:val="28"/>
        </w:rPr>
        <w:t>» (Рз 08 ПР 02 ЦС 87 1 01 44100) цифры «14240,793» заменить цифрами «16098,293»;</w:t>
      </w:r>
    </w:p>
    <w:p w:rsidR="00525DEC" w:rsidRDefault="00525DEC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02 ЦС 87 1 01 44100</w:t>
      </w:r>
      <w:r>
        <w:rPr>
          <w:sz w:val="28"/>
          <w:szCs w:val="28"/>
        </w:rPr>
        <w:br/>
        <w:t>ВР 600) цифры «14240,793» заменить цифрами «16098,293»;</w:t>
      </w:r>
    </w:p>
    <w:p w:rsidR="00525DEC" w:rsidRDefault="00525DEC" w:rsidP="002705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 раздел «Здравоохранение» (Рз 09) изложить в следующей редакции: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567"/>
        <w:gridCol w:w="567"/>
        <w:gridCol w:w="1843"/>
        <w:gridCol w:w="568"/>
        <w:gridCol w:w="2125"/>
      </w:tblGrid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1B14ED"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4260235,94629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119841,06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91222,66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 детям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реактивов и расходных материалов для проведения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перинатальных центров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программ модерн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зации здравоохранения субъе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тов Российской Федерации в ча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208409,48244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868218,98301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838798,98301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Строительство здания для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мещения Центра охраны здор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вья женщин и ввод его в эк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Совершенствование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карственного обеспечения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граждан, в том числе страдающих жизнеу</w:t>
            </w:r>
            <w:r w:rsidRPr="001B14ED">
              <w:rPr>
                <w:color w:val="000000"/>
                <w:sz w:val="28"/>
                <w:szCs w:val="28"/>
              </w:rPr>
              <w:t>г</w:t>
            </w:r>
            <w:r w:rsidRPr="001B14ED">
              <w:rPr>
                <w:color w:val="000000"/>
                <w:sz w:val="28"/>
                <w:szCs w:val="28"/>
              </w:rPr>
              <w:t>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сельскохозяйс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продукции, сырья и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довольствия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фельдшерско-акушерских пунктов и (или) 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сов врача общей практики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Иммунопрофилактика инфекц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B14ED">
              <w:rPr>
                <w:color w:val="000000"/>
                <w:spacing w:val="-2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я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pacing w:val="-2"/>
                <w:sz w:val="28"/>
                <w:szCs w:val="28"/>
              </w:rPr>
              <w:t>«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 (финансовое обеспечение реализации мер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приятий по профилактике ВИЧ-инфекции и гепатитов B и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митровграда, Мелекесского и Новомалыклинского районов специализированной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средств для выявл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определения чувствительн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микобактерии туберкулёза и мониторинга лечения лиц, бол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туберкулёзом с множестве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лекарственной устойчив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стью возбудителя, а также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изделий в соответствии со стандартом оснащения, пред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смотренным порядком оказания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средств для выявления и мониторинга лечения лиц, 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фицированных вирусами имм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нодефицита человека, в том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ле в сочетании с вирусами геп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титов B и (или)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учреждений здравоохран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расходов на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препаратами, предназначенными для лечения больных злокачественными 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вообразованиями лимфоидной, кроветворной и родственных им тканей, гемофилией, муковисц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дозом, гипофизарным нанизмом, болезнью Гоше, рассеянным склерозом, а также после тран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плантации органов и (или) тк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реализации территориал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циальная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работников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венных медицинских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D01E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7B34F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Сниж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объёмов потребления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лением алкогольной продукции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Меры по совершенствованию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чения, социальной адаптации и реабилитации наркопотребит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,5»;</w:t>
            </w:r>
          </w:p>
        </w:tc>
      </w:tr>
    </w:tbl>
    <w:p w:rsidR="00525DEC" w:rsidRPr="00440673" w:rsidRDefault="00525DEC" w:rsidP="00220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раздел «Социальная политика» (Рз 10) изложить в следующей редакции:</w:t>
      </w:r>
    </w:p>
    <w:tbl>
      <w:tblPr>
        <w:tblW w:w="9939" w:type="dxa"/>
        <w:tblInd w:w="93" w:type="dxa"/>
        <w:tblLook w:val="00A0"/>
      </w:tblPr>
      <w:tblGrid>
        <w:gridCol w:w="4268"/>
        <w:gridCol w:w="567"/>
        <w:gridCol w:w="567"/>
        <w:gridCol w:w="1842"/>
        <w:gridCol w:w="568"/>
        <w:gridCol w:w="2127"/>
      </w:tblGrid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1B14ED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15352196,84948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37788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услуг в области социального обслуживания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государственн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ми (муниципальными)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ниями, индивидуальным пре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принимателям, оказывающим услуги в области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социальной реаб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литации и ресоциализации лиц, потребляющих наркотические средства и психотропные вещ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немедицинских целях,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Адре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 (за счёт средств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ластного бюджета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 (за счёт средств Пенс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онного фонда Российской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91553,26228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12432088,19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инвалидов технич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 законом от 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12 января 1995 года № 5-ФЗ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>, в соответствии с Указом Президента Российской Федерации от 7 мая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714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войны 1941-1945 годов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Страховые взносы на обязател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циальная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чающимся по договорам о цел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ния по специальностям высшего образования укрупнённой гру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 xml:space="preserve">пы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Здравоохранение и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цинские науки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единовременных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 педагогическим работникам муниципальных образовательных организаций, реализующих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дошк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льного образования, имеющим статус молодых специалистов (за исключением педагогических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ботников, работающих и прож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(п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типа)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ляющихся молодыми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стами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Организация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и обеспечение отдыха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организации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6885859,39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сидий на оплату жилого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отдельным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адресной матер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социальной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и ремонт проте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 по гарантированному пере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июля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 и родителям лиц, замеща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 государственные должности Ульяновской области, должности государственной гражданской службы Ульяновской области или должности 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органах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ти, не являющиеся должностями государственной гражданской службы Ульяновской области, и погибших при исполнении дол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ностных (трудовых)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 или умерших вследствие ранения, контузии, заболевания или увечья, полученных при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полнении должностных (труд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вы для социально незащищённой категории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инвалидов боевых дейс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вий, проживающих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родителей и супругов 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еннослужащих, прокурорских работников, сотрудников органов внутренних дел, Федеральной службы безопасности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органов уг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ловно-исполнительной системы Министерства юстиции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погибших при исполнении обязанностей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службы, служебных обяза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ностей или умерших вследствие ранения, контузии, заболеваний, увечья, полученных при 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нении обязанностей военной службы, служебных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жизне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оказании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тивотуберкулёзной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 для отдельных категорий граждан, оказание мер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поддержки которым отн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сится к ведению Российской Ф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инвалидов и участн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Великой Отечественной во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ников концлагерей, гетто и др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гих мест принудительного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держания, созданных фашистами и их союзниками в период вт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рой мировой войны,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поддержки граждан в связи с введением на территории Ульяновской области эконом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чески обоснованных тарифов и нормативов потребления комм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исполнения полн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мочий по предоставлению 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гражданским служащим Ульяновской области единовр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менной социальной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1932 года по 31 декабря 1945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противопожарной службы Ульяновской области, профессиональных аварийно-спасательных служб и профе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сиональных аварийно-спасатель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сельских старо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24 февраля 2016 года № 11-ЗО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отдельным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тегориям собственников жилых помещений в многоквартирных домах, расположенных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области, ежемесячной компенсации ра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ходов на уплату взноса на кап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тальный ремонт общего имущ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таких многоквартирных домах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01 июля 2016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87-ЗО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детям-сиротам и детям, оставшимся без попеч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родителей, а так</w:t>
            </w:r>
            <w:r w:rsidRPr="001B14ED">
              <w:rPr>
                <w:color w:val="000000"/>
                <w:sz w:val="28"/>
                <w:szCs w:val="28"/>
              </w:rPr>
              <w:t>же отдел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категориям лиц из их числа, являющимся собственникам 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лых помещений в многокварти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ных домах, расположенных на территории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ти, ежемесячной компенсации расходов на уплату взноса на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питальный ремонт общего им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щества в таких многоквартирных домах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федеральными законами от 12 января 1995 года № 5-ФЗ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защите инвалидов 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номочий Российской Федерации по предоставлению отдельных мер социальной поддержки гр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ждан, подвергшихся воздейс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ежего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государственного 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новременного пособия и ежем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иммунопроф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ответственности вл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дельцев транспортных средств в соответствии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коном от 25 апреля 2002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обязательном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ховании гражданской ответс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венности владельцев транспор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ных средств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поддержки обществе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объединений пожарной о</w:t>
            </w:r>
            <w:r w:rsidRPr="001B14ED">
              <w:rPr>
                <w:color w:val="000000"/>
                <w:sz w:val="28"/>
                <w:szCs w:val="28"/>
              </w:rPr>
              <w:t>х</w:t>
            </w:r>
            <w:r w:rsidRPr="001B14ED">
              <w:rPr>
                <w:color w:val="000000"/>
                <w:sz w:val="28"/>
                <w:szCs w:val="28"/>
              </w:rPr>
              <w:t>раны и добровольных пожарных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пожарной безопа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наградах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детей военнослужащих, прокурорских работников,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зопасности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тельной системы Министерства юстиции Российской Федерации и органов Министерства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 по делам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обороны, чрезвычайным ситуациям и ликвидации после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ствий стихийных бедствий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дов, имеющих детей, дополн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тельной меры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оплаты жилых помещений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тавлением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беременной жене военн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служащего, проходящего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ную службу по призыву, а также ежемесячного пособия на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ка военнослужащего, проход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щего военную службу по приз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ву, в соответствии с Федерал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уходу за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раста полутора лет гражданам, не подлежащим обязательному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циальному страхованию на сл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чай временной нетрудоспособн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нетрудоспособности и в св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единовременных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бий женщинам, вставшим на учёт в медицинских учреждениях в ранние сроки беременности, уволенным в связи с ликвидац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ей организаций, прекращением деятельности (полномочий) 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зическими лицами в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беременн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родам женщинам, уволе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в связи с ликвидацией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прекращением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 (полномочий) физическ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 лицами в установленном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Содействие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улучшение условий, охраны труда и здоровья на рабочем ме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те, развитие социального пар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области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занятости населения в Ро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200249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178709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сельскохозяйс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венной продукции, сырья и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довольствия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граждан, прож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молодых семей и молодых специалистов, прож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ринарной службы Ульяновской области в 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1448236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выплатой родителям (законным представителям)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посещающих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ные и частные образовательные организации, реализующие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дошк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льного образования, компенс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части внесённой в соотве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ствующие образовательные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ляющихся молодыми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стами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гогическим и научным работн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 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обучающимся в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надлежащих детям-сиротам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ла детей-сирот и детей, оста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медицинское обеспеч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D47A2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в соответствии с пунктом 3 статьи 25 Федерального закона от 24 июня 1999 года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 xml:space="preserve">120-ФЗ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системы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тики безнадзорности и правон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рушений несовершеннолетних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обучающихся в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низациях, на городском, приг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ва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выплаты на соде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жание ребёнка в семье опекуна (попечителя) и приёмной семье, а также по осуществлению выпл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ты приёмным родителям прич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тающегося им вознаграждения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опекой и попеч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тельством в отношении несове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на территории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жилых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ний детям-сиротам и детям, 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тавшимся без попечения родит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лей, лицам из их числа по дог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ворам найма специализирова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345027,184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Пени, штрафы за неуплату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ховых взносов на обязательное медицинское страхование нер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ботающего населения в устано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Федерация профсоюзов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нием решений, принятых суде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циальная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единовременных компенсационных выплат на приобретение жилья фельдшерам и медицинским сёстрам фель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Единовременные выплаты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9433,55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229761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областных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сударственных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 населения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215269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91515,542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жения и повышения энергетич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эффективности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энергосбереж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работникам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ластных государственных учр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единовременной социальной выплаты на уплату первоначального взноса при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обретении (строительстве) с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пользованием ипотечного кред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(займа) жилого помещения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работникам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ций, осуществляющих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тельность в сфере информацио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ребё</w:t>
            </w:r>
            <w:r w:rsidRPr="001B14ED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осуществления работникам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учреждений мун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ципальных образований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единовреме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социальных выплат на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обретение жилых помещений с привлечением средств ипоте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областных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Форм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рование материально-техниче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ской базы в сфере физической культуры и спорта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25DEC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B14ED" w:rsidRDefault="00525DEC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25DEC" w:rsidRPr="001B14ED" w:rsidRDefault="00525DEC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1B14ED" w:rsidRDefault="00525DEC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B14ED" w:rsidRDefault="00525DEC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,4»;</w:t>
            </w:r>
          </w:p>
        </w:tc>
      </w:tr>
    </w:tbl>
    <w:p w:rsidR="00525DEC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 в строке «Физическая культура и спорт» (Рз 11) цифры «</w:t>
      </w:r>
      <w:r w:rsidRPr="00440673">
        <w:rPr>
          <w:bCs/>
          <w:color w:val="000000"/>
          <w:sz w:val="28"/>
          <w:szCs w:val="28"/>
        </w:rPr>
        <w:t>1301800,3</w:t>
      </w:r>
      <w:r>
        <w:rPr>
          <w:sz w:val="28"/>
          <w:szCs w:val="28"/>
        </w:rPr>
        <w:t>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</w:t>
      </w:r>
      <w:r w:rsidRPr="001B14ED">
        <w:rPr>
          <w:bCs/>
          <w:color w:val="000000"/>
          <w:sz w:val="28"/>
          <w:szCs w:val="28"/>
        </w:rPr>
        <w:t>1305504</w:t>
      </w:r>
      <w:r w:rsidRPr="00440673">
        <w:rPr>
          <w:bCs/>
          <w:color w:val="000000"/>
          <w:sz w:val="28"/>
          <w:szCs w:val="28"/>
        </w:rPr>
        <w:t>,9</w:t>
      </w:r>
      <w:r>
        <w:rPr>
          <w:sz w:val="28"/>
          <w:szCs w:val="28"/>
        </w:rPr>
        <w:t xml:space="preserve">»; </w:t>
      </w:r>
    </w:p>
    <w:p w:rsidR="00525DEC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Массовый спорт</w:t>
      </w:r>
      <w:r>
        <w:rPr>
          <w:sz w:val="28"/>
          <w:szCs w:val="28"/>
        </w:rPr>
        <w:t>» (Рз 11 ПР 02) цифры «515757,7» заменить цифрами «519462,3»;</w:t>
      </w:r>
    </w:p>
    <w:p w:rsidR="00525DEC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>
        <w:rPr>
          <w:sz w:val="28"/>
          <w:szCs w:val="28"/>
        </w:rPr>
        <w:t>» (Рз 11 ПР 02 ЦС 89 0 00 00000 ) цифры «511070,7» заменить цифрами «514775,3»;</w:t>
      </w:r>
    </w:p>
    <w:p w:rsidR="00525DEC" w:rsidRPr="00440673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1B14ED">
        <w:rPr>
          <w:color w:val="000000"/>
          <w:sz w:val="28"/>
          <w:szCs w:val="28"/>
        </w:rPr>
        <w:t>Ульяновской области на 2014-2020 годы</w:t>
      </w:r>
      <w:r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государственной программы Уль</w:t>
      </w:r>
      <w:r w:rsidRPr="001B14ED">
        <w:rPr>
          <w:color w:val="000000"/>
          <w:sz w:val="28"/>
          <w:szCs w:val="28"/>
        </w:rPr>
        <w:t>я</w:t>
      </w:r>
      <w:r w:rsidRPr="001B14ED">
        <w:rPr>
          <w:color w:val="000000"/>
          <w:sz w:val="28"/>
          <w:szCs w:val="28"/>
        </w:rPr>
        <w:t xml:space="preserve">новской области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>
        <w:rPr>
          <w:sz w:val="28"/>
          <w:szCs w:val="28"/>
        </w:rPr>
        <w:t>» (Рз 11 ПР 02 ЦС 89 1 00 00000) цифры «168930,6» заменить цифрами «172635,2»;</w:t>
      </w:r>
    </w:p>
    <w:p w:rsidR="00525DEC" w:rsidRPr="00440673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>
        <w:rPr>
          <w:sz w:val="28"/>
          <w:szCs w:val="28"/>
        </w:rPr>
        <w:t>» (Рз 11 ПР 02</w:t>
      </w:r>
      <w:r>
        <w:rPr>
          <w:sz w:val="28"/>
          <w:szCs w:val="28"/>
        </w:rPr>
        <w:br/>
        <w:t>ЦС 89 1 01 00000) цифры «168930,6» заменить цифрами «172635,2»;</w:t>
      </w:r>
    </w:p>
    <w:p w:rsidR="00525DEC" w:rsidRPr="00440673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(Рз 11 ПР 02 ЦС 89 1 01 80140) цифры «168930,6» заменить цифрами «172635,2»;</w:t>
      </w:r>
    </w:p>
    <w:p w:rsidR="00525DEC" w:rsidRPr="00440673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Pr="001B14ED">
        <w:rPr>
          <w:color w:val="000000"/>
          <w:sz w:val="28"/>
          <w:szCs w:val="28"/>
        </w:rPr>
        <w:t>л</w:t>
      </w:r>
      <w:r w:rsidRPr="001B14ED">
        <w:rPr>
          <w:color w:val="000000"/>
          <w:sz w:val="28"/>
          <w:szCs w:val="28"/>
        </w:rPr>
        <w:t>нения функций государственными (муниципальными) органами, казёнными у</w:t>
      </w:r>
      <w:r w:rsidRPr="001B14ED">
        <w:rPr>
          <w:color w:val="000000"/>
          <w:sz w:val="28"/>
          <w:szCs w:val="28"/>
        </w:rPr>
        <w:t>ч</w:t>
      </w:r>
      <w:r w:rsidRPr="001B14ED">
        <w:rPr>
          <w:color w:val="000000"/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11 ПР 02 ЦС 89 1 01 80140 ВР 100) цифры «23305,8» заменить цифрами «23815,8»;</w:t>
      </w:r>
    </w:p>
    <w:p w:rsidR="00525DEC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107358"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11 ПР 02 ЦС 89 1 01 80140</w:t>
      </w:r>
      <w:r>
        <w:rPr>
          <w:sz w:val="28"/>
          <w:szCs w:val="28"/>
        </w:rPr>
        <w:br/>
        <w:t>ВР 600) цифры «144305,3» заменить цифрами «147499,9»;</w:t>
      </w:r>
    </w:p>
    <w:p w:rsidR="00525DEC" w:rsidRPr="00440673" w:rsidRDefault="00525DEC" w:rsidP="00C17F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107358"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 в строке «Итого» цифры «49765468,11452» заменить цифрами «50294895,41452»;</w:t>
      </w:r>
    </w:p>
    <w:p w:rsidR="00525DEC" w:rsidRPr="00786DB0" w:rsidRDefault="00525DEC" w:rsidP="00352ED0">
      <w:pPr>
        <w:spacing w:line="317" w:lineRule="auto"/>
        <w:ind w:firstLine="709"/>
        <w:jc w:val="both"/>
        <w:rPr>
          <w:spacing w:val="-4"/>
          <w:sz w:val="28"/>
        </w:rPr>
      </w:pPr>
      <w:r w:rsidRPr="00331314">
        <w:rPr>
          <w:spacing w:val="-4"/>
          <w:sz w:val="28"/>
        </w:rPr>
        <w:t>9) в приложении 11: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Pr="00786DB0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786DB0">
        <w:rPr>
          <w:sz w:val="28"/>
          <w:szCs w:val="28"/>
        </w:rPr>
        <w:t>Среднее профессиональное образование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 xml:space="preserve"> (Рз 07 ПР 04) цифры </w:t>
      </w:r>
      <w:r>
        <w:rPr>
          <w:spacing w:val="-4"/>
          <w:sz w:val="28"/>
        </w:rPr>
        <w:t>«</w:t>
      </w:r>
      <w:r w:rsidRPr="00786DB0">
        <w:rPr>
          <w:spacing w:val="-4"/>
          <w:sz w:val="28"/>
        </w:rPr>
        <w:t>909364,2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786DB0">
        <w:rPr>
          <w:spacing w:val="-4"/>
          <w:sz w:val="28"/>
        </w:rPr>
        <w:t>860364,2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Pr="00786DB0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786DB0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86DB0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786DB0">
        <w:rPr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 xml:space="preserve"> (Рз 07</w:t>
      </w:r>
      <w:r>
        <w:rPr>
          <w:spacing w:val="-4"/>
          <w:sz w:val="28"/>
        </w:rPr>
        <w:br/>
      </w:r>
      <w:r w:rsidRPr="00786DB0">
        <w:rPr>
          <w:spacing w:val="-4"/>
          <w:sz w:val="28"/>
        </w:rPr>
        <w:t xml:space="preserve">ПР </w:t>
      </w:r>
      <w:r>
        <w:rPr>
          <w:spacing w:val="-4"/>
          <w:sz w:val="28"/>
        </w:rPr>
        <w:t xml:space="preserve">04 </w:t>
      </w:r>
      <w:r w:rsidRPr="00786DB0">
        <w:rPr>
          <w:spacing w:val="-4"/>
          <w:sz w:val="28"/>
        </w:rPr>
        <w:t xml:space="preserve">ЦС </w:t>
      </w:r>
      <w:r>
        <w:rPr>
          <w:spacing w:val="-4"/>
          <w:sz w:val="28"/>
        </w:rPr>
        <w:t>79 0 00 00000</w:t>
      </w:r>
      <w:r w:rsidRPr="00786DB0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«857756,5»</w:t>
      </w:r>
      <w:r w:rsidRPr="00786DB0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«808756,5»</w:t>
      </w:r>
      <w:r w:rsidRPr="00786DB0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Pr="00786DB0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786DB0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786DB0">
        <w:rPr>
          <w:color w:val="000000"/>
          <w:sz w:val="28"/>
          <w:szCs w:val="28"/>
        </w:rPr>
        <w:t>Обеспечение реализации государственной</w:t>
      </w:r>
      <w:r>
        <w:rPr>
          <w:color w:val="000000"/>
          <w:sz w:val="28"/>
          <w:szCs w:val="28"/>
        </w:rPr>
        <w:br/>
      </w:r>
      <w:r w:rsidRPr="00786DB0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>»</w:t>
      </w:r>
      <w:r w:rsidRPr="00786DB0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786DB0">
        <w:rPr>
          <w:color w:val="000000"/>
          <w:sz w:val="28"/>
          <w:szCs w:val="28"/>
        </w:rPr>
        <w:t>Развитие</w:t>
      </w:r>
      <w:r>
        <w:rPr>
          <w:color w:val="000000"/>
          <w:sz w:val="28"/>
          <w:szCs w:val="28"/>
        </w:rPr>
        <w:br/>
      </w:r>
      <w:r w:rsidRPr="00786DB0">
        <w:rPr>
          <w:color w:val="000000"/>
          <w:sz w:val="28"/>
          <w:szCs w:val="28"/>
        </w:rPr>
        <w:t>и модернизация образования в Ульяновской области</w:t>
      </w:r>
      <w:r>
        <w:rPr>
          <w:color w:val="000000"/>
          <w:sz w:val="28"/>
          <w:szCs w:val="28"/>
        </w:rPr>
        <w:t>»</w:t>
      </w:r>
      <w:r w:rsidRPr="00786DB0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 xml:space="preserve"> (Рз 07</w:t>
      </w:r>
      <w:r>
        <w:rPr>
          <w:spacing w:val="-4"/>
          <w:sz w:val="28"/>
        </w:rPr>
        <w:br/>
      </w:r>
      <w:r w:rsidRPr="00786DB0">
        <w:rPr>
          <w:spacing w:val="-4"/>
          <w:sz w:val="28"/>
        </w:rPr>
        <w:t>ПР 04</w:t>
      </w:r>
      <w:r>
        <w:rPr>
          <w:spacing w:val="-4"/>
          <w:sz w:val="28"/>
        </w:rPr>
        <w:t xml:space="preserve"> </w:t>
      </w:r>
      <w:r w:rsidRPr="00786DB0">
        <w:rPr>
          <w:spacing w:val="-4"/>
          <w:sz w:val="28"/>
        </w:rPr>
        <w:t xml:space="preserve">ЦС 79 7 00 00000) цифры </w:t>
      </w:r>
      <w:r>
        <w:rPr>
          <w:spacing w:val="-4"/>
          <w:sz w:val="28"/>
        </w:rPr>
        <w:t>«</w:t>
      </w:r>
      <w:r w:rsidRPr="00786DB0">
        <w:rPr>
          <w:spacing w:val="-4"/>
          <w:sz w:val="28"/>
        </w:rPr>
        <w:t>754574,9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786DB0">
        <w:rPr>
          <w:spacing w:val="-4"/>
          <w:sz w:val="28"/>
        </w:rPr>
        <w:t>705574,9</w:t>
      </w:r>
      <w:r>
        <w:rPr>
          <w:spacing w:val="-4"/>
          <w:sz w:val="28"/>
        </w:rPr>
        <w:t>»</w:t>
      </w:r>
      <w:r w:rsidRPr="00786DB0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Pr="00F6201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F62011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F62011">
        <w:rPr>
          <w:color w:val="000000"/>
          <w:sz w:val="28"/>
          <w:szCs w:val="28"/>
        </w:rPr>
        <w:t>Обеспечение деятельности государс</w:t>
      </w:r>
      <w:r w:rsidRPr="00F62011">
        <w:rPr>
          <w:color w:val="000000"/>
          <w:sz w:val="28"/>
          <w:szCs w:val="28"/>
        </w:rPr>
        <w:t>т</w:t>
      </w:r>
      <w:r w:rsidRPr="00F62011">
        <w:rPr>
          <w:color w:val="000000"/>
          <w:sz w:val="28"/>
          <w:szCs w:val="28"/>
        </w:rPr>
        <w:t>венного заказчика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 w:rsidRPr="00F62011">
        <w:rPr>
          <w:spacing w:val="-4"/>
          <w:sz w:val="28"/>
        </w:rPr>
        <w:t xml:space="preserve"> (Рз 07 ПР 04</w:t>
      </w:r>
      <w:r w:rsidRPr="00F62011">
        <w:rPr>
          <w:spacing w:val="-4"/>
          <w:sz w:val="28"/>
        </w:rPr>
        <w:br/>
        <w:t xml:space="preserve">ЦС 79 7 01 00000) цифры </w:t>
      </w:r>
      <w:r>
        <w:rPr>
          <w:spacing w:val="-4"/>
          <w:sz w:val="28"/>
        </w:rPr>
        <w:t>«</w:t>
      </w:r>
      <w:r w:rsidRPr="00F62011">
        <w:rPr>
          <w:spacing w:val="-4"/>
          <w:sz w:val="28"/>
        </w:rPr>
        <w:t>754574,9</w:t>
      </w:r>
      <w:r>
        <w:rPr>
          <w:spacing w:val="-4"/>
          <w:sz w:val="28"/>
        </w:rPr>
        <w:t>»</w:t>
      </w:r>
      <w:r w:rsidRPr="00F62011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«705574,9»</w:t>
      </w:r>
      <w:r w:rsidRPr="00F62011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Pr="00F6201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F6201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Pr="00F62011">
        <w:rPr>
          <w:color w:val="000000"/>
          <w:sz w:val="28"/>
          <w:szCs w:val="28"/>
        </w:rPr>
        <w:t>о</w:t>
      </w:r>
      <w:r w:rsidRPr="00F6201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>
        <w:rPr>
          <w:spacing w:val="-4"/>
          <w:sz w:val="28"/>
        </w:rPr>
        <w:t>»</w:t>
      </w:r>
      <w:r w:rsidRPr="00F62011">
        <w:rPr>
          <w:spacing w:val="-4"/>
          <w:sz w:val="28"/>
        </w:rPr>
        <w:br/>
        <w:t xml:space="preserve">(Рз 07 ПР 04 ЦС 79 7 01 18200) цифры </w:t>
      </w:r>
      <w:r>
        <w:rPr>
          <w:spacing w:val="-4"/>
          <w:sz w:val="28"/>
        </w:rPr>
        <w:t>«</w:t>
      </w:r>
      <w:r w:rsidRPr="00F62011">
        <w:rPr>
          <w:spacing w:val="-4"/>
          <w:sz w:val="28"/>
        </w:rPr>
        <w:t>754574,9</w:t>
      </w:r>
      <w:r>
        <w:rPr>
          <w:spacing w:val="-4"/>
          <w:sz w:val="28"/>
        </w:rPr>
        <w:t>»</w:t>
      </w:r>
      <w:r w:rsidRPr="00F62011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F62011">
        <w:rPr>
          <w:spacing w:val="-4"/>
          <w:sz w:val="28"/>
        </w:rPr>
        <w:t>705574,9</w:t>
      </w:r>
      <w:r>
        <w:rPr>
          <w:spacing w:val="-4"/>
          <w:sz w:val="28"/>
        </w:rPr>
        <w:t>»</w:t>
      </w:r>
      <w:r w:rsidRPr="00F62011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Pr="00F6201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F62011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F62011">
        <w:rPr>
          <w:color w:val="000000"/>
          <w:sz w:val="28"/>
          <w:szCs w:val="28"/>
        </w:rPr>
        <w:t>е</w:t>
      </w:r>
      <w:r w:rsidRPr="00F62011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</w:rPr>
        <w:t>»</w:t>
      </w:r>
      <w:r w:rsidRPr="00F62011">
        <w:rPr>
          <w:spacing w:val="-4"/>
          <w:sz w:val="28"/>
        </w:rPr>
        <w:t xml:space="preserve"> (Рз 07 ПР 04 ЦС 79 7 01 18200</w:t>
      </w:r>
      <w:r>
        <w:rPr>
          <w:spacing w:val="-4"/>
          <w:sz w:val="28"/>
        </w:rPr>
        <w:br/>
      </w:r>
      <w:r w:rsidRPr="00F62011">
        <w:rPr>
          <w:spacing w:val="-4"/>
          <w:sz w:val="28"/>
        </w:rPr>
        <w:t>ВР 600)</w:t>
      </w:r>
      <w:r w:rsidRPr="00786DB0">
        <w:rPr>
          <w:spacing w:val="-4"/>
          <w:sz w:val="28"/>
        </w:rPr>
        <w:t xml:space="preserve"> цифры </w:t>
      </w:r>
      <w:r>
        <w:rPr>
          <w:spacing w:val="-4"/>
          <w:sz w:val="28"/>
        </w:rPr>
        <w:t>«639090,0»</w:t>
      </w:r>
      <w:r w:rsidRPr="00786DB0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«590090,0»</w:t>
      </w:r>
      <w:r w:rsidRPr="00786DB0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Другие вопросы в области образования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 ПР 09)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139188,5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188188,5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</w:t>
      </w:r>
      <w:r w:rsidRPr="000F208C">
        <w:rPr>
          <w:color w:val="000000"/>
          <w:sz w:val="28"/>
          <w:szCs w:val="28"/>
        </w:rPr>
        <w:t>а</w:t>
      </w:r>
      <w:r w:rsidRPr="000F208C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>2014-2020 годы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 ПР 09 ЦС 90 0 00 00000)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Развитие инновационной и инвестиционной деятельности в Ульяновской области</w:t>
      </w:r>
      <w:r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 государственной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 xml:space="preserve">программы Ульяновской области </w:t>
      </w:r>
      <w:r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Формирование благоприятного инвестицио</w:t>
      </w:r>
      <w:r w:rsidRPr="000F208C">
        <w:rPr>
          <w:color w:val="000000"/>
          <w:sz w:val="28"/>
          <w:szCs w:val="28"/>
        </w:rPr>
        <w:t>н</w:t>
      </w:r>
      <w:r w:rsidRPr="000F208C">
        <w:rPr>
          <w:color w:val="000000"/>
          <w:sz w:val="28"/>
          <w:szCs w:val="28"/>
        </w:rPr>
        <w:t>ного климата в Ульяновской области</w:t>
      </w:r>
      <w:r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 ПР 09</w:t>
      </w:r>
      <w:r>
        <w:rPr>
          <w:spacing w:val="-4"/>
          <w:sz w:val="28"/>
        </w:rPr>
        <w:br/>
      </w:r>
      <w:r w:rsidRPr="000F208C">
        <w:rPr>
          <w:spacing w:val="-4"/>
          <w:sz w:val="28"/>
        </w:rPr>
        <w:t xml:space="preserve">ЦС 90 2 00 00000)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Оказание поддержки организациям в сфере инновационной деятельности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 ПР 09 ЦС 90 2 01 00000)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Pr="000F208C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</w:t>
      </w:r>
      <w:r w:rsidRPr="000F208C">
        <w:rPr>
          <w:spacing w:val="-4"/>
          <w:sz w:val="28"/>
        </w:rPr>
        <w:br/>
        <w:t xml:space="preserve">ПР 09 ЦС 90 2 01 62220)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Pr="00786DB0" w:rsidRDefault="00525DE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Pr="000F208C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0F208C">
        <w:rPr>
          <w:color w:val="000000"/>
          <w:sz w:val="28"/>
          <w:szCs w:val="28"/>
        </w:rPr>
        <w:t>е</w:t>
      </w:r>
      <w:r w:rsidRPr="000F208C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(Рз 07 ПР 09 ЦС 90 2 01 62220</w:t>
      </w:r>
      <w:r>
        <w:rPr>
          <w:spacing w:val="-4"/>
          <w:sz w:val="28"/>
        </w:rPr>
        <w:br/>
      </w:r>
      <w:r w:rsidRPr="000F208C">
        <w:rPr>
          <w:spacing w:val="-4"/>
          <w:sz w:val="28"/>
        </w:rPr>
        <w:t xml:space="preserve">ВР 600) цифры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>
        <w:rPr>
          <w:spacing w:val="-4"/>
          <w:sz w:val="28"/>
        </w:rPr>
        <w:t>»</w:t>
      </w:r>
      <w:r w:rsidRPr="000F208C">
        <w:rPr>
          <w:spacing w:val="-4"/>
          <w:sz w:val="28"/>
        </w:rPr>
        <w:t>;</w:t>
      </w:r>
    </w:p>
    <w:p w:rsidR="00525DEC" w:rsidRDefault="00525DEC" w:rsidP="00C300AC">
      <w:pPr>
        <w:spacing w:line="360" w:lineRule="auto"/>
        <w:ind w:firstLine="709"/>
        <w:jc w:val="both"/>
        <w:rPr>
          <w:spacing w:val="-4"/>
          <w:sz w:val="28"/>
        </w:rPr>
      </w:pPr>
      <w:bookmarkStart w:id="3" w:name="RANGE!A1:H958"/>
      <w:bookmarkEnd w:id="3"/>
      <w:r w:rsidRPr="00331314">
        <w:rPr>
          <w:spacing w:val="-4"/>
          <w:sz w:val="28"/>
        </w:rPr>
        <w:t>10) в приложении 12:</w:t>
      </w:r>
    </w:p>
    <w:p w:rsidR="00525DEC" w:rsidRDefault="00525DEC" w:rsidP="00C300A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а) в строке «</w:t>
      </w:r>
      <w:r w:rsidRPr="009A7B19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сти</w:t>
      </w:r>
      <w:r>
        <w:rPr>
          <w:spacing w:val="-4"/>
          <w:sz w:val="28"/>
        </w:rPr>
        <w:t xml:space="preserve">» (ЦС </w:t>
      </w:r>
      <w:r w:rsidRPr="009A7B19">
        <w:rPr>
          <w:color w:val="000000"/>
          <w:sz w:val="28"/>
          <w:szCs w:val="28"/>
        </w:rPr>
        <w:t>11 0 00 00000</w:t>
      </w:r>
      <w:r>
        <w:rPr>
          <w:spacing w:val="-4"/>
          <w:sz w:val="28"/>
        </w:rPr>
        <w:t>) цифры «1732481,42254» заменить цифрами «1735007,72254»;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б) в строке «</w:t>
      </w:r>
      <w:r w:rsidRPr="009A7B19">
        <w:rPr>
          <w:color w:val="000000"/>
          <w:sz w:val="28"/>
          <w:szCs w:val="28"/>
        </w:rPr>
        <w:t>Обеспечение деятельности аппарата Общественной палаты Ульяновской области</w:t>
      </w:r>
      <w:r>
        <w:rPr>
          <w:spacing w:val="-4"/>
          <w:sz w:val="28"/>
        </w:rPr>
        <w:t xml:space="preserve">» (ЦС </w:t>
      </w:r>
      <w:r w:rsidRPr="009A7B19">
        <w:rPr>
          <w:color w:val="000000"/>
          <w:sz w:val="28"/>
          <w:szCs w:val="28"/>
        </w:rPr>
        <w:t>11 0 00 10090</w:t>
      </w:r>
      <w:r>
        <w:rPr>
          <w:spacing w:val="-4"/>
          <w:sz w:val="28"/>
        </w:rPr>
        <w:t>) цифры «6173,3» заменить цифрами «7491,3»;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в) в строке «</w:t>
      </w:r>
      <w:r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pacing w:val="-4"/>
          <w:sz w:val="28"/>
        </w:rPr>
        <w:t>» (ЦС 11 0 00 10090 ВР 100) цифры «5812,1» заменить цифрами «7130,1»;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г) в строке «</w:t>
      </w:r>
      <w:r w:rsidRPr="009A7B19">
        <w:rPr>
          <w:color w:val="000000"/>
          <w:sz w:val="28"/>
          <w:szCs w:val="28"/>
        </w:rPr>
        <w:t>Общегосударственные вопросы</w:t>
      </w:r>
      <w:r>
        <w:rPr>
          <w:spacing w:val="-4"/>
          <w:sz w:val="28"/>
        </w:rPr>
        <w:t>» (ЦС11 0 00 10090 ВР 100 Рз 01) цифры «5812,1» заменить цифрами «7130,1»;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д) в строке «</w:t>
      </w:r>
      <w:r w:rsidRPr="009A7B19">
        <w:rPr>
          <w:color w:val="000000"/>
          <w:sz w:val="28"/>
          <w:szCs w:val="28"/>
        </w:rPr>
        <w:t>Другие общегосударственные вопросы</w:t>
      </w:r>
      <w:r>
        <w:rPr>
          <w:spacing w:val="-4"/>
          <w:sz w:val="28"/>
        </w:rPr>
        <w:t>» (ЦС 11 0 00 10090</w:t>
      </w:r>
      <w:r>
        <w:rPr>
          <w:spacing w:val="-4"/>
          <w:sz w:val="28"/>
        </w:rPr>
        <w:br/>
        <w:t>ВР 100 Рз 01 ПР 13) цифры «5812,1» заменить цифрами «7130,1»;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е) в строке «</w:t>
      </w:r>
      <w:r w:rsidRPr="009A7B19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 xml:space="preserve">сийской общественной организации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Ассоциация юристов России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финанс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>
        <w:rPr>
          <w:spacing w:val="-4"/>
          <w:sz w:val="28"/>
        </w:rPr>
        <w:t>» (ЦС 11 0 00 10140) цифры «3419,9» заменить цифрами «5796,2»;</w:t>
      </w:r>
    </w:p>
    <w:p w:rsidR="00525DEC" w:rsidRDefault="00525DEC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ж) в строке «</w:t>
      </w:r>
      <w:r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</w:rPr>
        <w:t>» (ЦС 11 0 00 10140 ВР 600) цифры «3419,9» заменить цифрами «5796,2»;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з) в строке «</w:t>
      </w:r>
      <w:r w:rsidRPr="009A7B19">
        <w:rPr>
          <w:color w:val="000000"/>
          <w:sz w:val="28"/>
          <w:szCs w:val="28"/>
        </w:rPr>
        <w:t>Общегосударственные вопросы</w:t>
      </w:r>
      <w:r>
        <w:rPr>
          <w:spacing w:val="-4"/>
          <w:sz w:val="28"/>
        </w:rPr>
        <w:t>» (ЦС 11 0 00 10140 ВР 600 Рз 01) цифры «3419,9» заменить цифрами «5796,2»;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и) в строке «</w:t>
      </w:r>
      <w:r w:rsidRPr="009A7B19">
        <w:rPr>
          <w:color w:val="000000"/>
          <w:sz w:val="28"/>
          <w:szCs w:val="28"/>
        </w:rPr>
        <w:t>Другие общегосударственные вопросы</w:t>
      </w:r>
      <w:r>
        <w:rPr>
          <w:spacing w:val="-4"/>
          <w:sz w:val="28"/>
        </w:rPr>
        <w:t>» (ЦС 11 0 00 10140</w:t>
      </w:r>
      <w:r>
        <w:rPr>
          <w:spacing w:val="-4"/>
          <w:sz w:val="28"/>
        </w:rPr>
        <w:br/>
        <w:t>ВР 600 Рз 01 ПР 13) цифры «3419,9» заменить цифрами «5796,2»;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к) в строке «</w:t>
      </w:r>
      <w:r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pacing w:val="-4"/>
          <w:sz w:val="28"/>
        </w:rPr>
        <w:t>» (ЦС 11 0 00 80010 ВР 100) цифры «432074,40841» заменить цифрами «430906,40841»;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л) в строке «</w:t>
      </w:r>
      <w:r w:rsidRPr="009A7B19">
        <w:rPr>
          <w:color w:val="000000"/>
          <w:sz w:val="28"/>
          <w:szCs w:val="28"/>
        </w:rPr>
        <w:t>Общегосударственные вопросы</w:t>
      </w:r>
      <w:r>
        <w:rPr>
          <w:spacing w:val="-4"/>
          <w:sz w:val="28"/>
        </w:rPr>
        <w:t>» (ЦС 11 0 00 80010 ВР 100 Рз 01) цифры «432074,40841» заменить цифрами «430906,40841»;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м) в строке «</w:t>
      </w:r>
      <w:r w:rsidRPr="009A7B19">
        <w:rPr>
          <w:color w:val="000000"/>
          <w:sz w:val="28"/>
          <w:szCs w:val="28"/>
        </w:rPr>
        <w:t>Другие общегосударственные вопросы</w:t>
      </w:r>
      <w:r>
        <w:rPr>
          <w:spacing w:val="-4"/>
          <w:sz w:val="28"/>
        </w:rPr>
        <w:t>» (ЦС 11 0 00 80010</w:t>
      </w:r>
      <w:r>
        <w:rPr>
          <w:spacing w:val="-4"/>
          <w:sz w:val="28"/>
        </w:rPr>
        <w:br/>
        <w:t>ВР 100 Рз 01 ПР 13) цифры «26450,59241» заменить цифрами «25282,59241»;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н) в строке «</w:t>
      </w:r>
      <w:r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здравоохранения 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 (ЦС 78 0 00 00000) цифры «9142138,04629» заменить цифрами «9215138,04629»;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о)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Социальная поддержка медицинских работников государственных медицинских организаций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78 0 13 00000) ци</w:t>
      </w:r>
      <w:r>
        <w:rPr>
          <w:spacing w:val="-4"/>
          <w:sz w:val="28"/>
        </w:rPr>
        <w:t>ф</w:t>
      </w:r>
      <w:r>
        <w:rPr>
          <w:spacing w:val="-4"/>
          <w:sz w:val="28"/>
        </w:rPr>
        <w:t>ры «88270,9» заменить цифрами «85770,9»;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п) в строке «</w:t>
      </w:r>
      <w:r w:rsidRPr="009A7B19">
        <w:rPr>
          <w:color w:val="000000"/>
          <w:sz w:val="28"/>
          <w:szCs w:val="28"/>
        </w:rPr>
        <w:t>Осуществление единовременных компенсационных выплат на приобретение жилья фельдшерам и медицинским сёстрам фельдшерско-акушерских пунктов</w:t>
      </w:r>
      <w:r>
        <w:rPr>
          <w:spacing w:val="-4"/>
          <w:sz w:val="28"/>
        </w:rPr>
        <w:t>» (ЦС 78 0 13 21170) цифры «12500,0» заменить цифрами «10000,0»;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р)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78 0 13 21170 ВР 300) цифры «12500,0» заменить цифрами «10000,0»;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с)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78 0 13 21170 ВР 300 Рз 10) цифры «12500,0» заменить цифрами «10000,0»;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т) в строке «</w:t>
      </w:r>
      <w:r w:rsidRPr="009A7B19">
        <w:rPr>
          <w:color w:val="000000"/>
          <w:sz w:val="28"/>
          <w:szCs w:val="28"/>
        </w:rPr>
        <w:t>Другие вопросы в области социальной политики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78 0 13 21170 ВР 300 Рз 10 ПР 06) цифры «12500,0» заменить цифрами «10000,0»;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у)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реализации государственной пр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 xml:space="preserve">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здравоохранения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>в Ульяновской обла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>2014-2020 годы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78 1 00 00000) цифры «1637464,65» заменить цифрами «1712964,65»;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ф)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br/>
        <w:t>(ЦС 78 1 01 00000) цифры «1637464,65» заменить цифрами «1712964,65»;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х) в строке «</w:t>
      </w:r>
      <w:r w:rsidRPr="009A7B19">
        <w:rPr>
          <w:color w:val="000000"/>
          <w:sz w:val="28"/>
          <w:szCs w:val="28"/>
        </w:rPr>
        <w:t>Обеспечение деятельности государственных учреждений здр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воохранения</w:t>
      </w:r>
      <w:r>
        <w:rPr>
          <w:spacing w:val="-4"/>
          <w:sz w:val="28"/>
        </w:rPr>
        <w:t>» (ЦС 78 1 01 21140) цифры «1636573,75» заменить цифрами «1712073,75»;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ц) в строке «</w:t>
      </w:r>
      <w:r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pacing w:val="-4"/>
          <w:sz w:val="28"/>
        </w:rPr>
        <w:t>» (ЦС 78 1 01 21140 ВР 100) цифры «539874,55» заменить цифрами «581396,55»;</w:t>
      </w:r>
    </w:p>
    <w:p w:rsidR="00525DEC" w:rsidRDefault="00525DEC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ч) в строке «</w:t>
      </w:r>
      <w:r w:rsidRPr="009A7B19">
        <w:rPr>
          <w:color w:val="000000"/>
          <w:sz w:val="28"/>
          <w:szCs w:val="28"/>
        </w:rPr>
        <w:t>Здравоохранение</w:t>
      </w:r>
      <w:r>
        <w:rPr>
          <w:spacing w:val="-4"/>
          <w:sz w:val="28"/>
        </w:rPr>
        <w:t>» (ЦС 78 1 01 21140 ВР 100 Рз 09) цифры «539874,55» заменить цифрами «581396,55»;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ш) в строке «</w:t>
      </w:r>
      <w:r w:rsidRPr="009A7B19">
        <w:rPr>
          <w:color w:val="000000"/>
          <w:sz w:val="28"/>
          <w:szCs w:val="28"/>
        </w:rPr>
        <w:t>Стационарная медицинская помощь</w:t>
      </w:r>
      <w:r>
        <w:rPr>
          <w:spacing w:val="-4"/>
          <w:sz w:val="28"/>
        </w:rPr>
        <w:t>» (ЦС 78 1 01 21140 ВР 100 Рз 09 ПР 01) цифры «254102,3» заменить цифрами «288474,1»;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щ) в строке «</w:t>
      </w:r>
      <w:r w:rsidRPr="009A7B19">
        <w:rPr>
          <w:color w:val="000000"/>
          <w:sz w:val="28"/>
          <w:szCs w:val="28"/>
        </w:rPr>
        <w:t>Амбулаторная помощь</w:t>
      </w:r>
      <w:r>
        <w:rPr>
          <w:spacing w:val="-4"/>
          <w:sz w:val="28"/>
        </w:rPr>
        <w:t>» (ЦС 78 1 01 21140 ВР 100 Рз 09 ПР 02) цифры «70853,674» заменить цифрами «73034,274»;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ы) в строке «</w:t>
      </w:r>
      <w:r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78 1 01 21140 ВР 100 Рз 09 ПР 03) цифры «31989,126» заменить цифрами «34151,026»;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э) в строке «</w:t>
      </w:r>
      <w:r w:rsidRPr="009A7B19">
        <w:rPr>
          <w:color w:val="000000"/>
          <w:sz w:val="28"/>
          <w:szCs w:val="28"/>
        </w:rPr>
        <w:t>Другие вопросы в области здравоохранения</w:t>
      </w:r>
      <w:r>
        <w:rPr>
          <w:spacing w:val="-4"/>
          <w:sz w:val="28"/>
        </w:rPr>
        <w:t>» (ЦС 78 1 01 21140</w:t>
      </w:r>
      <w:r>
        <w:rPr>
          <w:spacing w:val="-4"/>
          <w:sz w:val="28"/>
        </w:rPr>
        <w:br/>
        <w:t>ВР 100 Рз 09 ПР 09) цифры «178686,55» заменить цифрами «181494,25»;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ю) в строке «</w:t>
      </w:r>
      <w:r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</w:rPr>
        <w:t>» (ЦС 78 1 01 21140 ВР 600) цифры «799490,8» заменить цифрами «833468,8»;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я) в строке «</w:t>
      </w:r>
      <w:r w:rsidRPr="009A7B19">
        <w:rPr>
          <w:color w:val="000000"/>
          <w:sz w:val="28"/>
          <w:szCs w:val="28"/>
        </w:rPr>
        <w:t>Здравоохранение</w:t>
      </w:r>
      <w:r>
        <w:rPr>
          <w:spacing w:val="-4"/>
          <w:sz w:val="28"/>
        </w:rPr>
        <w:t>» (ЦС 78 1 01 21140 ВР 600 Рз 09) цифры «799490,8» заменить цифрами «833468,8»;</w:t>
      </w:r>
    </w:p>
    <w:p w:rsidR="00525DEC" w:rsidRDefault="00525DEC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Стационарная медицинская помощь</w:t>
      </w:r>
      <w:r>
        <w:rPr>
          <w:spacing w:val="-4"/>
          <w:sz w:val="28"/>
        </w:rPr>
        <w:t>» (ЦС 78 1 01 21140 ВР 600 Рз 09 ПР 01) цифры «230147,6705» заменить цифрами «236680,5705»;</w:t>
      </w:r>
    </w:p>
    <w:p w:rsidR="00525DEC" w:rsidRDefault="00525DEC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Амбулаторная помощь</w:t>
      </w:r>
      <w:r>
        <w:rPr>
          <w:spacing w:val="-4"/>
          <w:sz w:val="28"/>
        </w:rPr>
        <w:t>» (ЦС 78 1 01 21140 ВР 600 Рз 09 ПР 02) цифры «145522,525» заменить цифрами «154337,225»;</w:t>
      </w:r>
    </w:p>
    <w:p w:rsidR="00525DEC" w:rsidRDefault="00525DEC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78 1 01 21140 ВР 600 Рз 09 ПР 03) цифры «47274,60367» заменить цифрами «49668,40367»;</w:t>
      </w:r>
    </w:p>
    <w:p w:rsidR="00525DEC" w:rsidRDefault="00525DEC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Санаторно-оздоровительная помощь</w:t>
      </w:r>
      <w:r>
        <w:rPr>
          <w:spacing w:val="-4"/>
          <w:sz w:val="28"/>
        </w:rPr>
        <w:t>» (ЦС 78 1 01 21140 ВР 600 Рз 09 ПР 05) цифры «122187,75683» заменить цифрами «135811,25683»;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Заготовка, переработка, хранение и обеспечение безопасности донорской крови и её компонентов</w:t>
      </w:r>
      <w:r>
        <w:rPr>
          <w:spacing w:val="-4"/>
          <w:sz w:val="28"/>
        </w:rPr>
        <w:t>» (ЦС 78 1 01 21140 ВР 600 Рз 09 ПР 06) цифры «128390,086» заменить цифрами «129303,186»;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</w:t>
      </w:r>
      <w:r>
        <w:rPr>
          <w:spacing w:val="-4"/>
          <w:sz w:val="28"/>
        </w:rPr>
        <w:t>) после строки</w:t>
      </w:r>
    </w:p>
    <w:tbl>
      <w:tblPr>
        <w:tblW w:w="9942" w:type="dxa"/>
        <w:tblInd w:w="89" w:type="dxa"/>
        <w:tblLook w:val="00A0"/>
      </w:tblPr>
      <w:tblGrid>
        <w:gridCol w:w="4335"/>
        <w:gridCol w:w="1921"/>
        <w:gridCol w:w="636"/>
        <w:gridCol w:w="541"/>
        <w:gridCol w:w="567"/>
        <w:gridCol w:w="1942"/>
      </w:tblGrid>
      <w:tr w:rsidR="00525DEC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9A7B19" w:rsidRDefault="00525DEC" w:rsidP="00A7612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A7B19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9A7B19">
              <w:rPr>
                <w:color w:val="000000"/>
                <w:sz w:val="28"/>
                <w:szCs w:val="28"/>
              </w:rPr>
              <w:t>е</w:t>
            </w:r>
            <w:r w:rsidRPr="009A7B19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компоне</w:t>
            </w:r>
            <w:r w:rsidRPr="009A7B19">
              <w:rPr>
                <w:color w:val="000000"/>
                <w:sz w:val="28"/>
                <w:szCs w:val="28"/>
              </w:rPr>
              <w:t>н</w:t>
            </w:r>
            <w:r w:rsidRPr="009A7B19">
              <w:rPr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6648D1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129303,186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525DEC" w:rsidRDefault="00525DEC" w:rsidP="006648D1">
      <w:pPr>
        <w:spacing w:line="360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>дополнить строкой следующего содержания:</w:t>
      </w:r>
    </w:p>
    <w:tbl>
      <w:tblPr>
        <w:tblW w:w="9942" w:type="dxa"/>
        <w:tblInd w:w="89" w:type="dxa"/>
        <w:tblLook w:val="00A0"/>
      </w:tblPr>
      <w:tblGrid>
        <w:gridCol w:w="4335"/>
        <w:gridCol w:w="1921"/>
        <w:gridCol w:w="636"/>
        <w:gridCol w:w="541"/>
        <w:gridCol w:w="567"/>
        <w:gridCol w:w="1942"/>
      </w:tblGrid>
      <w:tr w:rsidR="00525DEC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9A7B19" w:rsidRDefault="00525DEC" w:rsidP="00124D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«Санитарно-эпидемиологическое благополучие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9A7B19" w:rsidRDefault="00525DEC" w:rsidP="00124D2D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500,0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Другие вопросы в области здравоохранения</w:t>
      </w:r>
      <w:r>
        <w:rPr>
          <w:spacing w:val="-4"/>
          <w:sz w:val="28"/>
        </w:rPr>
        <w:t>» (ЦС 78 1 01 21140 ВР 600 Рз 09 ПР 09) цифры «93962,673» заменить цифрами «95162,673»;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и модернизация образования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>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>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79 0 00 00000) цифры «10926378,39495» заменить цифрами «10984598,29495»;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общего образования детей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государственной программы Ульяновской области</w:t>
      </w:r>
      <w:r>
        <w:rPr>
          <w:color w:val="000000"/>
          <w:sz w:val="28"/>
          <w:szCs w:val="28"/>
        </w:rPr>
        <w:br/>
        <w:t>«</w:t>
      </w:r>
      <w:r w:rsidRPr="009A7B19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ды</w:t>
      </w:r>
      <w:r>
        <w:rPr>
          <w:spacing w:val="-4"/>
          <w:sz w:val="28"/>
        </w:rPr>
        <w:t>» (ЦС 79 1 00 00000) цифры «8470296,4» заменить цифрами «8506516,3»;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Содействие развитию начального о</w:t>
      </w:r>
      <w:r w:rsidRPr="009A7B19">
        <w:rPr>
          <w:color w:val="000000"/>
          <w:sz w:val="28"/>
          <w:szCs w:val="28"/>
        </w:rPr>
        <w:t>б</w:t>
      </w:r>
      <w:r w:rsidRPr="009A7B19">
        <w:rPr>
          <w:color w:val="000000"/>
          <w:sz w:val="28"/>
          <w:szCs w:val="28"/>
        </w:rPr>
        <w:t>щего, основного общего и среднего общего образования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79 1 04 00000) ци</w:t>
      </w:r>
      <w:r>
        <w:rPr>
          <w:spacing w:val="-4"/>
          <w:sz w:val="28"/>
        </w:rPr>
        <w:t>ф</w:t>
      </w:r>
      <w:r>
        <w:rPr>
          <w:spacing w:val="-4"/>
          <w:sz w:val="28"/>
        </w:rPr>
        <w:t>ры «177851,9» заменить цифрами «174724,62»;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Субсидии на софинансирование ремонта, ликвидации авари</w:t>
      </w:r>
      <w:r w:rsidRPr="009A7B19">
        <w:rPr>
          <w:color w:val="000000"/>
          <w:sz w:val="28"/>
          <w:szCs w:val="28"/>
        </w:rPr>
        <w:t>й</w:t>
      </w:r>
      <w:r w:rsidRPr="009A7B19">
        <w:rPr>
          <w:color w:val="000000"/>
          <w:sz w:val="28"/>
          <w:szCs w:val="28"/>
        </w:rPr>
        <w:t>ной ситуации в зданиях муниципальных общеобразовательных организаций, пр</w:t>
      </w:r>
      <w:r w:rsidRPr="009A7B19">
        <w:rPr>
          <w:color w:val="000000"/>
          <w:sz w:val="28"/>
          <w:szCs w:val="28"/>
        </w:rPr>
        <w:t>и</w:t>
      </w:r>
      <w:r w:rsidRPr="009A7B19">
        <w:rPr>
          <w:color w:val="000000"/>
          <w:sz w:val="28"/>
          <w:szCs w:val="28"/>
        </w:rPr>
        <w:t>обретения оборудования для указанных организаций</w:t>
      </w:r>
      <w:r>
        <w:rPr>
          <w:spacing w:val="-4"/>
          <w:sz w:val="28"/>
        </w:rPr>
        <w:t>» (ЦС 79 1 04 70920) цифры «100000,0» заменить цифрами «96872,72»;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Межбюджетные трансферты</w:t>
      </w:r>
      <w:r>
        <w:rPr>
          <w:spacing w:val="-4"/>
          <w:sz w:val="28"/>
        </w:rPr>
        <w:t>» (ЦС79 1 04 70920 ВР 500) цифры «100000,0» заменить цифрами «96872,72»;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Образование</w:t>
      </w:r>
      <w:r>
        <w:rPr>
          <w:spacing w:val="-4"/>
          <w:sz w:val="28"/>
        </w:rPr>
        <w:t>» (ЦС 79 1 04 70920 ВР 500 Рз 07) цифры «100000,0» заменить цифрами «96872,72»;</w:t>
      </w:r>
    </w:p>
    <w:p w:rsidR="00525DEC" w:rsidRDefault="00525DEC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Общее образование</w:t>
      </w:r>
      <w:r>
        <w:rPr>
          <w:spacing w:val="-4"/>
          <w:sz w:val="28"/>
        </w:rPr>
        <w:t>» (ЦС 79 1 04 70920 ВР 500 Рз 07 ПР 02) цифры «100000,0» заменить цифрами «96872,72»;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Содействие развитию дошкольного образования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79 1 05 00000) цифры «2929883,6» заменить цифрами «2969230,78»;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Субсидии на софинансирование развития системы дошкольн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го образования</w:t>
      </w:r>
      <w:r>
        <w:rPr>
          <w:spacing w:val="-4"/>
          <w:sz w:val="28"/>
        </w:rPr>
        <w:t>» (ЦС 79 1 05 70930) цифры «89800,0» заменить цифрами «129147,18»;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Pr="00614EB7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Межбюджетные трансферты</w:t>
      </w:r>
      <w:r>
        <w:rPr>
          <w:spacing w:val="-4"/>
          <w:sz w:val="28"/>
        </w:rPr>
        <w:t>» (ЦС 79 1 05 70930 ВР 500) цифры «89800,0» заменить цифрами «129147,18»;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Pr="00614EB7"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Образование</w:t>
      </w:r>
      <w:r>
        <w:rPr>
          <w:spacing w:val="-4"/>
          <w:sz w:val="28"/>
        </w:rPr>
        <w:t>» (ЦС 79 1 05 70930 ВР 500 Рз 07) цифры «89800,0» заменить цифрами «129147,18»;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Дошкольное образование</w:t>
      </w:r>
      <w:r>
        <w:rPr>
          <w:spacing w:val="-4"/>
          <w:sz w:val="28"/>
        </w:rPr>
        <w:t>» (ЦС 79 1 05 70930 ВР 500 Рз 07</w:t>
      </w:r>
      <w:r>
        <w:rPr>
          <w:spacing w:val="-4"/>
          <w:sz w:val="28"/>
        </w:rPr>
        <w:br/>
        <w:t>ПР 01) цифры «89800,0» заменить цифрами «129147,18»;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реализации государственной программы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и модернизация образования 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79 7 00 00000) цифры «1715808,19495» заменить цифрами «1737808,19495»;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614EB7">
        <w:rPr>
          <w:spacing w:val="-4"/>
          <w:sz w:val="28"/>
          <w:vertAlign w:val="superscript"/>
        </w:rPr>
        <w:t>2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pacing w:val="-4"/>
          <w:sz w:val="28"/>
        </w:rPr>
        <w:t>(ЦС 79 7 01 00000) цифры «1707912,89495» заменить цифрами «1729912,89495»;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Обеспечение деятельности государственных учреждений, н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ходящихся в ведении Министерства образования и науки Ульяновской области</w:t>
      </w:r>
      <w:r>
        <w:rPr>
          <w:spacing w:val="-4"/>
          <w:sz w:val="28"/>
        </w:rPr>
        <w:t>» (ЦС 79 7 01 18200) цифры «1663531,99495» заменить цифрами «1685531,99495»;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ниям и иным некоммерческим организациям</w:t>
      </w:r>
      <w:r>
        <w:rPr>
          <w:spacing w:val="-4"/>
          <w:sz w:val="28"/>
        </w:rPr>
        <w:t>» (ЦС 79 7 01 18200 ВР 600) цифры «1130411,85495» заменить цифрами «1152411,85495»;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>) в строке «Образование» (ЦС 79 7 01 18200 ВР 600 Рз 07) цифры «1127368,07495» заменить цифрами «1149368,07495»;</w:t>
      </w:r>
    </w:p>
    <w:p w:rsidR="00525DEC" w:rsidRDefault="00525DEC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Дополнительное образование детей</w:t>
      </w:r>
      <w:r>
        <w:rPr>
          <w:spacing w:val="-4"/>
          <w:sz w:val="28"/>
        </w:rPr>
        <w:t>» (ЦС 79 7 01 18200 ВР 600 Рз 07 ПР 03) цифры «144471,4» заменить цифрами «146287,1»;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Среднее профессиональное образование</w:t>
      </w:r>
      <w:r>
        <w:rPr>
          <w:spacing w:val="-4"/>
          <w:sz w:val="28"/>
        </w:rPr>
        <w:t>» (ЦС 79 7 01 18200</w:t>
      </w:r>
      <w:r>
        <w:rPr>
          <w:spacing w:val="-4"/>
          <w:sz w:val="28"/>
        </w:rPr>
        <w:br/>
        <w:t>ВР 600 Рз 07 ПР 04) цифры «861088,8» заменить цифрами «881273,1»;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Социал</w:t>
      </w:r>
      <w:r w:rsidRPr="009A7B19">
        <w:rPr>
          <w:color w:val="000000"/>
          <w:sz w:val="28"/>
          <w:szCs w:val="28"/>
        </w:rPr>
        <w:t>ь</w:t>
      </w:r>
      <w:r w:rsidRPr="009A7B19">
        <w:rPr>
          <w:color w:val="000000"/>
          <w:sz w:val="28"/>
          <w:szCs w:val="28"/>
        </w:rPr>
        <w:t>ная поддержка и защита населения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 (ЦС 80 0 00 00000) цифры «9505462,34946» заменить цифрами «9828762,34946»;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мер социальной поддержки отдел</w:t>
      </w:r>
      <w:r w:rsidRPr="009A7B19">
        <w:rPr>
          <w:color w:val="000000"/>
          <w:sz w:val="28"/>
          <w:szCs w:val="28"/>
        </w:rPr>
        <w:t>ь</w:t>
      </w:r>
      <w:r w:rsidRPr="009A7B19">
        <w:rPr>
          <w:color w:val="000000"/>
          <w:sz w:val="28"/>
          <w:szCs w:val="28"/>
        </w:rPr>
        <w:t>ных категорий граждан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циальная поддержка и защита населения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>2014-2020 г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ды</w:t>
      </w:r>
      <w:r>
        <w:rPr>
          <w:spacing w:val="-4"/>
          <w:sz w:val="28"/>
        </w:rPr>
        <w:t>» (ЦС 80 1 00 00000) цифры «5004622,6» заменить цифрами «5241402,6»;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Предоставление мер социальной по</w:t>
      </w:r>
      <w:r w:rsidRPr="009A7B19">
        <w:rPr>
          <w:color w:val="000000"/>
          <w:sz w:val="28"/>
          <w:szCs w:val="28"/>
        </w:rPr>
        <w:t>д</w:t>
      </w:r>
      <w:r w:rsidRPr="009A7B19">
        <w:rPr>
          <w:color w:val="000000"/>
          <w:sz w:val="28"/>
          <w:szCs w:val="28"/>
        </w:rPr>
        <w:t>держки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00000) цифры «4966149,8» заменить цифрами «5202929,8»;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гражданам субсидий на оплату жилого пом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щения и коммунальных услуг</w:t>
      </w:r>
      <w:r>
        <w:rPr>
          <w:spacing w:val="-4"/>
          <w:sz w:val="28"/>
        </w:rPr>
        <w:t>» (ЦС 80 1 01 12010) цифры «305000,0» заменить цифрами «311700,0»;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12010 ВР 300) цифры «299950,0» заменить цифрами «306650,0»;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32</w:t>
      </w:r>
      <w:r>
        <w:rPr>
          <w:spacing w:val="-4"/>
          <w:sz w:val="28"/>
        </w:rPr>
        <w:t>) в строке «Социальная политика» (ЦС 80 1 01 12010 ВР 300 Рз 10) цифры «299950,0» заменить цифрами «306650,0»;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12010 ВР 300 Рз 10 ПР 03) цифры «299950,0» заменить цифрами «306650,0»;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Компенсация отдельным категориям граждан расходов по о</w:t>
      </w:r>
      <w:r w:rsidRPr="009A7B19">
        <w:rPr>
          <w:color w:val="000000"/>
          <w:sz w:val="28"/>
          <w:szCs w:val="28"/>
        </w:rPr>
        <w:t>п</w:t>
      </w:r>
      <w:r w:rsidRPr="009A7B19">
        <w:rPr>
          <w:color w:val="000000"/>
          <w:sz w:val="28"/>
          <w:szCs w:val="28"/>
        </w:rPr>
        <w:t>лате жилых помещений и коммунальных услуг</w:t>
      </w:r>
      <w:r>
        <w:rPr>
          <w:spacing w:val="-4"/>
          <w:sz w:val="28"/>
        </w:rPr>
        <w:t>» (ЦС 80 1 01 12020) цифры «94000,0» заменить цифрами «97700,0»;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12020 ВР 200) цифры «1396,2» заменить цифрами «1546,2»;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12020 ВР 200 Рз 10) цифры «1396,2» заменить цифрами «1546,2»;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12020 ВР 200 Рз 10 ПР 03) цифры «1396,2» заменить цифрами «1546,2»;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12020 ВР 300) цифры «92603,8» заменить цифрами «96153,8»;</w:t>
      </w:r>
    </w:p>
    <w:p w:rsidR="00525DEC" w:rsidRDefault="00525DEC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39</w:t>
      </w:r>
      <w:r>
        <w:rPr>
          <w:spacing w:val="-4"/>
          <w:sz w:val="28"/>
        </w:rPr>
        <w:t>) в строке «Социальная политика» (ЦС 80 1 01 12020 ВР 300 Рз 10) цифры «92603,8» заменить цифрами «96153,8»;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12020 ВР 300 Рз 10 ПР 03) цифры «92603,8» заменить цифрами «96153,8»;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Обеспечение мер социальной поддержки ветеранов труда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12060) цифры «1287275,7» заменить цифрами «1389275,7»;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12060 ВР 200) цифры «24425,0» заменить цифрами «29825,0»;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12060 ВР 200 Рз 10) цифры «24425,0» заменить цифрами «29825,0»;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12060 ВР 200 Рз 10 ПР 03) цифры «24425,0» заменить цифрами «29825,0»;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12060 ВР 300) цифры «1262850,7» заменить цифрами «1359450,7»;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12060 ВР 300 Рз 10) цифры «1262850,7» заменить цифрами «1359450,7»;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12060 ВР 300 Рз 10 ПР 03) цифры «1262850,7» заменить цифрами «1359450,7»;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12080) цифры «25000,0» заменить цифрами «26333,3»;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12080 ВР 200) цифры «545,0» заменить цифрами «555,0»;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50</w:t>
      </w:r>
      <w:r>
        <w:rPr>
          <w:spacing w:val="-4"/>
          <w:sz w:val="28"/>
        </w:rPr>
        <w:t>) в строке «Социальная политика» (ЦС 80 1 01 12080 ВР 200 Рз 10) цифры «545,0» заменить цифрами «555,0»;</w:t>
      </w:r>
    </w:p>
    <w:p w:rsidR="00525DEC" w:rsidRDefault="00525DEC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«Социальное обеспечение населения» (ЦС 80 1 01 12080 ВР 200 Рз 10 ПР 03) цифры «545,0» заменить цифрами «555,0»;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12080 ВР 300) цифры «24455,0» заменить цифрами «25778,3»;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53</w:t>
      </w:r>
      <w:r>
        <w:rPr>
          <w:spacing w:val="-4"/>
          <w:sz w:val="28"/>
        </w:rPr>
        <w:t>) в строке «Социальная политика» (ЦС 80 1 01 12080 ВР 300 Рз 10) цифры «24455,0» заменить цифрами «25778,3»;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12080 ВР 300 Рз 10 ПР 03) цифры «24455,0» заменить цифрами «25778,3»;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9 января 2008 года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 xml:space="preserve">№ 10-ЗО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 xml:space="preserve">О звании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Ветеран труда Ульяновской области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12090) цифры «1199920,6» заменить цифрами «1284920,6»;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12090 ВР 300) цифры «1170220,6» заменить цифрами «1255220,6»;</w:t>
      </w:r>
    </w:p>
    <w:p w:rsidR="00525DEC" w:rsidRDefault="00525DEC" w:rsidP="003506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57</w:t>
      </w:r>
      <w:r>
        <w:rPr>
          <w:spacing w:val="-4"/>
          <w:sz w:val="28"/>
        </w:rPr>
        <w:t>) в строке «Социальная политика» (ЦС 80 1 01 12090 ВР 300 Рз 10) цифры «1170220,6» заменить цифрами «1255220,6»;</w:t>
      </w:r>
    </w:p>
    <w:p w:rsidR="00525DEC" w:rsidRDefault="00525DEC" w:rsidP="003506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58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12090 ВР 300 Рз 10 ПР 03) цифры «1170220,6» заменить цифрами «1255220,6»;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Доплаты к пенсиям государственных гражданских служащих Ульяновской области</w:t>
      </w:r>
      <w:r>
        <w:rPr>
          <w:spacing w:val="-4"/>
          <w:sz w:val="28"/>
        </w:rPr>
        <w:t>» (ЦС 80 1 01 12100) цифры «110000,0» заменить цифрами «123276,4»;</w:t>
      </w:r>
    </w:p>
    <w:p w:rsidR="00525DEC" w:rsidRDefault="00525DEC" w:rsidP="00A7403A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12100 ВР 300) цифры «106850,0» заменить цифрами «120126,4»;</w:t>
      </w:r>
    </w:p>
    <w:p w:rsidR="00525DEC" w:rsidRDefault="00525DEC" w:rsidP="00A7403A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«Социальная политика» (ЦС 80 1 01 12100 ВР 300 Рз 10) цифры «106850,0» заменить цифрами «120126,4»;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Пенсионное обеспечение</w:t>
      </w:r>
      <w:r>
        <w:rPr>
          <w:spacing w:val="-4"/>
          <w:sz w:val="28"/>
        </w:rPr>
        <w:t>» (ЦС 80 1 01 12100 ВР 300 Рз 10</w:t>
      </w:r>
      <w:r>
        <w:rPr>
          <w:spacing w:val="-4"/>
          <w:sz w:val="28"/>
        </w:rPr>
        <w:br/>
        <w:t>ПР 01) цифры «106850,0» заменить цифрами «120126,4»;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Выплата социального пособия на погребение и возмещение расходов по гарантированному перечню услуг по погребению</w:t>
      </w:r>
      <w:r>
        <w:rPr>
          <w:spacing w:val="-4"/>
          <w:sz w:val="28"/>
        </w:rPr>
        <w:t>» (ЦС 80 1 01 12110) цифры «6600,0» заменить цифрами «6800,0»;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12110 ВР 200) цифры «136,0» заменить цифрами «166,0»;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65</w:t>
      </w:r>
      <w:r>
        <w:rPr>
          <w:spacing w:val="-4"/>
          <w:sz w:val="28"/>
        </w:rPr>
        <w:t>) в строке «Социальная политика» (ЦС 80 1 01 12110 ВР 200 Рз 10) цифры «136,0» заменить цифрами «166,0»;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12110 ВР 200 Рз 10 ПР 03) цифры «136,0» заменить цифрами «166,0»;</w:t>
      </w:r>
    </w:p>
    <w:p w:rsidR="00525DEC" w:rsidRDefault="00525DEC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 xml:space="preserve">» </w:t>
      </w:r>
      <w:r>
        <w:rPr>
          <w:spacing w:val="-4"/>
          <w:sz w:val="28"/>
        </w:rPr>
        <w:br/>
        <w:t>(ЦС 80 1 01 12110 ВР 300) цифры «6464,0» заменить цифрами «6634,0»;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12110 ВР 300 Рз 10) цифры «6464,0» заменить цифрами «6634,0»;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12110 ВР 300 Рз 10 ПР 03) цифры «6464,0» заменить цифрами «6634,0»;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ти</w:t>
      </w:r>
      <w:r>
        <w:rPr>
          <w:spacing w:val="-4"/>
          <w:sz w:val="28"/>
        </w:rPr>
        <w:t>» (ЦС 80 1 01 12130) цифры «287300,0» заменить цифрами «303100,0»;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12130 ВР 200) цифры «5595,0» заменить цифрами «5845,0»;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72</w:t>
      </w:r>
      <w:r>
        <w:rPr>
          <w:spacing w:val="-4"/>
          <w:sz w:val="28"/>
        </w:rPr>
        <w:t>) в строке «Социальная политика» (ЦС 80 1 01 12130 ВР 200 Рз 10) цифры «5595,0» заменить цифрами «5845,0»;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73</w:t>
      </w:r>
      <w:r>
        <w:rPr>
          <w:spacing w:val="-4"/>
          <w:sz w:val="28"/>
        </w:rPr>
        <w:t>) в строке «Социальное обеспечение населения» (ЦС 80 1 01 12130 ВР 200 Рз 10 ПР 03) цифры «5595,0» заменить цифрами «5845,0»;</w:t>
      </w:r>
    </w:p>
    <w:p w:rsidR="00525DEC" w:rsidRDefault="00525DEC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12130 ВР 300) цифры «281705,0» заменить цифрами «297255,0»;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12130 ВР 300 Рз 10) цифры «281705,0» заменить цифрами «297255,0»;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12130 ВР 300 Рз 10 ПР 03) цифры «281705,0» заменить цифрами «297255,0»;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Компенсационные выплаты за проезд на садово-дачные ма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сивы для социально незащищённой категории лиц</w:t>
      </w:r>
      <w:r>
        <w:rPr>
          <w:spacing w:val="-4"/>
          <w:sz w:val="28"/>
        </w:rPr>
        <w:t>» (ЦС 80 1 01 12140) цифры «11000,0» заменить цифрами «13962,4»;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12140 ВР 200) цифры «205,0» заменить цифрами «237,4»;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12140 ВР 200 Рз 10 ПР 03) цифры «205,0» заменить цифрами «237,4»;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12140 ВР 300) цифры «10795,0» заменить цифрами «13725,0»;</w:t>
      </w:r>
    </w:p>
    <w:p w:rsidR="00525DEC" w:rsidRDefault="00525DEC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12140 ВР 300 Рз 10) цифры «10795,0» заменить цифрами «13725,0»;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12140 ВР 300 Рз 10 ПР 03) цифры «10795,0» заменить цифрами «13725,0»;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Оказание мер социальной поддержки военнослужащим, с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трудникам правоохранительных органов и членам их семей</w:t>
      </w:r>
      <w:r>
        <w:rPr>
          <w:spacing w:val="-4"/>
          <w:sz w:val="28"/>
        </w:rPr>
        <w:t>» (ЦС 80 1 01 12150) цифры «100,0» заменить цифрами «117,0»;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12150 ВР 300) цифры «98,5» заменить цифрами «115,5»;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12150 ВР 300 Рз 10) цифры «98,5» заменить цифрами «115,5»;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12150 ВР 300 Рз 10 ПР03) цифры «98,5» заменить цифрами «115,5»;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B05F3E">
        <w:rPr>
          <w:spacing w:val="-4"/>
          <w:sz w:val="28"/>
          <w:vertAlign w:val="superscript"/>
        </w:rPr>
        <w:t>87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4 ноября 2003 года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 xml:space="preserve">№ 056-ЗО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социальной поддержке инвалидов боевых действий, проживающих на территории Ульяновской области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12160) цифры «450,0» заменить цифрами «480,0»;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12160 ВР 200) цифры «10,0» заменить цифрами «11,5»;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12160 ВР 200 Рз 10) цифры «10,0» заменить цифрами «11,5»;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12160 ВР 200 Рз 10 ПР 03) цифры «10,0» заменить цифрами «11,5»;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1 01 12160 ВР 300) цифры «440,0» заменить цифрами «468,5»;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1 01 12160 ВР 300 Рз 10) цифры «440,0» заменить цифрами «468,5»;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12160 ВР 300 Рз 10 ПР 03) цифры «440,0» заменить цифрами «468,5»;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Реализация Закона Ульяновской области от 19 декабря 2007 года № 225-ЗО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нии обязанностей военной службы, служебных обязанностей или умерших всле</w:t>
      </w:r>
      <w:r w:rsidRPr="009A7B19">
        <w:rPr>
          <w:color w:val="000000"/>
          <w:sz w:val="28"/>
          <w:szCs w:val="28"/>
        </w:rPr>
        <w:t>д</w:t>
      </w:r>
      <w:r w:rsidRPr="009A7B19">
        <w:rPr>
          <w:color w:val="000000"/>
          <w:sz w:val="28"/>
          <w:szCs w:val="28"/>
        </w:rPr>
        <w:t>ствие ранения, контузии, заболеваний, увечья, полученных при исполнении об</w:t>
      </w:r>
      <w:r w:rsidRPr="009A7B19">
        <w:rPr>
          <w:color w:val="000000"/>
          <w:sz w:val="28"/>
          <w:szCs w:val="28"/>
        </w:rPr>
        <w:t>я</w:t>
      </w:r>
      <w:r w:rsidRPr="009A7B19">
        <w:rPr>
          <w:color w:val="000000"/>
          <w:sz w:val="28"/>
          <w:szCs w:val="28"/>
        </w:rPr>
        <w:t>занностей военной службы, служебных обязанностей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12170) цифры «2145,0» заменить цифрами «2235,1»;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9A7B19">
        <w:rPr>
          <w:color w:val="000000"/>
          <w:sz w:val="28"/>
          <w:szCs w:val="28"/>
        </w:rPr>
        <w:t>н</w:t>
      </w:r>
      <w:r w:rsidRPr="009A7B19">
        <w:rPr>
          <w:color w:val="000000"/>
          <w:sz w:val="28"/>
          <w:szCs w:val="28"/>
        </w:rPr>
        <w:t>ных (муниципальных) нужд</w:t>
      </w:r>
      <w:r>
        <w:rPr>
          <w:spacing w:val="-4"/>
          <w:sz w:val="28"/>
        </w:rPr>
        <w:t>» (ЦС 80 1 01 12170 ВР 200) цифры «57,0» заменить цифрами «59,0»;</w:t>
      </w:r>
    </w:p>
    <w:p w:rsidR="00525DEC" w:rsidRDefault="00525DEC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96</w:t>
      </w:r>
      <w:r>
        <w:rPr>
          <w:spacing w:val="-4"/>
          <w:sz w:val="28"/>
        </w:rPr>
        <w:t>) в строке «Социальная политика» (ЦС 80 1 01 12170 ВР 200 Рз 10) цифры «57,0» заменить цифрами «59,0»;</w:t>
      </w:r>
    </w:p>
    <w:p w:rsidR="00525DEC" w:rsidRDefault="00525DEC" w:rsidP="007606F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97</w:t>
      </w:r>
      <w:r>
        <w:rPr>
          <w:spacing w:val="-4"/>
          <w:sz w:val="28"/>
        </w:rPr>
        <w:t xml:space="preserve">) </w:t>
      </w:r>
      <w:r w:rsidRPr="007606F3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7606F3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7606F3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80 1 01 12170 </w:t>
      </w:r>
      <w:r w:rsidRPr="007606F3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200 </w:t>
      </w:r>
      <w:r w:rsidRPr="007606F3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7606F3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7606F3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«57,0»</w:t>
      </w:r>
      <w:r w:rsidRPr="007606F3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«59,0»</w:t>
      </w:r>
      <w:r w:rsidRPr="007606F3">
        <w:rPr>
          <w:spacing w:val="-4"/>
          <w:sz w:val="28"/>
        </w:rPr>
        <w:t>;</w:t>
      </w:r>
    </w:p>
    <w:p w:rsidR="00525DEC" w:rsidRPr="00DD0818" w:rsidRDefault="00525DEC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98</w:t>
      </w:r>
      <w:r>
        <w:rPr>
          <w:spacing w:val="-4"/>
          <w:sz w:val="28"/>
        </w:rPr>
        <w:t xml:space="preserve">) </w:t>
      </w:r>
      <w:r w:rsidRPr="00DD0818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D0818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DD0818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80 1 01 12170 </w:t>
      </w:r>
      <w:r w:rsidRPr="00DD0818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DD0818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«2088,0»</w:t>
      </w:r>
      <w:r w:rsidRPr="00DD0818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«2176,1»</w:t>
      </w:r>
      <w:r w:rsidRPr="00DD0818">
        <w:rPr>
          <w:spacing w:val="-4"/>
          <w:sz w:val="28"/>
        </w:rPr>
        <w:t>;</w:t>
      </w:r>
    </w:p>
    <w:p w:rsidR="00525DEC" w:rsidRPr="00DD0818" w:rsidRDefault="00525DEC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99</w:t>
      </w:r>
      <w:r>
        <w:rPr>
          <w:spacing w:val="-4"/>
          <w:sz w:val="28"/>
        </w:rPr>
        <w:t xml:space="preserve">) </w:t>
      </w:r>
      <w:r w:rsidRPr="00DD0818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D0818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DD0818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80 1 01 12170 </w:t>
      </w:r>
      <w:r w:rsidRPr="00DD0818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DD0818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DD0818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«2088,0»</w:t>
      </w:r>
      <w:r w:rsidRPr="00DD0818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«2176,1»</w:t>
      </w:r>
      <w:r w:rsidRPr="00DD0818">
        <w:rPr>
          <w:spacing w:val="-4"/>
          <w:sz w:val="28"/>
        </w:rPr>
        <w:t>;</w:t>
      </w:r>
    </w:p>
    <w:p w:rsidR="00525DEC" w:rsidRDefault="00525DEC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100</w:t>
      </w:r>
      <w:r>
        <w:rPr>
          <w:spacing w:val="-4"/>
          <w:sz w:val="28"/>
        </w:rPr>
        <w:t xml:space="preserve">) </w:t>
      </w:r>
      <w:r w:rsidRPr="00DD0818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D0818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DD0818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80 1 01 12170 </w:t>
      </w:r>
      <w:r w:rsidRPr="00DD0818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DD0818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DD0818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DD0818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«2088,0»</w:t>
      </w:r>
      <w:r w:rsidRPr="00DD0818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«2176,1»</w:t>
      </w:r>
      <w:r w:rsidRPr="00DD0818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Обеспечение равной доступности услуг общественного транспор</w:t>
      </w:r>
      <w:r>
        <w:rPr>
          <w:color w:val="000000"/>
          <w:sz w:val="28"/>
          <w:szCs w:val="28"/>
        </w:rPr>
        <w:t>та на территории Улья</w:t>
      </w:r>
      <w:r w:rsidRPr="009A7B19">
        <w:rPr>
          <w:color w:val="000000"/>
          <w:sz w:val="28"/>
          <w:szCs w:val="28"/>
        </w:rPr>
        <w:t>новской области для отдельных категорий гра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дан, оказание мер социальной поддержки которым относится к ведению Росси</w:t>
      </w:r>
      <w:r w:rsidRPr="009A7B19">
        <w:rPr>
          <w:color w:val="000000"/>
          <w:sz w:val="28"/>
          <w:szCs w:val="28"/>
        </w:rPr>
        <w:t>й</w:t>
      </w:r>
      <w:r w:rsidRPr="009A7B19">
        <w:rPr>
          <w:color w:val="000000"/>
          <w:sz w:val="28"/>
          <w:szCs w:val="28"/>
        </w:rPr>
        <w:t>ской Федерации</w:t>
      </w:r>
      <w:r>
        <w:rPr>
          <w:spacing w:val="-4"/>
          <w:sz w:val="28"/>
        </w:rPr>
        <w:t>» (ЦС 80 1 01 12230) цифры «19500,0» заменить цифрами «21500,0»;</w:t>
      </w:r>
    </w:p>
    <w:p w:rsidR="00525DEC" w:rsidRPr="003F0AC5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 xml:space="preserve">) </w:t>
      </w:r>
      <w:r w:rsidRPr="003F0AC5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3F0AC5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3F0AC5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80 1 01 12230 </w:t>
      </w:r>
      <w:r w:rsidRPr="003F0AC5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3F0AC5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«19500,0»</w:t>
      </w:r>
      <w:r w:rsidRPr="003F0AC5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«21500,0»</w:t>
      </w:r>
      <w:r w:rsidRPr="003F0AC5">
        <w:rPr>
          <w:spacing w:val="-4"/>
          <w:sz w:val="28"/>
        </w:rPr>
        <w:t>;</w:t>
      </w:r>
    </w:p>
    <w:p w:rsidR="00525DEC" w:rsidRPr="003F0AC5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103</w:t>
      </w:r>
      <w:r>
        <w:rPr>
          <w:spacing w:val="-4"/>
          <w:sz w:val="28"/>
        </w:rPr>
        <w:t xml:space="preserve">) </w:t>
      </w:r>
      <w:r w:rsidRPr="003F0AC5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3F0AC5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3F0AC5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80 1 01 12230 </w:t>
      </w:r>
      <w:r w:rsidRPr="003F0AC5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3F0AC5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3F0AC5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«19500,0»</w:t>
      </w:r>
      <w:r w:rsidRPr="003F0AC5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«21500,0»</w:t>
      </w:r>
      <w:r w:rsidRPr="003F0AC5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 xml:space="preserve">) </w:t>
      </w:r>
      <w:r w:rsidRPr="003F0AC5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3F0AC5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3F0AC5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80 1 01 12230 </w:t>
      </w:r>
      <w:r w:rsidRPr="003F0AC5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3F0AC5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3F0AC5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3F0AC5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«19500,0»</w:t>
      </w:r>
      <w:r w:rsidRPr="003F0AC5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«21500,0»</w:t>
      </w:r>
      <w:r w:rsidRPr="003F0AC5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Оказание мер социальной поддержки творческим работн</w:t>
      </w:r>
      <w:r w:rsidRPr="009A7B19">
        <w:rPr>
          <w:color w:val="000000"/>
          <w:sz w:val="28"/>
          <w:szCs w:val="28"/>
        </w:rPr>
        <w:t>и</w:t>
      </w:r>
      <w:r w:rsidRPr="009A7B19">
        <w:rPr>
          <w:color w:val="000000"/>
          <w:sz w:val="28"/>
          <w:szCs w:val="28"/>
        </w:rPr>
        <w:t>кам</w:t>
      </w:r>
      <w:r>
        <w:rPr>
          <w:spacing w:val="-4"/>
          <w:sz w:val="28"/>
        </w:rPr>
        <w:t>» (ЦС 80 1 01 12240) цифры «9450,0» заменить цифрами «10045,0»;</w:t>
      </w:r>
    </w:p>
    <w:p w:rsidR="00525DEC" w:rsidRPr="00D93F41" w:rsidRDefault="00525DEC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106</w:t>
      </w:r>
      <w:r>
        <w:rPr>
          <w:spacing w:val="-4"/>
          <w:sz w:val="28"/>
        </w:rPr>
        <w:t xml:space="preserve">) </w:t>
      </w:r>
      <w:r w:rsidRPr="00D93F4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93F41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D93F41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80 1 01 12240 </w:t>
      </w:r>
      <w:r w:rsidRPr="00D93F41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D93F41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«9250,0»</w:t>
      </w:r>
      <w:r w:rsidRPr="00D93F41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«9845,0»</w:t>
      </w:r>
      <w:r w:rsidRPr="00D93F41">
        <w:rPr>
          <w:spacing w:val="-4"/>
          <w:sz w:val="28"/>
        </w:rPr>
        <w:t>;</w:t>
      </w:r>
    </w:p>
    <w:p w:rsidR="00525DEC" w:rsidRPr="00D93F41" w:rsidRDefault="00525DEC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Pr="00D93F4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93F41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D93F41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80 1 01 12240 </w:t>
      </w:r>
      <w:r w:rsidRPr="00D93F41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D93F41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D93F41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«9250,0»</w:t>
      </w:r>
      <w:r w:rsidRPr="00D93F41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«9845,0»</w:t>
      </w:r>
      <w:r w:rsidRPr="00D93F41">
        <w:rPr>
          <w:spacing w:val="-4"/>
          <w:sz w:val="28"/>
        </w:rPr>
        <w:t>;</w:t>
      </w:r>
    </w:p>
    <w:p w:rsidR="00525DEC" w:rsidRDefault="00525DEC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108</w:t>
      </w:r>
      <w:r>
        <w:rPr>
          <w:spacing w:val="-4"/>
          <w:sz w:val="28"/>
        </w:rPr>
        <w:t xml:space="preserve">) </w:t>
      </w:r>
      <w:r w:rsidRPr="00D93F41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D93F41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D93F41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80 1 01 12240 </w:t>
      </w:r>
      <w:r w:rsidRPr="00D93F41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D93F41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D93F41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D93F41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«9250,0»</w:t>
      </w:r>
      <w:r w:rsidRPr="00D93F41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«9845,0»</w:t>
      </w:r>
      <w:r w:rsidRPr="00D93F41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государственным гражданским служащим Ульяновской области единовременной социальной выплаты на приобретение ж</w:t>
      </w:r>
      <w:r w:rsidRPr="009A7B19">
        <w:rPr>
          <w:color w:val="000000"/>
          <w:sz w:val="28"/>
          <w:szCs w:val="28"/>
        </w:rPr>
        <w:t>и</w:t>
      </w:r>
      <w:r w:rsidRPr="009A7B19">
        <w:rPr>
          <w:color w:val="000000"/>
          <w:sz w:val="28"/>
          <w:szCs w:val="28"/>
        </w:rPr>
        <w:t>лого помещения</w:t>
      </w:r>
      <w:r>
        <w:rPr>
          <w:spacing w:val="-4"/>
          <w:sz w:val="28"/>
        </w:rPr>
        <w:t>» (ЦС 80 1 01 12290) цифры «3500,0» заменить цифрами «4500,0»;</w:t>
      </w:r>
    </w:p>
    <w:p w:rsidR="00525DEC" w:rsidRPr="006D3334" w:rsidRDefault="00525DEC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110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80 1 01 12290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«3500,0»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«4500,0»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111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80 1 01 12290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«3500,0»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«4500,0»</w:t>
      </w:r>
      <w:r w:rsidRPr="006D3334">
        <w:rPr>
          <w:spacing w:val="-4"/>
          <w:sz w:val="28"/>
        </w:rPr>
        <w:t>;</w:t>
      </w:r>
    </w:p>
    <w:p w:rsidR="00525DEC" w:rsidRDefault="00525DEC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112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80 1 01 12290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«3500,0»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«4500,0»</w:t>
      </w:r>
      <w:r w:rsidRPr="006D3334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5 апреля 2006 г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 xml:space="preserve">№ 43-ЗО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мерах государственной социальной поддержки отдельных катег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рий специалистов, работающих и проживающих в сельских населённых пунктах, рабочих посёлках и посёлках городского типа на территории Ульяновской обла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80030) цифры «56,2» заменить цифрами «67,4»;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венных (муниципальных) нужд</w:t>
      </w:r>
      <w:r>
        <w:rPr>
          <w:spacing w:val="-4"/>
          <w:sz w:val="28"/>
        </w:rPr>
        <w:t>» (ЦС 80 1 01 80030 ВР 200) цифры «2,2» заменить цифрами «2,4»;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115</w:t>
      </w:r>
      <w:r>
        <w:rPr>
          <w:spacing w:val="-4"/>
          <w:sz w:val="28"/>
        </w:rPr>
        <w:t>) в строке «Социальная политика» (ЦС 80 1 01 80030 ВР 200 Рз 10) цифры «2,2» заменить цифрами «2,4»;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 (ЦС 80 1 01 80030 ВР 200 Рз 10 ПР 03) цифры «2,2» заменить цифрами «2,4»;</w:t>
      </w:r>
    </w:p>
    <w:p w:rsidR="00525DEC" w:rsidRPr="006D3334" w:rsidRDefault="00525DEC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117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80 1 01 80030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«54,0»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«65,0»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118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80 1 01 80030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«54,0»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«65,0»</w:t>
      </w:r>
      <w:r w:rsidRPr="006D3334">
        <w:rPr>
          <w:spacing w:val="-4"/>
          <w:sz w:val="28"/>
        </w:rPr>
        <w:t>;</w:t>
      </w:r>
    </w:p>
    <w:p w:rsidR="00525DEC" w:rsidRDefault="00525DEC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119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80 1 01 80030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«54,0»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«65,0»</w:t>
      </w:r>
      <w:r w:rsidRPr="006D3334">
        <w:rPr>
          <w:spacing w:val="-4"/>
          <w:sz w:val="28"/>
        </w:rPr>
        <w:t>;</w:t>
      </w:r>
    </w:p>
    <w:p w:rsidR="00525DEC" w:rsidRDefault="00525DEC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2 мая 2012 года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 xml:space="preserve">№ 49-ЗО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листов на территории Ульяновской области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1 01 80050) цифры «905,0» з</w:t>
      </w:r>
      <w:r>
        <w:rPr>
          <w:spacing w:val="-4"/>
          <w:sz w:val="28"/>
        </w:rPr>
        <w:t>а</w:t>
      </w:r>
      <w:r>
        <w:rPr>
          <w:spacing w:val="-4"/>
          <w:sz w:val="28"/>
        </w:rPr>
        <w:t>менить цифрами «1105,0»;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венных (муниципальных) нужд</w:t>
      </w:r>
      <w:r>
        <w:rPr>
          <w:spacing w:val="-4"/>
          <w:sz w:val="28"/>
        </w:rPr>
        <w:t>» (ЦС 80 1 01 80050 ВР 200) цифры «15,0» заменить цифрами «18,0»;</w:t>
      </w:r>
    </w:p>
    <w:p w:rsidR="00525DEC" w:rsidRPr="006D3334" w:rsidRDefault="00525DEC" w:rsidP="00315F6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122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80 1 01 80050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200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«15,0»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«18,0»</w:t>
      </w:r>
      <w:r w:rsidRPr="006D3334">
        <w:rPr>
          <w:spacing w:val="-4"/>
          <w:sz w:val="28"/>
        </w:rPr>
        <w:t>;</w:t>
      </w:r>
    </w:p>
    <w:p w:rsidR="00525DEC" w:rsidRDefault="00525DEC" w:rsidP="00315F6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123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80 1 01 80050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200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«15,0»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«18,0»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010671"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80 1 01 80050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«890,0»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«1087,0»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125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80 1 01 80050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 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«890,0»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«1087,0»</w:t>
      </w:r>
      <w:r w:rsidRPr="006D3334">
        <w:rPr>
          <w:spacing w:val="-4"/>
          <w:sz w:val="28"/>
        </w:rPr>
        <w:t>;</w:t>
      </w:r>
    </w:p>
    <w:p w:rsidR="00525DEC" w:rsidRDefault="00525DEC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126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80 1 01 80050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«890,0»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«1087,0»</w:t>
      </w:r>
      <w:r w:rsidRPr="006D3334">
        <w:rPr>
          <w:spacing w:val="-4"/>
          <w:sz w:val="28"/>
        </w:rPr>
        <w:t>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Реализация Закона Ульяновской области от 6 октября 2011 года № 170-ЗО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мерах государственной поддержки общественных объединений пожарной охраны и добровольных пожарных в Ульяновской области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pacing w:val="-4"/>
          <w:sz w:val="28"/>
        </w:rPr>
        <w:t>(ЦС 80 1 01 80060) цифры «5300,0» заменить цифрами «5600,0»;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Закупка товаров, работ и услуг для обеспечения государс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венных (муниципальных) нужд</w:t>
      </w:r>
      <w:r>
        <w:rPr>
          <w:spacing w:val="-4"/>
          <w:sz w:val="28"/>
        </w:rPr>
        <w:t>» (ЦС 80 1 01 80060 ВР 200) цифры «128,0» зам</w:t>
      </w:r>
      <w:r>
        <w:rPr>
          <w:spacing w:val="-4"/>
          <w:sz w:val="28"/>
        </w:rPr>
        <w:t>е</w:t>
      </w:r>
      <w:r>
        <w:rPr>
          <w:spacing w:val="-4"/>
          <w:sz w:val="28"/>
        </w:rPr>
        <w:t>нить цифрами «138,0»;</w:t>
      </w:r>
    </w:p>
    <w:p w:rsidR="00525DEC" w:rsidRPr="006D3334" w:rsidRDefault="00525DEC" w:rsidP="00BD163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129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200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«128,0»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«138,0»</w:t>
      </w:r>
      <w:r w:rsidRPr="006D3334">
        <w:rPr>
          <w:spacing w:val="-4"/>
          <w:sz w:val="28"/>
        </w:rPr>
        <w:t>;</w:t>
      </w:r>
    </w:p>
    <w:p w:rsidR="00525DEC" w:rsidRDefault="00525DEC" w:rsidP="00BD163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130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200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«128,0»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«138,0»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690D4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131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80 1 01 80060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«5172,0»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«5462,0»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9655B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132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«5172,0»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«5462,0»</w:t>
      </w:r>
      <w:r w:rsidRPr="006D3334">
        <w:rPr>
          <w:spacing w:val="-4"/>
          <w:sz w:val="28"/>
        </w:rPr>
        <w:t>;</w:t>
      </w:r>
    </w:p>
    <w:p w:rsidR="00525DEC" w:rsidRDefault="00525DEC" w:rsidP="009655B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133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«5172,0»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«5462,0»</w:t>
      </w:r>
      <w:r w:rsidRPr="006D3334">
        <w:rPr>
          <w:spacing w:val="-4"/>
          <w:sz w:val="28"/>
        </w:rPr>
        <w:t>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5 мая 2011 года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 xml:space="preserve">№ 73-ЗО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наградах Ульяновской области</w:t>
      </w:r>
      <w:r>
        <w:rPr>
          <w:spacing w:val="-4"/>
          <w:sz w:val="28"/>
        </w:rPr>
        <w:t>» (ЦС 80 1 01 80160) цифры «14507,0» заменить цифрами «16071,6»;</w:t>
      </w:r>
    </w:p>
    <w:p w:rsidR="00525DEC" w:rsidRPr="006D3334" w:rsidRDefault="00525DEC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135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80 1 01 80160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«14224,1»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«15788,7»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136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80 1 01 80160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«14224,1»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«15788,7»</w:t>
      </w:r>
      <w:r w:rsidRPr="006D3334">
        <w:rPr>
          <w:spacing w:val="-4"/>
          <w:sz w:val="28"/>
        </w:rPr>
        <w:t>;</w:t>
      </w:r>
    </w:p>
    <w:p w:rsidR="00525DEC" w:rsidRDefault="00525DEC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137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80 1 01 80160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«14224,1»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«15788,7»</w:t>
      </w:r>
      <w:r w:rsidRPr="006D3334">
        <w:rPr>
          <w:spacing w:val="-4"/>
          <w:sz w:val="28"/>
        </w:rPr>
        <w:t>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Семья и дети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 (ЦС 80 2 00 00000) цифры «2438302,2» заменить ци</w:t>
      </w:r>
      <w:r>
        <w:rPr>
          <w:spacing w:val="-4"/>
          <w:sz w:val="28"/>
        </w:rPr>
        <w:t>ф</w:t>
      </w:r>
      <w:r>
        <w:rPr>
          <w:spacing w:val="-4"/>
          <w:sz w:val="28"/>
        </w:rPr>
        <w:t>рами «2494822,2»;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Предоставление мер социальной поддержки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2 01 00000) цифры «2438302,2» заменить цифрами «2494822,2»;</w:t>
      </w:r>
    </w:p>
    <w:p w:rsidR="00525DEC" w:rsidRDefault="00525DEC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Обеспечение мер социальной поддержки многодетных семей</w:t>
      </w:r>
      <w:r>
        <w:rPr>
          <w:spacing w:val="-4"/>
          <w:sz w:val="28"/>
        </w:rPr>
        <w:t>» (ЦС 80 2 01 13010) цифры «232028,0» заменить цифрами «248528,0»;</w:t>
      </w:r>
    </w:p>
    <w:p w:rsidR="00525DEC" w:rsidRPr="006D3334" w:rsidRDefault="00525DEC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141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80 2 01 13010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«227212,5»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«243712,5»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142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80 2 01 13010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«227212,5»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«243712,5»</w:t>
      </w:r>
      <w:r w:rsidRPr="006D3334">
        <w:rPr>
          <w:spacing w:val="-4"/>
          <w:sz w:val="28"/>
        </w:rPr>
        <w:t>;</w:t>
      </w:r>
    </w:p>
    <w:p w:rsidR="00525DEC" w:rsidRDefault="00525DEC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143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80 2 01 13010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«227212,5»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«243712,5»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мер социальной поддержки в сфере гарантий пр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ва детей-сирот и детей, оставшихся без попечения родителей, а также лиц из чи</w:t>
      </w:r>
      <w:r w:rsidRPr="009A7B19">
        <w:rPr>
          <w:color w:val="000000"/>
          <w:sz w:val="28"/>
          <w:szCs w:val="28"/>
        </w:rPr>
        <w:t>с</w:t>
      </w:r>
      <w:r w:rsidRPr="009A7B19">
        <w:rPr>
          <w:color w:val="000000"/>
          <w:sz w:val="28"/>
          <w:szCs w:val="28"/>
        </w:rPr>
        <w:t>ла детей-сирот и детей, оставшихся без попечения родителей, на образование</w:t>
      </w:r>
      <w:r>
        <w:rPr>
          <w:spacing w:val="-4"/>
          <w:sz w:val="28"/>
        </w:rPr>
        <w:t>» (ЦС 80 2 01 13060) цифры «826,0» заменить цифрами «846,0»;</w:t>
      </w:r>
    </w:p>
    <w:p w:rsidR="00525DEC" w:rsidRPr="006D3334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145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80 2 01 13060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«826,0»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«846,0»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146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«826,0»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«846,0»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147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>
        <w:rPr>
          <w:color w:val="000000"/>
          <w:sz w:val="28"/>
          <w:szCs w:val="28"/>
        </w:rPr>
        <w:t>Охрана семьи и детства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80 2 01 13060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04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«826,0»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«846,0»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Выплата пособий на ребёнка</w:t>
      </w:r>
      <w:r>
        <w:rPr>
          <w:spacing w:val="-4"/>
          <w:sz w:val="28"/>
        </w:rPr>
        <w:t>» (ЦС 80 2 01 13070) цифры «150757,0» заменить цифрами «159757,0»;</w:t>
      </w:r>
    </w:p>
    <w:p w:rsidR="00525DEC" w:rsidRPr="006D3334" w:rsidRDefault="00525DEC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149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80 2 01 13070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«149643,0»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«158643,0»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150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80 2 01 13070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«149643,0»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«158643,0»</w:t>
      </w:r>
      <w:r w:rsidRPr="006D3334">
        <w:rPr>
          <w:spacing w:val="-4"/>
          <w:sz w:val="28"/>
        </w:rPr>
        <w:t>;</w:t>
      </w:r>
    </w:p>
    <w:p w:rsidR="00525DEC" w:rsidRDefault="00525DEC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151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80 2 01 13070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«149643,0»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«158643,0»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Реализация Закона Ульяновской области от 5 февраля 2008 года № 24-ЗО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дополнительных мерах социальной поддержки семей, имеющих детей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2 01 13090) цифры «7390,0» заменить цифрами «8390,0»;</w:t>
      </w:r>
    </w:p>
    <w:p w:rsidR="00525DEC" w:rsidRPr="006D3334" w:rsidRDefault="00525DEC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153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80 2 01 13090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«7295,0»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«8295,0»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154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80 2 01 13090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«7295,0»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«8295,0»</w:t>
      </w:r>
      <w:r w:rsidRPr="006D3334">
        <w:rPr>
          <w:spacing w:val="-4"/>
          <w:sz w:val="28"/>
        </w:rPr>
        <w:t>;</w:t>
      </w:r>
    </w:p>
    <w:p w:rsidR="00525DEC" w:rsidRDefault="00525DEC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155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80 2 01 13090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>10 ПР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«7295,0»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«8295,0»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Реализация Закона Ульяновской области от 2 ноября 2011 г</w:t>
      </w:r>
      <w:r w:rsidRPr="009A7B19">
        <w:rPr>
          <w:color w:val="000000"/>
          <w:sz w:val="28"/>
          <w:szCs w:val="28"/>
        </w:rPr>
        <w:t>о</w:t>
      </w:r>
      <w:r w:rsidRPr="009A7B19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 xml:space="preserve"> </w:t>
      </w:r>
      <w:r w:rsidRPr="009A7B19">
        <w:rPr>
          <w:color w:val="000000"/>
          <w:sz w:val="28"/>
          <w:szCs w:val="28"/>
        </w:rPr>
        <w:t xml:space="preserve">№ 180-ЗО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 некоторых мерах по улучшению демографической ситуации в Ульяновской области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80 2 01 80020) цифры «221438,0» заменить цифрами «251438,0»;</w:t>
      </w:r>
    </w:p>
    <w:p w:rsidR="00525DEC" w:rsidRPr="006D3334" w:rsidRDefault="00525DEC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157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(ЦС </w:t>
      </w:r>
      <w:r>
        <w:rPr>
          <w:spacing w:val="-4"/>
          <w:sz w:val="28"/>
        </w:rPr>
        <w:t xml:space="preserve">80 2 01 80020 </w:t>
      </w:r>
      <w:r w:rsidRPr="006D3334">
        <w:rPr>
          <w:spacing w:val="-4"/>
          <w:sz w:val="28"/>
        </w:rPr>
        <w:t>ВР</w:t>
      </w:r>
      <w:r>
        <w:rPr>
          <w:spacing w:val="-4"/>
          <w:sz w:val="28"/>
        </w:rPr>
        <w:t xml:space="preserve"> 300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«220638,0»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«250638,0»</w:t>
      </w:r>
      <w:r w:rsidRPr="006D3334">
        <w:rPr>
          <w:spacing w:val="-4"/>
          <w:sz w:val="28"/>
        </w:rPr>
        <w:t>;</w:t>
      </w:r>
    </w:p>
    <w:p w:rsidR="00525DEC" w:rsidRPr="006D3334" w:rsidRDefault="00525DEC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158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80 2 01 80020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>Рз</w:t>
      </w:r>
      <w:r>
        <w:rPr>
          <w:spacing w:val="-4"/>
          <w:sz w:val="28"/>
        </w:rPr>
        <w:t xml:space="preserve"> 10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«220638,0»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«250638,0»</w:t>
      </w:r>
      <w:r w:rsidRPr="006D3334">
        <w:rPr>
          <w:spacing w:val="-4"/>
          <w:sz w:val="28"/>
        </w:rPr>
        <w:t>;</w:t>
      </w:r>
    </w:p>
    <w:p w:rsidR="00525DEC" w:rsidRDefault="00525DEC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159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обеспечение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 xml:space="preserve">80 2 01 80020 </w:t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300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03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«220638,0»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«250638,0»</w:t>
      </w:r>
      <w:r w:rsidRPr="006D3334">
        <w:rPr>
          <w:spacing w:val="-4"/>
          <w:sz w:val="28"/>
        </w:rPr>
        <w:t>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160</w:t>
      </w:r>
      <w:r>
        <w:rPr>
          <w:spacing w:val="-4"/>
          <w:sz w:val="28"/>
        </w:rPr>
        <w:t xml:space="preserve">) в </w:t>
      </w:r>
      <w:bookmarkStart w:id="4" w:name="_GoBack"/>
      <w:bookmarkEnd w:id="4"/>
      <w:r>
        <w:rPr>
          <w:spacing w:val="-4"/>
          <w:sz w:val="28"/>
        </w:rPr>
        <w:t>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реализации государственной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80 6 00 00000) цифры «1802241,6876» заменить цифрами «1832241,6876»;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pacing w:val="-4"/>
          <w:sz w:val="28"/>
        </w:rPr>
        <w:t>(ЦС 80 6 01 00000) цифры «1798180,6876» заменить цифрами «1828180,6876»;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Организации, подведомственные органу исполнительной вл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сти Ульяновской области, уполномоченному в сфере социального обслуживания и социальной защиты</w:t>
      </w:r>
      <w:r>
        <w:rPr>
          <w:spacing w:val="-4"/>
          <w:sz w:val="28"/>
        </w:rPr>
        <w:t>» (ЦС 80 6 01 17010) цифры «1443233,2026» заменить цифр</w:t>
      </w:r>
      <w:r>
        <w:rPr>
          <w:spacing w:val="-4"/>
          <w:sz w:val="28"/>
        </w:rPr>
        <w:t>а</w:t>
      </w:r>
      <w:r>
        <w:rPr>
          <w:spacing w:val="-4"/>
          <w:sz w:val="28"/>
        </w:rPr>
        <w:t>ми «1473233,2026»;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Pr="009A7B19">
        <w:rPr>
          <w:color w:val="000000"/>
          <w:sz w:val="28"/>
          <w:szCs w:val="28"/>
        </w:rPr>
        <w:t>л</w:t>
      </w:r>
      <w:r w:rsidRPr="009A7B19">
        <w:rPr>
          <w:color w:val="000000"/>
          <w:sz w:val="28"/>
          <w:szCs w:val="28"/>
        </w:rPr>
        <w:t>нения функций государственными (муниципальными) органами, казёнными у</w:t>
      </w:r>
      <w:r w:rsidRPr="009A7B19">
        <w:rPr>
          <w:color w:val="000000"/>
          <w:sz w:val="28"/>
          <w:szCs w:val="28"/>
        </w:rPr>
        <w:t>ч</w:t>
      </w:r>
      <w:r w:rsidRPr="009A7B19">
        <w:rPr>
          <w:color w:val="000000"/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pacing w:val="-4"/>
          <w:sz w:val="28"/>
        </w:rPr>
        <w:t>» (ЦС 80 6 01 17010 ВР 100) цифры «645275,20383» заменить цифрами «659775,20383»;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164</w:t>
      </w:r>
      <w:r>
        <w:rPr>
          <w:spacing w:val="-4"/>
          <w:sz w:val="28"/>
        </w:rPr>
        <w:t>) в строке «Образование» (ЦС 80 6 01 17010 ВР 100 Рз 07) цифры «181526,57263» заменить цифрами «184548,57263»;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Общее образование</w:t>
      </w:r>
      <w:r>
        <w:rPr>
          <w:spacing w:val="-4"/>
          <w:sz w:val="28"/>
        </w:rPr>
        <w:t>» (ЦС 80 6 01 17010 ВР 100 Рз 07 ПР 02) цифры «181526,57263» заменить цифрами «184548,57263»;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Социальная политика</w:t>
      </w:r>
      <w:r>
        <w:rPr>
          <w:spacing w:val="-4"/>
          <w:sz w:val="28"/>
        </w:rPr>
        <w:t>» (ЦС 80 6 01 17010 ВР 100 Рз 10) цифры «251585,27143» заменить цифрами «263063,27143»;</w:t>
      </w:r>
    </w:p>
    <w:p w:rsidR="00525DEC" w:rsidRDefault="00525DEC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Социальное обслуживание населения</w:t>
      </w:r>
      <w:r>
        <w:rPr>
          <w:spacing w:val="-4"/>
          <w:sz w:val="28"/>
        </w:rPr>
        <w:t>» (ЦС 80 6 01 17010</w:t>
      </w:r>
      <w:r>
        <w:rPr>
          <w:spacing w:val="-4"/>
          <w:sz w:val="28"/>
        </w:rPr>
        <w:br/>
        <w:t>ВР 100 Рз 10 ПР 02) цифры «251585,27143» заменить цифрами «263063,27143»;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субсидий бюджетным, автономным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дениям и иным некоммерческим организациям</w:t>
      </w:r>
      <w:r>
        <w:rPr>
          <w:spacing w:val="-4"/>
          <w:sz w:val="28"/>
        </w:rPr>
        <w:t>» (ЦС 80 6 01 17010 ВР 600) цифры «588261,11027» заменить цифрами «603761,11027»;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169</w:t>
      </w:r>
      <w:r>
        <w:rPr>
          <w:spacing w:val="-4"/>
          <w:sz w:val="28"/>
        </w:rPr>
        <w:t>) в строке «Социальная политика» (ЦС 80 6 01 17010 ВР 600 Рз 10) цифры «588261,11027» заменить цифрами «603761,11027»;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170</w:t>
      </w:r>
      <w:r>
        <w:rPr>
          <w:spacing w:val="-4"/>
          <w:sz w:val="28"/>
        </w:rPr>
        <w:t xml:space="preserve">) </w:t>
      </w:r>
      <w:r w:rsidRPr="006D3334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6D3334">
        <w:rPr>
          <w:color w:val="000000"/>
          <w:sz w:val="28"/>
          <w:szCs w:val="28"/>
        </w:rPr>
        <w:t>Социальное об</w:t>
      </w:r>
      <w:r>
        <w:rPr>
          <w:color w:val="000000"/>
          <w:sz w:val="28"/>
          <w:szCs w:val="28"/>
        </w:rPr>
        <w:t>служивание</w:t>
      </w:r>
      <w:r w:rsidRPr="006D3334">
        <w:rPr>
          <w:color w:val="000000"/>
          <w:sz w:val="28"/>
          <w:szCs w:val="28"/>
        </w:rPr>
        <w:t xml:space="preserve"> населения</w:t>
      </w:r>
      <w:r>
        <w:rPr>
          <w:spacing w:val="-4"/>
          <w:sz w:val="28"/>
        </w:rPr>
        <w:t>»</w:t>
      </w:r>
      <w:r w:rsidRPr="006D3334">
        <w:rPr>
          <w:spacing w:val="-4"/>
          <w:sz w:val="28"/>
        </w:rPr>
        <w:t xml:space="preserve"> (ЦС </w:t>
      </w:r>
      <w:r>
        <w:rPr>
          <w:spacing w:val="-4"/>
          <w:sz w:val="28"/>
        </w:rPr>
        <w:t>80 6 01 17010</w:t>
      </w:r>
      <w:r>
        <w:rPr>
          <w:spacing w:val="-4"/>
          <w:sz w:val="28"/>
        </w:rPr>
        <w:br/>
      </w:r>
      <w:r w:rsidRPr="006D3334">
        <w:rPr>
          <w:spacing w:val="-4"/>
          <w:sz w:val="28"/>
        </w:rPr>
        <w:t xml:space="preserve">ВР </w:t>
      </w:r>
      <w:r>
        <w:rPr>
          <w:spacing w:val="-4"/>
          <w:sz w:val="28"/>
        </w:rPr>
        <w:t xml:space="preserve">600 </w:t>
      </w:r>
      <w:r w:rsidRPr="006D3334">
        <w:rPr>
          <w:spacing w:val="-4"/>
          <w:sz w:val="28"/>
        </w:rPr>
        <w:t xml:space="preserve">Рз </w:t>
      </w:r>
      <w:r>
        <w:rPr>
          <w:spacing w:val="-4"/>
          <w:sz w:val="28"/>
        </w:rPr>
        <w:t xml:space="preserve">10 </w:t>
      </w:r>
      <w:r w:rsidRPr="006D3334">
        <w:rPr>
          <w:spacing w:val="-4"/>
          <w:sz w:val="28"/>
        </w:rPr>
        <w:t>ПР</w:t>
      </w:r>
      <w:r>
        <w:rPr>
          <w:spacing w:val="-4"/>
          <w:sz w:val="28"/>
        </w:rPr>
        <w:t xml:space="preserve"> 02</w:t>
      </w:r>
      <w:r w:rsidRPr="006D3334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«588261,11027»</w:t>
      </w:r>
      <w:r w:rsidRPr="006D3334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«603761,11027»</w:t>
      </w:r>
      <w:r w:rsidRPr="006D3334">
        <w:rPr>
          <w:spacing w:val="-4"/>
          <w:sz w:val="28"/>
        </w:rPr>
        <w:t>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 (ЦС 83 0 00 00000) цифры «567809,65588» заменить цифрами «567659,65588»;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Энергосбережение и повышение энергетич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гос</w:t>
      </w:r>
      <w:r w:rsidRPr="009A7B19">
        <w:rPr>
          <w:color w:val="000000"/>
          <w:sz w:val="28"/>
          <w:szCs w:val="28"/>
        </w:rPr>
        <w:t>у</w:t>
      </w:r>
      <w:r w:rsidRPr="009A7B19">
        <w:rPr>
          <w:color w:val="000000"/>
          <w:sz w:val="28"/>
          <w:szCs w:val="28"/>
        </w:rPr>
        <w:t xml:space="preserve">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Pr="009A7B19">
        <w:rPr>
          <w:color w:val="000000"/>
          <w:sz w:val="28"/>
          <w:szCs w:val="28"/>
        </w:rPr>
        <w:t>я</w:t>
      </w:r>
      <w:r w:rsidRPr="009A7B19">
        <w:rPr>
          <w:color w:val="000000"/>
          <w:sz w:val="28"/>
          <w:szCs w:val="28"/>
        </w:rPr>
        <w:t>новской области</w:t>
      </w:r>
      <w:r>
        <w:rPr>
          <w:color w:val="000000"/>
          <w:sz w:val="28"/>
          <w:szCs w:val="28"/>
        </w:rPr>
        <w:t>»</w:t>
      </w:r>
      <w:r w:rsidRPr="009A7B19">
        <w:rPr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 (ЦС 83 4 00 00000) цифры «202942,75» зам</w:t>
      </w:r>
      <w:r>
        <w:rPr>
          <w:spacing w:val="-4"/>
          <w:sz w:val="28"/>
        </w:rPr>
        <w:t>е</w:t>
      </w:r>
      <w:r>
        <w:rPr>
          <w:spacing w:val="-4"/>
          <w:sz w:val="28"/>
        </w:rPr>
        <w:t>нить цифрами «202792,75»;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субсидий областным государственным к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зённым предприятиям Ульяновской области в целях финансового обеспечения з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на оплату лизинговых и (или) факторинговых платежей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  <w:t>(ЦС 83 4 01 29140) цифры «159000,1968» заменить цифрами «152800,1968»;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Иные бюджетные ассигнования</w:t>
      </w:r>
      <w:r>
        <w:rPr>
          <w:spacing w:val="-4"/>
          <w:sz w:val="28"/>
        </w:rPr>
        <w:t>» (ЦС 83 4 01 29140 ВР 800) цифры «159000,1968» заменить цифрами «152800,1968»;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Жилищно-коммунальное хозяйство</w:t>
      </w:r>
      <w:r>
        <w:rPr>
          <w:spacing w:val="-4"/>
          <w:sz w:val="28"/>
        </w:rPr>
        <w:t>» (ЦС 83 4 01 29140 ВР 800 Рз 05) цифры «159000,1968» заменить цифрами «152800,1968»;</w:t>
      </w:r>
    </w:p>
    <w:p w:rsidR="00525DEC" w:rsidRDefault="00525DE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176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Другие вопросы в области жилищно-коммунального хозяйс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ва</w:t>
      </w:r>
      <w:r>
        <w:rPr>
          <w:spacing w:val="-4"/>
          <w:sz w:val="28"/>
        </w:rPr>
        <w:t>» (ЦС 83 4 01 29140 ВР 800 Рз 05 ПР 05) цифры «159000,1968» заменить цифрами «152800,1968»;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177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Субсидии на софинансирование строительства и модерниз</w:t>
      </w:r>
      <w:r w:rsidRPr="009A7B19">
        <w:rPr>
          <w:color w:val="000000"/>
          <w:sz w:val="28"/>
          <w:szCs w:val="28"/>
        </w:rPr>
        <w:t>а</w:t>
      </w:r>
      <w:r w:rsidRPr="009A7B19">
        <w:rPr>
          <w:color w:val="000000"/>
          <w:sz w:val="28"/>
          <w:szCs w:val="28"/>
        </w:rPr>
        <w:t>ции котельных, в том числе путём перевода системы централизованного отопл</w:t>
      </w:r>
      <w:r w:rsidRPr="009A7B19">
        <w:rPr>
          <w:color w:val="000000"/>
          <w:sz w:val="28"/>
          <w:szCs w:val="28"/>
        </w:rPr>
        <w:t>е</w:t>
      </w:r>
      <w:r w:rsidRPr="009A7B19">
        <w:rPr>
          <w:color w:val="000000"/>
          <w:sz w:val="28"/>
          <w:szCs w:val="28"/>
        </w:rPr>
        <w:t>ния на систему подомового газового отопления для объектов социальной сферы и жилищного фонда</w:t>
      </w:r>
      <w:r>
        <w:rPr>
          <w:spacing w:val="-4"/>
          <w:sz w:val="28"/>
        </w:rPr>
        <w:t>» (ЦС 83 4 01 70120) цифры «1468,4532» заменить цифрами «7668,4532»;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178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Межбюджетные трансферты</w:t>
      </w:r>
      <w:r>
        <w:rPr>
          <w:spacing w:val="-4"/>
          <w:sz w:val="28"/>
        </w:rPr>
        <w:t>» (ЦС 83 4 01 70120 ВР 500) ци</w:t>
      </w:r>
      <w:r>
        <w:rPr>
          <w:spacing w:val="-4"/>
          <w:sz w:val="28"/>
        </w:rPr>
        <w:t>ф</w:t>
      </w:r>
      <w:r>
        <w:rPr>
          <w:spacing w:val="-4"/>
          <w:sz w:val="28"/>
        </w:rPr>
        <w:t>ры «1468,4532» заменить цифрами «7668,4532»;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179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Жилищно-коммунальное хозяйство</w:t>
      </w:r>
      <w:r>
        <w:rPr>
          <w:spacing w:val="-4"/>
          <w:sz w:val="28"/>
        </w:rPr>
        <w:t>» (ЦС 83 4 01 70120 ВР 500 Рз 05) цифры «1468,4532» заменить цифрами «7668,4532»;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Другие вопросы в области жилищно-коммунального хозяйс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ва</w:t>
      </w:r>
      <w:r>
        <w:rPr>
          <w:spacing w:val="-4"/>
          <w:sz w:val="28"/>
        </w:rPr>
        <w:t>» (ЦС 83 4 01 70120 ВР 500 Рз 05 ПР 05) цифры «1468,4532» заменить цифрами «7668,4532»;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181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Обеспечение деятельности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организаций, подведомственных Министерству промышленности, строительства,</w:t>
      </w:r>
      <w:r>
        <w:rPr>
          <w:color w:val="000000"/>
          <w:sz w:val="28"/>
          <w:szCs w:val="28"/>
        </w:rPr>
        <w:br/>
      </w:r>
      <w:r w:rsidRPr="009A7B19">
        <w:rPr>
          <w:color w:val="000000"/>
          <w:sz w:val="28"/>
          <w:szCs w:val="28"/>
        </w:rPr>
        <w:t>жилищно-коммунального комплекса и транспорта Ульяновской области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pacing w:val="-4"/>
          <w:sz w:val="28"/>
        </w:rPr>
        <w:t>(ЦС 83 4 03 00000) цифры «4519,5» заменить цифрами «4369,5»;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182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Субсидии областному государственному бюджетному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 xml:space="preserve">дению </w:t>
      </w:r>
      <w:r>
        <w:rPr>
          <w:color w:val="000000"/>
          <w:sz w:val="28"/>
          <w:szCs w:val="28"/>
        </w:rPr>
        <w:t>«</w:t>
      </w:r>
      <w:r w:rsidRPr="009A7B19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Pr="009A7B19">
        <w:rPr>
          <w:color w:val="000000"/>
          <w:sz w:val="28"/>
          <w:szCs w:val="28"/>
        </w:rPr>
        <w:t>ф</w:t>
      </w:r>
      <w:r w:rsidRPr="009A7B19">
        <w:rPr>
          <w:color w:val="000000"/>
          <w:sz w:val="28"/>
          <w:szCs w:val="28"/>
        </w:rPr>
        <w:t>фективности Ульяновской области</w:t>
      </w:r>
      <w:r>
        <w:rPr>
          <w:color w:val="000000"/>
          <w:sz w:val="28"/>
          <w:szCs w:val="28"/>
        </w:rPr>
        <w:t>»</w:t>
      </w:r>
      <w:r>
        <w:rPr>
          <w:spacing w:val="-4"/>
          <w:sz w:val="28"/>
        </w:rPr>
        <w:t xml:space="preserve"> (ЦС 83 4 03 29130) цифры «4519,5» заменить цифрами «4369,5»;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183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Предоставление субсидий бюджетным, автономным учре</w:t>
      </w:r>
      <w:r w:rsidRPr="009A7B19">
        <w:rPr>
          <w:color w:val="000000"/>
          <w:sz w:val="28"/>
          <w:szCs w:val="28"/>
        </w:rPr>
        <w:t>ж</w:t>
      </w:r>
      <w:r w:rsidRPr="009A7B19">
        <w:rPr>
          <w:color w:val="000000"/>
          <w:sz w:val="28"/>
          <w:szCs w:val="28"/>
        </w:rPr>
        <w:t>дениям и иным некоммерческим организациям</w:t>
      </w:r>
      <w:r>
        <w:rPr>
          <w:spacing w:val="-4"/>
          <w:sz w:val="28"/>
        </w:rPr>
        <w:t>» (ЦС 83 4 03 29130 ВР 600) цифры «4519,5» заменить цифрами «4369,5»;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184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Жилищно-коммунальное хозяйство</w:t>
      </w:r>
      <w:r>
        <w:rPr>
          <w:spacing w:val="-4"/>
          <w:sz w:val="28"/>
        </w:rPr>
        <w:t>» (ЦС 83 4 03 29130 ВР 600 Рз 05) цифры «4519,5» заменить цифрами «4369,5»;</w:t>
      </w:r>
    </w:p>
    <w:p w:rsidR="00525DEC" w:rsidRDefault="00525DE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185</w:t>
      </w:r>
      <w:r>
        <w:rPr>
          <w:spacing w:val="-4"/>
          <w:sz w:val="28"/>
        </w:rPr>
        <w:t>) в строке «</w:t>
      </w:r>
      <w:r w:rsidRPr="009A7B19">
        <w:rPr>
          <w:color w:val="000000"/>
          <w:sz w:val="28"/>
          <w:szCs w:val="28"/>
        </w:rPr>
        <w:t>Другие вопросы в области жилищно-коммунального хозяйс</w:t>
      </w:r>
      <w:r w:rsidRPr="009A7B19">
        <w:rPr>
          <w:color w:val="000000"/>
          <w:sz w:val="28"/>
          <w:szCs w:val="28"/>
        </w:rPr>
        <w:t>т</w:t>
      </w:r>
      <w:r w:rsidRPr="009A7B19">
        <w:rPr>
          <w:color w:val="000000"/>
          <w:sz w:val="28"/>
          <w:szCs w:val="28"/>
        </w:rPr>
        <w:t>ва</w:t>
      </w:r>
      <w:r>
        <w:rPr>
          <w:spacing w:val="-4"/>
          <w:sz w:val="28"/>
        </w:rPr>
        <w:t>» (ЦС 83 4 03 29130 ВР 600 Рз 05 ПР 05) цифры «4519,5» заменить цифрами «4369,5»;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186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196AB1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196AB1">
        <w:rPr>
          <w:color w:val="000000"/>
          <w:sz w:val="28"/>
          <w:szCs w:val="28"/>
        </w:rPr>
        <w:t>Развитие культуры, туризма и сохранение объектов культурного наследия</w:t>
      </w:r>
      <w:r>
        <w:rPr>
          <w:color w:val="000000"/>
          <w:sz w:val="28"/>
          <w:szCs w:val="28"/>
        </w:rPr>
        <w:t xml:space="preserve"> </w:t>
      </w:r>
      <w:r w:rsidRPr="00196AB1">
        <w:rPr>
          <w:color w:val="000000"/>
          <w:sz w:val="28"/>
          <w:szCs w:val="28"/>
        </w:rPr>
        <w:t>в Ульяновской области</w:t>
      </w:r>
      <w:r>
        <w:rPr>
          <w:color w:val="000000"/>
          <w:sz w:val="28"/>
          <w:szCs w:val="28"/>
        </w:rPr>
        <w:t>»</w:t>
      </w:r>
      <w:r w:rsidRPr="00196AB1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 w:rsidRPr="00196AB1">
        <w:rPr>
          <w:color w:val="000000"/>
          <w:sz w:val="28"/>
          <w:szCs w:val="28"/>
        </w:rPr>
        <w:t>2014-2020 годы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196AB1">
        <w:rPr>
          <w:sz w:val="28"/>
          <w:szCs w:val="28"/>
        </w:rPr>
        <w:t>87 0 00 00000</w:t>
      </w:r>
      <w:r>
        <w:rPr>
          <w:sz w:val="28"/>
          <w:szCs w:val="28"/>
        </w:rPr>
        <w:t>) цифры «982706,976» заменить цифрами «1050238,076»;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187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196AB1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196AB1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196AB1">
        <w:rPr>
          <w:sz w:val="28"/>
          <w:szCs w:val="28"/>
        </w:rPr>
        <w:t>87 0 01 00000</w:t>
      </w:r>
      <w:r>
        <w:rPr>
          <w:sz w:val="28"/>
          <w:szCs w:val="28"/>
        </w:rPr>
        <w:t>) цифры «124221,8» заменить цифрами «121752,9»;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188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8D4009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Pr="008D4009">
        <w:rPr>
          <w:color w:val="000000"/>
          <w:sz w:val="28"/>
          <w:szCs w:val="28"/>
        </w:rPr>
        <w:t>и</w:t>
      </w:r>
      <w:r w:rsidRPr="008D4009">
        <w:rPr>
          <w:color w:val="000000"/>
          <w:sz w:val="28"/>
          <w:szCs w:val="28"/>
        </w:rPr>
        <w:t>пальной) собственности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8D4009">
        <w:rPr>
          <w:sz w:val="28"/>
          <w:szCs w:val="28"/>
        </w:rPr>
        <w:t>87 0 01 00000</w:t>
      </w:r>
      <w:r>
        <w:rPr>
          <w:sz w:val="28"/>
          <w:szCs w:val="28"/>
        </w:rPr>
        <w:t xml:space="preserve"> ВР 400) цифры «20358,5» заменить цифрами «17889,6»;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189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8D4009">
        <w:rPr>
          <w:color w:val="000000"/>
          <w:sz w:val="28"/>
          <w:szCs w:val="28"/>
        </w:rPr>
        <w:t>Культура, кинематография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8D4009">
        <w:rPr>
          <w:sz w:val="28"/>
          <w:szCs w:val="28"/>
        </w:rPr>
        <w:t>87 0 01 00000</w:t>
      </w:r>
      <w:r>
        <w:rPr>
          <w:sz w:val="28"/>
          <w:szCs w:val="28"/>
        </w:rPr>
        <w:t xml:space="preserve"> ВР 400 Рз 08) цифры «20358,5» заменить цифрами «17889,6»;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190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FE72D5">
        <w:rPr>
          <w:color w:val="000000"/>
          <w:sz w:val="28"/>
          <w:szCs w:val="28"/>
        </w:rPr>
        <w:t>Культура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8D4009">
        <w:rPr>
          <w:sz w:val="28"/>
          <w:szCs w:val="28"/>
        </w:rPr>
        <w:t>87 0 01 00000</w:t>
      </w:r>
      <w:r>
        <w:rPr>
          <w:sz w:val="28"/>
          <w:szCs w:val="28"/>
        </w:rPr>
        <w:t xml:space="preserve"> ВР 400 Рз 08 ПР 01) цифры «20358,5» заменить цифрами «17889,6»;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91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664555">
        <w:rPr>
          <w:color w:val="000000"/>
          <w:sz w:val="28"/>
          <w:szCs w:val="28"/>
        </w:rPr>
        <w:t>Поддержка отрасли культуры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</w:t>
      </w:r>
      <w:r w:rsidRPr="00664555">
        <w:rPr>
          <w:sz w:val="28"/>
          <w:szCs w:val="28"/>
        </w:rPr>
        <w:t>87 0 02 R5190</w:t>
      </w:r>
      <w:r>
        <w:rPr>
          <w:sz w:val="28"/>
          <w:szCs w:val="28"/>
        </w:rPr>
        <w:t>) цифры «6120,3» заменить цифрами «4345,4»;</w:t>
      </w:r>
    </w:p>
    <w:p w:rsidR="00525DEC" w:rsidRDefault="00525DE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192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строки</w:t>
      </w:r>
    </w:p>
    <w:tbl>
      <w:tblPr>
        <w:tblW w:w="9940" w:type="dxa"/>
        <w:tblInd w:w="91" w:type="dxa"/>
        <w:tblLook w:val="00A0"/>
      </w:tblPr>
      <w:tblGrid>
        <w:gridCol w:w="4270"/>
        <w:gridCol w:w="2040"/>
        <w:gridCol w:w="653"/>
        <w:gridCol w:w="496"/>
        <w:gridCol w:w="496"/>
        <w:gridCol w:w="1985"/>
      </w:tblGrid>
      <w:tr w:rsidR="00525DEC" w:rsidRPr="00F338EC" w:rsidTr="00C17FA3">
        <w:trPr>
          <w:trHeight w:val="375"/>
        </w:trPr>
        <w:tc>
          <w:tcPr>
            <w:tcW w:w="4270" w:type="dxa"/>
            <w:vAlign w:val="center"/>
          </w:tcPr>
          <w:p w:rsidR="00525DEC" w:rsidRPr="00F338EC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525DEC" w:rsidRPr="00F338EC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525DEC" w:rsidRPr="00F338EC" w:rsidTr="00F84866">
        <w:trPr>
          <w:trHeight w:val="87"/>
        </w:trPr>
        <w:tc>
          <w:tcPr>
            <w:tcW w:w="4270" w:type="dxa"/>
            <w:vAlign w:val="center"/>
          </w:tcPr>
          <w:p w:rsidR="00525DEC" w:rsidRPr="00F338EC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525DEC" w:rsidRPr="00F338EC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525DEC" w:rsidRPr="00F338EC" w:rsidTr="00F84866">
        <w:trPr>
          <w:trHeight w:val="87"/>
        </w:trPr>
        <w:tc>
          <w:tcPr>
            <w:tcW w:w="4270" w:type="dxa"/>
            <w:vAlign w:val="center"/>
          </w:tcPr>
          <w:p w:rsidR="00525DEC" w:rsidRPr="00F338EC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F338EC">
              <w:rPr>
                <w:color w:val="000000"/>
                <w:sz w:val="28"/>
                <w:szCs w:val="28"/>
              </w:rPr>
              <w:t>е</w:t>
            </w:r>
            <w:r w:rsidRPr="00F338EC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</w:tcPr>
          <w:p w:rsidR="00525DEC" w:rsidRPr="00F338EC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525DEC" w:rsidRDefault="00525DEC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исключить</w:t>
      </w:r>
      <w:r>
        <w:rPr>
          <w:sz w:val="28"/>
          <w:szCs w:val="28"/>
          <w:lang w:val="en-US"/>
        </w:rPr>
        <w:t>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193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147F77">
        <w:rPr>
          <w:sz w:val="28"/>
          <w:szCs w:val="28"/>
        </w:rPr>
        <w:t>Укрепление материально-технической базы и оснащение оборудованием детских школ искусств</w:t>
      </w:r>
      <w:r>
        <w:rPr>
          <w:sz w:val="28"/>
          <w:szCs w:val="28"/>
        </w:rPr>
        <w:t xml:space="preserve">» (ЦС </w:t>
      </w:r>
      <w:r w:rsidRPr="00147F77">
        <w:rPr>
          <w:sz w:val="28"/>
          <w:szCs w:val="28"/>
        </w:rPr>
        <w:t>87 0 02 R5195</w:t>
      </w:r>
      <w:r>
        <w:rPr>
          <w:sz w:val="28"/>
          <w:szCs w:val="28"/>
        </w:rPr>
        <w:t>) цифры «595,4»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«2370,3»;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194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 xml:space="preserve">в строке «Межбюджетные трансферты» (ЦС </w:t>
      </w:r>
      <w:r w:rsidRPr="00147F77">
        <w:rPr>
          <w:sz w:val="28"/>
          <w:szCs w:val="28"/>
        </w:rPr>
        <w:t>87 0 02 R5195</w:t>
      </w:r>
      <w:r>
        <w:rPr>
          <w:sz w:val="28"/>
          <w:szCs w:val="28"/>
        </w:rPr>
        <w:t xml:space="preserve"> ВР 500) цифры «595,4» заменить цифрами «2370,3»;</w:t>
      </w:r>
    </w:p>
    <w:p w:rsidR="00525DEC" w:rsidRDefault="00525DEC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195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270"/>
        <w:gridCol w:w="2040"/>
        <w:gridCol w:w="653"/>
        <w:gridCol w:w="567"/>
        <w:gridCol w:w="567"/>
        <w:gridCol w:w="1843"/>
      </w:tblGrid>
      <w:tr w:rsidR="00525DEC" w:rsidRPr="00F338EC" w:rsidTr="00C17FA3">
        <w:trPr>
          <w:trHeight w:val="375"/>
        </w:trPr>
        <w:tc>
          <w:tcPr>
            <w:tcW w:w="4270" w:type="dxa"/>
            <w:vAlign w:val="center"/>
          </w:tcPr>
          <w:p w:rsidR="00525DEC" w:rsidRPr="00F338EC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147F77">
              <w:rPr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525DEC" w:rsidRPr="00F338EC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:rsidR="00525DEC" w:rsidRPr="00F338EC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2370,3»</w:t>
            </w:r>
          </w:p>
        </w:tc>
      </w:tr>
    </w:tbl>
    <w:p w:rsidR="00525DEC" w:rsidRDefault="00525DEC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4268"/>
        <w:gridCol w:w="2040"/>
        <w:gridCol w:w="653"/>
        <w:gridCol w:w="567"/>
        <w:gridCol w:w="567"/>
        <w:gridCol w:w="1843"/>
      </w:tblGrid>
      <w:tr w:rsidR="00525DEC" w:rsidRPr="00211FF3" w:rsidTr="00C17FA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211FF3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11FF3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525DEC" w:rsidRPr="00211FF3" w:rsidTr="00F84866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211FF3" w:rsidRDefault="00525DEC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211FF3">
              <w:rPr>
                <w:color w:val="000000"/>
                <w:sz w:val="28"/>
                <w:szCs w:val="28"/>
              </w:rPr>
              <w:t>е</w:t>
            </w:r>
            <w:r w:rsidRPr="00211FF3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11FF3" w:rsidRDefault="00525DEC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196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F21D9E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F21D9E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sz w:val="28"/>
          <w:szCs w:val="28"/>
        </w:rPr>
        <w:t>«</w:t>
      </w:r>
      <w:r w:rsidRPr="00F21D9E">
        <w:rPr>
          <w:sz w:val="28"/>
          <w:szCs w:val="28"/>
        </w:rPr>
        <w:t>Развитие культуры, туризма и сохранение</w:t>
      </w:r>
      <w:r>
        <w:rPr>
          <w:sz w:val="28"/>
          <w:szCs w:val="28"/>
        </w:rPr>
        <w:br/>
      </w:r>
      <w:r w:rsidRPr="00F21D9E">
        <w:rPr>
          <w:sz w:val="28"/>
          <w:szCs w:val="28"/>
        </w:rPr>
        <w:t>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F21D9E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F21D9E">
        <w:rPr>
          <w:sz w:val="28"/>
          <w:szCs w:val="28"/>
        </w:rPr>
        <w:t xml:space="preserve">государственной программы Ульяновской области </w:t>
      </w:r>
      <w:r>
        <w:rPr>
          <w:sz w:val="28"/>
          <w:szCs w:val="28"/>
        </w:rPr>
        <w:t>«</w:t>
      </w:r>
      <w:r w:rsidRPr="00F21D9E">
        <w:rPr>
          <w:sz w:val="28"/>
          <w:szCs w:val="28"/>
        </w:rPr>
        <w:t>Развитие культуры, туризма и сохранение объектов культурного наследия</w:t>
      </w:r>
      <w:r>
        <w:rPr>
          <w:sz w:val="28"/>
          <w:szCs w:val="28"/>
        </w:rPr>
        <w:t xml:space="preserve"> </w:t>
      </w:r>
      <w:r w:rsidRPr="00F21D9E">
        <w:rPr>
          <w:sz w:val="28"/>
          <w:szCs w:val="28"/>
        </w:rPr>
        <w:t>в Ульяновской области</w:t>
      </w:r>
      <w:r>
        <w:rPr>
          <w:sz w:val="28"/>
          <w:szCs w:val="28"/>
        </w:rPr>
        <w:t>»</w:t>
      </w:r>
      <w:r w:rsidRPr="00F21D9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F21D9E">
        <w:rPr>
          <w:sz w:val="28"/>
          <w:szCs w:val="28"/>
        </w:rPr>
        <w:t>2014-2020 годы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87 1 00 00000</w:t>
      </w:r>
      <w:r>
        <w:rPr>
          <w:sz w:val="28"/>
          <w:szCs w:val="28"/>
        </w:rPr>
        <w:t>) цифры «646440,476» заменить цифрами «716440,476»;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197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F21D9E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F21D9E">
        <w:rPr>
          <w:sz w:val="28"/>
          <w:szCs w:val="28"/>
        </w:rPr>
        <w:t>Обеспечение деятельности исполн</w:t>
      </w:r>
      <w:r w:rsidRPr="00F21D9E">
        <w:rPr>
          <w:sz w:val="28"/>
          <w:szCs w:val="28"/>
        </w:rPr>
        <w:t>и</w:t>
      </w:r>
      <w:r w:rsidRPr="00F21D9E">
        <w:rPr>
          <w:sz w:val="28"/>
          <w:szCs w:val="28"/>
        </w:rPr>
        <w:t>телей и соисполнителей государственной программы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87 1 01 00000</w:t>
      </w:r>
      <w:r>
        <w:rPr>
          <w:sz w:val="28"/>
          <w:szCs w:val="28"/>
        </w:rPr>
        <w:t>) цифры «646440,476» заменить цифрами «716440,476»;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198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F21D9E">
        <w:rPr>
          <w:sz w:val="28"/>
          <w:szCs w:val="28"/>
        </w:rPr>
        <w:t>Обеспечение деятельности областных государственных арх</w:t>
      </w:r>
      <w:r w:rsidRPr="00F21D9E">
        <w:rPr>
          <w:sz w:val="28"/>
          <w:szCs w:val="28"/>
        </w:rPr>
        <w:t>и</w:t>
      </w:r>
      <w:r w:rsidRPr="00F21D9E">
        <w:rPr>
          <w:sz w:val="28"/>
          <w:szCs w:val="28"/>
        </w:rPr>
        <w:t>вов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87 1 01 44050</w:t>
      </w:r>
      <w:r>
        <w:rPr>
          <w:sz w:val="28"/>
          <w:szCs w:val="28"/>
        </w:rPr>
        <w:t>) цифры «34006,021» заменить цифрами «38313,021»;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199</w:t>
      </w:r>
      <w:r>
        <w:rPr>
          <w:spacing w:val="-4"/>
          <w:sz w:val="28"/>
        </w:rPr>
        <w:t xml:space="preserve">) </w:t>
      </w:r>
      <w:r>
        <w:rPr>
          <w:sz w:val="28"/>
          <w:szCs w:val="28"/>
        </w:rPr>
        <w:t>в строке «</w:t>
      </w:r>
      <w:r w:rsidRPr="00F21D9E">
        <w:rPr>
          <w:sz w:val="28"/>
          <w:szCs w:val="28"/>
        </w:rPr>
        <w:t>Предоставление субсидий бюджетным, автономным учре</w:t>
      </w:r>
      <w:r w:rsidRPr="00F21D9E">
        <w:rPr>
          <w:sz w:val="28"/>
          <w:szCs w:val="28"/>
        </w:rPr>
        <w:t>ж</w:t>
      </w:r>
      <w:r w:rsidRPr="00F21D9E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87 1 01 44050</w:t>
      </w:r>
      <w:r>
        <w:rPr>
          <w:sz w:val="28"/>
          <w:szCs w:val="28"/>
        </w:rPr>
        <w:t xml:space="preserve"> ВР 600) цифры «34006,021» заменить цифрами «38313,021»;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87 1 01 44050</w:t>
      </w:r>
      <w:r>
        <w:rPr>
          <w:sz w:val="28"/>
          <w:szCs w:val="28"/>
        </w:rPr>
        <w:t xml:space="preserve"> ВР 600</w:t>
      </w:r>
      <w:r>
        <w:rPr>
          <w:sz w:val="28"/>
          <w:szCs w:val="28"/>
        </w:rPr>
        <w:br/>
        <w:t>Рз 01) цифры «34006,021» заменить цифрами «38313,021»;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87 1 01 44050</w:t>
      </w:r>
      <w:r>
        <w:rPr>
          <w:sz w:val="28"/>
          <w:szCs w:val="28"/>
        </w:rPr>
        <w:t xml:space="preserve"> ВР 600 Рз 01 ПР 13) цифры «34006,021» заменить цифрами «38313,021»;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 w:rsidRPr="00EF396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Обеспечение деятельности областных государственных би</w:t>
      </w:r>
      <w:r w:rsidRPr="00F21D9E">
        <w:rPr>
          <w:sz w:val="28"/>
          <w:szCs w:val="28"/>
        </w:rPr>
        <w:t>б</w:t>
      </w:r>
      <w:r w:rsidRPr="00F21D9E">
        <w:rPr>
          <w:sz w:val="28"/>
          <w:szCs w:val="28"/>
        </w:rPr>
        <w:t>лиотек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87 1 01 44060</w:t>
      </w:r>
      <w:r>
        <w:rPr>
          <w:sz w:val="28"/>
          <w:szCs w:val="28"/>
        </w:rPr>
        <w:t>) цифры «67989,291» заменить цифрами «74615,391»;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Предоставление субсидий бюджетным, автономным учре</w:t>
      </w:r>
      <w:r w:rsidRPr="00F21D9E">
        <w:rPr>
          <w:sz w:val="28"/>
          <w:szCs w:val="28"/>
        </w:rPr>
        <w:t>ж</w:t>
      </w:r>
      <w:r w:rsidRPr="00F21D9E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87 1 01 44060</w:t>
      </w:r>
      <w:r>
        <w:rPr>
          <w:sz w:val="28"/>
          <w:szCs w:val="28"/>
        </w:rPr>
        <w:t xml:space="preserve"> ВР 600) цифры «67989,291» заменить цифрами «74615,391»;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87 1 01 44060</w:t>
      </w:r>
      <w:r>
        <w:rPr>
          <w:sz w:val="28"/>
          <w:szCs w:val="28"/>
        </w:rPr>
        <w:t xml:space="preserve"> ВР 600 Рз 08) цифры «67989,291» заменить цифрами «74615,391»;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87 1 01 44060</w:t>
      </w:r>
      <w:r>
        <w:rPr>
          <w:sz w:val="28"/>
          <w:szCs w:val="28"/>
        </w:rPr>
        <w:t xml:space="preserve"> ВР 600 Рз 08 ПР 01) цифры «67989,291» заменить цифрами «74615,391»;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Обеспечение деятельности областных государственных муз</w:t>
      </w:r>
      <w:r w:rsidRPr="00F21D9E">
        <w:rPr>
          <w:sz w:val="28"/>
          <w:szCs w:val="28"/>
        </w:rPr>
        <w:t>е</w:t>
      </w:r>
      <w:r w:rsidRPr="00F21D9E">
        <w:rPr>
          <w:sz w:val="28"/>
          <w:szCs w:val="28"/>
        </w:rPr>
        <w:t>ев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87 1 01 44070</w:t>
      </w:r>
      <w:r>
        <w:rPr>
          <w:sz w:val="28"/>
          <w:szCs w:val="28"/>
        </w:rPr>
        <w:t>) цифры «146854,271» заменить цифрами «167938,571»;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Предоставление субсидий бюджетным, автономным учре</w:t>
      </w:r>
      <w:r w:rsidRPr="00F21D9E">
        <w:rPr>
          <w:sz w:val="28"/>
          <w:szCs w:val="28"/>
        </w:rPr>
        <w:t>ж</w:t>
      </w:r>
      <w:r w:rsidRPr="00F21D9E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87 1 01 44070</w:t>
      </w:r>
      <w:r>
        <w:rPr>
          <w:sz w:val="28"/>
          <w:szCs w:val="28"/>
        </w:rPr>
        <w:t xml:space="preserve"> ВР 600) цифры «146854,271» заменить цифрами «167938,571»;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87 1 01 44070</w:t>
      </w:r>
      <w:r>
        <w:rPr>
          <w:sz w:val="28"/>
          <w:szCs w:val="28"/>
        </w:rPr>
        <w:t xml:space="preserve"> ВР 600 Рз 08) цифры «146854,271» заменить цифрами «167938,571»;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F21D9E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» (ЦС </w:t>
      </w:r>
      <w:r w:rsidRPr="00F21D9E">
        <w:rPr>
          <w:sz w:val="28"/>
          <w:szCs w:val="28"/>
        </w:rPr>
        <w:t>87 1 01 44070</w:t>
      </w:r>
      <w:r>
        <w:rPr>
          <w:sz w:val="28"/>
          <w:szCs w:val="28"/>
        </w:rPr>
        <w:t xml:space="preserve"> ВР 600 Рз 08 ПР 01) цифры «146854,271» заменить цифрами «167938,571»;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в строке «</w:t>
      </w:r>
      <w:r w:rsidRPr="00B77F1C">
        <w:rPr>
          <w:sz w:val="28"/>
          <w:szCs w:val="28"/>
        </w:rPr>
        <w:t>Обеспечение деятельности областных государственных</w:t>
      </w:r>
      <w:r>
        <w:rPr>
          <w:sz w:val="28"/>
          <w:szCs w:val="28"/>
        </w:rPr>
        <w:br/>
      </w:r>
      <w:r w:rsidRPr="00B77F1C">
        <w:rPr>
          <w:sz w:val="28"/>
          <w:szCs w:val="28"/>
        </w:rPr>
        <w:t>театров, концертных и других организаций исполнительских искусств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 xml:space="preserve">(ЦС </w:t>
      </w:r>
      <w:r w:rsidRPr="00B77F1C">
        <w:rPr>
          <w:sz w:val="28"/>
          <w:szCs w:val="28"/>
        </w:rPr>
        <w:t>87 1 01 44080</w:t>
      </w:r>
      <w:r>
        <w:rPr>
          <w:sz w:val="28"/>
          <w:szCs w:val="28"/>
        </w:rPr>
        <w:t>) цифры «185753,866» заменить цифрами «210328,166»;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Предоставление субсидий бюджетным, автономным учре</w:t>
      </w:r>
      <w:r w:rsidRPr="003B5A83">
        <w:rPr>
          <w:sz w:val="28"/>
          <w:szCs w:val="28"/>
        </w:rPr>
        <w:t>ж</w:t>
      </w:r>
      <w:r w:rsidRPr="003B5A8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B77F1C">
        <w:rPr>
          <w:sz w:val="28"/>
          <w:szCs w:val="28"/>
        </w:rPr>
        <w:t>87 1 01 44080</w:t>
      </w:r>
      <w:r>
        <w:rPr>
          <w:sz w:val="28"/>
          <w:szCs w:val="28"/>
        </w:rPr>
        <w:t xml:space="preserve"> ВР 600) цифры «185753,866» заменить цифрами «210328,166»;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(ЦС </w:t>
      </w:r>
      <w:r w:rsidRPr="00B77F1C">
        <w:rPr>
          <w:sz w:val="28"/>
          <w:szCs w:val="28"/>
        </w:rPr>
        <w:t>87 1 01 44080</w:t>
      </w:r>
      <w:r>
        <w:rPr>
          <w:sz w:val="28"/>
          <w:szCs w:val="28"/>
        </w:rPr>
        <w:t xml:space="preserve"> ВР 600 Рз 08) цифры «185753,866» заменить цифрами «210328,166»;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» (ЦС </w:t>
      </w:r>
      <w:r w:rsidRPr="00B77F1C">
        <w:rPr>
          <w:sz w:val="28"/>
          <w:szCs w:val="28"/>
        </w:rPr>
        <w:t>87 1 01 44080</w:t>
      </w:r>
      <w:r>
        <w:rPr>
          <w:sz w:val="28"/>
          <w:szCs w:val="28"/>
        </w:rPr>
        <w:t xml:space="preserve"> ВР 600 Рз 08 ПР 01) цифры «185753,866» заменить цифрами «210328,166»;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Субсидии областному государственному бюджетному</w:t>
      </w:r>
      <w:r>
        <w:rPr>
          <w:sz w:val="28"/>
          <w:szCs w:val="28"/>
        </w:rPr>
        <w:br/>
      </w:r>
      <w:r w:rsidRPr="003B5A83">
        <w:rPr>
          <w:sz w:val="28"/>
          <w:szCs w:val="28"/>
        </w:rPr>
        <w:t xml:space="preserve">учреждению культуры </w:t>
      </w:r>
      <w:r>
        <w:rPr>
          <w:sz w:val="28"/>
          <w:szCs w:val="28"/>
        </w:rPr>
        <w:t>«</w:t>
      </w:r>
      <w:r w:rsidRPr="003B5A83">
        <w:rPr>
          <w:sz w:val="28"/>
          <w:szCs w:val="28"/>
        </w:rPr>
        <w:t>Центр народной культуры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 xml:space="preserve">(ЦС </w:t>
      </w:r>
      <w:r w:rsidRPr="003B5A83">
        <w:rPr>
          <w:sz w:val="28"/>
          <w:szCs w:val="28"/>
        </w:rPr>
        <w:t>87 1 01 44090</w:t>
      </w:r>
      <w:r>
        <w:rPr>
          <w:sz w:val="28"/>
          <w:szCs w:val="28"/>
        </w:rPr>
        <w:t>) цифры «93230,596» заменить цифрами «97192,696»;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Предоставление субсидий бюджетным, автономным учре</w:t>
      </w:r>
      <w:r w:rsidRPr="003B5A83">
        <w:rPr>
          <w:sz w:val="28"/>
          <w:szCs w:val="28"/>
        </w:rPr>
        <w:t>ж</w:t>
      </w:r>
      <w:r w:rsidRPr="003B5A8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87 1 01 44090</w:t>
      </w:r>
      <w:r>
        <w:rPr>
          <w:sz w:val="28"/>
          <w:szCs w:val="28"/>
        </w:rPr>
        <w:t xml:space="preserve"> ВР 600) цифры «93230,596» заменить цифрами «97192,696»;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87 1 01 44090</w:t>
      </w:r>
      <w:r>
        <w:rPr>
          <w:sz w:val="28"/>
          <w:szCs w:val="28"/>
        </w:rPr>
        <w:t xml:space="preserve"> ВР 600 Рз 08) цифры «93230,596» заменить цифрами «97192,696»;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87 1 01 44090</w:t>
      </w:r>
      <w:r>
        <w:rPr>
          <w:sz w:val="28"/>
          <w:szCs w:val="28"/>
        </w:rPr>
        <w:t xml:space="preserve"> ВР 600 Рз 08 ПР 01) цифры «93230,596» заменить цифрами «97192,696»;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Субсидии областному государственному автономному учр</w:t>
      </w:r>
      <w:r w:rsidRPr="003B5A83">
        <w:rPr>
          <w:sz w:val="28"/>
          <w:szCs w:val="28"/>
        </w:rPr>
        <w:t>е</w:t>
      </w:r>
      <w:r w:rsidRPr="003B5A83">
        <w:rPr>
          <w:sz w:val="28"/>
          <w:szCs w:val="28"/>
        </w:rPr>
        <w:t xml:space="preserve">ждению культуры </w:t>
      </w:r>
      <w:r>
        <w:rPr>
          <w:sz w:val="28"/>
          <w:szCs w:val="28"/>
        </w:rPr>
        <w:t>«</w:t>
      </w:r>
      <w:r w:rsidRPr="003B5A83">
        <w:rPr>
          <w:sz w:val="28"/>
          <w:szCs w:val="28"/>
        </w:rPr>
        <w:t>УльяновскКинофонд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87 1 01 44100</w:t>
      </w:r>
      <w:r>
        <w:rPr>
          <w:sz w:val="28"/>
          <w:szCs w:val="28"/>
        </w:rPr>
        <w:t>) цифры «14240,793» заменить цифрами «16098,293»;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Предоставление субсидий бюджетным, автономным учре</w:t>
      </w:r>
      <w:r w:rsidRPr="003B5A83">
        <w:rPr>
          <w:sz w:val="28"/>
          <w:szCs w:val="28"/>
        </w:rPr>
        <w:t>ж</w:t>
      </w:r>
      <w:r w:rsidRPr="003B5A8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87 1 01 44100</w:t>
      </w:r>
      <w:r>
        <w:rPr>
          <w:sz w:val="28"/>
          <w:szCs w:val="28"/>
        </w:rPr>
        <w:t xml:space="preserve"> ВР 600) цифры «14240,793» заменить цифрами «16098,293»;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87 1 01 44100</w:t>
      </w:r>
      <w:r>
        <w:rPr>
          <w:sz w:val="28"/>
          <w:szCs w:val="28"/>
        </w:rPr>
        <w:t xml:space="preserve"> ВР 600 Рз 08) цифры «14240,793» заменить цифрами «16098,293»;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Кинематография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87 1 01 44100</w:t>
      </w:r>
      <w:r>
        <w:rPr>
          <w:sz w:val="28"/>
          <w:szCs w:val="28"/>
        </w:rPr>
        <w:t xml:space="preserve"> ВР 600 Рз 08 ПР 02) цифры «14240,793» заменить цифрами «16098,293»;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 xml:space="preserve">(ЦС </w:t>
      </w:r>
      <w:r w:rsidRPr="003B5A83">
        <w:rPr>
          <w:sz w:val="28"/>
          <w:szCs w:val="28"/>
        </w:rPr>
        <w:t>87 1 01 80140</w:t>
      </w:r>
      <w:r>
        <w:rPr>
          <w:sz w:val="28"/>
          <w:szCs w:val="28"/>
        </w:rPr>
        <w:t>) цифры «31519,291» заменить цифрами «35220,591»;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Предоставление субсидий бюджетным, автономным учре</w:t>
      </w:r>
      <w:r w:rsidRPr="003B5A83">
        <w:rPr>
          <w:sz w:val="28"/>
          <w:szCs w:val="28"/>
        </w:rPr>
        <w:t>ж</w:t>
      </w:r>
      <w:r w:rsidRPr="003B5A8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87 1 01 80140</w:t>
      </w:r>
      <w:r>
        <w:rPr>
          <w:sz w:val="28"/>
          <w:szCs w:val="28"/>
        </w:rPr>
        <w:t xml:space="preserve"> ВР 600) цифры «31519,291» заменить цифрами «35220,591»;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Образование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87 1 01 80140</w:t>
      </w:r>
      <w:r>
        <w:rPr>
          <w:sz w:val="28"/>
          <w:szCs w:val="28"/>
        </w:rPr>
        <w:t xml:space="preserve"> ВР 600 Рз 07) цифры «31519,291» заменить цифрами «35220,591»;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в строке «</w:t>
      </w:r>
      <w:r w:rsidRPr="003B5A8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 xml:space="preserve">» (ЦС </w:t>
      </w:r>
      <w:r w:rsidRPr="003B5A83">
        <w:rPr>
          <w:sz w:val="28"/>
          <w:szCs w:val="28"/>
        </w:rPr>
        <w:t>87 1 01 80140</w:t>
      </w:r>
      <w:r>
        <w:rPr>
          <w:sz w:val="28"/>
          <w:szCs w:val="28"/>
        </w:rPr>
        <w:br/>
        <w:t>ВР 600 Рз 07 ПР 03) цифры «31519,291» заменить цифрами «35220,591»;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 в строке «</w:t>
      </w:r>
      <w:r w:rsidRPr="00660293">
        <w:rPr>
          <w:sz w:val="28"/>
          <w:szCs w:val="28"/>
        </w:rPr>
        <w:t>Профессиональные образовательные организации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 xml:space="preserve">(ЦС </w:t>
      </w:r>
      <w:r w:rsidRPr="00660293">
        <w:rPr>
          <w:sz w:val="28"/>
          <w:szCs w:val="28"/>
        </w:rPr>
        <w:t>87 1 01 80150</w:t>
      </w:r>
      <w:r>
        <w:rPr>
          <w:sz w:val="28"/>
          <w:szCs w:val="28"/>
        </w:rPr>
        <w:t>) цифры «36625,571» заменить цифрами «40512,971»;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 в строке «</w:t>
      </w:r>
      <w:r w:rsidRPr="00660293">
        <w:rPr>
          <w:sz w:val="28"/>
          <w:szCs w:val="28"/>
        </w:rPr>
        <w:t>Предоставление субсидий бюджетным, автономным учре</w:t>
      </w:r>
      <w:r w:rsidRPr="00660293">
        <w:rPr>
          <w:sz w:val="28"/>
          <w:szCs w:val="28"/>
        </w:rPr>
        <w:t>ж</w:t>
      </w:r>
      <w:r w:rsidRPr="0066029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 xml:space="preserve">» (ЦС </w:t>
      </w:r>
      <w:r w:rsidRPr="00660293">
        <w:rPr>
          <w:sz w:val="28"/>
          <w:szCs w:val="28"/>
        </w:rPr>
        <w:t>87 1 01 80150</w:t>
      </w:r>
      <w:r>
        <w:rPr>
          <w:sz w:val="28"/>
          <w:szCs w:val="28"/>
        </w:rPr>
        <w:t xml:space="preserve"> ВР 600) цифры «35029,971» заменить цифрами «38917,371»;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</w:t>
      </w:r>
      <w:r w:rsidRPr="00660293">
        <w:rPr>
          <w:sz w:val="28"/>
          <w:szCs w:val="28"/>
        </w:rPr>
        <w:t>Образование</w:t>
      </w:r>
      <w:r>
        <w:rPr>
          <w:sz w:val="28"/>
          <w:szCs w:val="28"/>
        </w:rPr>
        <w:t xml:space="preserve">» (ЦС </w:t>
      </w:r>
      <w:r w:rsidRPr="00660293">
        <w:rPr>
          <w:sz w:val="28"/>
          <w:szCs w:val="28"/>
        </w:rPr>
        <w:t>87 1 01 80150</w:t>
      </w:r>
      <w:r>
        <w:rPr>
          <w:sz w:val="28"/>
          <w:szCs w:val="28"/>
        </w:rPr>
        <w:t xml:space="preserve"> ВР 600 Рз 07) цифры «35029,971» заменить цифрами «38917,371»;</w:t>
      </w:r>
    </w:p>
    <w:p w:rsidR="00525DEC" w:rsidRDefault="00525DEC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 в строке «</w:t>
      </w:r>
      <w:r w:rsidRPr="00660293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 xml:space="preserve">» (ЦС </w:t>
      </w:r>
      <w:r w:rsidRPr="00660293">
        <w:rPr>
          <w:sz w:val="28"/>
          <w:szCs w:val="28"/>
        </w:rPr>
        <w:t>87 1 01 80150</w:t>
      </w:r>
      <w:r>
        <w:rPr>
          <w:sz w:val="28"/>
          <w:szCs w:val="28"/>
        </w:rPr>
        <w:t xml:space="preserve"> ВР 600 Рз 07 ПР 04) цифры «35029,971» заменить цифрами «38917,371»;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color w:val="000000"/>
          <w:sz w:val="28"/>
          <w:szCs w:val="28"/>
        </w:rPr>
        <w:t>«</w:t>
      </w:r>
      <w:r w:rsidRPr="006C38A8">
        <w:rPr>
          <w:color w:val="000000"/>
          <w:sz w:val="28"/>
          <w:szCs w:val="28"/>
        </w:rPr>
        <w:t>Развитие физической культуры и спорта</w:t>
      </w:r>
      <w:r>
        <w:rPr>
          <w:color w:val="000000"/>
          <w:sz w:val="28"/>
          <w:szCs w:val="28"/>
        </w:rPr>
        <w:t xml:space="preserve"> </w:t>
      </w:r>
      <w:r w:rsidRPr="006C38A8">
        <w:rPr>
          <w:color w:val="000000"/>
          <w:sz w:val="28"/>
          <w:szCs w:val="28"/>
        </w:rPr>
        <w:t>в Ульяновской области на</w:t>
      </w:r>
      <w:r>
        <w:rPr>
          <w:color w:val="000000"/>
          <w:sz w:val="28"/>
          <w:szCs w:val="28"/>
        </w:rPr>
        <w:t xml:space="preserve"> </w:t>
      </w:r>
      <w:r w:rsidRPr="006C38A8">
        <w:rPr>
          <w:color w:val="000000"/>
          <w:sz w:val="28"/>
          <w:szCs w:val="28"/>
        </w:rPr>
        <w:t>2014-2020 годы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br/>
        <w:t>(ЦС 89 0 00 00000) цифры «1344566,5» заменить цифрами «1349566,5»;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>Субвенции на финансовое обеспечение расходных обяз</w:t>
      </w:r>
      <w:r w:rsidRPr="006C38A8">
        <w:rPr>
          <w:color w:val="000000"/>
          <w:sz w:val="28"/>
          <w:szCs w:val="28"/>
        </w:rPr>
        <w:t>а</w:t>
      </w:r>
      <w:r w:rsidRPr="006C38A8">
        <w:rPr>
          <w:color w:val="000000"/>
          <w:sz w:val="28"/>
          <w:szCs w:val="28"/>
        </w:rPr>
        <w:t xml:space="preserve">тельств, связанных с реализацией Закона Ульяновской области от 2 мая 2012 года № 49-ЗО </w:t>
      </w:r>
      <w:r>
        <w:rPr>
          <w:color w:val="000000"/>
          <w:sz w:val="28"/>
          <w:szCs w:val="28"/>
        </w:rPr>
        <w:t>«</w:t>
      </w:r>
      <w:r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Pr="006C38A8">
        <w:rPr>
          <w:color w:val="000000"/>
          <w:sz w:val="28"/>
          <w:szCs w:val="28"/>
        </w:rPr>
        <w:t>а</w:t>
      </w:r>
      <w:r w:rsidRPr="006C38A8">
        <w:rPr>
          <w:color w:val="000000"/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(ЦС 89 0 01 71230) цифры «324,0» заменить цифрами «236,0»;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(ЦС 89 0 01 71230 ВР 500) цифры «324,0» заменить цифрами «236,0»;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>Социальная политика</w:t>
      </w:r>
      <w:r>
        <w:rPr>
          <w:sz w:val="28"/>
          <w:szCs w:val="28"/>
        </w:rPr>
        <w:t>» (ЦС 89 0 01 71230 ВР 500 Рз 10)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«324,0» заменить цифрами «236,0»;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(ЦС 89 0 01 71230</w:t>
      </w:r>
      <w:r>
        <w:rPr>
          <w:sz w:val="28"/>
          <w:szCs w:val="28"/>
        </w:rPr>
        <w:br/>
        <w:t>ВР 500 Рз 10 ПР 03) цифры «324,0» заменить цифрами «236,0»;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 в строке «</w:t>
      </w:r>
      <w:r w:rsidRPr="006C38A8">
        <w:rPr>
          <w:color w:val="000000"/>
          <w:sz w:val="28"/>
          <w:szCs w:val="28"/>
        </w:rPr>
        <w:t>Реализация Закона Ульяновской области от 2 мая 2012 года</w:t>
      </w:r>
      <w:r>
        <w:rPr>
          <w:color w:val="000000"/>
          <w:sz w:val="28"/>
          <w:szCs w:val="28"/>
        </w:rPr>
        <w:t xml:space="preserve"> </w:t>
      </w:r>
      <w:r w:rsidRPr="006C38A8">
        <w:rPr>
          <w:color w:val="000000"/>
          <w:sz w:val="28"/>
          <w:szCs w:val="28"/>
        </w:rPr>
        <w:t xml:space="preserve">№ 49-ЗО </w:t>
      </w:r>
      <w:r>
        <w:rPr>
          <w:color w:val="000000"/>
          <w:sz w:val="28"/>
          <w:szCs w:val="28"/>
        </w:rPr>
        <w:t>«</w:t>
      </w:r>
      <w:r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Pr="006C38A8">
        <w:rPr>
          <w:color w:val="000000"/>
          <w:sz w:val="28"/>
          <w:szCs w:val="28"/>
        </w:rPr>
        <w:t>а</w:t>
      </w:r>
      <w:r w:rsidRPr="006C38A8">
        <w:rPr>
          <w:color w:val="000000"/>
          <w:sz w:val="28"/>
          <w:szCs w:val="28"/>
        </w:rPr>
        <w:t>листов на территории Ульяновской области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0 01 80050) цифры «84,0»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«172,0»;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>(ЦС 89 0 01 80050 ВР 300) цифры «84,0» заменить цифрами «172,0»;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Социальная политика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0 01 80050 ВР 300 Рз 10)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«84,0» заменить цифрами «172,0»;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Социальное обеспечение населения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0 01 80050</w:t>
      </w:r>
      <w:r>
        <w:rPr>
          <w:sz w:val="28"/>
          <w:szCs w:val="28"/>
        </w:rPr>
        <w:br/>
        <w:t>ВР 300 Рз 10 ПР 03) цифры «84,0» заменить цифрами «172,0»;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 w:val="28"/>
          <w:szCs w:val="28"/>
        </w:rPr>
        <w:t>«</w:t>
      </w:r>
      <w:r w:rsidRPr="005C60D3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color w:val="000000"/>
          <w:sz w:val="28"/>
          <w:szCs w:val="28"/>
        </w:rPr>
        <w:t>«</w:t>
      </w:r>
      <w:r w:rsidRPr="005C60D3">
        <w:rPr>
          <w:color w:val="000000"/>
          <w:sz w:val="28"/>
          <w:szCs w:val="28"/>
        </w:rPr>
        <w:t>Развитие физической культуры и спорта</w:t>
      </w:r>
      <w:r>
        <w:rPr>
          <w:color w:val="000000"/>
          <w:sz w:val="28"/>
          <w:szCs w:val="28"/>
        </w:rPr>
        <w:br/>
      </w:r>
      <w:r w:rsidRPr="005C60D3">
        <w:rPr>
          <w:color w:val="000000"/>
          <w:sz w:val="28"/>
          <w:szCs w:val="28"/>
        </w:rPr>
        <w:t>в Ульяновской области на 2014-2020 годы</w:t>
      </w:r>
      <w:r>
        <w:rPr>
          <w:color w:val="000000"/>
          <w:sz w:val="28"/>
          <w:szCs w:val="28"/>
        </w:rPr>
        <w:t>»</w:t>
      </w:r>
      <w:r w:rsidRPr="005C60D3">
        <w:rPr>
          <w:color w:val="000000"/>
          <w:sz w:val="28"/>
          <w:szCs w:val="28"/>
        </w:rPr>
        <w:t xml:space="preserve"> государственной программы Уль</w:t>
      </w:r>
      <w:r w:rsidRPr="005C60D3">
        <w:rPr>
          <w:color w:val="000000"/>
          <w:sz w:val="28"/>
          <w:szCs w:val="28"/>
        </w:rPr>
        <w:t>я</w:t>
      </w:r>
      <w:r w:rsidRPr="005C60D3">
        <w:rPr>
          <w:color w:val="000000"/>
          <w:sz w:val="28"/>
          <w:szCs w:val="28"/>
        </w:rPr>
        <w:t xml:space="preserve">новской области </w:t>
      </w:r>
      <w:r>
        <w:rPr>
          <w:color w:val="000000"/>
          <w:sz w:val="28"/>
          <w:szCs w:val="28"/>
        </w:rPr>
        <w:t>«</w:t>
      </w:r>
      <w:r w:rsidRPr="005C60D3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00 0000) цифры «715263,8» заменить цифрами «720263,8»;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 xml:space="preserve">Основное мероприятие </w:t>
      </w:r>
      <w:r>
        <w:rPr>
          <w:color w:val="000000"/>
          <w:sz w:val="28"/>
          <w:szCs w:val="28"/>
        </w:rPr>
        <w:t>«</w:t>
      </w:r>
      <w:r w:rsidRPr="005C60D3">
        <w:rPr>
          <w:color w:val="000000"/>
          <w:sz w:val="28"/>
          <w:szCs w:val="28"/>
        </w:rPr>
        <w:t>Обеспечение деятельности исполн</w:t>
      </w:r>
      <w:r w:rsidRPr="005C60D3">
        <w:rPr>
          <w:color w:val="000000"/>
          <w:sz w:val="28"/>
          <w:szCs w:val="28"/>
        </w:rPr>
        <w:t>и</w:t>
      </w:r>
      <w:r w:rsidRPr="005C60D3">
        <w:rPr>
          <w:color w:val="000000"/>
          <w:sz w:val="28"/>
          <w:szCs w:val="28"/>
        </w:rPr>
        <w:t>телей и соисполнителей государственной программы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0000) цифры «715263,8» заменить цифрами «720263,8»;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Учреждения по внешкольной работе с детьми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br/>
        <w:t>(ЦС 89 1 01 80140) цифры «171048,8» заменить цифрами «173898,9»;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Pr="005C60D3">
        <w:rPr>
          <w:color w:val="000000"/>
          <w:sz w:val="28"/>
          <w:szCs w:val="28"/>
        </w:rPr>
        <w:t>л</w:t>
      </w:r>
      <w:r w:rsidRPr="005C60D3">
        <w:rPr>
          <w:color w:val="000000"/>
          <w:sz w:val="28"/>
          <w:szCs w:val="28"/>
        </w:rPr>
        <w:t>нения функций государственными (муниципальными) органами, казёнными у</w:t>
      </w:r>
      <w:r w:rsidRPr="005C60D3">
        <w:rPr>
          <w:color w:val="000000"/>
          <w:sz w:val="28"/>
          <w:szCs w:val="28"/>
        </w:rPr>
        <w:t>ч</w:t>
      </w:r>
      <w:r w:rsidRPr="005C60D3">
        <w:rPr>
          <w:color w:val="000000"/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100) цифры «25389,0» заменить цифрами «26399,0»;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Образование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100 Рз 07) цифры «2083,2» заменить цифрами «2583,2»;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Дополнительное образование детей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</w:t>
      </w:r>
      <w:r>
        <w:rPr>
          <w:sz w:val="28"/>
          <w:szCs w:val="28"/>
        </w:rPr>
        <w:br/>
        <w:t>ВР 100 Рз 07 ПР 03) цифры «2083,2» заменить цифрами «2583,2»;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Физическая культура и спорт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100</w:t>
      </w:r>
      <w:r>
        <w:rPr>
          <w:sz w:val="28"/>
          <w:szCs w:val="28"/>
        </w:rPr>
        <w:br/>
        <w:t>Рз 11) цифры «23305,8» заменить цифрами «23815,8»;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 в строке «</w:t>
      </w:r>
      <w:r w:rsidRPr="005C60D3">
        <w:rPr>
          <w:color w:val="000000"/>
          <w:sz w:val="28"/>
          <w:szCs w:val="28"/>
        </w:rPr>
        <w:t>Массовый спорт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100 Рз 11 ПР 02) цифры «23305,8» заменить цифрами «23815,8»;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Предоставление субсидий бюджетным, автономным учре</w:t>
      </w:r>
      <w:r w:rsidRPr="00B65A5E">
        <w:rPr>
          <w:color w:val="000000"/>
          <w:sz w:val="28"/>
          <w:szCs w:val="28"/>
        </w:rPr>
        <w:t>ж</w:t>
      </w:r>
      <w:r w:rsidRPr="00B65A5E">
        <w:rPr>
          <w:color w:val="000000"/>
          <w:sz w:val="28"/>
          <w:szCs w:val="28"/>
        </w:rPr>
        <w:t>дениям и иным некоммерческим организациям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600) цифры «144305,3» заменить цифрами «147499,9»;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Физическая культура и спорт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600</w:t>
      </w:r>
      <w:r>
        <w:rPr>
          <w:sz w:val="28"/>
          <w:szCs w:val="28"/>
        </w:rPr>
        <w:br/>
        <w:t>Рз 11) цифры «144305,3» заменить цифрами «147499,9»;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Массовый спорт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80140 ВР 600 Рз 11 ПР 02) цифры «144305,3» заменить цифрами «147499,9»;</w:t>
      </w:r>
    </w:p>
    <w:p w:rsidR="00525DEC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Профессиональные образовательные организации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>(ЦС 89 1 01 80150) цифры «34565,0» заменить цифрами «35360,4»;</w:t>
      </w:r>
    </w:p>
    <w:p w:rsidR="00525DEC" w:rsidRPr="00B65A5E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Предоставление субсидий бюджетным, автономным учре</w:t>
      </w:r>
      <w:r w:rsidRPr="00B65A5E">
        <w:rPr>
          <w:color w:val="000000"/>
          <w:sz w:val="28"/>
          <w:szCs w:val="28"/>
        </w:rPr>
        <w:t>ж</w:t>
      </w:r>
      <w:r w:rsidRPr="00B65A5E">
        <w:rPr>
          <w:color w:val="000000"/>
          <w:sz w:val="28"/>
          <w:szCs w:val="28"/>
        </w:rPr>
        <w:t>дениям и иным некоммерческим организациям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80150 ВР 600) цифры «33874,0» заменить цифрами «34669,4»</w:t>
      </w:r>
      <w:r w:rsidRPr="00B65A5E">
        <w:rPr>
          <w:sz w:val="28"/>
          <w:szCs w:val="28"/>
        </w:rPr>
        <w:t>;</w:t>
      </w:r>
    </w:p>
    <w:p w:rsidR="00525DEC" w:rsidRPr="00B65A5E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Образование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80150 ВР 600 Рз 07) цифры «33874,0» заменить цифрами «34669,4»</w:t>
      </w:r>
      <w:r w:rsidRPr="00B65A5E">
        <w:rPr>
          <w:sz w:val="28"/>
          <w:szCs w:val="28"/>
        </w:rPr>
        <w:t>;</w:t>
      </w:r>
    </w:p>
    <w:p w:rsidR="00525DEC" w:rsidRPr="00B65A5E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в строке «</w:t>
      </w:r>
      <w:r w:rsidRPr="00B65A5E">
        <w:rPr>
          <w:color w:val="000000"/>
          <w:sz w:val="28"/>
          <w:szCs w:val="28"/>
        </w:rPr>
        <w:t>Среднее профессиональное образование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(ЦС 89 1 01 80150 ВР 600 Рз 07 ПР 04) цифры «33874,0» заменить цифрами «34669,4»</w:t>
      </w:r>
      <w:r w:rsidRPr="00B65A5E">
        <w:rPr>
          <w:sz w:val="28"/>
          <w:szCs w:val="28"/>
        </w:rPr>
        <w:t>;</w:t>
      </w:r>
    </w:p>
    <w:p w:rsidR="00525DEC" w:rsidRPr="00B65A5E" w:rsidRDefault="00525DEC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 в строке «</w:t>
      </w:r>
      <w:r>
        <w:rPr>
          <w:color w:val="000000"/>
          <w:sz w:val="28"/>
          <w:szCs w:val="28"/>
        </w:rPr>
        <w:t>Итого»</w:t>
      </w:r>
      <w:r>
        <w:rPr>
          <w:sz w:val="28"/>
          <w:szCs w:val="28"/>
        </w:rPr>
        <w:t xml:space="preserve"> цифры «49765468,11452» заменить цифрами «50294895,41452»</w:t>
      </w:r>
      <w:r w:rsidRPr="00B65A5E">
        <w:rPr>
          <w:sz w:val="28"/>
          <w:szCs w:val="28"/>
        </w:rPr>
        <w:t>;</w:t>
      </w:r>
    </w:p>
    <w:p w:rsidR="00525DEC" w:rsidRPr="00CE3D6A" w:rsidRDefault="00525DEC" w:rsidP="009A10F4">
      <w:pPr>
        <w:spacing w:line="317" w:lineRule="auto"/>
        <w:ind w:firstLine="709"/>
        <w:jc w:val="both"/>
        <w:rPr>
          <w:spacing w:val="-4"/>
          <w:sz w:val="28"/>
        </w:rPr>
      </w:pPr>
      <w:r w:rsidRPr="00BB2B98">
        <w:rPr>
          <w:spacing w:val="-4"/>
          <w:sz w:val="28"/>
        </w:rPr>
        <w:t>11) в приложении 13: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Государственная программа Ульяновской области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 модернизация образования в Ульяновской области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(ЦС 79 0 00 00000)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8660587,5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8611587,5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реализации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программы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государственной программы Ульяновской области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Pr="00594CD6">
        <w:rPr>
          <w:bCs/>
          <w:color w:val="000000"/>
          <w:sz w:val="28"/>
          <w:szCs w:val="28"/>
        </w:rPr>
        <w:t>модернизация образования в Ульяновской области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79 7 00 00000</w:t>
      </w:r>
      <w:r w:rsidRPr="00594CD6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1351670,69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1302670,69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79 7 01</w:t>
      </w:r>
      <w:r w:rsidRPr="00594CD6">
        <w:rPr>
          <w:spacing w:val="-4"/>
          <w:sz w:val="28"/>
        </w:rPr>
        <w:t xml:space="preserve"> 00000)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1343775,39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1294775,39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 государственных учреждений,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находящихся в ведении Министерства образования и науки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</w:t>
      </w:r>
      <w:r w:rsidRPr="00594CD6">
        <w:rPr>
          <w:bCs/>
          <w:color w:val="000000"/>
          <w:sz w:val="28"/>
          <w:szCs w:val="28"/>
        </w:rPr>
        <w:t>79 7 01 18200</w:t>
      </w:r>
      <w:r w:rsidRPr="00594CD6">
        <w:rPr>
          <w:spacing w:val="-4"/>
          <w:sz w:val="28"/>
        </w:rPr>
        <w:t xml:space="preserve">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1303319,99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1254319,99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79 7 01 18200 ВР 600)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791277,79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742277,79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</w:t>
      </w:r>
      <w:r w:rsidRPr="00594CD6">
        <w:rPr>
          <w:color w:val="000000"/>
          <w:sz w:val="28"/>
          <w:szCs w:val="28"/>
        </w:rPr>
        <w:t>79 7 01 18200</w:t>
      </w:r>
      <w:r w:rsidRPr="00594CD6">
        <w:rPr>
          <w:spacing w:val="-4"/>
          <w:sz w:val="28"/>
        </w:rPr>
        <w:t xml:space="preserve"> ВР 600 Рз 07)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788215,29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739215,29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Среднее профессиональное образование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79 7 01 18200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ВР 600 Рз 07 ПР 04)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639090,0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590090,0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Государственная программа Ульяновской области</w:t>
      </w:r>
      <w:r>
        <w:rPr>
          <w:bCs/>
          <w:color w:val="000000"/>
          <w:sz w:val="28"/>
          <w:szCs w:val="28"/>
        </w:rPr>
        <w:br/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 инвестиционного климата в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90 0 00 00000)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386457,1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435457,1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инновационной и инвестиционной деятельности в Ульяновской области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 xml:space="preserve">программы Ульяновской области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инвестиционного климата в Ульяновской области</w:t>
      </w:r>
      <w:r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(ЦС 90 2 00 00000)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36624,31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85624,31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Оказание поддержки организациям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в сфере инновационной деятельности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90 2 01 00000)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13,0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49013,0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Гранты победителям конкурсов, проводимых в Ульяновской области совместно с Российским фондом фундаментальных исследований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(ЦС 90 2 01 62220)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90 2 01 62220 ВР 600)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594CD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90 2 01 62220 ВР 600 Рз 07)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Pr="001338C6" w:rsidRDefault="00525DEC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о) </w:t>
      </w:r>
      <w:r w:rsidRPr="00594CD6">
        <w:rPr>
          <w:spacing w:val="-4"/>
          <w:sz w:val="28"/>
        </w:rPr>
        <w:t xml:space="preserve">в строке </w:t>
      </w:r>
      <w:r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Другие вопросы в области образования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(ЦС 90 2 01 62220</w:t>
      </w:r>
      <w:r>
        <w:rPr>
          <w:spacing w:val="-4"/>
          <w:sz w:val="28"/>
        </w:rPr>
        <w:br/>
      </w:r>
      <w:r w:rsidRPr="00594CD6">
        <w:rPr>
          <w:spacing w:val="-4"/>
          <w:sz w:val="28"/>
        </w:rPr>
        <w:t xml:space="preserve">ВР 600 Рз 07 ПР 09) цифры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 xml:space="preserve"> заменить цифрами </w:t>
      </w:r>
      <w:r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>
        <w:rPr>
          <w:spacing w:val="-4"/>
          <w:sz w:val="28"/>
        </w:rPr>
        <w:t>»</w:t>
      </w:r>
      <w:r w:rsidRPr="00594CD6">
        <w:rPr>
          <w:spacing w:val="-4"/>
          <w:sz w:val="28"/>
        </w:rPr>
        <w:t>;</w:t>
      </w:r>
    </w:p>
    <w:p w:rsidR="00525DEC" w:rsidRDefault="00525DEC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2B98">
        <w:rPr>
          <w:sz w:val="28"/>
        </w:rPr>
        <w:t>12) приложени</w:t>
      </w:r>
      <w:r>
        <w:rPr>
          <w:sz w:val="28"/>
        </w:rPr>
        <w:t>е</w:t>
      </w:r>
      <w:r w:rsidRPr="00BB2B98">
        <w:rPr>
          <w:sz w:val="28"/>
        </w:rPr>
        <w:t xml:space="preserve"> 14</w:t>
      </w:r>
      <w:r>
        <w:rPr>
          <w:sz w:val="28"/>
        </w:rPr>
        <w:t xml:space="preserve"> изложить в следующей редакции</w:t>
      </w:r>
      <w:r w:rsidRPr="00BB2B98">
        <w:rPr>
          <w:sz w:val="28"/>
        </w:rPr>
        <w:t>:</w:t>
      </w:r>
    </w:p>
    <w:tbl>
      <w:tblPr>
        <w:tblW w:w="9938" w:type="dxa"/>
        <w:tblInd w:w="93" w:type="dxa"/>
        <w:tblLook w:val="0000"/>
      </w:tblPr>
      <w:tblGrid>
        <w:gridCol w:w="9938"/>
      </w:tblGrid>
      <w:tr w:rsidR="00525DEC" w:rsidRPr="002C0FBD" w:rsidTr="00FC674F">
        <w:trPr>
          <w:trHeight w:val="2693"/>
        </w:trPr>
        <w:tc>
          <w:tcPr>
            <w:tcW w:w="9938" w:type="dxa"/>
          </w:tcPr>
          <w:p w:rsidR="00525DEC" w:rsidRPr="002C0FBD" w:rsidRDefault="00525DEC" w:rsidP="00FC674F">
            <w:pPr>
              <w:spacing w:line="360" w:lineRule="auto"/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C0FBD">
              <w:rPr>
                <w:color w:val="000000"/>
                <w:sz w:val="28"/>
                <w:szCs w:val="28"/>
              </w:rPr>
              <w:t>ПРИЛОЖЕНИЕ 14</w:t>
            </w:r>
          </w:p>
          <w:p w:rsidR="00525DEC" w:rsidRPr="002C0FBD" w:rsidRDefault="00525DEC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525DEC" w:rsidRPr="002C0FBD" w:rsidRDefault="00525DEC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C0FBD">
              <w:rPr>
                <w:color w:val="000000"/>
                <w:sz w:val="28"/>
                <w:szCs w:val="28"/>
              </w:rPr>
              <w:t>Об областном бюджете</w:t>
            </w:r>
          </w:p>
          <w:p w:rsidR="00525DEC" w:rsidRPr="002C0FBD" w:rsidRDefault="00525DEC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 xml:space="preserve">Ульяновской области на 2017 год </w:t>
            </w:r>
            <w:r w:rsidRPr="002C0FBD">
              <w:rPr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2C0FBD">
              <w:rPr>
                <w:color w:val="000000"/>
                <w:sz w:val="28"/>
                <w:szCs w:val="28"/>
              </w:rPr>
              <w:br/>
              <w:t>2018 и 2019 годов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:rsidR="00525DEC" w:rsidRPr="002C0FBD" w:rsidRDefault="00525DEC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2C0FBD" w:rsidRDefault="00525DEC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525DEC" w:rsidRPr="002C0FBD" w:rsidRDefault="00525DEC" w:rsidP="00FC674F">
            <w:pPr>
              <w:ind w:left="4443"/>
              <w:jc w:val="center"/>
              <w:rPr>
                <w:bCs/>
                <w:sz w:val="28"/>
                <w:szCs w:val="28"/>
              </w:rPr>
            </w:pPr>
          </w:p>
        </w:tc>
      </w:tr>
      <w:tr w:rsidR="00525DEC" w:rsidRPr="002C0FBD" w:rsidTr="00FC674F">
        <w:tblPrEx>
          <w:tblLook w:val="00A0"/>
        </w:tblPrEx>
        <w:trPr>
          <w:trHeight w:val="680"/>
        </w:trPr>
        <w:tc>
          <w:tcPr>
            <w:tcW w:w="9938" w:type="dxa"/>
            <w:noWrap/>
          </w:tcPr>
          <w:p w:rsidR="00525DEC" w:rsidRPr="002C0FBD" w:rsidRDefault="00525DEC" w:rsidP="00FC674F">
            <w:pPr>
              <w:pStyle w:val="BodyText2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2C0FBD">
              <w:rPr>
                <w:b/>
                <w:sz w:val="28"/>
                <w:szCs w:val="28"/>
              </w:rPr>
              <w:br/>
              <w:t xml:space="preserve">Ульяновской области на финансовое обеспечение </w:t>
            </w:r>
            <w:r w:rsidRPr="002C0FBD">
              <w:rPr>
                <w:b/>
                <w:sz w:val="28"/>
                <w:szCs w:val="28"/>
              </w:rPr>
              <w:br/>
              <w:t xml:space="preserve">государственной поддержки семьи и детей, </w:t>
            </w:r>
            <w:r w:rsidRPr="002C0FBD">
              <w:rPr>
                <w:b/>
                <w:sz w:val="28"/>
                <w:szCs w:val="28"/>
              </w:rPr>
              <w:br/>
              <w:t xml:space="preserve">в том числе развития социальной инфраструктуры для детей, </w:t>
            </w:r>
          </w:p>
          <w:p w:rsidR="00525DEC" w:rsidRPr="002C0FBD" w:rsidRDefault="00525DEC" w:rsidP="00FC674F">
            <w:pPr>
              <w:pStyle w:val="BodyText2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>на 2017 год и на плановый период 2018 и 2019 годов</w:t>
            </w:r>
          </w:p>
        </w:tc>
      </w:tr>
      <w:tr w:rsidR="00525DEC" w:rsidRPr="002C0FBD" w:rsidTr="00FC674F">
        <w:tblPrEx>
          <w:tblLook w:val="00A0"/>
        </w:tblPrEx>
        <w:trPr>
          <w:trHeight w:val="321"/>
        </w:trPr>
        <w:tc>
          <w:tcPr>
            <w:tcW w:w="9938" w:type="dxa"/>
            <w:noWrap/>
          </w:tcPr>
          <w:p w:rsidR="00525DEC" w:rsidRPr="002C0FBD" w:rsidRDefault="00525DEC" w:rsidP="00FC674F">
            <w:pPr>
              <w:pStyle w:val="BodyText2"/>
              <w:spacing w:after="0" w:line="23" w:lineRule="atLeast"/>
              <w:jc w:val="right"/>
              <w:rPr>
                <w:sz w:val="28"/>
                <w:szCs w:val="28"/>
              </w:rPr>
            </w:pPr>
            <w:r w:rsidRPr="002C0FBD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0C38B9" w:rsidRDefault="00525DEC" w:rsidP="00FC674F">
      <w:pPr>
        <w:pStyle w:val="BodyTextIndent"/>
        <w:widowControl w:val="0"/>
        <w:spacing w:after="0"/>
        <w:ind w:left="0" w:firstLine="709"/>
        <w:jc w:val="both"/>
        <w:rPr>
          <w:sz w:val="2"/>
          <w:szCs w:val="2"/>
        </w:rPr>
      </w:pPr>
    </w:p>
    <w:p w:rsidR="00525DEC" w:rsidRPr="00452F98" w:rsidRDefault="00525DEC" w:rsidP="00452F98">
      <w:pPr>
        <w:pStyle w:val="BodyTextIndent"/>
        <w:widowControl w:val="0"/>
        <w:spacing w:after="0"/>
        <w:ind w:left="0" w:firstLine="709"/>
        <w:jc w:val="both"/>
        <w:rPr>
          <w:sz w:val="2"/>
          <w:szCs w:val="2"/>
        </w:rPr>
      </w:pPr>
    </w:p>
    <w:tbl>
      <w:tblPr>
        <w:tblW w:w="9886" w:type="dxa"/>
        <w:tblInd w:w="93" w:type="dxa"/>
        <w:tblLook w:val="00A0"/>
      </w:tblPr>
      <w:tblGrid>
        <w:gridCol w:w="884"/>
        <w:gridCol w:w="3758"/>
        <w:gridCol w:w="2106"/>
        <w:gridCol w:w="1686"/>
        <w:gridCol w:w="1452"/>
      </w:tblGrid>
      <w:tr w:rsidR="00525DEC" w:rsidRPr="00452F98" w:rsidTr="00452F98"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№</w:t>
            </w:r>
            <w:r w:rsidRPr="002C0FBD">
              <w:rPr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Наименование главного </w:t>
            </w:r>
            <w:r w:rsidRPr="002C0FBD">
              <w:rPr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 w:rsidRPr="002C0FBD">
              <w:rPr>
                <w:bCs/>
                <w:sz w:val="28"/>
                <w:szCs w:val="26"/>
              </w:rPr>
              <w:br/>
              <w:t>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2017 год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плановый период</w:t>
            </w:r>
          </w:p>
        </w:tc>
      </w:tr>
      <w:tr w:rsidR="00525DEC" w:rsidRPr="00452F98" w:rsidTr="00452F98"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2018 год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2019 год</w:t>
            </w:r>
          </w:p>
        </w:tc>
      </w:tr>
    </w:tbl>
    <w:p w:rsidR="00525DEC" w:rsidRPr="00452F98" w:rsidRDefault="00525DEC">
      <w:pPr>
        <w:rPr>
          <w:sz w:val="2"/>
          <w:szCs w:val="2"/>
        </w:rPr>
      </w:pPr>
    </w:p>
    <w:tbl>
      <w:tblPr>
        <w:tblW w:w="9886" w:type="dxa"/>
        <w:tblInd w:w="93" w:type="dxa"/>
        <w:tblLook w:val="00A0"/>
      </w:tblPr>
      <w:tblGrid>
        <w:gridCol w:w="884"/>
        <w:gridCol w:w="3758"/>
        <w:gridCol w:w="2106"/>
        <w:gridCol w:w="1686"/>
        <w:gridCol w:w="1548"/>
      </w:tblGrid>
      <w:tr w:rsidR="00525DEC" w:rsidRPr="00452F98" w:rsidTr="00452F98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2F98" w:rsidRDefault="00525DEC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5</w:t>
            </w:r>
          </w:p>
        </w:tc>
      </w:tr>
      <w:tr w:rsidR="00525DEC" w:rsidRPr="0098566B" w:rsidTr="00452F98">
        <w:tc>
          <w:tcPr>
            <w:tcW w:w="884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758" w:type="dxa"/>
            <w:tcBorders>
              <w:top w:val="single" w:sz="4" w:space="0" w:color="auto"/>
            </w:tcBorders>
          </w:tcPr>
          <w:p w:rsidR="00525DEC" w:rsidRPr="0098566B" w:rsidRDefault="00525DEC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98566B">
              <w:rPr>
                <w:b/>
                <w:bCs/>
                <w:sz w:val="28"/>
                <w:szCs w:val="28"/>
              </w:rPr>
              <w:t>а</w:t>
            </w:r>
            <w:r w:rsidRPr="0098566B">
              <w:rPr>
                <w:b/>
                <w:bCs/>
                <w:sz w:val="28"/>
                <w:szCs w:val="28"/>
              </w:rPr>
              <w:t>нения, семьи и социальн</w:t>
            </w:r>
            <w:r w:rsidRPr="0098566B">
              <w:rPr>
                <w:b/>
                <w:bCs/>
                <w:sz w:val="28"/>
                <w:szCs w:val="28"/>
              </w:rPr>
              <w:t>о</w:t>
            </w:r>
            <w:r w:rsidRPr="0098566B">
              <w:rPr>
                <w:b/>
                <w:bCs/>
                <w:sz w:val="28"/>
                <w:szCs w:val="28"/>
              </w:rPr>
              <w:t>го благополучия Улья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8566B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3307338,0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2729303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2813825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228243,9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164511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180867</w:t>
            </w:r>
            <w:r>
              <w:rPr>
                <w:b/>
                <w:bCs/>
                <w:i/>
                <w:iCs/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1.1.1.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8212,0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7347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13779,3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28642</w:t>
            </w:r>
            <w:r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1.1.3.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стипендий студе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там, интернам и ординат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рам, обучающимся по дог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ворам о целевом обучении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циях высшего образования по специальностям высшего образования укрупнённой группы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Здравоохранение и медицинские науки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1.1.4.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здрав</w:t>
            </w:r>
            <w:r w:rsidRPr="0098566B">
              <w:rPr>
                <w:color w:val="000000"/>
                <w:sz w:val="28"/>
                <w:szCs w:val="28"/>
              </w:rPr>
              <w:t>о</w:t>
            </w:r>
            <w:r w:rsidRPr="0098566B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201332,6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127868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139957</w:t>
            </w:r>
            <w:r>
              <w:rPr>
                <w:sz w:val="28"/>
                <w:szCs w:val="28"/>
              </w:rPr>
              <w:t>,4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1.2.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Социальная поддержка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и защита населения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3079094,1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2564792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2632957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областного бю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2271318,0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2055660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2124877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мер социальной поддержки многодетных с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230500,0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Ежемесячное пособие на 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бёнка гражданам, имеющим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159757,0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1.2.3.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r w:rsidRPr="0098566B">
              <w:rPr>
                <w:sz w:val="28"/>
                <w:szCs w:val="28"/>
              </w:rPr>
              <w:t xml:space="preserve">новской области от 6 мая 2006 года № 51-ЗО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поддержке детей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еннослужащих, сотрудников органов внутренних дел, Ф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деральной службы безопа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ности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ции, прокуратуры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органов уголовно-исполнительной системы Министерства ю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тиции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1.2.4.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r w:rsidRPr="0098566B">
              <w:rPr>
                <w:sz w:val="28"/>
                <w:szCs w:val="28"/>
              </w:rPr>
              <w:t>новской области от 5 февр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ля 2008 года № 24-ЗО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полнительных мерах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семей, имеющих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1.2.5.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Семья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1.2.6.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r w:rsidRPr="0098566B">
              <w:rPr>
                <w:sz w:val="28"/>
                <w:szCs w:val="28"/>
              </w:rPr>
              <w:t xml:space="preserve">новской области от 6 мая 2013 года № 68-ЗО </w:t>
            </w:r>
            <w:r>
              <w:rPr>
                <w:sz w:val="28"/>
                <w:szCs w:val="28"/>
              </w:rPr>
              <w:br/>
              <w:t>«</w:t>
            </w:r>
            <w:r w:rsidRPr="0098566B">
              <w:rPr>
                <w:sz w:val="28"/>
                <w:szCs w:val="28"/>
              </w:rPr>
              <w:t>О предоставлении на терр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тории Ульяновской области отдельным категориям инв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лидов, имеющих детей,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полнительной меры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в сфере оплаты жилых помещений частного жилищного фонда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1.2.7.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Компенсация потерь в дох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дах организаций железнод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рожного транспорта, связа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ных с предоставлением об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чающимся льгот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1.2.8.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r w:rsidRPr="0098566B">
              <w:rPr>
                <w:sz w:val="28"/>
                <w:szCs w:val="28"/>
              </w:rPr>
              <w:t xml:space="preserve">новской области от 2 ноября 2011 года № 180-ЗО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которых мерах по улучш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нию демографической с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туации в Ульяновской обла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1.2.9.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обеспечении полноценным питанием беременных же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55679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32200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1.2.10.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113-ЗО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еж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месячной денежной выплате на ребёнка до достижения им возраста трёх лет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432907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1.2.11.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112-ЗО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новременном денежном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собии гражданам, усын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вившим (удочерившим)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тей-сирот и детей, оставши</w:t>
            </w:r>
            <w:r w:rsidRPr="0098566B">
              <w:rPr>
                <w:sz w:val="28"/>
                <w:szCs w:val="28"/>
              </w:rPr>
              <w:t>х</w:t>
            </w:r>
            <w:r w:rsidRPr="0098566B">
              <w:rPr>
                <w:sz w:val="28"/>
                <w:szCs w:val="28"/>
              </w:rPr>
              <w:t>ся без попечения родителей,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1.2.12.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Ежемесячная денежная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пальных образовательных учреждениях, находящихся на территории Ульяновской области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1.2.13.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1.2.14.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1.2.15.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1.2.16.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денежной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платы на обеспечение прое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да детей-сирот и детей, 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тавшихся без попечения 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дителей, а также лиц из чи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ла детей-сирот и детей, 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тавшихся без попечения 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дителей, обучающихся в м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ниципальных образовател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организациях, на горо</w:t>
            </w:r>
            <w:r w:rsidRPr="0098566B">
              <w:rPr>
                <w:sz w:val="28"/>
                <w:szCs w:val="28"/>
              </w:rPr>
              <w:t>д</w:t>
            </w:r>
            <w:r w:rsidRPr="0098566B">
              <w:rPr>
                <w:sz w:val="28"/>
                <w:szCs w:val="28"/>
              </w:rPr>
              <w:t>ском, пригородном, в сел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ской местности на внутр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1.2.17.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выплаты на 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держание ребёнка в семье опекуна (попечителя) и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ёмной семье, а также по осуществлению выплаты вознаграждения, причита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щегося приёмному родителю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1.2.18.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 xml:space="preserve">Обеспечение деятельности детских домов 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260038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220875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239053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1.2.19.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детских учреждений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ального обслуживания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306033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263708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284746</w:t>
            </w:r>
            <w:r>
              <w:rPr>
                <w:sz w:val="28"/>
                <w:szCs w:val="28"/>
              </w:rPr>
              <w:t>,1</w:t>
            </w:r>
          </w:p>
        </w:tc>
      </w:tr>
      <w:tr w:rsidR="00525DEC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807776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509131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508080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0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пенсации гражданам при возникновении поствакц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нальных осложнений в соо</w:t>
            </w:r>
            <w:r w:rsidRPr="0098566B">
              <w:rPr>
                <w:sz w:val="28"/>
                <w:szCs w:val="28"/>
              </w:rPr>
              <w:t>т</w:t>
            </w:r>
            <w:r w:rsidRPr="0098566B">
              <w:rPr>
                <w:sz w:val="28"/>
                <w:szCs w:val="28"/>
              </w:rPr>
              <w:t>ветствии с Федеральным 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коном от 17 сентября 1998 года № 157-ФЗ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иммун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профилактике инфекцио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ных болезней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1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беременной жене военнослужащего, проход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щего военную службу по призыву, а также ежемеся</w:t>
            </w:r>
            <w:r w:rsidRPr="0098566B">
              <w:rPr>
                <w:sz w:val="28"/>
                <w:szCs w:val="28"/>
              </w:rPr>
              <w:t>ч</w:t>
            </w:r>
            <w:r w:rsidRPr="0098566B">
              <w:rPr>
                <w:sz w:val="28"/>
                <w:szCs w:val="28"/>
              </w:rPr>
              <w:t>ного пособия на ребёнка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еннослужащего, проходящ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го военную службу по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зыву, в соответствии с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гос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дарственных пособиях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6405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1.2.22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не подлежащим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зательному социальному страхованию на случай вр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менной нетрудоспособности и в связи с материнством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441655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444605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443554</w:t>
            </w:r>
            <w:r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3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noWrap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при ро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дении ребёнка гражданам, не подлежащим обязательному социальному страхованию на случай временной нетруд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способности и в связи с м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49496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1.2.24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единовременных пособий женщинам, вста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заций, прекращением де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тельности (полномочий) ф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зическими лицами в уст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5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бер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менности и родам женщ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нам, уволенным в связи с л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квидацией организаций, пр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кращением деятельности (полномочий) физическими лицами в установленном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1.2.26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1.2.27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>с пунктом 3 статьи 25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рального закона от 24 июня 1999 года № 120-ФЗ </w:t>
            </w:r>
            <w:r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новах системы профилакт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ки безнадзорности и прав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нарушений несовершенн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летних</w:t>
            </w:r>
            <w:r>
              <w:rPr>
                <w:sz w:val="28"/>
                <w:szCs w:val="28"/>
              </w:rPr>
              <w:t>»</w:t>
            </w:r>
            <w:r w:rsidRPr="0098566B">
              <w:rPr>
                <w:sz w:val="28"/>
                <w:szCs w:val="28"/>
              </w:rPr>
              <w:t xml:space="preserve"> полномочий Ро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сийской Федерации по 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ществлению деятельности, связанной с перевозкой ме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ду субъектами Российской Федерации, а также в пред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лах территорий государств – участников Содружества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зависимых Государств нес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вершеннолетних, самовольно ушедших из семей,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организаций и иных организаций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</w:tr>
      <w:tr w:rsidR="00525DEC" w:rsidRPr="00452F98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452F98">
              <w:rPr>
                <w:sz w:val="28"/>
                <w:szCs w:val="28"/>
              </w:rPr>
              <w:t>1.2.28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софинансир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вание расходных обяз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тельств субъектов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возника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щих при установлении н</w:t>
            </w:r>
            <w:r w:rsidRPr="00452F98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дающимся в поддержке семьям ежемесячной дене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ной выплаты, предусмотре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ной пунктом 2 Указа През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 xml:space="preserve">дента Российской Федерации от </w:t>
            </w:r>
            <w:r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 xml:space="preserve">7 мая 2012 года № 606 </w:t>
            </w:r>
            <w:r>
              <w:rPr>
                <w:sz w:val="28"/>
                <w:szCs w:val="28"/>
              </w:rPr>
              <w:br/>
              <w:t>«</w:t>
            </w:r>
            <w:r w:rsidRPr="0098566B">
              <w:rPr>
                <w:sz w:val="28"/>
                <w:szCs w:val="28"/>
              </w:rPr>
              <w:t>О мерах по реализации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мографической политики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300541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образования и науки Ульяновской о</w:t>
            </w:r>
            <w:r w:rsidRPr="0098566B">
              <w:rPr>
                <w:b/>
                <w:bCs/>
                <w:sz w:val="28"/>
                <w:szCs w:val="28"/>
              </w:rPr>
              <w:t>б</w:t>
            </w:r>
            <w:r w:rsidRPr="0098566B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8614675,10505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8050431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8611249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8050431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платой родителям (законным представителям) детей,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сещающих муниципальные и частные образовательные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ганизации, реализующие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разовательную программу дошкольного образования, компенсации части внесё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ной в соответствующие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разовательные организации родительской платы за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смотр и уход за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дошкольного, н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чального общего, основного общего, среднего общего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разования в частных общ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циях, осуществляющих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зовательную деятельность по имеющим государственную аккредитацию основным общеобразовательным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граммам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5982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6361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7290</w:t>
            </w:r>
            <w:r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2.1.3.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го общего, среднего общего образования, а также обесп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чением дополнительного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разования в муниципальных общеобразовательных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4902751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4101050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F84866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4416276</w:t>
            </w:r>
            <w:r>
              <w:rPr>
                <w:sz w:val="28"/>
                <w:szCs w:val="28"/>
              </w:rPr>
              <w:t>,5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2.1.4.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ществлением обучающимся 10-х (11-х) и 11-х (12-х) классов муниципальных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щеобразовательных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 ежемесячных дене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ных выплат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8888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9703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10104</w:t>
            </w:r>
            <w:r>
              <w:rPr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2.1.5.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пр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мися с ограниченными во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можностями здоровья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муниципальных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9929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11553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12118</w:t>
            </w:r>
            <w:r>
              <w:rPr>
                <w:sz w:val="28"/>
                <w:szCs w:val="28"/>
              </w:rPr>
              <w:t>,1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2.1.6.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частных дошкол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10301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13474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15706</w:t>
            </w:r>
            <w:r>
              <w:rPr>
                <w:sz w:val="28"/>
                <w:szCs w:val="28"/>
              </w:rPr>
              <w:t>,2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2.1.7.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дошкольных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2520023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2183346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2407811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2.1.8.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77646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84345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91349</w:t>
            </w:r>
            <w:r>
              <w:rPr>
                <w:sz w:val="28"/>
                <w:szCs w:val="28"/>
              </w:rPr>
              <w:t>,3</w:t>
            </w:r>
          </w:p>
        </w:tc>
      </w:tr>
      <w:tr w:rsidR="00525DEC" w:rsidRPr="00452F98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2.1.9.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низацией и обеспечением о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доровления детей, обуча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щихся в общеобразовател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организациях, за искл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чением детей-сирот и детей, оставшихся без попечения родителей, находящихся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лагерях, организованных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тельными организациями, осуществляющими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зацию отдыха и оздоровл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обучающихся в каник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лярное время (с дневным пребыванием)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58188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62134</w:t>
            </w:r>
            <w:r w:rsidRPr="00452F98"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66246</w:t>
            </w:r>
            <w:r w:rsidRPr="00452F98"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2.1.10.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ганизациях, за исключением детей-сирот и детей, оста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шихся без попечения род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телей, находящихся в общ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загоро</w:t>
            </w:r>
            <w:r w:rsidRPr="0098566B">
              <w:rPr>
                <w:sz w:val="28"/>
                <w:szCs w:val="28"/>
              </w:rPr>
              <w:t>д</w:t>
            </w:r>
            <w:r w:rsidRPr="0098566B">
              <w:rPr>
                <w:sz w:val="28"/>
                <w:szCs w:val="28"/>
              </w:rPr>
              <w:t>ных лагерях отдыха и озд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129994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144465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159709</w:t>
            </w:r>
            <w:r>
              <w:rPr>
                <w:sz w:val="28"/>
                <w:szCs w:val="28"/>
              </w:rPr>
              <w:t>,9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общеобразовательной шк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лы-интерната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62267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37694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40385</w:t>
            </w:r>
            <w:r>
              <w:rPr>
                <w:sz w:val="28"/>
                <w:szCs w:val="28"/>
              </w:rPr>
              <w:t>,2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для детей с о</w:t>
            </w:r>
            <w:r w:rsidRPr="0098566B">
              <w:rPr>
                <w:sz w:val="28"/>
                <w:szCs w:val="28"/>
              </w:rPr>
              <w:t>г</w:t>
            </w:r>
            <w:r w:rsidRPr="0098566B">
              <w:rPr>
                <w:sz w:val="28"/>
                <w:szCs w:val="28"/>
              </w:rPr>
              <w:t>раниченными возможност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ми здоровья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356916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348201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377265</w:t>
            </w:r>
            <w:r>
              <w:rPr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2.1.13.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165294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95091,49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166166</w:t>
            </w:r>
            <w:r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2.1.14.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Возмещение затрат индив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дуальным предпринимат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лям, осуществляющим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зовательную деятельность по образовательным програ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мам дошкольного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Мероприятия в рамках н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2.2.1.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пилотного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екта по апробации учебно-методических комплексов для обучающихся в рамках государственной итоговой аттестации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0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96482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52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94813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i/>
                <w:iCs/>
                <w:sz w:val="28"/>
                <w:szCs w:val="28"/>
              </w:rPr>
            </w:pPr>
            <w:r w:rsidRPr="0098566B">
              <w:rPr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культуры, т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ризма и сохранение объе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96482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94813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культ</w:t>
            </w:r>
            <w:r w:rsidRPr="0098566B">
              <w:rPr>
                <w:color w:val="000000"/>
                <w:sz w:val="28"/>
                <w:szCs w:val="28"/>
              </w:rPr>
              <w:t>у</w:t>
            </w:r>
            <w:r w:rsidRPr="0098566B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126138,3852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96322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94654</w:t>
            </w:r>
            <w:r>
              <w:rPr>
                <w:sz w:val="28"/>
                <w:szCs w:val="28"/>
              </w:rPr>
              <w:t>,1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физической культуры и спорта Уль</w:t>
            </w:r>
            <w:r w:rsidRPr="0098566B">
              <w:rPr>
                <w:b/>
                <w:bCs/>
                <w:sz w:val="28"/>
                <w:szCs w:val="28"/>
              </w:rPr>
              <w:t>я</w:t>
            </w:r>
            <w:r w:rsidRPr="0098566B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10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173145</w:t>
            </w:r>
            <w:r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686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Развитие физической культуры и спорта Уль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я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новской области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  <w:r>
              <w:rPr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2106" w:type="dxa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173145</w:t>
            </w:r>
            <w:r>
              <w:rPr>
                <w:b/>
                <w:bCs/>
                <w:i/>
                <w:iCs/>
                <w:sz w:val="28"/>
                <w:szCs w:val="28"/>
              </w:rPr>
              <w:t>,6</w:t>
            </w:r>
          </w:p>
        </w:tc>
        <w:tc>
          <w:tcPr>
            <w:tcW w:w="1686" w:type="dxa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452" w:type="dxa"/>
            <w:noWrap/>
            <w:vAlign w:val="bottom"/>
          </w:tcPr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25DEC" w:rsidRPr="0098566B" w:rsidRDefault="00525DEC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4.1.1.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</w:tcPr>
          <w:p w:rsidR="00525DEC" w:rsidRPr="0098566B" w:rsidRDefault="00525DEC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4.1.2.</w:t>
            </w:r>
          </w:p>
        </w:tc>
        <w:tc>
          <w:tcPr>
            <w:tcW w:w="3758" w:type="dxa"/>
          </w:tcPr>
          <w:p w:rsidR="00525DEC" w:rsidRPr="0098566B" w:rsidRDefault="00525DEC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168145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</w:tcPr>
          <w:p w:rsidR="00525DEC" w:rsidRPr="0098566B" w:rsidRDefault="00525DEC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</w:tr>
      <w:tr w:rsidR="00525DEC" w:rsidRPr="0098566B" w:rsidTr="00452F98">
        <w:tc>
          <w:tcPr>
            <w:tcW w:w="884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98566B" w:rsidRDefault="00525DEC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noWrap/>
            <w:vAlign w:val="bottom"/>
          </w:tcPr>
          <w:p w:rsidR="00525DEC" w:rsidRPr="0098566B" w:rsidRDefault="00525DEC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0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98566B" w:rsidRDefault="00525DEC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12221456,69025</w:t>
            </w:r>
          </w:p>
        </w:tc>
        <w:tc>
          <w:tcPr>
            <w:tcW w:w="1686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98566B" w:rsidRDefault="00525DEC" w:rsidP="00F750F1">
            <w:pPr>
              <w:ind w:left="-57" w:right="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10362987,09</w:t>
            </w:r>
          </w:p>
        </w:tc>
        <w:tc>
          <w:tcPr>
            <w:tcW w:w="145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98566B" w:rsidRDefault="00525DEC" w:rsidP="00F750F1">
            <w:pPr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11118849</w:t>
            </w:r>
            <w:r>
              <w:rPr>
                <w:b/>
                <w:bCs/>
                <w:sz w:val="28"/>
                <w:szCs w:val="28"/>
              </w:rPr>
              <w:t>,6</w:t>
            </w:r>
            <w:r>
              <w:rPr>
                <w:bCs/>
                <w:sz w:val="28"/>
                <w:szCs w:val="28"/>
              </w:rPr>
              <w:t>»</w:t>
            </w:r>
            <w:r w:rsidRPr="00F750F1">
              <w:rPr>
                <w:bCs/>
                <w:sz w:val="28"/>
                <w:szCs w:val="28"/>
              </w:rPr>
              <w:t>;</w:t>
            </w:r>
          </w:p>
        </w:tc>
      </w:tr>
    </w:tbl>
    <w:p w:rsidR="00525DEC" w:rsidRPr="008D4239" w:rsidRDefault="00525DEC" w:rsidP="00E85007">
      <w:pPr>
        <w:pStyle w:val="BodyTextIndent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8D4239">
        <w:rPr>
          <w:sz w:val="28"/>
        </w:rPr>
        <w:t>13) в приложении 15:</w:t>
      </w:r>
    </w:p>
    <w:p w:rsidR="00525DEC" w:rsidRPr="0072133A" w:rsidRDefault="00525DEC" w:rsidP="00055B04">
      <w:pPr>
        <w:pStyle w:val="BodyTextIndent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055B04">
        <w:rPr>
          <w:sz w:val="28"/>
        </w:rPr>
        <w:t>а) таблицу 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525DEC" w:rsidRPr="001F1221" w:rsidTr="00786DB0">
        <w:trPr>
          <w:trHeight w:val="157"/>
        </w:trPr>
        <w:tc>
          <w:tcPr>
            <w:tcW w:w="9796" w:type="dxa"/>
            <w:gridSpan w:val="3"/>
            <w:vAlign w:val="center"/>
          </w:tcPr>
          <w:p w:rsidR="00525DEC" w:rsidRPr="001F1221" w:rsidRDefault="00525DEC" w:rsidP="00786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F1221">
              <w:rPr>
                <w:bCs/>
                <w:sz w:val="28"/>
                <w:szCs w:val="28"/>
              </w:rPr>
              <w:t>Таблица 5</w:t>
            </w:r>
          </w:p>
          <w:p w:rsidR="00525DEC" w:rsidRPr="001F1221" w:rsidRDefault="00525DEC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F1221" w:rsidTr="00786DB0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525DEC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в муниципальных образовательных организациях, на городском,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525DEC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</w:p>
          <w:p w:rsidR="00525DEC" w:rsidRPr="001F1221" w:rsidRDefault="00525DEC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обратно к месту обучения, на 2017 год</w:t>
            </w:r>
          </w:p>
        </w:tc>
      </w:tr>
      <w:tr w:rsidR="00525DEC" w:rsidRPr="001F1221" w:rsidTr="00786DB0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1F1221" w:rsidRDefault="00525DEC" w:rsidP="0072133A">
      <w:pPr>
        <w:rPr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239"/>
      </w:tblGrid>
      <w:tr w:rsidR="00525DEC" w:rsidRPr="001F1221" w:rsidTr="00786DB0">
        <w:trPr>
          <w:trHeight w:val="448"/>
        </w:trPr>
        <w:tc>
          <w:tcPr>
            <w:tcW w:w="735" w:type="dxa"/>
            <w:vAlign w:val="center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  </w:t>
            </w:r>
            <w:r w:rsidRPr="001F122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525DEC" w:rsidRPr="001F1221" w:rsidRDefault="00525DEC" w:rsidP="0072133A">
      <w:pPr>
        <w:rPr>
          <w:sz w:val="2"/>
          <w:szCs w:val="2"/>
        </w:rPr>
      </w:pPr>
    </w:p>
    <w:tbl>
      <w:tblPr>
        <w:tblW w:w="9798" w:type="dxa"/>
        <w:tblInd w:w="91" w:type="dxa"/>
        <w:tblLook w:val="00A0"/>
      </w:tblPr>
      <w:tblGrid>
        <w:gridCol w:w="724"/>
        <w:gridCol w:w="4822"/>
        <w:gridCol w:w="4252"/>
      </w:tblGrid>
      <w:tr w:rsidR="00525DEC" w:rsidRPr="001F1221" w:rsidTr="00786DB0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525DEC" w:rsidRPr="0072133A" w:rsidTr="00F84866"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1.</w:t>
            </w:r>
          </w:p>
        </w:tc>
        <w:tc>
          <w:tcPr>
            <w:tcW w:w="482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88,3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677,0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382,2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410,8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250,4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309,0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353,1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802,6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640,0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377,4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302,5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272,3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353,5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348,7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363,1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419,3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267,5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253,2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482,5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573,3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563,7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8490,4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1673,8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225,7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3110,1</w:t>
            </w:r>
          </w:p>
        </w:tc>
      </w:tr>
      <w:tr w:rsidR="00525DEC" w:rsidRPr="0072133A" w:rsidTr="00F84866">
        <w:tc>
          <w:tcPr>
            <w:tcW w:w="724" w:type="dxa"/>
            <w:tcBorders>
              <w:top w:val="nil"/>
              <w:right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5009,6</w:t>
            </w:r>
          </w:p>
        </w:tc>
      </w:tr>
      <w:tr w:rsidR="00525DEC" w:rsidRPr="001F1221" w:rsidTr="00F84866">
        <w:tc>
          <w:tcPr>
            <w:tcW w:w="724" w:type="dxa"/>
            <w:tcBorders>
              <w:top w:val="nil"/>
              <w:right w:val="nil"/>
            </w:tcBorders>
            <w:vAlign w:val="center"/>
          </w:tcPr>
          <w:p w:rsidR="00525DEC" w:rsidRPr="0072133A" w:rsidRDefault="00525DEC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2" w:type="dxa"/>
            <w:tcBorders>
              <w:top w:val="nil"/>
              <w:left w:val="nil"/>
            </w:tcBorders>
            <w:noWrap/>
            <w:vAlign w:val="bottom"/>
          </w:tcPr>
          <w:p w:rsidR="00525DEC" w:rsidRPr="0072133A" w:rsidRDefault="00525DEC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52" w:type="dxa"/>
            <w:tcBorders>
              <w:top w:val="nil"/>
            </w:tcBorders>
            <w:noWrap/>
            <w:vAlign w:val="center"/>
          </w:tcPr>
          <w:p w:rsidR="00525DEC" w:rsidRPr="00232BEF" w:rsidRDefault="00525DEC" w:rsidP="00786DB0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13500,0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525DEC" w:rsidRPr="00A36FFE" w:rsidRDefault="00525DEC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б) </w:t>
      </w:r>
      <w:r w:rsidRPr="00A36FFE">
        <w:rPr>
          <w:sz w:val="28"/>
        </w:rPr>
        <w:t>наименование таблицы 6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9938"/>
      </w:tblGrid>
      <w:tr w:rsidR="00525DEC" w:rsidRPr="00A36FFE" w:rsidTr="006342C6">
        <w:trPr>
          <w:trHeight w:val="937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36FFE" w:rsidRDefault="00525DEC" w:rsidP="00A36FF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36FF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A36FFE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A36FFE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A36FFE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36FFE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ситуации, в лагерях, организованных образовательными организациями,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осуществляющими организацию отдыха и оздоровления обучающихся</w:t>
            </w:r>
            <w:r>
              <w:rPr>
                <w:b/>
                <w:sz w:val="28"/>
                <w:szCs w:val="28"/>
              </w:rPr>
              <w:br/>
            </w:r>
            <w:r w:rsidRPr="00A36FFE">
              <w:rPr>
                <w:b/>
                <w:sz w:val="28"/>
                <w:szCs w:val="28"/>
              </w:rPr>
              <w:t>в каникулярное время (с дневным пребыванием), на 2017 год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525DEC" w:rsidRPr="009F3B8F" w:rsidRDefault="00525DEC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в) </w:t>
      </w:r>
      <w:r w:rsidRPr="009F3B8F">
        <w:rPr>
          <w:sz w:val="28"/>
        </w:rPr>
        <w:t xml:space="preserve">таблицу 7 изложить в следующей редакции: </w:t>
      </w: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525DEC" w:rsidRPr="001F1221" w:rsidTr="00786DB0">
        <w:trPr>
          <w:trHeight w:val="309"/>
        </w:trPr>
        <w:tc>
          <w:tcPr>
            <w:tcW w:w="9795" w:type="dxa"/>
            <w:gridSpan w:val="3"/>
            <w:vAlign w:val="center"/>
          </w:tcPr>
          <w:p w:rsidR="00525DEC" w:rsidRPr="001F1221" w:rsidRDefault="00525DEC" w:rsidP="00786DB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F1221">
              <w:rPr>
                <w:bCs/>
                <w:sz w:val="28"/>
                <w:szCs w:val="28"/>
              </w:rPr>
              <w:t>Таблица 7</w:t>
            </w:r>
          </w:p>
          <w:p w:rsidR="00525DEC" w:rsidRPr="001F1221" w:rsidRDefault="00525DEC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F1221" w:rsidTr="00786DB0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786DB0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525DEC" w:rsidRPr="001F1221" w:rsidRDefault="00525DEC" w:rsidP="009F3B8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выплаты на содержание ребёнка в семье опекуна (попечителя) и приёмной семье, а также по осуществлению выплаты</w:t>
            </w:r>
            <w:r>
              <w:rPr>
                <w:b/>
                <w:sz w:val="28"/>
                <w:szCs w:val="28"/>
              </w:rPr>
              <w:t xml:space="preserve"> вознаграждения,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причитающегося</w:t>
            </w:r>
            <w:r>
              <w:rPr>
                <w:b/>
                <w:sz w:val="28"/>
                <w:szCs w:val="28"/>
              </w:rPr>
              <w:t xml:space="preserve"> приёмному родителю</w:t>
            </w:r>
            <w:r w:rsidRPr="001F1221">
              <w:rPr>
                <w:b/>
                <w:sz w:val="28"/>
                <w:szCs w:val="28"/>
              </w:rPr>
              <w:t>, на 2017 год</w:t>
            </w:r>
          </w:p>
        </w:tc>
      </w:tr>
      <w:tr w:rsidR="00525DEC" w:rsidRPr="001F1221" w:rsidTr="00786DB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1F1221" w:rsidRDefault="00525DEC" w:rsidP="009F3B8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525DEC" w:rsidRPr="001F1221" w:rsidTr="00786DB0">
        <w:trPr>
          <w:trHeight w:val="489"/>
        </w:trPr>
        <w:tc>
          <w:tcPr>
            <w:tcW w:w="594" w:type="dxa"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525DEC" w:rsidRPr="001F1221" w:rsidRDefault="00525DEC" w:rsidP="00786DB0">
            <w:pPr>
              <w:pStyle w:val="xl24"/>
              <w:spacing w:before="0" w:beforeAutospacing="0" w:after="0" w:afterAutospacing="0"/>
            </w:pPr>
            <w:r w:rsidRPr="001F1221">
              <w:t xml:space="preserve">Наименование </w:t>
            </w:r>
          </w:p>
          <w:p w:rsidR="00525DEC" w:rsidRPr="001F1221" w:rsidRDefault="00525DEC" w:rsidP="00786DB0">
            <w:pPr>
              <w:pStyle w:val="xl24"/>
              <w:spacing w:before="0" w:beforeAutospacing="0" w:after="0" w:afterAutospacing="0"/>
            </w:pPr>
            <w:r w:rsidRPr="001F1221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525DEC" w:rsidRPr="001F1221" w:rsidRDefault="00525DEC" w:rsidP="009F3B8F">
      <w:pPr>
        <w:rPr>
          <w:sz w:val="2"/>
          <w:szCs w:val="2"/>
        </w:rPr>
      </w:pPr>
    </w:p>
    <w:tbl>
      <w:tblPr>
        <w:tblW w:w="9798" w:type="dxa"/>
        <w:tblInd w:w="91" w:type="dxa"/>
        <w:tblLook w:val="00A0"/>
      </w:tblPr>
      <w:tblGrid>
        <w:gridCol w:w="600"/>
        <w:gridCol w:w="4660"/>
        <w:gridCol w:w="4538"/>
      </w:tblGrid>
      <w:tr w:rsidR="00525DEC" w:rsidRPr="001F1221" w:rsidTr="00786DB0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1F1221" w:rsidRDefault="00525DEC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525DEC" w:rsidRPr="001F1221" w:rsidTr="00F84866">
        <w:tc>
          <w:tcPr>
            <w:tcW w:w="600" w:type="dxa"/>
            <w:tcBorders>
              <w:top w:val="single" w:sz="4" w:space="0" w:color="auto"/>
            </w:tcBorders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</w:tcBorders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3878,9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31659,5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14261,1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4.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62200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12498,7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5.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9990,2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6.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11695,2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7.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14943,0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24944,0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9.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34050,6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10.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14853,7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11.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16362,5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12.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12044,0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13.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17548,4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14.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15776,2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15.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14517,5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16.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21003,1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17.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11941,2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18.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8715,5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19.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23182,0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20.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28200,8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21.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17206,1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9F3B8F">
              <w:rPr>
                <w:b/>
                <w:sz w:val="28"/>
                <w:szCs w:val="28"/>
              </w:rPr>
              <w:t>359272,2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22.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46981,5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23.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8119,6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24.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125626,7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bottom"/>
          </w:tcPr>
          <w:p w:rsidR="00525DEC" w:rsidRPr="009F3B8F" w:rsidRDefault="00525DEC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F3B8F">
              <w:rPr>
                <w:b/>
                <w:sz w:val="28"/>
                <w:szCs w:val="28"/>
              </w:rPr>
              <w:t>180727,8</w:t>
            </w:r>
          </w:p>
        </w:tc>
      </w:tr>
      <w:tr w:rsidR="00525DEC" w:rsidRPr="001F1221" w:rsidTr="00F84866">
        <w:tc>
          <w:tcPr>
            <w:tcW w:w="600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vAlign w:val="center"/>
          </w:tcPr>
          <w:p w:rsidR="00525DEC" w:rsidRPr="001F1221" w:rsidRDefault="00525DEC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4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bottom"/>
          </w:tcPr>
          <w:p w:rsidR="00525DEC" w:rsidRPr="00232BEF" w:rsidRDefault="00525DEC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b/>
                <w:bCs/>
                <w:sz w:val="28"/>
                <w:szCs w:val="24"/>
              </w:rPr>
              <w:t>540000,0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525DEC" w:rsidRPr="00374D7C" w:rsidRDefault="00525DE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Pr="00374D7C">
        <w:rPr>
          <w:szCs w:val="28"/>
        </w:rPr>
        <w:t>) таблицу 19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525DEC" w:rsidRPr="00AA5144" w:rsidTr="00AA5144">
        <w:trPr>
          <w:trHeight w:val="80"/>
        </w:trPr>
        <w:tc>
          <w:tcPr>
            <w:tcW w:w="9938" w:type="dxa"/>
            <w:gridSpan w:val="3"/>
            <w:vAlign w:val="center"/>
          </w:tcPr>
          <w:p w:rsidR="00525DEC" w:rsidRPr="00AA5144" w:rsidRDefault="00525DEC" w:rsidP="00AA514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A5144">
              <w:rPr>
                <w:bCs/>
                <w:sz w:val="28"/>
                <w:szCs w:val="28"/>
              </w:rPr>
              <w:t>Таблица 19</w:t>
            </w:r>
          </w:p>
          <w:p w:rsidR="00525DEC" w:rsidRPr="00AA5144" w:rsidRDefault="00525DEC" w:rsidP="00AA514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AA5144" w:rsidTr="00AA514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AA5144" w:rsidRDefault="00525DEC" w:rsidP="00AA5144">
            <w:pPr>
              <w:jc w:val="center"/>
              <w:rPr>
                <w:b/>
                <w:bCs/>
                <w:sz w:val="28"/>
                <w:szCs w:val="28"/>
              </w:rPr>
            </w:pPr>
            <w:r w:rsidRPr="00AA5144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  <w:r w:rsidRPr="00AA5144">
              <w:rPr>
                <w:b/>
                <w:sz w:val="28"/>
                <w:szCs w:val="28"/>
              </w:rPr>
              <w:br/>
              <w:t>Ульяновской области на осуществление полномочий по первичному</w:t>
            </w:r>
            <w:r w:rsidRPr="00AA5144">
              <w:rPr>
                <w:b/>
                <w:sz w:val="28"/>
                <w:szCs w:val="28"/>
              </w:rPr>
              <w:br/>
              <w:t>воинскому учёту на территориях, где отсутствуют военные комиссариаты, на 2017 год</w:t>
            </w:r>
          </w:p>
        </w:tc>
      </w:tr>
      <w:tr w:rsidR="00525DEC" w:rsidRPr="00AA5144" w:rsidTr="00AA514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A5144" w:rsidRDefault="00525DEC" w:rsidP="00AA514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A5144" w:rsidRDefault="00525DEC" w:rsidP="00AA514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AA5144" w:rsidRDefault="00525DEC" w:rsidP="00AA5144">
            <w:pPr>
              <w:jc w:val="right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AA5144" w:rsidRDefault="00525DEC" w:rsidP="00AA5144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3119"/>
      </w:tblGrid>
      <w:tr w:rsidR="00525DEC" w:rsidRPr="00AA5144" w:rsidTr="00AA5144">
        <w:trPr>
          <w:trHeight w:val="531"/>
        </w:trPr>
        <w:tc>
          <w:tcPr>
            <w:tcW w:w="866" w:type="dxa"/>
            <w:vAlign w:val="center"/>
          </w:tcPr>
          <w:p w:rsidR="00525DEC" w:rsidRPr="00AA5144" w:rsidRDefault="00525DEC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№</w:t>
            </w:r>
            <w:r w:rsidRPr="00AA514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953" w:type="dxa"/>
            <w:vAlign w:val="center"/>
          </w:tcPr>
          <w:p w:rsidR="00525DEC" w:rsidRDefault="00525DEC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Наименование</w:t>
            </w:r>
          </w:p>
          <w:p w:rsidR="00525DEC" w:rsidRPr="00AA5144" w:rsidRDefault="00525DEC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vAlign w:val="center"/>
          </w:tcPr>
          <w:p w:rsidR="00525DEC" w:rsidRPr="00AA5144" w:rsidRDefault="00525DEC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Сумма</w:t>
            </w:r>
          </w:p>
        </w:tc>
      </w:tr>
    </w:tbl>
    <w:p w:rsidR="00525DEC" w:rsidRPr="00AA5144" w:rsidRDefault="00525DEC" w:rsidP="00AA5144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866"/>
        <w:gridCol w:w="5953"/>
        <w:gridCol w:w="3119"/>
      </w:tblGrid>
      <w:tr w:rsidR="00525DEC" w:rsidRPr="00AA5144" w:rsidTr="00AA5144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525DEC" w:rsidRPr="00AA5144" w:rsidTr="00F84866">
        <w:tc>
          <w:tcPr>
            <w:tcW w:w="866" w:type="dxa"/>
            <w:tcBorders>
              <w:top w:val="single" w:sz="4" w:space="0" w:color="auto"/>
            </w:tcBorders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429,816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Базарносызганское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139,444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Должниковское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Лапшаурское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Папузинское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Сосновоборское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A3401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A3401">
              <w:rPr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DE7293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E7293">
              <w:rPr>
                <w:bCs/>
                <w:sz w:val="28"/>
                <w:szCs w:val="28"/>
                <w:lang w:eastAsia="en-US"/>
              </w:rPr>
              <w:t>1087,662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Жадовское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E7293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E7293">
              <w:rPr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Измайловское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E7293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E7293">
              <w:rPr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Ленинское городское поселение</w:t>
            </w:r>
          </w:p>
        </w:tc>
        <w:tc>
          <w:tcPr>
            <w:tcW w:w="3119" w:type="dxa"/>
            <w:noWrap/>
          </w:tcPr>
          <w:p w:rsidR="00525DEC" w:rsidRPr="00DE7293" w:rsidRDefault="00525DEC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Старотимошкинское городское поселение</w:t>
            </w:r>
          </w:p>
        </w:tc>
        <w:tc>
          <w:tcPr>
            <w:tcW w:w="3119" w:type="dxa"/>
            <w:noWrap/>
          </w:tcPr>
          <w:p w:rsidR="00525DEC" w:rsidRPr="00DE7293" w:rsidRDefault="00525DEC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144,365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Живайкинское сельское поселение</w:t>
            </w:r>
          </w:p>
        </w:tc>
        <w:tc>
          <w:tcPr>
            <w:tcW w:w="3119" w:type="dxa"/>
            <w:noWrap/>
          </w:tcPr>
          <w:p w:rsidR="00525DEC" w:rsidRPr="00DE7293" w:rsidRDefault="00525DEC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Земляничненское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DE7293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E7293">
              <w:rPr>
                <w:bCs/>
                <w:sz w:val="28"/>
                <w:szCs w:val="28"/>
                <w:lang w:eastAsia="en-US"/>
              </w:rPr>
              <w:t>81,206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Малохомутерское сельское поселение</w:t>
            </w:r>
          </w:p>
        </w:tc>
        <w:tc>
          <w:tcPr>
            <w:tcW w:w="3119" w:type="dxa"/>
            <w:noWrap/>
          </w:tcPr>
          <w:p w:rsidR="00525DEC" w:rsidRPr="00DE7293" w:rsidRDefault="00525DEC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Поливановское сельское поселение</w:t>
            </w:r>
          </w:p>
        </w:tc>
        <w:tc>
          <w:tcPr>
            <w:tcW w:w="3119" w:type="dxa"/>
            <w:noWrap/>
          </w:tcPr>
          <w:p w:rsidR="00525DEC" w:rsidRPr="00DE7293" w:rsidRDefault="00525DEC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139,444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899,122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Вешкаймское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347,789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Чуфаровское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Бекетовское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86,974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Ермоловское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Каргинское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61,448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Стемасское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Инзенский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689,837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Глотовское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Валгусское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Коржевское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Оськинское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Сюксюмское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Труслейское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4.7.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Черемушкинское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Карсунский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895,233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Карсунское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357,633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Языковское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144,366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Большепоселковское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61,027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Вальдиватское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Горенское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53,153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Новопогореловское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Сосновское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5.8.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Урено-Карлинское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915,735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Кузоватовское городское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Безводовское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Еделевское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Коромысловское сельское поселение</w:t>
            </w:r>
          </w:p>
        </w:tc>
        <w:tc>
          <w:tcPr>
            <w:tcW w:w="3119" w:type="dxa"/>
            <w:noWrap/>
          </w:tcPr>
          <w:p w:rsidR="00525DEC" w:rsidRPr="00E71174" w:rsidRDefault="00525DEC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Лесоматюнинское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6.6.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Спешневское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E7117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71174">
              <w:rPr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633,23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Игнатовское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Выровское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81,206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Гимовское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Старомаклаушинское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78,735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7.6.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Тагайское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1215,074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Мулловское городское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Новомайнское городское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145,917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Лебяжинское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Николочеремшанское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139,444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Новоселкинское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182,458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Рязановское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159,13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Старосахчинское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61,52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8.8.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Тиинское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168,973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1027,437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Николаевское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265,764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Барановское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Головинское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Дубровское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Канадейское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Никулинское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127,96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9.7.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Поспеловское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84,487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9.8.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Славкинское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64,452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9.9.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Сухотерешанское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529,356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Высококолковское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71,652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Новомалыклинское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98,431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Новочеремшанское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Среднесантимирское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10.5.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Среднеякушкинское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423,185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Коптевское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Красносельское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127,96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Садовское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73,755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Троицкосунгурское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11.5.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Фабричновыселковское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396,136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Баклушинское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78,411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Пичеурское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Холстовское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91,167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Шаховское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12.5.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Шмалакское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88,754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509,381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Радищевское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Дмитриевское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Калиновское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13.5.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Ореховское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797,292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Красногуляевское городское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14.2.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Сенгилеевское городское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14.3.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Силикатненское городское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14.4.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Елаурское сельское поселение</w:t>
            </w:r>
          </w:p>
        </w:tc>
        <w:tc>
          <w:tcPr>
            <w:tcW w:w="3119" w:type="dxa"/>
            <w:noWrap/>
          </w:tcPr>
          <w:p w:rsidR="00525DEC" w:rsidRPr="00C2634F" w:rsidRDefault="00525DEC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Новослободское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14.6.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Тушнинское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953" w:type="dxa"/>
            <w:noWrap/>
            <w:vAlign w:val="center"/>
          </w:tcPr>
          <w:p w:rsidR="00525DEC" w:rsidRPr="00AA5144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AA5144">
              <w:rPr>
                <w:bCs/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C2634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634F">
              <w:rPr>
                <w:bCs/>
                <w:sz w:val="28"/>
                <w:szCs w:val="28"/>
                <w:lang w:eastAsia="en-US"/>
              </w:rPr>
              <w:t>452,784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Старокулаткинское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162,411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15.2.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Зеленовское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15.3.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Мостякское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15.4.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Староатлашское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15.5.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Терешанское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836,603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16.1.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Старомайнское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16.2.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Жедяевское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98,369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16.3.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Кандалинское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16.4.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Краснореченское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16.5.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Матвеевское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16.6.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Прибрежненское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16.7.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Урайкинское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349,938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17.1.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Астрадамовское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82,205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17.2.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Лавинское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17.3.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Никитинское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55,121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17.4.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Сарское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53,153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17.5.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Хмелевское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17.6.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Чеботаевское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368,908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18.1.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Белогорское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18.2.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Красноборское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18.3.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Михайловское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54,913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18.4.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Подкуровское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18.5.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Ясашноташлинское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1092,698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E102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</w:t>
            </w:r>
            <w:r>
              <w:rPr>
                <w:bCs/>
                <w:sz w:val="28"/>
                <w:szCs w:val="28"/>
                <w:lang w:eastAsia="en-US"/>
              </w:rPr>
              <w:t>1</w:t>
            </w:r>
            <w:r w:rsidRPr="00E1027E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Большеключищенское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132,882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E102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</w:t>
            </w:r>
            <w:r>
              <w:rPr>
                <w:bCs/>
                <w:sz w:val="28"/>
                <w:szCs w:val="28"/>
                <w:lang w:eastAsia="en-US"/>
              </w:rPr>
              <w:t>2</w:t>
            </w:r>
            <w:r w:rsidRPr="00E1027E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Зеленорощинское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172,256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E1027E">
            <w:pPr>
              <w:autoSpaceDE w:val="0"/>
              <w:autoSpaceDN w:val="0"/>
              <w:adjustRightInd w:val="0"/>
              <w:ind w:left="-62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19.3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DA34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Ишеевское городское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DA340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371,07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E102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19.4.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Тетюшское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146,006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19.5.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Тимирязевское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126,32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19.</w:t>
            </w:r>
            <w:r>
              <w:rPr>
                <w:bCs/>
                <w:sz w:val="28"/>
                <w:szCs w:val="28"/>
                <w:lang w:eastAsia="en-US"/>
              </w:rPr>
              <w:t>6</w:t>
            </w:r>
            <w:r w:rsidRPr="00E1027E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525DEC" w:rsidRPr="00E1027E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E1027E">
              <w:rPr>
                <w:bCs/>
                <w:sz w:val="28"/>
                <w:szCs w:val="28"/>
                <w:lang w:eastAsia="en-US"/>
              </w:rPr>
              <w:t>Ундоровское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144,164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770,326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20.1.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Цильнинское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20.2.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Алгашинское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20.3.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20.4.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Елховоозерское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63,98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20.5.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Мокробугурнинское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20.6.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Новоникулинское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20.7.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Тимерсянское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201,886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986,781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21.1.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21.2.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Белоярское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21.3.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Богдашкинское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21.4.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Бряндинское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21.5.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Калмаюрское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152,576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21.6.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Красноярское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21.7.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Крестовогородищенское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21.8.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Мирновское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135,343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21.9.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Озерское сельское поселение</w:t>
            </w:r>
          </w:p>
        </w:tc>
        <w:tc>
          <w:tcPr>
            <w:tcW w:w="3119" w:type="dxa"/>
            <w:noWrap/>
          </w:tcPr>
          <w:p w:rsidR="00525DEC" w:rsidRPr="00374D7C" w:rsidRDefault="00525DE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142,725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b/>
                <w:bCs/>
                <w:sz w:val="28"/>
                <w:szCs w:val="28"/>
                <w:lang w:eastAsia="en-US"/>
              </w:rPr>
              <w:t>Итого по поселениям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74D7C">
              <w:rPr>
                <w:b/>
                <w:bCs/>
                <w:sz w:val="28"/>
                <w:szCs w:val="28"/>
                <w:lang w:eastAsia="en-US"/>
              </w:rPr>
              <w:t>15306,534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1E4C">
              <w:rPr>
                <w:bCs/>
                <w:sz w:val="28"/>
                <w:szCs w:val="28"/>
                <w:lang w:eastAsia="en-US"/>
              </w:rPr>
              <w:t>г. Новоульяновск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525DEC" w:rsidRPr="00AA5144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3119" w:type="dxa"/>
            <w:noWrap/>
            <w:vAlign w:val="center"/>
          </w:tcPr>
          <w:p w:rsidR="00525DEC" w:rsidRPr="00374D7C" w:rsidRDefault="00525DEC" w:rsidP="00AA514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525DEC" w:rsidRPr="005B3809" w:rsidTr="00F84866">
        <w:tc>
          <w:tcPr>
            <w:tcW w:w="866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525DEC" w:rsidRPr="002A1E4C" w:rsidRDefault="00525DEC" w:rsidP="00AA514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b/>
                <w:bCs/>
                <w:sz w:val="28"/>
                <w:szCs w:val="28"/>
                <w:lang w:eastAsia="en-US"/>
              </w:rPr>
              <w:t>Итого по поселениям и городам</w:t>
            </w:r>
          </w:p>
        </w:tc>
        <w:tc>
          <w:tcPr>
            <w:tcW w:w="3119" w:type="dxa"/>
            <w:noWrap/>
            <w:vAlign w:val="center"/>
          </w:tcPr>
          <w:p w:rsidR="00525DEC" w:rsidRPr="00232BEF" w:rsidRDefault="00525DEC" w:rsidP="00AA51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4D7C">
              <w:rPr>
                <w:b/>
                <w:bCs/>
                <w:sz w:val="28"/>
                <w:szCs w:val="28"/>
                <w:lang w:eastAsia="en-US"/>
              </w:rPr>
              <w:t>15951,1</w:t>
            </w:r>
            <w:r>
              <w:rPr>
                <w:bCs/>
                <w:sz w:val="28"/>
                <w:szCs w:val="28"/>
                <w:lang w:eastAsia="en-US"/>
              </w:rPr>
              <w:t>»;</w:t>
            </w:r>
          </w:p>
        </w:tc>
      </w:tr>
    </w:tbl>
    <w:p w:rsidR="00525DEC" w:rsidRPr="00051598" w:rsidRDefault="00525DE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д) </w:t>
      </w:r>
      <w:r w:rsidRPr="00051598">
        <w:rPr>
          <w:szCs w:val="28"/>
        </w:rPr>
        <w:t>таблицу 26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525DEC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0515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F1221">
              <w:rPr>
                <w:bCs/>
                <w:sz w:val="28"/>
                <w:szCs w:val="28"/>
              </w:rPr>
              <w:t>Таблица 26</w:t>
            </w:r>
          </w:p>
        </w:tc>
      </w:tr>
      <w:tr w:rsidR="00525DEC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05159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F1221" w:rsidTr="00051598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525DEC" w:rsidRPr="001F1221" w:rsidRDefault="00525DEC" w:rsidP="00051598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1F1221">
              <w:rPr>
                <w:b/>
                <w:sz w:val="28"/>
                <w:szCs w:val="28"/>
              </w:rPr>
              <w:t>на осуществление переданных органам местного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самоуправления государственных полномочий Ульяновской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по</w:t>
            </w:r>
            <w:r w:rsidRPr="001F1221">
              <w:rPr>
                <w:b/>
                <w:bCs/>
                <w:sz w:val="28"/>
                <w:szCs w:val="28"/>
              </w:rPr>
              <w:t xml:space="preserve"> </w:t>
            </w:r>
            <w:r w:rsidRPr="001F1221">
              <w:rPr>
                <w:b/>
                <w:sz w:val="28"/>
                <w:szCs w:val="28"/>
              </w:rPr>
              <w:t>предоставлению мер социальной поддержки молодым специалистам,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поступившим на работу в муниципальные учреждения муниципальных 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образований Ульяновской области, осуществляющие в качестве основного (уставного) вида деятельности деятельность в сфере </w:t>
            </w:r>
          </w:p>
          <w:p w:rsidR="00525DEC" w:rsidRPr="001F1221" w:rsidRDefault="00525DEC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физической культуры и спорта,</w:t>
            </w:r>
            <w:r w:rsidRPr="001F1221"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525DEC" w:rsidRPr="001F1221" w:rsidTr="00051598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  <w:tr w:rsidR="00525DEC" w:rsidRPr="001F1221" w:rsidTr="000515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  <w:tr w:rsidR="00525DEC" w:rsidRPr="001F1221" w:rsidTr="00F84866">
        <w:tblPrEx>
          <w:tblLook w:val="00A0"/>
        </w:tblPrEx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1F1221" w:rsidRDefault="00525DEC" w:rsidP="00051598">
            <w:pPr>
              <w:jc w:val="center"/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12,0</w:t>
            </w:r>
          </w:p>
        </w:tc>
      </w:tr>
      <w:tr w:rsidR="00525DEC" w:rsidRPr="001F1221" w:rsidTr="00F84866">
        <w:tblPrEx>
          <w:tblLook w:val="00A0"/>
        </w:tblPrEx>
        <w:tc>
          <w:tcPr>
            <w:tcW w:w="658" w:type="dxa"/>
            <w:noWrap/>
            <w:vAlign w:val="bottom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525DEC" w:rsidRPr="001F1221" w:rsidRDefault="00525DEC" w:rsidP="00051598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525DEC" w:rsidRPr="001F1221" w:rsidRDefault="00525DEC" w:rsidP="00051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  <w:r w:rsidRPr="001F1221">
              <w:rPr>
                <w:sz w:val="28"/>
                <w:szCs w:val="28"/>
              </w:rPr>
              <w:t>,0</w:t>
            </w:r>
          </w:p>
        </w:tc>
      </w:tr>
      <w:tr w:rsidR="00525DEC" w:rsidRPr="001F1221" w:rsidTr="00F84866">
        <w:tblPrEx>
          <w:tblLook w:val="00A0"/>
        </w:tblPrEx>
        <w:tc>
          <w:tcPr>
            <w:tcW w:w="658" w:type="dxa"/>
            <w:noWrap/>
            <w:vAlign w:val="bottom"/>
          </w:tcPr>
          <w:p w:rsidR="00525DEC" w:rsidRPr="001F1221" w:rsidRDefault="00525DEC" w:rsidP="00051598">
            <w:pPr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525DEC" w:rsidRPr="001F1221" w:rsidRDefault="00525DEC" w:rsidP="00051598">
            <w:pPr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525DEC" w:rsidRPr="00C802F2" w:rsidRDefault="00525DEC" w:rsidP="002878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236</w:t>
            </w:r>
            <w:r w:rsidRPr="001F1221">
              <w:rPr>
                <w:b/>
                <w:bCs/>
                <w:sz w:val="28"/>
                <w:szCs w:val="28"/>
              </w:rPr>
              <w:t>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525DEC" w:rsidRPr="00920DEA" w:rsidRDefault="00525DEC" w:rsidP="00D551A5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е) </w:t>
      </w:r>
      <w:r w:rsidRPr="00920DEA">
        <w:rPr>
          <w:szCs w:val="28"/>
        </w:rPr>
        <w:t>таблицу 36 изложить в следующей редакции:</w:t>
      </w:r>
    </w:p>
    <w:tbl>
      <w:tblPr>
        <w:tblW w:w="9923" w:type="dxa"/>
        <w:tblInd w:w="-34" w:type="dxa"/>
        <w:tblLook w:val="0000"/>
      </w:tblPr>
      <w:tblGrid>
        <w:gridCol w:w="9923"/>
      </w:tblGrid>
      <w:tr w:rsidR="00525DEC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36125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F1221">
              <w:rPr>
                <w:bCs/>
                <w:sz w:val="28"/>
                <w:szCs w:val="28"/>
              </w:rPr>
              <w:t>Таблица 36</w:t>
            </w:r>
          </w:p>
          <w:p w:rsidR="00525DEC" w:rsidRPr="001F1221" w:rsidRDefault="00525DEC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F1221" w:rsidRDefault="00525DEC" w:rsidP="00920DE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525DEC" w:rsidRPr="001F1221" w:rsidRDefault="00525DEC" w:rsidP="00920DEA">
            <w:pPr>
              <w:jc w:val="center"/>
              <w:rPr>
                <w:b/>
                <w:sz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Ульяновской области</w:t>
            </w:r>
            <w:r w:rsidRPr="001F1221">
              <w:rPr>
                <w:b/>
                <w:sz w:val="28"/>
              </w:rPr>
              <w:t xml:space="preserve"> на развитие сети автомобильных дорог, </w:t>
            </w:r>
            <w:r w:rsidRPr="001F1221">
              <w:rPr>
                <w:b/>
                <w:sz w:val="28"/>
              </w:rPr>
              <w:br/>
              <w:t xml:space="preserve">ведущих к общественно значимым объектам сельских населённых пунктов, объектам производства и переработки сельскохозяйственной продукции </w:t>
            </w:r>
            <w:r w:rsidRPr="001F1221">
              <w:rPr>
                <w:b/>
                <w:sz w:val="28"/>
              </w:rPr>
              <w:br/>
              <w:t xml:space="preserve">в рамках подпрограммы </w:t>
            </w:r>
            <w:r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Устойчивое развитие сельских территорий</w:t>
            </w:r>
            <w:r>
              <w:rPr>
                <w:b/>
                <w:sz w:val="28"/>
              </w:rPr>
              <w:t>»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 xml:space="preserve">государственной программы Ульяновской области </w:t>
            </w:r>
            <w:r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Развитие сельского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хозяйства и регулирование рынков сельскохозяйственной продукции,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сырья и продовольствия в Ульяновской области</w:t>
            </w:r>
            <w:r>
              <w:rPr>
                <w:b/>
                <w:sz w:val="28"/>
              </w:rPr>
              <w:t>»</w:t>
            </w:r>
            <w:r w:rsidRPr="001F1221">
              <w:rPr>
                <w:b/>
                <w:sz w:val="28"/>
              </w:rPr>
              <w:t xml:space="preserve"> на 2014-2020 годы, </w:t>
            </w:r>
            <w:r w:rsidRPr="001F1221">
              <w:rPr>
                <w:b/>
                <w:sz w:val="28"/>
              </w:rPr>
              <w:br/>
              <w:t>на 2017 год</w:t>
            </w:r>
          </w:p>
          <w:p w:rsidR="00525DEC" w:rsidRPr="001F1221" w:rsidRDefault="00525DEC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920DEA" w:rsidRDefault="00525DEC" w:rsidP="00920DE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920DEA">
              <w:rPr>
                <w:bCs/>
                <w:sz w:val="28"/>
                <w:szCs w:val="28"/>
              </w:rPr>
              <w:t>ыс. руб.</w:t>
            </w:r>
          </w:p>
        </w:tc>
      </w:tr>
    </w:tbl>
    <w:p w:rsidR="00525DEC" w:rsidRPr="00920DEA" w:rsidRDefault="00525DEC" w:rsidP="00920DEA">
      <w:pPr>
        <w:jc w:val="right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402"/>
        <w:gridCol w:w="1979"/>
        <w:gridCol w:w="1889"/>
        <w:gridCol w:w="1889"/>
      </w:tblGrid>
      <w:tr w:rsidR="00525DEC" w:rsidRPr="001F1221" w:rsidTr="00920DEA">
        <w:tc>
          <w:tcPr>
            <w:tcW w:w="675" w:type="dxa"/>
            <w:vAlign w:val="center"/>
          </w:tcPr>
          <w:p w:rsidR="00525DEC" w:rsidRPr="001F1221" w:rsidRDefault="00525DEC" w:rsidP="0036125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</w:t>
            </w:r>
            <w:r w:rsidRPr="001F122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402" w:type="dxa"/>
            <w:vAlign w:val="center"/>
          </w:tcPr>
          <w:p w:rsidR="00525DEC" w:rsidRPr="001F1221" w:rsidRDefault="00525DEC" w:rsidP="0036125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525DEC" w:rsidRPr="001F1221" w:rsidRDefault="00525DEC" w:rsidP="00920D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F1221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1F122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79" w:type="dxa"/>
            <w:vAlign w:val="center"/>
          </w:tcPr>
          <w:p w:rsidR="00525DEC" w:rsidRPr="001F1221" w:rsidRDefault="00525DEC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889" w:type="dxa"/>
            <w:vAlign w:val="center"/>
          </w:tcPr>
          <w:p w:rsidR="00525DEC" w:rsidRPr="001F1221" w:rsidRDefault="00525DEC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889" w:type="dxa"/>
            <w:vAlign w:val="center"/>
          </w:tcPr>
          <w:p w:rsidR="00525DEC" w:rsidRPr="001F1221" w:rsidRDefault="00525DEC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525DEC" w:rsidRPr="001F1221" w:rsidTr="00920DEA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30757,334</w:t>
            </w:r>
          </w:p>
        </w:tc>
        <w:tc>
          <w:tcPr>
            <w:tcW w:w="1889" w:type="dxa"/>
            <w:tcBorders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27872,03</w:t>
            </w:r>
          </w:p>
        </w:tc>
        <w:tc>
          <w:tcPr>
            <w:tcW w:w="1889" w:type="dxa"/>
            <w:tcBorders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58629,364</w:t>
            </w:r>
          </w:p>
        </w:tc>
      </w:tr>
      <w:tr w:rsidR="00525DEC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Новоспасский </w:t>
            </w:r>
            <w:r w:rsidRPr="001F1221">
              <w:rPr>
                <w:sz w:val="28"/>
                <w:szCs w:val="28"/>
              </w:rPr>
              <w:t>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7755,8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18721,0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26476,8</w:t>
            </w:r>
          </w:p>
        </w:tc>
      </w:tr>
      <w:tr w:rsidR="00525DEC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920DE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17549,65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18376,27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35925,92</w:t>
            </w:r>
          </w:p>
        </w:tc>
      </w:tr>
      <w:tr w:rsidR="00525DEC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56062,784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1F1221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64969,3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232BEF" w:rsidRDefault="00525DEC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121032,084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525DEC" w:rsidRPr="00055B04" w:rsidRDefault="00525DEC" w:rsidP="00D551A5">
      <w:pPr>
        <w:pStyle w:val="BodyText"/>
        <w:spacing w:line="360" w:lineRule="auto"/>
        <w:ind w:firstLine="720"/>
        <w:rPr>
          <w:szCs w:val="28"/>
        </w:rPr>
      </w:pPr>
      <w:r w:rsidRPr="00055B04">
        <w:rPr>
          <w:szCs w:val="28"/>
        </w:rPr>
        <w:t>ж) таблицу 38 изложить в следующей редакции:</w:t>
      </w:r>
    </w:p>
    <w:p w:rsidR="00525DEC" w:rsidRPr="00142D3A" w:rsidRDefault="00525DEC" w:rsidP="00BB5790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525DEC" w:rsidRPr="00142D3A" w:rsidRDefault="00525DEC" w:rsidP="00BB5790">
      <w:pPr>
        <w:pStyle w:val="BodyText"/>
        <w:spacing w:line="360" w:lineRule="auto"/>
        <w:ind w:firstLine="720"/>
        <w:rPr>
          <w:szCs w:val="28"/>
          <w:highlight w:val="yellow"/>
        </w:rPr>
        <w:sectPr w:rsidR="00525DEC" w:rsidRPr="00142D3A" w:rsidSect="0030356A">
          <w:headerReference w:type="even" r:id="rId7"/>
          <w:headerReference w:type="default" r:id="rId8"/>
          <w:headerReference w:type="first" r:id="rId9"/>
          <w:footerReference w:type="first" r:id="rId10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p w:rsidR="00525DEC" w:rsidRPr="006342C6" w:rsidRDefault="00525DEC" w:rsidP="00733171">
      <w:pPr>
        <w:ind w:right="-45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6342C6">
        <w:rPr>
          <w:sz w:val="28"/>
          <w:szCs w:val="28"/>
        </w:rPr>
        <w:t>Таблица 38</w:t>
      </w:r>
    </w:p>
    <w:p w:rsidR="00525DEC" w:rsidRPr="006342C6" w:rsidRDefault="00525DEC" w:rsidP="009E2C78">
      <w:pPr>
        <w:jc w:val="right"/>
        <w:rPr>
          <w:sz w:val="28"/>
          <w:szCs w:val="28"/>
        </w:rPr>
      </w:pPr>
    </w:p>
    <w:p w:rsidR="00525DEC" w:rsidRPr="006342C6" w:rsidRDefault="00525DEC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Распределение субсидий бюджетам муниципальных районов </w:t>
      </w:r>
      <w:r w:rsidRPr="006342C6">
        <w:rPr>
          <w:b/>
          <w:bCs/>
          <w:sz w:val="28"/>
          <w:szCs w:val="28"/>
        </w:rPr>
        <w:br/>
        <w:t xml:space="preserve">и городских округов Ульяновской области на реализацию государственной программы </w:t>
      </w:r>
    </w:p>
    <w:p w:rsidR="00525DEC" w:rsidRPr="006342C6" w:rsidRDefault="00525DEC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Ульяновской области </w:t>
      </w:r>
      <w:r>
        <w:rPr>
          <w:b/>
          <w:bCs/>
          <w:sz w:val="28"/>
          <w:szCs w:val="28"/>
        </w:rPr>
        <w:t>«</w:t>
      </w:r>
      <w:r w:rsidRPr="006342C6">
        <w:rPr>
          <w:b/>
          <w:bCs/>
          <w:sz w:val="28"/>
          <w:szCs w:val="28"/>
        </w:rPr>
        <w:t>Развитие и модернизация образования в Ульяновской области</w:t>
      </w:r>
      <w:r>
        <w:rPr>
          <w:b/>
          <w:bCs/>
          <w:sz w:val="28"/>
          <w:szCs w:val="28"/>
        </w:rPr>
        <w:t>»</w:t>
      </w:r>
      <w:r w:rsidRPr="006342C6">
        <w:rPr>
          <w:b/>
          <w:bCs/>
          <w:sz w:val="28"/>
          <w:szCs w:val="28"/>
        </w:rPr>
        <w:t xml:space="preserve"> </w:t>
      </w:r>
      <w:r w:rsidRPr="006342C6">
        <w:rPr>
          <w:b/>
          <w:bCs/>
          <w:sz w:val="28"/>
          <w:szCs w:val="28"/>
        </w:rPr>
        <w:br/>
        <w:t>на 2014-2020 годы на 2017 год</w:t>
      </w:r>
    </w:p>
    <w:p w:rsidR="00525DEC" w:rsidRPr="006342C6" w:rsidRDefault="00525DEC" w:rsidP="00733171">
      <w:pPr>
        <w:ind w:right="-454"/>
        <w:jc w:val="right"/>
        <w:rPr>
          <w:sz w:val="28"/>
          <w:szCs w:val="28"/>
        </w:rPr>
      </w:pPr>
      <w:r w:rsidRPr="006342C6">
        <w:rPr>
          <w:sz w:val="28"/>
          <w:szCs w:val="28"/>
        </w:rPr>
        <w:t>тыс. руб.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0"/>
        <w:gridCol w:w="2693"/>
        <w:gridCol w:w="2978"/>
        <w:gridCol w:w="2126"/>
        <w:gridCol w:w="3119"/>
        <w:gridCol w:w="3827"/>
      </w:tblGrid>
      <w:tr w:rsidR="00525DEC" w:rsidRPr="006342C6" w:rsidTr="005B44DF">
        <w:trPr>
          <w:trHeight w:val="374"/>
        </w:trPr>
        <w:tc>
          <w:tcPr>
            <w:tcW w:w="440" w:type="dxa"/>
            <w:noWrap/>
            <w:vAlign w:val="center"/>
          </w:tcPr>
          <w:p w:rsidR="00525DEC" w:rsidRPr="006342C6" w:rsidRDefault="00525DEC" w:rsidP="0017020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№</w:t>
            </w:r>
            <w:r w:rsidRPr="006342C6"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2693" w:type="dxa"/>
            <w:noWrap/>
            <w:tcMar>
              <w:left w:w="57" w:type="dxa"/>
              <w:right w:w="57" w:type="dxa"/>
            </w:tcMar>
            <w:vAlign w:val="center"/>
          </w:tcPr>
          <w:p w:rsidR="00525DEC" w:rsidRPr="006342C6" w:rsidRDefault="00525DEC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Наименование</w:t>
            </w:r>
            <w:r w:rsidRPr="006342C6">
              <w:rPr>
                <w:sz w:val="27"/>
                <w:szCs w:val="27"/>
              </w:rPr>
              <w:br/>
              <w:t>муниципального</w:t>
            </w:r>
          </w:p>
          <w:p w:rsidR="00525DEC" w:rsidRPr="006342C6" w:rsidRDefault="00525DEC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образования</w:t>
            </w:r>
          </w:p>
        </w:tc>
        <w:tc>
          <w:tcPr>
            <w:tcW w:w="2978" w:type="dxa"/>
            <w:noWrap/>
            <w:tcMar>
              <w:left w:w="57" w:type="dxa"/>
              <w:right w:w="57" w:type="dxa"/>
            </w:tcMar>
            <w:vAlign w:val="center"/>
          </w:tcPr>
          <w:p w:rsidR="00525DEC" w:rsidRPr="006342C6" w:rsidRDefault="00525DEC" w:rsidP="006342C6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 ремо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та</w:t>
            </w:r>
            <w:r>
              <w:rPr>
                <w:sz w:val="27"/>
                <w:szCs w:val="27"/>
              </w:rPr>
              <w:t>,</w:t>
            </w:r>
            <w:r w:rsidRPr="006342C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ликвидация авари</w:t>
            </w:r>
            <w:r>
              <w:rPr>
                <w:sz w:val="27"/>
                <w:szCs w:val="27"/>
              </w:rPr>
              <w:t>й</w:t>
            </w:r>
            <w:r>
              <w:rPr>
                <w:sz w:val="27"/>
                <w:szCs w:val="27"/>
              </w:rPr>
              <w:t xml:space="preserve">ной ситуации в </w:t>
            </w:r>
            <w:r w:rsidRPr="006342C6">
              <w:rPr>
                <w:sz w:val="27"/>
                <w:szCs w:val="27"/>
              </w:rPr>
              <w:t>здани</w:t>
            </w:r>
            <w:r>
              <w:rPr>
                <w:sz w:val="27"/>
                <w:szCs w:val="27"/>
              </w:rPr>
              <w:t>ях</w:t>
            </w:r>
            <w:r w:rsidRPr="006342C6">
              <w:rPr>
                <w:sz w:val="27"/>
                <w:szCs w:val="27"/>
              </w:rPr>
              <w:t xml:space="preserve"> и сооружени</w:t>
            </w:r>
            <w:r>
              <w:rPr>
                <w:sz w:val="27"/>
                <w:szCs w:val="27"/>
              </w:rPr>
              <w:t>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Pr="006342C6">
              <w:rPr>
                <w:sz w:val="27"/>
                <w:szCs w:val="27"/>
              </w:rPr>
              <w:br/>
              <w:t>дошкольных образов</w:t>
            </w:r>
            <w:r w:rsidRPr="006342C6">
              <w:rPr>
                <w:sz w:val="27"/>
                <w:szCs w:val="27"/>
              </w:rPr>
              <w:t>а</w:t>
            </w:r>
            <w:r w:rsidRPr="006342C6">
              <w:rPr>
                <w:sz w:val="27"/>
                <w:szCs w:val="27"/>
              </w:rPr>
              <w:t>тельных организаций,</w:t>
            </w:r>
            <w:r w:rsidRPr="006342C6">
              <w:rPr>
                <w:sz w:val="27"/>
                <w:szCs w:val="27"/>
              </w:rPr>
              <w:br/>
              <w:t>устройство внутрид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мовых сооружений,</w:t>
            </w:r>
            <w:r w:rsidRPr="006342C6">
              <w:rPr>
                <w:sz w:val="27"/>
                <w:szCs w:val="27"/>
              </w:rPr>
              <w:br/>
              <w:t>благоустройство терр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торий, приобретение</w:t>
            </w:r>
            <w:r w:rsidRPr="006342C6">
              <w:rPr>
                <w:sz w:val="27"/>
                <w:szCs w:val="27"/>
              </w:rPr>
              <w:br/>
              <w:t>и установка оборудов</w:t>
            </w:r>
            <w:r w:rsidRPr="006342C6">
              <w:rPr>
                <w:sz w:val="27"/>
                <w:szCs w:val="27"/>
              </w:rPr>
              <w:t>а</w:t>
            </w:r>
            <w:r w:rsidRPr="006342C6">
              <w:rPr>
                <w:sz w:val="27"/>
                <w:szCs w:val="27"/>
              </w:rPr>
              <w:t>ния, в том числе</w:t>
            </w:r>
            <w:r w:rsidRPr="006342C6">
              <w:rPr>
                <w:sz w:val="27"/>
                <w:szCs w:val="27"/>
              </w:rPr>
              <w:br/>
              <w:t>оборудования,</w:t>
            </w:r>
            <w:r w:rsidRPr="006342C6">
              <w:rPr>
                <w:sz w:val="27"/>
                <w:szCs w:val="27"/>
              </w:rPr>
              <w:br/>
              <w:t>обеспечивающего</w:t>
            </w:r>
            <w:r w:rsidRPr="006342C6">
              <w:rPr>
                <w:sz w:val="27"/>
                <w:szCs w:val="27"/>
              </w:rPr>
              <w:br/>
              <w:t>антитеррористическую</w:t>
            </w:r>
            <w:r w:rsidRPr="006342C6">
              <w:rPr>
                <w:sz w:val="27"/>
                <w:szCs w:val="27"/>
              </w:rPr>
              <w:br/>
              <w:t>защищённость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525DEC" w:rsidRPr="006342C6" w:rsidRDefault="00525DEC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Pr="006342C6">
              <w:rPr>
                <w:sz w:val="27"/>
                <w:szCs w:val="27"/>
              </w:rPr>
              <w:br/>
              <w:t>строительства</w:t>
            </w:r>
            <w:r w:rsidRPr="006342C6">
              <w:rPr>
                <w:sz w:val="27"/>
                <w:szCs w:val="27"/>
              </w:rPr>
              <w:br/>
              <w:t>зданий</w:t>
            </w:r>
            <w:r w:rsidRPr="006342C6">
              <w:rPr>
                <w:sz w:val="27"/>
                <w:szCs w:val="27"/>
              </w:rPr>
              <w:br/>
              <w:t>дошкольных</w:t>
            </w:r>
            <w:r w:rsidRPr="006342C6">
              <w:rPr>
                <w:sz w:val="27"/>
                <w:szCs w:val="27"/>
              </w:rPr>
              <w:br/>
              <w:t>образовательных организаций,</w:t>
            </w:r>
            <w:r w:rsidRPr="006342C6">
              <w:rPr>
                <w:sz w:val="27"/>
                <w:szCs w:val="27"/>
              </w:rPr>
              <w:br/>
              <w:t>устройство</w:t>
            </w:r>
            <w:r w:rsidRPr="006342C6">
              <w:rPr>
                <w:sz w:val="27"/>
                <w:szCs w:val="27"/>
              </w:rPr>
              <w:br/>
              <w:t>внутридомовых</w:t>
            </w:r>
            <w:r w:rsidRPr="006342C6">
              <w:rPr>
                <w:sz w:val="27"/>
                <w:szCs w:val="27"/>
              </w:rPr>
              <w:br/>
              <w:t>сооружений,</w:t>
            </w:r>
            <w:r w:rsidRPr="006342C6">
              <w:rPr>
                <w:sz w:val="27"/>
                <w:szCs w:val="27"/>
              </w:rPr>
              <w:br/>
              <w:t>благоустройство</w:t>
            </w:r>
            <w:r w:rsidRPr="006342C6">
              <w:rPr>
                <w:sz w:val="27"/>
                <w:szCs w:val="27"/>
              </w:rPr>
              <w:br/>
              <w:t>территорий,</w:t>
            </w:r>
            <w:r w:rsidRPr="006342C6">
              <w:rPr>
                <w:sz w:val="27"/>
                <w:szCs w:val="27"/>
              </w:rPr>
              <w:br/>
              <w:t xml:space="preserve">приобретение </w:t>
            </w:r>
            <w:r w:rsidRPr="006342C6">
              <w:rPr>
                <w:sz w:val="27"/>
                <w:szCs w:val="27"/>
              </w:rPr>
              <w:br/>
              <w:t>и установка</w:t>
            </w:r>
            <w:r w:rsidRPr="006342C6">
              <w:rPr>
                <w:sz w:val="27"/>
                <w:szCs w:val="27"/>
              </w:rPr>
              <w:br/>
              <w:t>оборудования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525DEC" w:rsidRPr="006342C6" w:rsidRDefault="00525DEC" w:rsidP="00F355B7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 ремонта,</w:t>
            </w:r>
            <w:r w:rsidRPr="006342C6">
              <w:rPr>
                <w:sz w:val="27"/>
                <w:szCs w:val="27"/>
              </w:rPr>
              <w:br/>
              <w:t>ликвидация аварийной</w:t>
            </w:r>
            <w:r w:rsidRPr="006342C6">
              <w:rPr>
                <w:sz w:val="27"/>
                <w:szCs w:val="27"/>
              </w:rPr>
              <w:br/>
              <w:t>ситуации в зданиях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Pr="006342C6">
              <w:rPr>
                <w:sz w:val="27"/>
                <w:szCs w:val="27"/>
              </w:rPr>
              <w:br/>
              <w:t>общеобразовательных</w:t>
            </w:r>
            <w:r w:rsidRPr="006342C6">
              <w:rPr>
                <w:sz w:val="27"/>
                <w:szCs w:val="27"/>
              </w:rPr>
              <w:br/>
              <w:t>организаций,</w:t>
            </w:r>
            <w:r w:rsidRPr="006342C6">
              <w:rPr>
                <w:sz w:val="27"/>
                <w:szCs w:val="27"/>
              </w:rPr>
              <w:br/>
              <w:t>приобретение</w:t>
            </w:r>
            <w:r w:rsidRPr="006342C6">
              <w:rPr>
                <w:sz w:val="27"/>
                <w:szCs w:val="27"/>
              </w:rPr>
              <w:br/>
              <w:t>оборудования, в том</w:t>
            </w:r>
            <w:r w:rsidRPr="006342C6">
              <w:rPr>
                <w:sz w:val="27"/>
                <w:szCs w:val="27"/>
              </w:rPr>
              <w:br/>
              <w:t>числе оборудования,</w:t>
            </w:r>
            <w:r w:rsidRPr="006342C6">
              <w:rPr>
                <w:sz w:val="27"/>
                <w:szCs w:val="27"/>
              </w:rPr>
              <w:br/>
              <w:t>обеспечивающего</w:t>
            </w:r>
            <w:r w:rsidRPr="006342C6">
              <w:rPr>
                <w:sz w:val="27"/>
                <w:szCs w:val="27"/>
              </w:rPr>
              <w:br/>
              <w:t>антитеррористическую</w:t>
            </w:r>
            <w:r w:rsidRPr="006342C6">
              <w:rPr>
                <w:sz w:val="27"/>
                <w:szCs w:val="27"/>
              </w:rPr>
              <w:br/>
              <w:t>защищённость</w:t>
            </w:r>
            <w:r w:rsidRPr="006342C6">
              <w:rPr>
                <w:sz w:val="27"/>
                <w:szCs w:val="27"/>
              </w:rPr>
              <w:br/>
              <w:t>указанных организаций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525DEC" w:rsidRPr="006342C6" w:rsidRDefault="00525DEC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 модернизации инфраструктуры общего</w:t>
            </w:r>
            <w:r w:rsidRPr="006342C6">
              <w:rPr>
                <w:sz w:val="27"/>
                <w:szCs w:val="27"/>
              </w:rPr>
              <w:br/>
              <w:t>образования (проведение</w:t>
            </w:r>
            <w:r w:rsidRPr="006342C6">
              <w:rPr>
                <w:sz w:val="27"/>
                <w:szCs w:val="27"/>
              </w:rPr>
              <w:br/>
              <w:t>капитального ремонта, реко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струкции, строительства</w:t>
            </w:r>
            <w:r w:rsidRPr="006342C6">
              <w:rPr>
                <w:sz w:val="27"/>
                <w:szCs w:val="27"/>
              </w:rPr>
              <w:br/>
              <w:t>зданий, пристроя к зданиям общеобразовательных орган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заций, приобретение (выкуп),</w:t>
            </w:r>
            <w:r w:rsidRPr="006342C6">
              <w:rPr>
                <w:sz w:val="27"/>
                <w:szCs w:val="27"/>
              </w:rPr>
              <w:br/>
              <w:t>в том числе оснащение новых мест в общеобразовательных организациях средствами об</w:t>
            </w:r>
            <w:r w:rsidRPr="006342C6">
              <w:rPr>
                <w:sz w:val="27"/>
                <w:szCs w:val="27"/>
              </w:rPr>
              <w:t>у</w:t>
            </w:r>
            <w:r w:rsidRPr="006342C6">
              <w:rPr>
                <w:sz w:val="27"/>
                <w:szCs w:val="27"/>
              </w:rPr>
              <w:t>чения и воспитания, необход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мыми для реализации образ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вательных программ начальн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го общего, основного общего и среднего общего образования)</w:t>
            </w:r>
          </w:p>
        </w:tc>
      </w:tr>
    </w:tbl>
    <w:p w:rsidR="00525DEC" w:rsidRPr="006342C6" w:rsidRDefault="00525DEC">
      <w:pPr>
        <w:rPr>
          <w:sz w:val="2"/>
          <w:szCs w:val="2"/>
        </w:rPr>
      </w:pPr>
    </w:p>
    <w:tbl>
      <w:tblPr>
        <w:tblW w:w="15183" w:type="dxa"/>
        <w:tblInd w:w="93" w:type="dxa"/>
        <w:tblLayout w:type="fixed"/>
        <w:tblLook w:val="0000"/>
      </w:tblPr>
      <w:tblGrid>
        <w:gridCol w:w="14"/>
        <w:gridCol w:w="425"/>
        <w:gridCol w:w="16"/>
        <w:gridCol w:w="2678"/>
        <w:gridCol w:w="2978"/>
        <w:gridCol w:w="2126"/>
        <w:gridCol w:w="3119"/>
        <w:gridCol w:w="3827"/>
      </w:tblGrid>
      <w:tr w:rsidR="00525DEC" w:rsidRPr="006342C6" w:rsidTr="00627AAB">
        <w:trPr>
          <w:tblHeader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342C6" w:rsidRDefault="00525DEC" w:rsidP="009E2C78">
            <w:pPr>
              <w:ind w:left="-93" w:right="-108"/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342C6" w:rsidRDefault="00525DEC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6342C6" w:rsidRDefault="00525DEC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6342C6" w:rsidRDefault="00525DEC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6342C6" w:rsidRDefault="00525DEC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6342C6" w:rsidRDefault="00525DEC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6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28776,98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9634,12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Кузоватовский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118401,2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1231,18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752,47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28159,1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Новоспасский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8361,57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1793,27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10.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Сенгилеевский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11660,27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268621,0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6003,76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96372,72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25DEC" w:rsidRPr="00627AAB" w:rsidRDefault="00525DEC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25DEC" w:rsidRPr="00627AAB" w:rsidRDefault="00525DEC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7AAB">
              <w:rPr>
                <w:bCs/>
                <w:sz w:val="28"/>
                <w:szCs w:val="28"/>
              </w:rPr>
              <w:t>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sz w:val="28"/>
                <w:szCs w:val="28"/>
              </w:rPr>
              <w:t>0,0</w:t>
            </w:r>
          </w:p>
        </w:tc>
      </w:tr>
      <w:tr w:rsidR="00525DEC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25DEC" w:rsidRPr="00627AAB" w:rsidRDefault="00525DEC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25DEC" w:rsidRPr="00627AAB" w:rsidRDefault="00525DEC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 w:rsidRPr="00627AAB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28627,28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100519,9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627AAB" w:rsidRDefault="00525DEC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96872,72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32BEF" w:rsidRDefault="00525DEC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Pr="00142D3A" w:rsidRDefault="00525DEC" w:rsidP="00BB5790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525DEC" w:rsidRPr="00142D3A" w:rsidRDefault="00525DEC" w:rsidP="00BB5790">
      <w:pPr>
        <w:pStyle w:val="BodyText"/>
        <w:spacing w:line="360" w:lineRule="auto"/>
        <w:ind w:firstLine="720"/>
        <w:rPr>
          <w:szCs w:val="28"/>
          <w:highlight w:val="yellow"/>
        </w:rPr>
        <w:sectPr w:rsidR="00525DEC" w:rsidRPr="00142D3A" w:rsidSect="00E17196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p w:rsidR="00525DEC" w:rsidRPr="00527CDE" w:rsidRDefault="00525DEC" w:rsidP="000668FB">
      <w:pPr>
        <w:pStyle w:val="BodyText"/>
        <w:ind w:firstLine="720"/>
        <w:rPr>
          <w:szCs w:val="28"/>
        </w:rPr>
      </w:pPr>
      <w:r>
        <w:rPr>
          <w:szCs w:val="28"/>
        </w:rPr>
        <w:t xml:space="preserve">з) </w:t>
      </w:r>
      <w:r w:rsidRPr="00527CDE">
        <w:rPr>
          <w:szCs w:val="28"/>
        </w:rPr>
        <w:t>таблиц</w:t>
      </w:r>
      <w:r>
        <w:rPr>
          <w:szCs w:val="28"/>
        </w:rPr>
        <w:t>ы</w:t>
      </w:r>
      <w:r w:rsidRPr="00527CDE">
        <w:rPr>
          <w:szCs w:val="28"/>
        </w:rPr>
        <w:t xml:space="preserve"> 42</w:t>
      </w:r>
      <w:r>
        <w:rPr>
          <w:szCs w:val="28"/>
        </w:rPr>
        <w:t xml:space="preserve"> и 43</w:t>
      </w:r>
      <w:r w:rsidRPr="00527CDE">
        <w:rPr>
          <w:szCs w:val="28"/>
        </w:rPr>
        <w:t xml:space="preserve"> изложить в следующей редакции:</w:t>
      </w:r>
    </w:p>
    <w:tbl>
      <w:tblPr>
        <w:tblW w:w="15026" w:type="dxa"/>
        <w:tblInd w:w="108" w:type="dxa"/>
        <w:tblLook w:val="0000"/>
      </w:tblPr>
      <w:tblGrid>
        <w:gridCol w:w="700"/>
        <w:gridCol w:w="4720"/>
        <w:gridCol w:w="9606"/>
      </w:tblGrid>
      <w:tr w:rsidR="00525DEC" w:rsidRPr="00296FFC" w:rsidTr="00DF6B35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296FFC" w:rsidRDefault="00525DEC" w:rsidP="005432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96FFC">
              <w:rPr>
                <w:bCs/>
                <w:sz w:val="28"/>
                <w:szCs w:val="28"/>
              </w:rPr>
              <w:t>Таблица 42</w:t>
            </w:r>
          </w:p>
          <w:p w:rsidR="00525DEC" w:rsidRPr="00296FFC" w:rsidRDefault="00525DEC" w:rsidP="005432F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296FFC" w:rsidTr="00DF6B35"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25DEC" w:rsidRPr="00296FFC" w:rsidRDefault="00525DEC" w:rsidP="00DF6B35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FC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районов, городских округов и сельских поселений</w:t>
            </w:r>
            <w:r w:rsidRPr="00296FFC">
              <w:rPr>
                <w:b/>
                <w:bCs/>
                <w:sz w:val="28"/>
                <w:szCs w:val="28"/>
              </w:rPr>
              <w:br/>
              <w:t>Ульяновской области на поддержку отрасли культуры на 2017 год</w:t>
            </w:r>
          </w:p>
          <w:p w:rsidR="00525DEC" w:rsidRPr="00296FFC" w:rsidRDefault="00525DEC" w:rsidP="00DF6B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5DEC" w:rsidRPr="00142D3A" w:rsidTr="00DF6B35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296FFC" w:rsidRDefault="00525DEC" w:rsidP="005432F4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296FFC" w:rsidRDefault="00525DEC" w:rsidP="005432F4">
            <w:pPr>
              <w:rPr>
                <w:sz w:val="28"/>
                <w:szCs w:val="28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296FFC" w:rsidRDefault="00525DEC" w:rsidP="005432F4">
            <w:pPr>
              <w:jc w:val="right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142D3A" w:rsidRDefault="00525DEC">
      <w:pPr>
        <w:rPr>
          <w:sz w:val="2"/>
          <w:szCs w:val="2"/>
          <w:highlight w:val="yellow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525DEC" w:rsidRPr="00296FFC" w:rsidTr="00D00CFD">
        <w:trPr>
          <w:trHeight w:val="517"/>
        </w:trPr>
        <w:tc>
          <w:tcPr>
            <w:tcW w:w="617" w:type="dxa"/>
            <w:tcBorders>
              <w:bottom w:val="nil"/>
            </w:tcBorders>
            <w:vAlign w:val="center"/>
          </w:tcPr>
          <w:p w:rsidR="00525DEC" w:rsidRPr="00296FFC" w:rsidRDefault="00525DEC" w:rsidP="0017020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№</w:t>
            </w:r>
            <w:r w:rsidRPr="00296FF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502" w:type="dxa"/>
            <w:tcBorders>
              <w:bottom w:val="nil"/>
            </w:tcBorders>
            <w:vAlign w:val="center"/>
          </w:tcPr>
          <w:p w:rsidR="00525DEC" w:rsidRPr="00296FFC" w:rsidRDefault="00525DEC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Наименование</w:t>
            </w:r>
          </w:p>
          <w:p w:rsidR="00525DEC" w:rsidRPr="00296FFC" w:rsidRDefault="00525DEC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525DEC" w:rsidRPr="00296FFC" w:rsidRDefault="00525DEC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Комплектование книжных фондов библиотек мун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ципальных</w:t>
            </w:r>
            <w:r w:rsidRPr="00296FFC">
              <w:rPr>
                <w:sz w:val="28"/>
                <w:szCs w:val="28"/>
              </w:rPr>
              <w:br/>
              <w:t>образований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525DEC" w:rsidRPr="00296FFC" w:rsidRDefault="00525DEC" w:rsidP="00127F3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Подключение</w:t>
            </w:r>
            <w:r w:rsidRPr="00296FFC">
              <w:rPr>
                <w:sz w:val="28"/>
                <w:szCs w:val="28"/>
              </w:rPr>
              <w:br/>
              <w:t>общедоступных библиотек</w:t>
            </w:r>
            <w:r w:rsidRPr="00296FFC">
              <w:rPr>
                <w:sz w:val="28"/>
                <w:szCs w:val="28"/>
              </w:rPr>
              <w:br/>
              <w:t>Российской Федерации</w:t>
            </w:r>
            <w:r w:rsidRPr="00296FFC">
              <w:rPr>
                <w:sz w:val="28"/>
                <w:szCs w:val="28"/>
              </w:rPr>
              <w:br/>
              <w:t xml:space="preserve">к сети </w:t>
            </w:r>
            <w:r>
              <w:rPr>
                <w:sz w:val="28"/>
                <w:szCs w:val="28"/>
              </w:rPr>
              <w:t>«</w:t>
            </w:r>
            <w:r w:rsidRPr="00296FFC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296FFC">
              <w:rPr>
                <w:sz w:val="28"/>
                <w:szCs w:val="28"/>
              </w:rPr>
              <w:t xml:space="preserve"> и разв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тие системы библиотечн</w:t>
            </w:r>
            <w:r w:rsidRPr="00296FFC">
              <w:rPr>
                <w:sz w:val="28"/>
                <w:szCs w:val="28"/>
              </w:rPr>
              <w:t>о</w:t>
            </w:r>
            <w:r w:rsidRPr="00296FFC">
              <w:rPr>
                <w:sz w:val="28"/>
                <w:szCs w:val="28"/>
              </w:rPr>
              <w:t>го дела с учётом расшир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ния информационных</w:t>
            </w:r>
            <w:r w:rsidRPr="00296FFC">
              <w:rPr>
                <w:sz w:val="28"/>
                <w:szCs w:val="28"/>
              </w:rPr>
              <w:br/>
              <w:t>технологий и оцифровки</w:t>
            </w:r>
          </w:p>
        </w:tc>
        <w:tc>
          <w:tcPr>
            <w:tcW w:w="2363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525DEC" w:rsidRPr="00296FFC" w:rsidRDefault="00525DEC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Pr="00296FFC">
              <w:rPr>
                <w:sz w:val="28"/>
                <w:szCs w:val="28"/>
              </w:rPr>
              <w:br/>
              <w:t>лучших муниц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пальных учрежд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ний культуры,</w:t>
            </w:r>
            <w:r w:rsidRPr="00296FFC">
              <w:rPr>
                <w:sz w:val="28"/>
                <w:szCs w:val="28"/>
              </w:rPr>
              <w:br/>
              <w:t>находящихся на территориях 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2363" w:type="dxa"/>
            <w:tcBorders>
              <w:bottom w:val="nil"/>
            </w:tcBorders>
            <w:vAlign w:val="center"/>
          </w:tcPr>
          <w:p w:rsidR="00525DEC" w:rsidRPr="00296FFC" w:rsidRDefault="00525DEC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Pr="00296FFC">
              <w:rPr>
                <w:sz w:val="28"/>
                <w:szCs w:val="28"/>
              </w:rPr>
              <w:br/>
              <w:t>лучших работн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ков муниципал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ных учреждений культуры, нах</w:t>
            </w:r>
            <w:r w:rsidRPr="00296FFC">
              <w:rPr>
                <w:sz w:val="28"/>
                <w:szCs w:val="28"/>
              </w:rPr>
              <w:t>о</w:t>
            </w:r>
            <w:r w:rsidRPr="00296FFC">
              <w:rPr>
                <w:sz w:val="28"/>
                <w:szCs w:val="28"/>
              </w:rPr>
              <w:t>дящихся на те</w:t>
            </w:r>
            <w:r w:rsidRPr="00296FFC">
              <w:rPr>
                <w:sz w:val="28"/>
                <w:szCs w:val="28"/>
              </w:rPr>
              <w:t>р</w:t>
            </w:r>
            <w:r w:rsidRPr="00296FFC">
              <w:rPr>
                <w:sz w:val="28"/>
                <w:szCs w:val="28"/>
              </w:rPr>
              <w:t>риториях 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1227" w:type="dxa"/>
            <w:tcBorders>
              <w:bottom w:val="nil"/>
            </w:tcBorders>
            <w:vAlign w:val="center"/>
          </w:tcPr>
          <w:p w:rsidR="00525DEC" w:rsidRPr="00296FFC" w:rsidRDefault="00525DEC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Итого</w:t>
            </w:r>
          </w:p>
        </w:tc>
      </w:tr>
    </w:tbl>
    <w:p w:rsidR="00525DEC" w:rsidRPr="00142D3A" w:rsidRDefault="00525DEC">
      <w:pPr>
        <w:rPr>
          <w:sz w:val="2"/>
          <w:szCs w:val="2"/>
          <w:highlight w:val="yellow"/>
        </w:rPr>
      </w:pPr>
    </w:p>
    <w:tbl>
      <w:tblPr>
        <w:tblW w:w="15025" w:type="dxa"/>
        <w:tblInd w:w="57" w:type="dxa"/>
        <w:tblLayout w:type="fixed"/>
        <w:tblLook w:val="00A0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525DEC" w:rsidRPr="00142D3A" w:rsidTr="00D00CFD">
        <w:trPr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25DEC" w:rsidRPr="00296FFC" w:rsidRDefault="00525DEC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25DEC" w:rsidRPr="00296FFC" w:rsidRDefault="00525DEC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296FFC" w:rsidRDefault="00525DEC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296FFC" w:rsidRDefault="00525DEC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296FFC" w:rsidRDefault="00525DEC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5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296FFC" w:rsidRDefault="00525DEC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296FFC" w:rsidRDefault="00525DEC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7</w:t>
            </w:r>
          </w:p>
        </w:tc>
      </w:tr>
      <w:tr w:rsidR="00525DEC" w:rsidRPr="00142D3A" w:rsidTr="00D00CFD">
        <w:tc>
          <w:tcPr>
            <w:tcW w:w="617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6,5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525DEC" w:rsidRPr="00835E71" w:rsidRDefault="00525DEC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525DEC" w:rsidRPr="00835E71" w:rsidRDefault="00525DEC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525DEC" w:rsidRPr="00835E71" w:rsidRDefault="00525DEC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54,82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22,8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269,44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Вешкаймский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12,5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159,14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Ермоловское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17,1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263,74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Оськинское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Default="00525DEC" w:rsidP="00852FFB">
            <w:pPr>
              <w:jc w:val="center"/>
              <w:rPr>
                <w:sz w:val="28"/>
                <w:szCs w:val="28"/>
              </w:rPr>
            </w:pPr>
          </w:p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Default="00525DEC" w:rsidP="00852FFB">
            <w:pPr>
              <w:jc w:val="center"/>
              <w:rPr>
                <w:sz w:val="28"/>
                <w:szCs w:val="28"/>
              </w:rPr>
            </w:pPr>
          </w:p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Default="00525DEC" w:rsidP="00852FFB">
            <w:pPr>
              <w:jc w:val="center"/>
              <w:rPr>
                <w:sz w:val="28"/>
                <w:szCs w:val="28"/>
              </w:rPr>
            </w:pPr>
          </w:p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15,3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411,94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Уренокарлинское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13,6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260,24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Еделевское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tabs>
                <w:tab w:val="left" w:pos="390"/>
                <w:tab w:val="center" w:pos="742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16,6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113,24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17,8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35E71">
              <w:rPr>
                <w:sz w:val="28"/>
                <w:szCs w:val="28"/>
              </w:rPr>
              <w:t>14,44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Николаевский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15,1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161,74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Канадейское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10,5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108,82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tabs>
                <w:tab w:val="left" w:pos="225"/>
                <w:tab w:val="center" w:pos="48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Новоспасский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10,8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59,12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10,3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208,62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Холстовское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10,1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108,42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Октябрьское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7,6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55,92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11,1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207,74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Зеленовское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11,0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59,32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12,8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209,44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11,2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107,84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12,2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160,52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Ундоровское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Цильнинский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15,6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96,76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362,36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Алгашинское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Большенагатки</w:t>
            </w:r>
            <w:r w:rsidRPr="00835E71">
              <w:rPr>
                <w:sz w:val="28"/>
                <w:szCs w:val="28"/>
              </w:rPr>
              <w:t>н</w:t>
            </w:r>
            <w:r w:rsidRPr="00835E71">
              <w:rPr>
                <w:sz w:val="28"/>
                <w:szCs w:val="28"/>
              </w:rPr>
              <w:t>ское сельское</w:t>
            </w:r>
            <w:r w:rsidRPr="00835E71">
              <w:rPr>
                <w:sz w:val="28"/>
                <w:szCs w:val="28"/>
              </w:rPr>
              <w:br/>
              <w:t>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Default="00525DEC" w:rsidP="00852FFB">
            <w:pPr>
              <w:jc w:val="center"/>
              <w:rPr>
                <w:sz w:val="28"/>
                <w:szCs w:val="28"/>
              </w:rPr>
            </w:pPr>
          </w:p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Default="00525DEC" w:rsidP="00852FFB">
            <w:pPr>
              <w:jc w:val="center"/>
              <w:rPr>
                <w:sz w:val="28"/>
                <w:szCs w:val="28"/>
              </w:rPr>
            </w:pPr>
          </w:p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15,5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112,14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276,0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3669,0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</w:tr>
      <w:tr w:rsidR="00525DEC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</w:tr>
      <w:tr w:rsidR="00525DE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525DEC" w:rsidRPr="00835E7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525DEC" w:rsidRPr="00835E71" w:rsidRDefault="00525DEC" w:rsidP="00852FFB">
            <w:pPr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410" w:type="dxa"/>
            <w:noWrap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357,0</w:t>
            </w:r>
          </w:p>
        </w:tc>
        <w:tc>
          <w:tcPr>
            <w:tcW w:w="354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525DEC" w:rsidRPr="00835E71" w:rsidRDefault="00525DEC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525DEC" w:rsidRPr="00835E71" w:rsidRDefault="00525DEC" w:rsidP="00232BEF">
            <w:pPr>
              <w:jc w:val="center"/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3750,0</w:t>
            </w:r>
          </w:p>
        </w:tc>
      </w:tr>
    </w:tbl>
    <w:p w:rsidR="00525DEC" w:rsidRPr="00142D3A" w:rsidRDefault="00525DEC">
      <w:pPr>
        <w:rPr>
          <w:sz w:val="28"/>
          <w:szCs w:val="28"/>
          <w:highlight w:val="yellow"/>
        </w:rPr>
      </w:pPr>
    </w:p>
    <w:p w:rsidR="00525DEC" w:rsidRPr="00142D3A" w:rsidRDefault="00525DEC">
      <w:pPr>
        <w:rPr>
          <w:sz w:val="28"/>
          <w:szCs w:val="28"/>
          <w:highlight w:val="yellow"/>
        </w:rPr>
      </w:pPr>
    </w:p>
    <w:p w:rsidR="00525DEC" w:rsidRPr="00142D3A" w:rsidRDefault="00525DEC" w:rsidP="008763AD">
      <w:pPr>
        <w:pStyle w:val="BodyText"/>
        <w:spacing w:line="360" w:lineRule="auto"/>
        <w:ind w:firstLine="720"/>
        <w:rPr>
          <w:szCs w:val="28"/>
          <w:highlight w:val="yellow"/>
        </w:rPr>
        <w:sectPr w:rsidR="00525DEC" w:rsidRPr="00142D3A" w:rsidSect="00DF6B35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525DEC" w:rsidRPr="007F0B81" w:rsidTr="0036125F">
        <w:trPr>
          <w:trHeight w:val="567"/>
        </w:trPr>
        <w:tc>
          <w:tcPr>
            <w:tcW w:w="9938" w:type="dxa"/>
            <w:gridSpan w:val="3"/>
            <w:vAlign w:val="center"/>
          </w:tcPr>
          <w:p w:rsidR="00525DEC" w:rsidRPr="00CC51BA" w:rsidRDefault="00525DEC" w:rsidP="0036125F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C51BA">
              <w:rPr>
                <w:bCs/>
                <w:sz w:val="28"/>
                <w:szCs w:val="28"/>
              </w:rPr>
              <w:t>Таблица 43</w:t>
            </w:r>
          </w:p>
          <w:p w:rsidR="00525DEC" w:rsidRPr="00CC51BA" w:rsidRDefault="00525DEC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851121" w:rsidTr="0036125F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851121" w:rsidRDefault="00525DEC" w:rsidP="000B63DB">
            <w:pPr>
              <w:jc w:val="center"/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обеспечение развития и укрепления </w:t>
            </w:r>
            <w:r w:rsidRPr="000B63DB">
              <w:rPr>
                <w:b/>
                <w:bCs/>
                <w:sz w:val="28"/>
                <w:szCs w:val="28"/>
              </w:rPr>
              <w:br/>
              <w:t>материально-технической базы муниципальных домов культуры</w:t>
            </w:r>
            <w:r w:rsidRPr="000B63DB">
              <w:rPr>
                <w:b/>
                <w:bCs/>
                <w:sz w:val="28"/>
                <w:szCs w:val="28"/>
              </w:rPr>
              <w:br/>
              <w:t>на 2017 год</w:t>
            </w:r>
          </w:p>
        </w:tc>
      </w:tr>
      <w:tr w:rsidR="00525DEC" w:rsidRPr="007F0B81" w:rsidTr="00361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851121" w:rsidRDefault="00525DEC" w:rsidP="0036125F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851121" w:rsidRDefault="00525DEC" w:rsidP="0036125F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851121" w:rsidRDefault="00525DEC" w:rsidP="0036125F">
            <w:pPr>
              <w:jc w:val="right"/>
              <w:rPr>
                <w:sz w:val="28"/>
                <w:szCs w:val="28"/>
              </w:rPr>
            </w:pPr>
            <w:r w:rsidRPr="00851121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7F0B81" w:rsidRDefault="00525DEC" w:rsidP="0036125F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9"/>
        <w:gridCol w:w="3689"/>
        <w:gridCol w:w="1985"/>
        <w:gridCol w:w="1701"/>
        <w:gridCol w:w="1984"/>
      </w:tblGrid>
      <w:tr w:rsidR="00525DEC" w:rsidRPr="00CC51BA" w:rsidTr="0036125F">
        <w:trPr>
          <w:trHeight w:val="374"/>
          <w:tblHeader/>
        </w:trPr>
        <w:tc>
          <w:tcPr>
            <w:tcW w:w="579" w:type="dxa"/>
            <w:noWrap/>
            <w:vAlign w:val="center"/>
          </w:tcPr>
          <w:p w:rsidR="00525DEC" w:rsidRPr="00CC51BA" w:rsidRDefault="00525DEC" w:rsidP="0036125F">
            <w:pPr>
              <w:ind w:left="-57" w:right="-57"/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Pr="00E644D5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3689" w:type="dxa"/>
            <w:noWrap/>
            <w:vAlign w:val="center"/>
          </w:tcPr>
          <w:p w:rsidR="00525DEC" w:rsidRPr="00CC51BA" w:rsidRDefault="00525DEC" w:rsidP="0036125F">
            <w:pPr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 xml:space="preserve">Наименование </w:t>
            </w:r>
          </w:p>
          <w:p w:rsidR="00525DEC" w:rsidRPr="00CC51BA" w:rsidRDefault="00525DEC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C51BA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CC51BA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vAlign w:val="center"/>
          </w:tcPr>
          <w:p w:rsidR="00525DEC" w:rsidRDefault="00525DEC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</w:tcPr>
          <w:p w:rsidR="00525DEC" w:rsidRDefault="00525DEC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vAlign w:val="center"/>
          </w:tcPr>
          <w:p w:rsidR="00525DEC" w:rsidRPr="00CC51BA" w:rsidRDefault="00525DEC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left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left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4324,9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6683,8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11008,7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5910,9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8536,7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9.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12.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</w:tr>
      <w:tr w:rsidR="00525DEC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13.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</w:tr>
      <w:tr w:rsidR="00525DEC" w:rsidRPr="007F0B81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B63DB" w:rsidRDefault="00525DEC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26228,0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0B63DB" w:rsidRDefault="00525DEC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10712,8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25DEC" w:rsidRPr="00232BEF" w:rsidRDefault="00525DEC" w:rsidP="003612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36940,8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Pr="000F0711" w:rsidRDefault="00525DEC" w:rsidP="008763AD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и) </w:t>
      </w:r>
      <w:r w:rsidRPr="000F0711">
        <w:rPr>
          <w:szCs w:val="28"/>
        </w:rPr>
        <w:t xml:space="preserve">таблицу 47 изложить в следующей редакции: 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525DEC" w:rsidRPr="00142D3A" w:rsidTr="00852FFB">
        <w:trPr>
          <w:trHeight w:val="567"/>
        </w:trPr>
        <w:tc>
          <w:tcPr>
            <w:tcW w:w="9938" w:type="dxa"/>
            <w:gridSpan w:val="3"/>
            <w:vAlign w:val="center"/>
          </w:tcPr>
          <w:p w:rsidR="00525DEC" w:rsidRPr="000F0711" w:rsidRDefault="00525DEC" w:rsidP="00852FF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F0711">
              <w:rPr>
                <w:bCs/>
                <w:sz w:val="28"/>
                <w:szCs w:val="28"/>
              </w:rPr>
              <w:t>Таблица 47</w:t>
            </w:r>
          </w:p>
          <w:p w:rsidR="00525DEC" w:rsidRPr="000F0711" w:rsidRDefault="00525DEC" w:rsidP="00852FF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142D3A" w:rsidTr="00852FF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Default="00525DEC" w:rsidP="00852FFB">
            <w:pPr>
              <w:jc w:val="center"/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укрепление материально-технической</w:t>
            </w:r>
            <w:r>
              <w:rPr>
                <w:b/>
                <w:bCs/>
                <w:sz w:val="28"/>
                <w:szCs w:val="28"/>
              </w:rPr>
              <w:br/>
              <w:t xml:space="preserve">базы и </w:t>
            </w:r>
            <w:r w:rsidRPr="000F0711">
              <w:rPr>
                <w:b/>
                <w:bCs/>
                <w:sz w:val="28"/>
                <w:szCs w:val="28"/>
              </w:rPr>
              <w:t>оснащение оборудованием детских школ искусств на 2017 год</w:t>
            </w:r>
          </w:p>
          <w:p w:rsidR="00525DEC" w:rsidRPr="000F0711" w:rsidRDefault="00525DEC" w:rsidP="00852F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5DEC" w:rsidRPr="000F0711" w:rsidTr="00852FF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right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0F0711" w:rsidRDefault="00525DEC" w:rsidP="00E85461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79"/>
        <w:gridCol w:w="3689"/>
        <w:gridCol w:w="1985"/>
        <w:gridCol w:w="1701"/>
        <w:gridCol w:w="1984"/>
      </w:tblGrid>
      <w:tr w:rsidR="00525DEC" w:rsidRPr="00142D3A" w:rsidTr="000F0711">
        <w:trPr>
          <w:trHeight w:val="374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№</w:t>
            </w:r>
            <w:r w:rsidRPr="000F0711">
              <w:rPr>
                <w:sz w:val="28"/>
                <w:szCs w:val="28"/>
              </w:rPr>
              <w:br/>
            </w:r>
            <w:r w:rsidRPr="000F0711">
              <w:rPr>
                <w:spacing w:val="-6"/>
                <w:sz w:val="28"/>
                <w:szCs w:val="28"/>
              </w:rPr>
              <w:t>п/п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Наименование</w:t>
            </w:r>
          </w:p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муниципального</w:t>
            </w:r>
            <w:r w:rsidRPr="000F0711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федерального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областного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Итого</w:t>
            </w:r>
          </w:p>
        </w:tc>
      </w:tr>
      <w:tr w:rsidR="00525DEC" w:rsidRPr="000F0711" w:rsidTr="00AC35C8">
        <w:tc>
          <w:tcPr>
            <w:tcW w:w="57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</w:tr>
      <w:tr w:rsidR="00525DEC" w:rsidRPr="000F0711" w:rsidTr="00AC35C8"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</w:tr>
      <w:tr w:rsidR="00525DEC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1665,3</w:t>
            </w:r>
          </w:p>
        </w:tc>
      </w:tr>
      <w:tr w:rsidR="00525DEC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4527D0">
            <w:pPr>
              <w:rPr>
                <w:bCs/>
                <w:sz w:val="28"/>
                <w:szCs w:val="28"/>
              </w:rPr>
            </w:pPr>
            <w:r w:rsidRPr="000F071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705,0</w:t>
            </w:r>
          </w:p>
        </w:tc>
      </w:tr>
      <w:tr w:rsidR="00525DEC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705,0</w:t>
            </w:r>
          </w:p>
        </w:tc>
      </w:tr>
      <w:tr w:rsidR="00525DEC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4527D0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  <w:r w:rsidRPr="000F0711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0F0711" w:rsidRDefault="00525DEC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1774,9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32BEF" w:rsidRDefault="00525DEC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2370,3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Pr="00232BEF" w:rsidRDefault="00525DEC" w:rsidP="008763AD">
      <w:pPr>
        <w:pStyle w:val="BodyText"/>
        <w:spacing w:line="360" w:lineRule="auto"/>
        <w:ind w:firstLine="720"/>
        <w:rPr>
          <w:szCs w:val="28"/>
        </w:rPr>
      </w:pPr>
      <w:r w:rsidRPr="00232BEF">
        <w:rPr>
          <w:szCs w:val="28"/>
        </w:rPr>
        <w:t>к) таблицу 51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525DEC" w:rsidRPr="00142D3A" w:rsidTr="00DB5E59">
        <w:trPr>
          <w:trHeight w:val="567"/>
        </w:trPr>
        <w:tc>
          <w:tcPr>
            <w:tcW w:w="9938" w:type="dxa"/>
            <w:gridSpan w:val="3"/>
            <w:vAlign w:val="center"/>
          </w:tcPr>
          <w:p w:rsidR="00525DEC" w:rsidRPr="00453F54" w:rsidRDefault="00525DEC" w:rsidP="00DB5E59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53F54">
              <w:rPr>
                <w:bCs/>
                <w:sz w:val="28"/>
                <w:szCs w:val="28"/>
              </w:rPr>
              <w:t>Таблица 51</w:t>
            </w:r>
          </w:p>
          <w:p w:rsidR="00525DEC" w:rsidRPr="00CE1362" w:rsidRDefault="00525DEC" w:rsidP="00DB5E59">
            <w:pPr>
              <w:jc w:val="right"/>
              <w:rPr>
                <w:bCs/>
                <w:sz w:val="24"/>
                <w:szCs w:val="28"/>
              </w:rPr>
            </w:pPr>
          </w:p>
        </w:tc>
      </w:tr>
      <w:tr w:rsidR="00525DEC" w:rsidRPr="00142D3A" w:rsidTr="00DB5E5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453F54" w:rsidRDefault="00525DEC" w:rsidP="00CE1362">
            <w:pPr>
              <w:pStyle w:val="NoSpacing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Ульяновской области в целях софинансирования расходных обязательств, возникающих в связи со строительством и модернизацией котельных,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в том числе посредством перехода от централизованного отопления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объектов социальной сферы и жилищного фонда к их подомовому газовому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отоплению в рамках подпрограммы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Энергосбережение и повышение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энергетической эффективности в Ульяновской области, в том числе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 основе расширения использования природного газа в качестве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моторного топлива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государственной программы Ульяновской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жилищно-коммунального хозяйства и повышение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энергетической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эффективности в Ульяновской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на 2014-2020 годы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 2017 год</w:t>
            </w:r>
          </w:p>
          <w:p w:rsidR="00525DEC" w:rsidRPr="00CE1362" w:rsidRDefault="00525DEC" w:rsidP="00DB5E59">
            <w:pPr>
              <w:pStyle w:val="NoSpacing"/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525DEC" w:rsidRPr="00142D3A" w:rsidTr="00DB5E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42D3A" w:rsidRDefault="00525DEC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142D3A" w:rsidRDefault="00525DEC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jc w:val="right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142D3A" w:rsidRDefault="00525DEC" w:rsidP="00DB5E59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724"/>
        <w:gridCol w:w="4965"/>
        <w:gridCol w:w="4249"/>
      </w:tblGrid>
      <w:tr w:rsidR="00525DEC" w:rsidRPr="00142D3A" w:rsidTr="00CE1362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№</w:t>
            </w:r>
            <w:r w:rsidRPr="00453F5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Наименование</w:t>
            </w:r>
          </w:p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25DEC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1.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453F54" w:rsidRDefault="00525DEC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525DEC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2.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Карсунский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453F54" w:rsidRDefault="00525DEC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1468,4532</w:t>
            </w:r>
          </w:p>
        </w:tc>
      </w:tr>
      <w:tr w:rsidR="00525DEC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3.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Кузоватовский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453F54" w:rsidRDefault="00525DEC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1200,0</w:t>
            </w:r>
          </w:p>
        </w:tc>
      </w:tr>
      <w:tr w:rsidR="00525DEC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DEC" w:rsidRPr="00453F54" w:rsidRDefault="00525DEC" w:rsidP="00DB5E59">
            <w:pPr>
              <w:rPr>
                <w:b/>
                <w:bCs/>
                <w:sz w:val="28"/>
                <w:szCs w:val="28"/>
              </w:rPr>
            </w:pPr>
            <w:r w:rsidRPr="00453F5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232BEF" w:rsidRDefault="00525DEC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/>
                <w:bCs/>
                <w:color w:val="000000"/>
                <w:sz w:val="28"/>
                <w:szCs w:val="28"/>
              </w:rPr>
              <w:t>7668,4532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525DEC" w:rsidRPr="00DF6826" w:rsidRDefault="00525DEC" w:rsidP="00FA7323">
      <w:pPr>
        <w:pStyle w:val="BodyText"/>
        <w:spacing w:line="322" w:lineRule="auto"/>
        <w:ind w:firstLine="720"/>
        <w:rPr>
          <w:szCs w:val="28"/>
        </w:rPr>
      </w:pPr>
      <w:r>
        <w:rPr>
          <w:szCs w:val="28"/>
        </w:rPr>
        <w:t xml:space="preserve">л) </w:t>
      </w:r>
      <w:r w:rsidRPr="00DF6826">
        <w:rPr>
          <w:szCs w:val="28"/>
        </w:rPr>
        <w:t>наименование таблицы 52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9938"/>
      </w:tblGrid>
      <w:tr w:rsidR="00525DEC" w:rsidRPr="00142D3A" w:rsidTr="00DB5E59">
        <w:trPr>
          <w:trHeight w:val="8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142D3A" w:rsidRDefault="00525DEC" w:rsidP="00232BEF">
            <w:pPr>
              <w:pStyle w:val="NoSpacing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F6826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муниципальным образованиям</w:t>
            </w:r>
            <w:r w:rsidRPr="00DF682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Ульяновской 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t>области в целях софинансирования расходных обязательств, возникающих в связи с ремонтом и заменой тепловых сетей в рамках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t>Энергосбережение и повышение энергетической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эффективности в Ульяновской области, в том числе на основе расширения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использования природного газа в качестве моторного топлива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жилищно-коммунального хозяйства и повышение энергетической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на 2014-2020 годы на 2017 год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87E3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525DEC" w:rsidRPr="00142D3A" w:rsidRDefault="00525DEC" w:rsidP="00DB5E59">
      <w:pPr>
        <w:rPr>
          <w:sz w:val="2"/>
          <w:szCs w:val="2"/>
          <w:highlight w:val="yellow"/>
        </w:rPr>
      </w:pPr>
    </w:p>
    <w:p w:rsidR="00525DEC" w:rsidRPr="007F5886" w:rsidRDefault="00525DEC" w:rsidP="00FA7323">
      <w:pPr>
        <w:pStyle w:val="BodyText"/>
        <w:spacing w:line="322" w:lineRule="auto"/>
        <w:ind w:firstLine="720"/>
        <w:rPr>
          <w:szCs w:val="28"/>
        </w:rPr>
      </w:pPr>
      <w:r w:rsidRPr="0091194D">
        <w:rPr>
          <w:szCs w:val="28"/>
        </w:rPr>
        <w:t>14) в приложении 16:</w:t>
      </w:r>
    </w:p>
    <w:p w:rsidR="00525DEC" w:rsidRPr="00BF553F" w:rsidRDefault="00525DEC" w:rsidP="00FA7323">
      <w:pPr>
        <w:pStyle w:val="BodyText"/>
        <w:spacing w:line="322" w:lineRule="auto"/>
        <w:ind w:firstLine="720"/>
      </w:pPr>
      <w:r w:rsidRPr="00DE7A74">
        <w:rPr>
          <w:szCs w:val="28"/>
        </w:rPr>
        <w:t xml:space="preserve">а) </w:t>
      </w:r>
      <w:r w:rsidRPr="00DE7A74">
        <w:t>наименование таблицы 5 изложить в следующей редакции:</w:t>
      </w:r>
      <w:r w:rsidRPr="00BF553F">
        <w:t xml:space="preserve"> </w:t>
      </w:r>
    </w:p>
    <w:tbl>
      <w:tblPr>
        <w:tblW w:w="9923" w:type="dxa"/>
        <w:tblInd w:w="108" w:type="dxa"/>
        <w:tblLook w:val="0000"/>
      </w:tblPr>
      <w:tblGrid>
        <w:gridCol w:w="9923"/>
      </w:tblGrid>
      <w:tr w:rsidR="00525DEC" w:rsidRPr="00142D3A" w:rsidTr="00AC35C8">
        <w:trPr>
          <w:trHeight w:val="85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BF553F" w:rsidRDefault="00525DEC" w:rsidP="00CE1362">
            <w:pPr>
              <w:ind w:left="-57" w:right="-57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F553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F553F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F553F">
              <w:rPr>
                <w:b/>
                <w:bCs/>
                <w:sz w:val="28"/>
                <w:szCs w:val="28"/>
              </w:rPr>
              <w:t>органам мес</w:t>
            </w:r>
            <w:r w:rsidRPr="00BF553F">
              <w:rPr>
                <w:b/>
                <w:bCs/>
                <w:sz w:val="28"/>
                <w:szCs w:val="28"/>
              </w:rPr>
              <w:t>т</w:t>
            </w:r>
            <w:r w:rsidRPr="00BF553F">
              <w:rPr>
                <w:b/>
                <w:bCs/>
                <w:sz w:val="28"/>
                <w:szCs w:val="28"/>
              </w:rPr>
              <w:t>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F553F">
              <w:rPr>
                <w:b/>
                <w:bCs/>
                <w:sz w:val="28"/>
                <w:szCs w:val="28"/>
              </w:rPr>
              <w:t xml:space="preserve">Ульяновской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F553F">
              <w:rPr>
                <w:b/>
                <w:bCs/>
                <w:sz w:val="28"/>
                <w:szCs w:val="28"/>
              </w:rPr>
              <w:t xml:space="preserve">области по </w:t>
            </w:r>
            <w:r w:rsidRPr="00BF553F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 xml:space="preserve">обучающихся </w:t>
            </w:r>
            <w:r>
              <w:rPr>
                <w:b/>
                <w:sz w:val="28"/>
                <w:szCs w:val="28"/>
              </w:rPr>
              <w:br/>
            </w:r>
            <w:r w:rsidRPr="00BF553F">
              <w:rPr>
                <w:b/>
                <w:sz w:val="28"/>
                <w:szCs w:val="28"/>
              </w:rPr>
              <w:t>в общеобразовательных организациях, за исключением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 xml:space="preserve">в образовательных </w:t>
            </w:r>
            <w:r>
              <w:rPr>
                <w:b/>
                <w:sz w:val="28"/>
                <w:szCs w:val="28"/>
              </w:rPr>
              <w:br/>
            </w:r>
            <w:r w:rsidRPr="00BF553F">
              <w:rPr>
                <w:b/>
                <w:sz w:val="28"/>
                <w:szCs w:val="28"/>
              </w:rPr>
              <w:t>организациях для детей-сирот и детей, оставшихся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 xml:space="preserve">ситуации, в лагерях, </w:t>
            </w:r>
            <w:r>
              <w:rPr>
                <w:b/>
                <w:sz w:val="28"/>
                <w:szCs w:val="28"/>
              </w:rPr>
              <w:br/>
            </w:r>
            <w:r w:rsidRPr="00BF553F">
              <w:rPr>
                <w:b/>
                <w:sz w:val="28"/>
                <w:szCs w:val="28"/>
              </w:rPr>
              <w:t>организованных образовательными организациями,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 xml:space="preserve">осуществляющими </w:t>
            </w:r>
            <w:r>
              <w:rPr>
                <w:b/>
                <w:sz w:val="28"/>
                <w:szCs w:val="28"/>
              </w:rPr>
              <w:br/>
            </w:r>
            <w:r w:rsidRPr="00BF553F">
              <w:rPr>
                <w:b/>
                <w:sz w:val="28"/>
                <w:szCs w:val="28"/>
              </w:rPr>
              <w:t>организацию отдыха и оздоровления обучающихся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 xml:space="preserve">в каникулярное время </w:t>
            </w:r>
            <w:r>
              <w:rPr>
                <w:b/>
                <w:sz w:val="28"/>
                <w:szCs w:val="28"/>
              </w:rPr>
              <w:br/>
            </w:r>
            <w:r w:rsidRPr="00BF553F">
              <w:rPr>
                <w:b/>
                <w:sz w:val="28"/>
                <w:szCs w:val="28"/>
              </w:rPr>
              <w:t>(с дневным пребыванием), на плановый период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553F">
              <w:rPr>
                <w:b/>
                <w:sz w:val="28"/>
                <w:szCs w:val="28"/>
              </w:rPr>
              <w:t>2018 и 2019 годов</w:t>
            </w:r>
            <w:r>
              <w:rPr>
                <w:sz w:val="28"/>
                <w:szCs w:val="28"/>
              </w:rPr>
              <w:t>»</w:t>
            </w:r>
            <w:r w:rsidRPr="00AC35C8">
              <w:rPr>
                <w:sz w:val="28"/>
                <w:szCs w:val="28"/>
              </w:rPr>
              <w:t>;</w:t>
            </w:r>
          </w:p>
        </w:tc>
      </w:tr>
    </w:tbl>
    <w:p w:rsidR="00525DEC" w:rsidRPr="00DE7A74" w:rsidRDefault="00525DEC" w:rsidP="00FA7323">
      <w:pPr>
        <w:pStyle w:val="BodyText"/>
        <w:spacing w:line="360" w:lineRule="auto"/>
        <w:ind w:firstLine="720"/>
        <w:rPr>
          <w:szCs w:val="28"/>
        </w:rPr>
        <w:sectPr w:rsidR="00525DEC" w:rsidRPr="00DE7A74" w:rsidSect="006C3B6F">
          <w:pgSz w:w="11907" w:h="16840" w:code="9"/>
          <w:pgMar w:top="1134" w:right="567" w:bottom="1134" w:left="1418" w:header="709" w:footer="709" w:gutter="0"/>
          <w:cols w:space="720"/>
          <w:formProt w:val="0"/>
          <w:docGrid w:linePitch="272"/>
        </w:sectPr>
      </w:pPr>
    </w:p>
    <w:p w:rsidR="00525DEC" w:rsidRPr="00142D3A" w:rsidRDefault="00525DEC" w:rsidP="00F97E78">
      <w:pPr>
        <w:rPr>
          <w:sz w:val="2"/>
          <w:szCs w:val="2"/>
          <w:highlight w:val="yellow"/>
        </w:rPr>
      </w:pPr>
    </w:p>
    <w:p w:rsidR="00525DEC" w:rsidRPr="00142D3A" w:rsidRDefault="00525DEC">
      <w:pPr>
        <w:rPr>
          <w:sz w:val="2"/>
          <w:szCs w:val="2"/>
          <w:highlight w:val="yellow"/>
        </w:rPr>
      </w:pPr>
    </w:p>
    <w:p w:rsidR="00525DEC" w:rsidRPr="00DE7A74" w:rsidRDefault="00525DEC" w:rsidP="007562AC">
      <w:pPr>
        <w:pStyle w:val="BodyText"/>
        <w:spacing w:line="360" w:lineRule="auto"/>
        <w:ind w:firstLine="720"/>
        <w:rPr>
          <w:szCs w:val="28"/>
        </w:rPr>
      </w:pPr>
      <w:r w:rsidRPr="00DE7A74">
        <w:rPr>
          <w:szCs w:val="28"/>
        </w:rPr>
        <w:t xml:space="preserve">б) таблицу 35 изложить в следующей редакции: </w:t>
      </w:r>
    </w:p>
    <w:tbl>
      <w:tblPr>
        <w:tblW w:w="15026" w:type="dxa"/>
        <w:tblInd w:w="108" w:type="dxa"/>
        <w:tblLayout w:type="fixed"/>
        <w:tblLook w:val="0000"/>
      </w:tblPr>
      <w:tblGrid>
        <w:gridCol w:w="671"/>
        <w:gridCol w:w="5689"/>
        <w:gridCol w:w="8666"/>
      </w:tblGrid>
      <w:tr w:rsidR="00525DEC" w:rsidRPr="00D94729" w:rsidTr="00B169A4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DEC" w:rsidRPr="00D94729" w:rsidRDefault="00525DEC" w:rsidP="00B169A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94729">
              <w:rPr>
                <w:bCs/>
                <w:sz w:val="28"/>
                <w:szCs w:val="28"/>
              </w:rPr>
              <w:t>Таблица 35</w:t>
            </w:r>
          </w:p>
          <w:p w:rsidR="00525DEC" w:rsidRPr="00D94729" w:rsidRDefault="00525DEC" w:rsidP="00B169A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25DEC" w:rsidRPr="00D94729" w:rsidTr="00DE36F8">
        <w:trPr>
          <w:trHeight w:val="1414"/>
        </w:trPr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25DEC" w:rsidRPr="00D94729" w:rsidRDefault="00525DEC" w:rsidP="00B169A4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</w:t>
            </w:r>
            <w:r w:rsidRPr="00D94729">
              <w:rPr>
                <w:b/>
                <w:sz w:val="28"/>
                <w:szCs w:val="28"/>
              </w:rPr>
              <w:t>на реализацию</w:t>
            </w:r>
            <w:r w:rsidRPr="00D94729">
              <w:rPr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D94729">
              <w:rPr>
                <w:b/>
                <w:sz w:val="28"/>
                <w:szCs w:val="28"/>
              </w:rPr>
              <w:t>Развитие и модернизация образования</w:t>
            </w:r>
            <w:r w:rsidRPr="00D94729">
              <w:rPr>
                <w:b/>
                <w:sz w:val="28"/>
                <w:szCs w:val="28"/>
              </w:rPr>
              <w:br/>
              <w:t>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D94729">
              <w:rPr>
                <w:b/>
                <w:sz w:val="28"/>
                <w:szCs w:val="28"/>
              </w:rPr>
              <w:t xml:space="preserve"> на 2014-2020 годы на пла</w:t>
            </w:r>
            <w:r w:rsidRPr="00D94729">
              <w:rPr>
                <w:b/>
                <w:bCs/>
                <w:sz w:val="28"/>
                <w:szCs w:val="28"/>
              </w:rPr>
              <w:t>новый период 2018 и 2019 годов</w:t>
            </w:r>
          </w:p>
          <w:p w:rsidR="00525DEC" w:rsidRPr="00D94729" w:rsidRDefault="00525DEC" w:rsidP="00DE3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5DEC" w:rsidRPr="00D94729" w:rsidTr="00B169A4">
        <w:trPr>
          <w:trHeight w:val="375"/>
        </w:trPr>
        <w:tc>
          <w:tcPr>
            <w:tcW w:w="6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D94729" w:rsidRDefault="00525DEC" w:rsidP="00B169A4">
            <w:pPr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D94729" w:rsidRDefault="00525DEC" w:rsidP="00B169A4">
            <w:pPr>
              <w:rPr>
                <w:sz w:val="28"/>
                <w:szCs w:val="28"/>
              </w:rPr>
            </w:pPr>
          </w:p>
        </w:tc>
        <w:tc>
          <w:tcPr>
            <w:tcW w:w="866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DEC" w:rsidRPr="00D94729" w:rsidRDefault="00525DEC" w:rsidP="00B169A4">
            <w:pPr>
              <w:jc w:val="right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тыс. руб.</w:t>
            </w:r>
          </w:p>
        </w:tc>
      </w:tr>
    </w:tbl>
    <w:p w:rsidR="00525DEC" w:rsidRPr="00D94729" w:rsidRDefault="00525DEC" w:rsidP="00B169A4">
      <w:pPr>
        <w:rPr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041" w:type="dxa"/>
        <w:tblLayout w:type="fixed"/>
        <w:tblLook w:val="00A0"/>
      </w:tblPr>
      <w:tblGrid>
        <w:gridCol w:w="594"/>
        <w:gridCol w:w="2682"/>
        <w:gridCol w:w="3118"/>
        <w:gridCol w:w="3119"/>
        <w:gridCol w:w="2976"/>
        <w:gridCol w:w="2552"/>
      </w:tblGrid>
      <w:tr w:rsidR="00525DEC" w:rsidRPr="00D94729" w:rsidTr="00B10A48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№ п/п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Наименование</w:t>
            </w:r>
          </w:p>
          <w:p w:rsidR="00525DEC" w:rsidRPr="00D94729" w:rsidRDefault="00525DEC" w:rsidP="00B10A4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муниципального</w:t>
            </w:r>
            <w:r w:rsidRPr="00D94729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модернизации инфраструктуры</w:t>
            </w:r>
            <w:r w:rsidRPr="00D94729">
              <w:rPr>
                <w:sz w:val="28"/>
                <w:szCs w:val="28"/>
              </w:rPr>
              <w:br/>
              <w:t>общего образования (проведение капитального</w:t>
            </w:r>
            <w:r w:rsidRPr="00D94729">
              <w:rPr>
                <w:sz w:val="28"/>
                <w:szCs w:val="28"/>
              </w:rPr>
              <w:br/>
              <w:t>ремонта, реконструкции, строительства зданий, пристроя к зданиям общеобразовательных</w:t>
            </w:r>
            <w:r w:rsidRPr="00D94729">
              <w:rPr>
                <w:sz w:val="28"/>
                <w:szCs w:val="28"/>
              </w:rPr>
              <w:br/>
              <w:t>организаций, приобретение (выкуп), в том числе оснащение новых мест в общеобразовательных организациях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iCs/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ремонта</w:t>
            </w:r>
            <w:r>
              <w:rPr>
                <w:sz w:val="28"/>
                <w:szCs w:val="28"/>
              </w:rPr>
              <w:t>, ликвидация 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рийной ситуации в зданиях и сооружениях муниципальных </w:t>
            </w:r>
            <w:r w:rsidRPr="00D94729">
              <w:rPr>
                <w:sz w:val="28"/>
                <w:szCs w:val="28"/>
              </w:rPr>
              <w:t>дошкольных</w:t>
            </w:r>
            <w:r w:rsidRPr="00D94729">
              <w:rPr>
                <w:sz w:val="28"/>
                <w:szCs w:val="28"/>
              </w:rPr>
              <w:br/>
              <w:t>образовательных организаций, устройство внутридомовых сооружений, благоустройс</w:t>
            </w:r>
            <w:r w:rsidRPr="00D94729">
              <w:rPr>
                <w:sz w:val="28"/>
                <w:szCs w:val="28"/>
              </w:rPr>
              <w:t>т</w:t>
            </w:r>
            <w:r w:rsidRPr="00D9472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территорий, приобретение и установка</w:t>
            </w:r>
            <w:r w:rsidRPr="00D94729">
              <w:rPr>
                <w:sz w:val="28"/>
                <w:szCs w:val="28"/>
              </w:rPr>
              <w:br/>
              <w:t>оборудования, в том числе оборудования,</w:t>
            </w:r>
            <w:r w:rsidRPr="00D94729">
              <w:rPr>
                <w:sz w:val="28"/>
                <w:szCs w:val="28"/>
              </w:rPr>
              <w:br/>
              <w:t>обеспечивающего антитеррористическую защищённость</w:t>
            </w:r>
          </w:p>
        </w:tc>
      </w:tr>
      <w:tr w:rsidR="00525DEC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525DEC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D94729" w:rsidRDefault="00525DEC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</w:tr>
      <w:tr w:rsidR="00525DEC" w:rsidRPr="00D94729" w:rsidTr="003F1D83">
        <w:tc>
          <w:tcPr>
            <w:tcW w:w="594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1.</w:t>
            </w:r>
          </w:p>
        </w:tc>
        <w:tc>
          <w:tcPr>
            <w:tcW w:w="2682" w:type="dxa"/>
            <w:noWrap/>
            <w:vAlign w:val="bottom"/>
          </w:tcPr>
          <w:p w:rsidR="00525DEC" w:rsidRPr="00D94729" w:rsidRDefault="00525DEC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118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525DEC" w:rsidRPr="00D94729" w:rsidTr="003F1D83">
        <w:tc>
          <w:tcPr>
            <w:tcW w:w="594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</w:tcPr>
          <w:p w:rsidR="00525DEC" w:rsidRPr="00D94729" w:rsidRDefault="00525DEC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118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</w:tr>
      <w:tr w:rsidR="00525DEC" w:rsidRPr="00D94729" w:rsidTr="003F1D83">
        <w:tc>
          <w:tcPr>
            <w:tcW w:w="594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2.</w:t>
            </w:r>
          </w:p>
        </w:tc>
        <w:tc>
          <w:tcPr>
            <w:tcW w:w="2682" w:type="dxa"/>
            <w:noWrap/>
            <w:vAlign w:val="bottom"/>
          </w:tcPr>
          <w:p w:rsidR="00525DEC" w:rsidRPr="00D94729" w:rsidRDefault="00525DEC" w:rsidP="00B10A48">
            <w:pPr>
              <w:ind w:left="-57" w:right="-57"/>
              <w:rPr>
                <w:bCs/>
                <w:sz w:val="28"/>
                <w:szCs w:val="28"/>
              </w:rPr>
            </w:pPr>
            <w:r w:rsidRPr="00D9472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118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525DEC" w:rsidRPr="00D94729" w:rsidTr="003F1D83">
        <w:tc>
          <w:tcPr>
            <w:tcW w:w="594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</w:tcPr>
          <w:p w:rsidR="00525DEC" w:rsidRPr="00D94729" w:rsidRDefault="00525DEC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118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525DEC" w:rsidRPr="00142D3A" w:rsidTr="003F1D83">
        <w:tc>
          <w:tcPr>
            <w:tcW w:w="594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</w:tcPr>
          <w:p w:rsidR="00525DEC" w:rsidRPr="00D94729" w:rsidRDefault="00525DEC" w:rsidP="00B10A48">
            <w:pPr>
              <w:ind w:left="-57" w:right="-57"/>
              <w:rPr>
                <w:b/>
                <w:sz w:val="28"/>
                <w:szCs w:val="27"/>
              </w:rPr>
            </w:pPr>
            <w:r w:rsidRPr="00D94729">
              <w:rPr>
                <w:b/>
                <w:sz w:val="28"/>
                <w:szCs w:val="27"/>
              </w:rPr>
              <w:t xml:space="preserve">Итого по районам </w:t>
            </w:r>
          </w:p>
          <w:p w:rsidR="00525DEC" w:rsidRPr="00D94729" w:rsidRDefault="00525DEC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sz w:val="28"/>
                <w:szCs w:val="27"/>
              </w:rPr>
              <w:t>и городам</w:t>
            </w:r>
          </w:p>
        </w:tc>
        <w:tc>
          <w:tcPr>
            <w:tcW w:w="3118" w:type="dxa"/>
            <w:noWrap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525DEC" w:rsidRPr="00D94729" w:rsidRDefault="00525DEC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525DEC" w:rsidRPr="00D94729" w:rsidRDefault="00525DEC" w:rsidP="00B10A48">
            <w:pPr>
              <w:jc w:val="center"/>
              <w:rPr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525DEC" w:rsidRPr="00142D3A" w:rsidRDefault="00525DEC" w:rsidP="00E33ABF">
      <w:pPr>
        <w:pStyle w:val="BodyText"/>
        <w:ind w:firstLine="720"/>
        <w:rPr>
          <w:szCs w:val="28"/>
          <w:highlight w:val="yellow"/>
        </w:rPr>
      </w:pPr>
    </w:p>
    <w:p w:rsidR="00525DEC" w:rsidRPr="00142D3A" w:rsidRDefault="00525DEC" w:rsidP="00E33ABF">
      <w:pPr>
        <w:pStyle w:val="BodyText"/>
        <w:ind w:firstLine="720"/>
        <w:rPr>
          <w:szCs w:val="28"/>
          <w:highlight w:val="yellow"/>
        </w:rPr>
        <w:sectPr w:rsidR="00525DEC" w:rsidRPr="00142D3A" w:rsidSect="00B169A4">
          <w:pgSz w:w="16840" w:h="11907" w:orient="landscape" w:code="9"/>
          <w:pgMar w:top="1418" w:right="680" w:bottom="567" w:left="1134" w:header="709" w:footer="709" w:gutter="0"/>
          <w:cols w:space="720"/>
          <w:formProt w:val="0"/>
          <w:docGrid w:linePitch="272"/>
        </w:sectPr>
      </w:pPr>
    </w:p>
    <w:p w:rsidR="00525DEC" w:rsidRPr="00372961" w:rsidRDefault="00525DEC" w:rsidP="00A97BFD">
      <w:pPr>
        <w:spacing w:line="360" w:lineRule="auto"/>
        <w:ind w:firstLine="709"/>
        <w:jc w:val="both"/>
        <w:rPr>
          <w:sz w:val="28"/>
          <w:szCs w:val="28"/>
        </w:rPr>
      </w:pPr>
      <w:r w:rsidRPr="00372961">
        <w:rPr>
          <w:sz w:val="28"/>
          <w:szCs w:val="28"/>
        </w:rPr>
        <w:t>15) приложение 18 изложить в следующей редакции:</w:t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525DEC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72961">
              <w:rPr>
                <w:sz w:val="28"/>
                <w:szCs w:val="28"/>
              </w:rPr>
              <w:t>ПРИЛОЖЕНИЕ 18</w:t>
            </w:r>
          </w:p>
        </w:tc>
      </w:tr>
      <w:tr w:rsidR="00525DEC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525DEC" w:rsidRPr="00372961" w:rsidTr="00980C13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72961">
              <w:rPr>
                <w:sz w:val="28"/>
                <w:szCs w:val="28"/>
              </w:rPr>
              <w:t>Об областном бюджете</w:t>
            </w:r>
          </w:p>
        </w:tc>
      </w:tr>
      <w:tr w:rsidR="00525DEC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Ульяновской области на 2017 год</w:t>
            </w:r>
          </w:p>
        </w:tc>
      </w:tr>
      <w:tr w:rsidR="00525DEC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и на плановый период</w:t>
            </w:r>
          </w:p>
        </w:tc>
      </w:tr>
      <w:tr w:rsidR="00525DEC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2018 и 2019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525DEC" w:rsidRPr="00372961" w:rsidRDefault="00525DEC" w:rsidP="00A97BFD">
      <w:pPr>
        <w:pStyle w:val="Title"/>
        <w:jc w:val="right"/>
        <w:rPr>
          <w:b w:val="0"/>
        </w:rPr>
      </w:pPr>
    </w:p>
    <w:p w:rsidR="00525DEC" w:rsidRPr="00372961" w:rsidRDefault="00525DEC" w:rsidP="00A97BFD">
      <w:pPr>
        <w:pStyle w:val="Title"/>
        <w:jc w:val="right"/>
        <w:rPr>
          <w:b w:val="0"/>
        </w:rPr>
      </w:pPr>
    </w:p>
    <w:p w:rsidR="00525DEC" w:rsidRPr="00372961" w:rsidRDefault="00525DEC" w:rsidP="00A97BFD">
      <w:pPr>
        <w:pStyle w:val="Title"/>
        <w:jc w:val="right"/>
        <w:rPr>
          <w:b w:val="0"/>
        </w:rPr>
      </w:pPr>
    </w:p>
    <w:p w:rsidR="00525DEC" w:rsidRPr="00372961" w:rsidRDefault="00525DEC" w:rsidP="00A97BFD">
      <w:pPr>
        <w:pStyle w:val="Title"/>
      </w:pPr>
      <w:r w:rsidRPr="00372961">
        <w:t>Программа</w:t>
      </w:r>
    </w:p>
    <w:p w:rsidR="00525DEC" w:rsidRPr="00372961" w:rsidRDefault="00525DEC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 xml:space="preserve">государственных внутренних заимствований </w:t>
      </w:r>
    </w:p>
    <w:p w:rsidR="00525DEC" w:rsidRPr="00372961" w:rsidRDefault="00525DEC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>Ульяновской области на 2017 год</w:t>
      </w:r>
    </w:p>
    <w:p w:rsidR="00525DEC" w:rsidRPr="00372961" w:rsidRDefault="00525DEC" w:rsidP="00A97BFD">
      <w:pPr>
        <w:jc w:val="center"/>
        <w:rPr>
          <w:b/>
          <w:bCs/>
          <w:sz w:val="28"/>
        </w:rPr>
      </w:pPr>
    </w:p>
    <w:p w:rsidR="00525DEC" w:rsidRPr="00372961" w:rsidRDefault="00525DEC" w:rsidP="00A97BFD">
      <w:pPr>
        <w:pStyle w:val="Heading1"/>
      </w:pP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  <w:t>тыс. руб.</w:t>
      </w:r>
    </w:p>
    <w:tbl>
      <w:tblPr>
        <w:tblW w:w="10219" w:type="dxa"/>
        <w:tblInd w:w="95" w:type="dxa"/>
        <w:tblLayout w:type="fixed"/>
        <w:tblLook w:val="00A0"/>
      </w:tblPr>
      <w:tblGrid>
        <w:gridCol w:w="4549"/>
        <w:gridCol w:w="1843"/>
        <w:gridCol w:w="1701"/>
        <w:gridCol w:w="1843"/>
        <w:gridCol w:w="283"/>
      </w:tblGrid>
      <w:tr w:rsidR="00525DEC" w:rsidRPr="00A97BFD" w:rsidTr="00980C13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Погашение реструктур</w:t>
            </w:r>
            <w:r w:rsidRPr="00372961">
              <w:rPr>
                <w:color w:val="000000"/>
                <w:sz w:val="28"/>
              </w:rPr>
              <w:t>и</w:t>
            </w:r>
            <w:r w:rsidRPr="00372961">
              <w:rPr>
                <w:color w:val="000000"/>
                <w:sz w:val="28"/>
              </w:rPr>
              <w:t>рованной з</w:t>
            </w:r>
            <w:r w:rsidRPr="00372961">
              <w:rPr>
                <w:color w:val="000000"/>
                <w:sz w:val="28"/>
              </w:rPr>
              <w:t>а</w:t>
            </w:r>
            <w:r w:rsidRPr="00372961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525DEC" w:rsidRPr="00A97BFD" w:rsidTr="00980C13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A97BFD" w:rsidRDefault="00525DEC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A97BFD" w:rsidRDefault="00525DEC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A97BFD" w:rsidRDefault="00525DEC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EC" w:rsidRPr="00A97BFD" w:rsidRDefault="00525DEC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25DEC" w:rsidRPr="00A97BFD" w:rsidRDefault="00525DEC" w:rsidP="00980C13">
            <w:pPr>
              <w:rPr>
                <w:color w:val="000000"/>
                <w:sz w:val="28"/>
                <w:highlight w:val="yellow"/>
              </w:rPr>
            </w:pPr>
          </w:p>
        </w:tc>
      </w:tr>
      <w:tr w:rsidR="00525DEC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DEC" w:rsidRPr="00372961" w:rsidRDefault="00525DEC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Государственные ценные бумаги, номинальная стоимость которых указана в валюте Российской Фед</w:t>
            </w:r>
            <w:r w:rsidRPr="00372961">
              <w:rPr>
                <w:color w:val="000000"/>
                <w:sz w:val="28"/>
              </w:rPr>
              <w:t>е</w:t>
            </w:r>
            <w:r w:rsidRPr="00372961">
              <w:rPr>
                <w:color w:val="000000"/>
                <w:sz w:val="28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5000000,0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525DEC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DEC" w:rsidRPr="00372961" w:rsidRDefault="00525DEC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Кредиты кредитных организаций </w:t>
            </w:r>
            <w:r w:rsidRPr="00372961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12092651,9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14750000,0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525DEC" w:rsidRPr="00A97BFD" w:rsidTr="00980C13">
        <w:trPr>
          <w:trHeight w:val="94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DEC" w:rsidRPr="00372961" w:rsidRDefault="00525DEC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2480000,0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525DEC" w:rsidRPr="00A97BFD" w:rsidTr="00980C13">
        <w:trPr>
          <w:trHeight w:val="1249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DEC" w:rsidRPr="00372961" w:rsidRDefault="00525DEC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в том числе бюджетные кредиты </w:t>
            </w:r>
            <w:r w:rsidRPr="00372961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372961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372961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525DEC" w:rsidRPr="002238AD" w:rsidTr="00980C13">
        <w:trPr>
          <w:trHeight w:val="31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19092651,9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17230000,0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DEC" w:rsidRPr="00372961" w:rsidRDefault="00525DEC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</w:tcPr>
          <w:p w:rsidR="00525DEC" w:rsidRPr="006916F5" w:rsidRDefault="00525DEC" w:rsidP="00980C13">
            <w:pPr>
              <w:ind w:left="57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»</w:t>
            </w:r>
            <w:r w:rsidRPr="00372961">
              <w:rPr>
                <w:color w:val="000000"/>
                <w:sz w:val="28"/>
              </w:rPr>
              <w:t>.</w:t>
            </w:r>
          </w:p>
        </w:tc>
      </w:tr>
    </w:tbl>
    <w:p w:rsidR="00525DEC" w:rsidRPr="007F0B81" w:rsidRDefault="00525DEC" w:rsidP="00E33ABF">
      <w:pPr>
        <w:pStyle w:val="BodyText"/>
        <w:ind w:firstLine="720"/>
        <w:rPr>
          <w:szCs w:val="28"/>
        </w:rPr>
      </w:pPr>
    </w:p>
    <w:p w:rsidR="00525DEC" w:rsidRPr="007F0B81" w:rsidRDefault="00525DEC" w:rsidP="00E33ABF">
      <w:pPr>
        <w:pStyle w:val="BodyText"/>
        <w:ind w:firstLine="720"/>
        <w:rPr>
          <w:szCs w:val="28"/>
        </w:rPr>
      </w:pPr>
    </w:p>
    <w:p w:rsidR="00525DEC" w:rsidRPr="007F0B81" w:rsidRDefault="00525DEC" w:rsidP="00E33ABF">
      <w:pPr>
        <w:pStyle w:val="BodyText"/>
        <w:ind w:firstLine="720"/>
        <w:rPr>
          <w:szCs w:val="28"/>
        </w:rPr>
      </w:pPr>
    </w:p>
    <w:p w:rsidR="00525DEC" w:rsidRPr="0036530B" w:rsidRDefault="00525DEC" w:rsidP="00F76557">
      <w:pPr>
        <w:pStyle w:val="Heading1"/>
        <w:rPr>
          <w:b/>
        </w:rPr>
      </w:pPr>
      <w:r w:rsidRPr="007F0B81">
        <w:rPr>
          <w:b/>
        </w:rPr>
        <w:t xml:space="preserve">Губернатор Ульяновской области                     </w:t>
      </w:r>
      <w:r>
        <w:rPr>
          <w:b/>
        </w:rPr>
        <w:t xml:space="preserve">  </w:t>
      </w:r>
      <w:r w:rsidRPr="007F0B81">
        <w:rPr>
          <w:b/>
        </w:rPr>
        <w:t xml:space="preserve">                                 С.И.Морозов</w:t>
      </w:r>
    </w:p>
    <w:p w:rsidR="00525DEC" w:rsidRPr="0036530B" w:rsidRDefault="00525DEC" w:rsidP="00A41D7B">
      <w:pPr>
        <w:pStyle w:val="Heading1"/>
        <w:tabs>
          <w:tab w:val="right" w:pos="8647"/>
        </w:tabs>
        <w:rPr>
          <w:szCs w:val="28"/>
        </w:rPr>
      </w:pPr>
    </w:p>
    <w:p w:rsidR="00525DEC" w:rsidRDefault="00525DEC" w:rsidP="00A41D7B">
      <w:pPr>
        <w:rPr>
          <w:sz w:val="28"/>
          <w:szCs w:val="28"/>
        </w:rPr>
      </w:pPr>
    </w:p>
    <w:p w:rsidR="00525DEC" w:rsidRPr="0036530B" w:rsidRDefault="00525DEC" w:rsidP="00A41D7B">
      <w:pPr>
        <w:rPr>
          <w:sz w:val="28"/>
          <w:szCs w:val="28"/>
        </w:rPr>
      </w:pPr>
    </w:p>
    <w:p w:rsidR="00525DEC" w:rsidRPr="0036530B" w:rsidRDefault="00525DEC" w:rsidP="00DB3138">
      <w:pPr>
        <w:jc w:val="center"/>
        <w:rPr>
          <w:sz w:val="28"/>
        </w:rPr>
      </w:pPr>
      <w:r w:rsidRPr="0036530B">
        <w:rPr>
          <w:sz w:val="28"/>
        </w:rPr>
        <w:t>г. Ульяновск</w:t>
      </w:r>
    </w:p>
    <w:p w:rsidR="00525DEC" w:rsidRPr="0036530B" w:rsidRDefault="00525DEC" w:rsidP="00DB3138">
      <w:pPr>
        <w:jc w:val="center"/>
        <w:rPr>
          <w:sz w:val="28"/>
        </w:rPr>
      </w:pPr>
      <w:r>
        <w:rPr>
          <w:sz w:val="28"/>
        </w:rPr>
        <w:t>21 июля</w:t>
      </w:r>
      <w:r w:rsidRPr="0036530B">
        <w:rPr>
          <w:sz w:val="28"/>
        </w:rPr>
        <w:t xml:space="preserve"> 201</w:t>
      </w:r>
      <w:r>
        <w:rPr>
          <w:sz w:val="28"/>
        </w:rPr>
        <w:t>7</w:t>
      </w:r>
      <w:r w:rsidRPr="0036530B">
        <w:rPr>
          <w:sz w:val="28"/>
        </w:rPr>
        <w:t xml:space="preserve"> г.</w:t>
      </w:r>
    </w:p>
    <w:p w:rsidR="00525DEC" w:rsidRDefault="00525DEC" w:rsidP="00DB3138">
      <w:pPr>
        <w:jc w:val="center"/>
      </w:pPr>
      <w:r w:rsidRPr="0036530B">
        <w:rPr>
          <w:sz w:val="28"/>
        </w:rPr>
        <w:t xml:space="preserve">№ </w:t>
      </w:r>
      <w:r>
        <w:rPr>
          <w:sz w:val="28"/>
        </w:rPr>
        <w:t>82</w:t>
      </w:r>
      <w:r w:rsidRPr="0036530B">
        <w:rPr>
          <w:sz w:val="28"/>
        </w:rPr>
        <w:t>-ЗО</w:t>
      </w:r>
      <w:r w:rsidRPr="00B42C55">
        <w:tab/>
      </w:r>
    </w:p>
    <w:sectPr w:rsidR="00525DEC" w:rsidSect="006C3B6F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DEC" w:rsidRDefault="00525DEC">
      <w:r>
        <w:separator/>
      </w:r>
    </w:p>
  </w:endnote>
  <w:endnote w:type="continuationSeparator" w:id="0">
    <w:p w:rsidR="00525DEC" w:rsidRDefault="00525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EC" w:rsidRPr="0079525B" w:rsidRDefault="00525DEC" w:rsidP="0079525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0307кк1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DEC" w:rsidRDefault="00525DEC">
      <w:r>
        <w:separator/>
      </w:r>
    </w:p>
  </w:footnote>
  <w:footnote w:type="continuationSeparator" w:id="0">
    <w:p w:rsidR="00525DEC" w:rsidRDefault="00525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EC" w:rsidRDefault="00525D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410</w:t>
    </w:r>
    <w:r>
      <w:rPr>
        <w:rStyle w:val="PageNumber"/>
      </w:rPr>
      <w:fldChar w:fldCharType="end"/>
    </w:r>
  </w:p>
  <w:p w:rsidR="00525DEC" w:rsidRDefault="00525D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EC" w:rsidRPr="00FF095B" w:rsidRDefault="00525DEC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309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EC" w:rsidRDefault="00525DEC">
    <w:pPr>
      <w:pStyle w:val="Header"/>
      <w:jc w:val="center"/>
    </w:pPr>
  </w:p>
  <w:p w:rsidR="00525DEC" w:rsidRDefault="00525D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B82"/>
    <w:rsid w:val="00001EC0"/>
    <w:rsid w:val="00002038"/>
    <w:rsid w:val="0000206A"/>
    <w:rsid w:val="00002224"/>
    <w:rsid w:val="000022AB"/>
    <w:rsid w:val="0000250B"/>
    <w:rsid w:val="00002524"/>
    <w:rsid w:val="00002539"/>
    <w:rsid w:val="000028A8"/>
    <w:rsid w:val="0000291A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101CA"/>
    <w:rsid w:val="0001033F"/>
    <w:rsid w:val="00010479"/>
    <w:rsid w:val="000105B4"/>
    <w:rsid w:val="00010671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3D0E"/>
    <w:rsid w:val="00014147"/>
    <w:rsid w:val="0001427D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A9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4F2E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B88"/>
    <w:rsid w:val="00036C64"/>
    <w:rsid w:val="00036CA8"/>
    <w:rsid w:val="00036E21"/>
    <w:rsid w:val="0003702A"/>
    <w:rsid w:val="0003735C"/>
    <w:rsid w:val="000375F1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EA3"/>
    <w:rsid w:val="0004413B"/>
    <w:rsid w:val="0004483E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8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B04"/>
    <w:rsid w:val="00055EC2"/>
    <w:rsid w:val="00056013"/>
    <w:rsid w:val="000564B8"/>
    <w:rsid w:val="000564FD"/>
    <w:rsid w:val="00056570"/>
    <w:rsid w:val="0005689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9A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BD5"/>
    <w:rsid w:val="000A5CDE"/>
    <w:rsid w:val="000A5F3D"/>
    <w:rsid w:val="000A6001"/>
    <w:rsid w:val="000A616C"/>
    <w:rsid w:val="000A6507"/>
    <w:rsid w:val="000A6581"/>
    <w:rsid w:val="000A6772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7E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46"/>
    <w:rsid w:val="000B4760"/>
    <w:rsid w:val="000B4B32"/>
    <w:rsid w:val="000B4CF1"/>
    <w:rsid w:val="000B54C3"/>
    <w:rsid w:val="000B56A0"/>
    <w:rsid w:val="000B57A0"/>
    <w:rsid w:val="000B5917"/>
    <w:rsid w:val="000B59AC"/>
    <w:rsid w:val="000B5AF1"/>
    <w:rsid w:val="000B5B0E"/>
    <w:rsid w:val="000B5EF4"/>
    <w:rsid w:val="000B617A"/>
    <w:rsid w:val="000B6325"/>
    <w:rsid w:val="000B63DB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BE1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4D4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D7D47"/>
    <w:rsid w:val="000E0402"/>
    <w:rsid w:val="000E0924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1B4B"/>
    <w:rsid w:val="000E227E"/>
    <w:rsid w:val="000E2504"/>
    <w:rsid w:val="000E2B39"/>
    <w:rsid w:val="000E2CC8"/>
    <w:rsid w:val="000E30E9"/>
    <w:rsid w:val="000E30F1"/>
    <w:rsid w:val="000E3466"/>
    <w:rsid w:val="000E39F2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D4F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11"/>
    <w:rsid w:val="000F090D"/>
    <w:rsid w:val="000F0AF1"/>
    <w:rsid w:val="000F121D"/>
    <w:rsid w:val="000F1397"/>
    <w:rsid w:val="000F13FC"/>
    <w:rsid w:val="000F1D08"/>
    <w:rsid w:val="000F1F45"/>
    <w:rsid w:val="000F208C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358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B84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D2D"/>
    <w:rsid w:val="00124E68"/>
    <w:rsid w:val="00124F8B"/>
    <w:rsid w:val="001251BF"/>
    <w:rsid w:val="00125398"/>
    <w:rsid w:val="0012554F"/>
    <w:rsid w:val="0012592B"/>
    <w:rsid w:val="00125A4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BC1"/>
    <w:rsid w:val="0013317E"/>
    <w:rsid w:val="00133720"/>
    <w:rsid w:val="0013373E"/>
    <w:rsid w:val="00133859"/>
    <w:rsid w:val="001338C6"/>
    <w:rsid w:val="00134764"/>
    <w:rsid w:val="0013477D"/>
    <w:rsid w:val="001348F7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28C"/>
    <w:rsid w:val="0013731A"/>
    <w:rsid w:val="00137977"/>
    <w:rsid w:val="0014070E"/>
    <w:rsid w:val="001409AE"/>
    <w:rsid w:val="00140AC3"/>
    <w:rsid w:val="00140D19"/>
    <w:rsid w:val="0014112D"/>
    <w:rsid w:val="001411B2"/>
    <w:rsid w:val="001411B5"/>
    <w:rsid w:val="001413EF"/>
    <w:rsid w:val="00141512"/>
    <w:rsid w:val="00141860"/>
    <w:rsid w:val="00141F04"/>
    <w:rsid w:val="00141F30"/>
    <w:rsid w:val="00141FFD"/>
    <w:rsid w:val="0014205F"/>
    <w:rsid w:val="0014211E"/>
    <w:rsid w:val="001423EE"/>
    <w:rsid w:val="001424E8"/>
    <w:rsid w:val="00142503"/>
    <w:rsid w:val="00142600"/>
    <w:rsid w:val="001428A6"/>
    <w:rsid w:val="00142C29"/>
    <w:rsid w:val="00142CCB"/>
    <w:rsid w:val="00142D3A"/>
    <w:rsid w:val="00142F28"/>
    <w:rsid w:val="00142F9A"/>
    <w:rsid w:val="001434E4"/>
    <w:rsid w:val="001435BE"/>
    <w:rsid w:val="0014363C"/>
    <w:rsid w:val="00143CF0"/>
    <w:rsid w:val="00143CF7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47F7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872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67CF8"/>
    <w:rsid w:val="0017005C"/>
    <w:rsid w:val="0017008F"/>
    <w:rsid w:val="001701C9"/>
    <w:rsid w:val="0017020E"/>
    <w:rsid w:val="0017029A"/>
    <w:rsid w:val="00170340"/>
    <w:rsid w:val="00170532"/>
    <w:rsid w:val="00170762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3EE"/>
    <w:rsid w:val="00174539"/>
    <w:rsid w:val="0017472C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D20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47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AB1"/>
    <w:rsid w:val="00196C63"/>
    <w:rsid w:val="00197088"/>
    <w:rsid w:val="001972AB"/>
    <w:rsid w:val="00197524"/>
    <w:rsid w:val="001976D2"/>
    <w:rsid w:val="001979B1"/>
    <w:rsid w:val="001A0104"/>
    <w:rsid w:val="001A01F2"/>
    <w:rsid w:val="001A0307"/>
    <w:rsid w:val="001A032E"/>
    <w:rsid w:val="001A0972"/>
    <w:rsid w:val="001A09D9"/>
    <w:rsid w:val="001A0B48"/>
    <w:rsid w:val="001A0D21"/>
    <w:rsid w:val="001A0D26"/>
    <w:rsid w:val="001A0E0B"/>
    <w:rsid w:val="001A1569"/>
    <w:rsid w:val="001A1626"/>
    <w:rsid w:val="001A1751"/>
    <w:rsid w:val="001A18CF"/>
    <w:rsid w:val="001A1966"/>
    <w:rsid w:val="001A1986"/>
    <w:rsid w:val="001A1A34"/>
    <w:rsid w:val="001A1A57"/>
    <w:rsid w:val="001A21AB"/>
    <w:rsid w:val="001A250D"/>
    <w:rsid w:val="001A276A"/>
    <w:rsid w:val="001A2983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6A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4E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547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2B5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149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22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EE0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1FF3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8C9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F6"/>
    <w:rsid w:val="0022293E"/>
    <w:rsid w:val="00222C20"/>
    <w:rsid w:val="00222C39"/>
    <w:rsid w:val="00222EE8"/>
    <w:rsid w:val="002231F7"/>
    <w:rsid w:val="002234F7"/>
    <w:rsid w:val="00223755"/>
    <w:rsid w:val="002238AD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E86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2BEF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681"/>
    <w:rsid w:val="0024173E"/>
    <w:rsid w:val="0024174F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3E9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212"/>
    <w:rsid w:val="0026139C"/>
    <w:rsid w:val="0026147B"/>
    <w:rsid w:val="00261A89"/>
    <w:rsid w:val="00261C91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34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5BD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EE3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B8"/>
    <w:rsid w:val="002878FD"/>
    <w:rsid w:val="00287B28"/>
    <w:rsid w:val="00287B35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FF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1E4C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2C1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A78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315"/>
    <w:rsid w:val="002C15EF"/>
    <w:rsid w:val="002C1B96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402"/>
    <w:rsid w:val="002D0B7C"/>
    <w:rsid w:val="002D0C2C"/>
    <w:rsid w:val="002D0FB2"/>
    <w:rsid w:val="002D110E"/>
    <w:rsid w:val="002D123A"/>
    <w:rsid w:val="002D1724"/>
    <w:rsid w:val="002D18A9"/>
    <w:rsid w:val="002D1A95"/>
    <w:rsid w:val="002D1C54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2FF9"/>
    <w:rsid w:val="002D30A0"/>
    <w:rsid w:val="002D352B"/>
    <w:rsid w:val="002D3681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AC9"/>
    <w:rsid w:val="002E3D58"/>
    <w:rsid w:val="002E3FDA"/>
    <w:rsid w:val="002E40F6"/>
    <w:rsid w:val="002E41A0"/>
    <w:rsid w:val="002E41D2"/>
    <w:rsid w:val="002E44C7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03B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735"/>
    <w:rsid w:val="002F3741"/>
    <w:rsid w:val="002F3799"/>
    <w:rsid w:val="002F38D5"/>
    <w:rsid w:val="002F38E0"/>
    <w:rsid w:val="002F391F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57B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DC"/>
    <w:rsid w:val="00302C7B"/>
    <w:rsid w:val="00302CF4"/>
    <w:rsid w:val="00303249"/>
    <w:rsid w:val="0030356A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5F6B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43"/>
    <w:rsid w:val="00327FA7"/>
    <w:rsid w:val="003301B2"/>
    <w:rsid w:val="003301CF"/>
    <w:rsid w:val="0033043E"/>
    <w:rsid w:val="003306FC"/>
    <w:rsid w:val="00330859"/>
    <w:rsid w:val="00330C55"/>
    <w:rsid w:val="00331199"/>
    <w:rsid w:val="00331314"/>
    <w:rsid w:val="0033168B"/>
    <w:rsid w:val="00331ABB"/>
    <w:rsid w:val="00331B87"/>
    <w:rsid w:val="00331B8B"/>
    <w:rsid w:val="00332076"/>
    <w:rsid w:val="0033223E"/>
    <w:rsid w:val="0033235F"/>
    <w:rsid w:val="0033256D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3AD"/>
    <w:rsid w:val="0033458E"/>
    <w:rsid w:val="00334615"/>
    <w:rsid w:val="00334653"/>
    <w:rsid w:val="003349F2"/>
    <w:rsid w:val="00334A1D"/>
    <w:rsid w:val="00334CD7"/>
    <w:rsid w:val="00334DA5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7D1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6C1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49D"/>
    <w:rsid w:val="003545BF"/>
    <w:rsid w:val="00354AF2"/>
    <w:rsid w:val="00354FA1"/>
    <w:rsid w:val="00355039"/>
    <w:rsid w:val="003552D4"/>
    <w:rsid w:val="003553D9"/>
    <w:rsid w:val="00355696"/>
    <w:rsid w:val="003558F1"/>
    <w:rsid w:val="00355F3E"/>
    <w:rsid w:val="003562F0"/>
    <w:rsid w:val="003562F1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56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5F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61"/>
    <w:rsid w:val="003729B3"/>
    <w:rsid w:val="00372F6F"/>
    <w:rsid w:val="00373363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4D7C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76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2F2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175"/>
    <w:rsid w:val="003A055B"/>
    <w:rsid w:val="003A0A12"/>
    <w:rsid w:val="003A0AA7"/>
    <w:rsid w:val="003A0B6F"/>
    <w:rsid w:val="003A0FAA"/>
    <w:rsid w:val="003A1080"/>
    <w:rsid w:val="003A122B"/>
    <w:rsid w:val="003A1507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F"/>
    <w:rsid w:val="003A57AF"/>
    <w:rsid w:val="003A5978"/>
    <w:rsid w:val="003A599B"/>
    <w:rsid w:val="003A5F81"/>
    <w:rsid w:val="003A5FE0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B0346"/>
    <w:rsid w:val="003B04F2"/>
    <w:rsid w:val="003B0BE7"/>
    <w:rsid w:val="003B0F25"/>
    <w:rsid w:val="003B142B"/>
    <w:rsid w:val="003B1465"/>
    <w:rsid w:val="003B18B7"/>
    <w:rsid w:val="003B1EA9"/>
    <w:rsid w:val="003B2545"/>
    <w:rsid w:val="003B27F0"/>
    <w:rsid w:val="003B29BE"/>
    <w:rsid w:val="003B30B2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834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A83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C7697"/>
    <w:rsid w:val="003C7AB4"/>
    <w:rsid w:val="003D04A4"/>
    <w:rsid w:val="003D08B8"/>
    <w:rsid w:val="003D090F"/>
    <w:rsid w:val="003D0FC5"/>
    <w:rsid w:val="003D108D"/>
    <w:rsid w:val="003D1828"/>
    <w:rsid w:val="003D19B4"/>
    <w:rsid w:val="003D1AF3"/>
    <w:rsid w:val="003D1DE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0F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055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C5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1D83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D1B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22A"/>
    <w:rsid w:val="004003EC"/>
    <w:rsid w:val="00400445"/>
    <w:rsid w:val="004005EE"/>
    <w:rsid w:val="004005F1"/>
    <w:rsid w:val="004005F4"/>
    <w:rsid w:val="004009B5"/>
    <w:rsid w:val="004009B9"/>
    <w:rsid w:val="00400AD2"/>
    <w:rsid w:val="00400B19"/>
    <w:rsid w:val="00400B4E"/>
    <w:rsid w:val="00400CCD"/>
    <w:rsid w:val="00400CE8"/>
    <w:rsid w:val="00400F8D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4B2D"/>
    <w:rsid w:val="004150A0"/>
    <w:rsid w:val="0041519F"/>
    <w:rsid w:val="0041525A"/>
    <w:rsid w:val="00415850"/>
    <w:rsid w:val="00415AF9"/>
    <w:rsid w:val="00415C8A"/>
    <w:rsid w:val="00415DB3"/>
    <w:rsid w:val="00415E6A"/>
    <w:rsid w:val="00416059"/>
    <w:rsid w:val="00416090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6E92"/>
    <w:rsid w:val="00427173"/>
    <w:rsid w:val="004272D7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6F"/>
    <w:rsid w:val="004377E4"/>
    <w:rsid w:val="00437D46"/>
    <w:rsid w:val="00437F08"/>
    <w:rsid w:val="00440673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CBE"/>
    <w:rsid w:val="00452E38"/>
    <w:rsid w:val="00452EAC"/>
    <w:rsid w:val="00452EB7"/>
    <w:rsid w:val="00452F98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3F54"/>
    <w:rsid w:val="00454141"/>
    <w:rsid w:val="00454654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8A"/>
    <w:rsid w:val="00462CE4"/>
    <w:rsid w:val="00462F2B"/>
    <w:rsid w:val="00462F2E"/>
    <w:rsid w:val="0046304D"/>
    <w:rsid w:val="004633BA"/>
    <w:rsid w:val="00463663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97"/>
    <w:rsid w:val="004667DF"/>
    <w:rsid w:val="004669C2"/>
    <w:rsid w:val="00466B4D"/>
    <w:rsid w:val="00467131"/>
    <w:rsid w:val="0046720A"/>
    <w:rsid w:val="00467310"/>
    <w:rsid w:val="004675BB"/>
    <w:rsid w:val="00467AFB"/>
    <w:rsid w:val="00467D6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85"/>
    <w:rsid w:val="004737B1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8B8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31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61ED"/>
    <w:rsid w:val="004C6231"/>
    <w:rsid w:val="004C651D"/>
    <w:rsid w:val="004C6574"/>
    <w:rsid w:val="004C6910"/>
    <w:rsid w:val="004C6C0D"/>
    <w:rsid w:val="004C7406"/>
    <w:rsid w:val="004C7A58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02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1F26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C2E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4F6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3B0"/>
    <w:rsid w:val="00520427"/>
    <w:rsid w:val="00520487"/>
    <w:rsid w:val="0052051C"/>
    <w:rsid w:val="005205D5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39D"/>
    <w:rsid w:val="00524424"/>
    <w:rsid w:val="00524457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DEC"/>
    <w:rsid w:val="00525FD5"/>
    <w:rsid w:val="005265F5"/>
    <w:rsid w:val="0052674A"/>
    <w:rsid w:val="00526886"/>
    <w:rsid w:val="005269C4"/>
    <w:rsid w:val="00526CA4"/>
    <w:rsid w:val="00526E08"/>
    <w:rsid w:val="005271DC"/>
    <w:rsid w:val="005278E5"/>
    <w:rsid w:val="00527990"/>
    <w:rsid w:val="00527CDE"/>
    <w:rsid w:val="00530258"/>
    <w:rsid w:val="0053029F"/>
    <w:rsid w:val="005303C5"/>
    <w:rsid w:val="0053053F"/>
    <w:rsid w:val="005305CB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9C5"/>
    <w:rsid w:val="00532A35"/>
    <w:rsid w:val="00532AAA"/>
    <w:rsid w:val="00532B95"/>
    <w:rsid w:val="00532EB1"/>
    <w:rsid w:val="00533098"/>
    <w:rsid w:val="005332C0"/>
    <w:rsid w:val="0053352F"/>
    <w:rsid w:val="00533740"/>
    <w:rsid w:val="005337F9"/>
    <w:rsid w:val="00533953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2A8"/>
    <w:rsid w:val="0053544C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6B4F"/>
    <w:rsid w:val="00556C07"/>
    <w:rsid w:val="0055740D"/>
    <w:rsid w:val="00557437"/>
    <w:rsid w:val="0055746A"/>
    <w:rsid w:val="00557B2D"/>
    <w:rsid w:val="00557C32"/>
    <w:rsid w:val="00557F30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33"/>
    <w:rsid w:val="00563CAF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3F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16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3979"/>
    <w:rsid w:val="00574046"/>
    <w:rsid w:val="005743D6"/>
    <w:rsid w:val="00574461"/>
    <w:rsid w:val="00574723"/>
    <w:rsid w:val="0057491A"/>
    <w:rsid w:val="00574D53"/>
    <w:rsid w:val="00575728"/>
    <w:rsid w:val="0057595B"/>
    <w:rsid w:val="00575988"/>
    <w:rsid w:val="00575EDF"/>
    <w:rsid w:val="00575EFA"/>
    <w:rsid w:val="00575F86"/>
    <w:rsid w:val="00575FEA"/>
    <w:rsid w:val="00576762"/>
    <w:rsid w:val="00576D88"/>
    <w:rsid w:val="00576FBD"/>
    <w:rsid w:val="0057722C"/>
    <w:rsid w:val="005772F5"/>
    <w:rsid w:val="00577329"/>
    <w:rsid w:val="00577410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60D"/>
    <w:rsid w:val="0059064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CD6"/>
    <w:rsid w:val="00594E5D"/>
    <w:rsid w:val="00594EB5"/>
    <w:rsid w:val="00595017"/>
    <w:rsid w:val="005951E3"/>
    <w:rsid w:val="0059530E"/>
    <w:rsid w:val="005954B2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97B"/>
    <w:rsid w:val="00596D61"/>
    <w:rsid w:val="00596ECB"/>
    <w:rsid w:val="00596F8F"/>
    <w:rsid w:val="00596FFB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610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377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A9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F2B"/>
    <w:rsid w:val="005B3FD3"/>
    <w:rsid w:val="005B42B4"/>
    <w:rsid w:val="005B431D"/>
    <w:rsid w:val="005B4370"/>
    <w:rsid w:val="005B43CF"/>
    <w:rsid w:val="005B44DF"/>
    <w:rsid w:val="005B4592"/>
    <w:rsid w:val="005B4C66"/>
    <w:rsid w:val="005B4E9A"/>
    <w:rsid w:val="005B50BD"/>
    <w:rsid w:val="005B5643"/>
    <w:rsid w:val="005B5719"/>
    <w:rsid w:val="005B587C"/>
    <w:rsid w:val="005B59B8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1E74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0D3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0A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561"/>
    <w:rsid w:val="005D7D1B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BF3"/>
    <w:rsid w:val="005E2E7A"/>
    <w:rsid w:val="005E2E7B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0F7"/>
    <w:rsid w:val="005F7250"/>
    <w:rsid w:val="005F7421"/>
    <w:rsid w:val="005F76D7"/>
    <w:rsid w:val="005F77A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051"/>
    <w:rsid w:val="006143D0"/>
    <w:rsid w:val="00614584"/>
    <w:rsid w:val="006145F3"/>
    <w:rsid w:val="00614A35"/>
    <w:rsid w:val="00614C7D"/>
    <w:rsid w:val="00614C84"/>
    <w:rsid w:val="00614EB7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0C"/>
    <w:rsid w:val="006220D2"/>
    <w:rsid w:val="006220D5"/>
    <w:rsid w:val="00622D97"/>
    <w:rsid w:val="00622DC6"/>
    <w:rsid w:val="0062300B"/>
    <w:rsid w:val="00623A01"/>
    <w:rsid w:val="00623F5E"/>
    <w:rsid w:val="0062408F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D9"/>
    <w:rsid w:val="00626E84"/>
    <w:rsid w:val="00626EFA"/>
    <w:rsid w:val="00626F8C"/>
    <w:rsid w:val="00627027"/>
    <w:rsid w:val="00627984"/>
    <w:rsid w:val="00627AAB"/>
    <w:rsid w:val="00627B63"/>
    <w:rsid w:val="00630225"/>
    <w:rsid w:val="0063084D"/>
    <w:rsid w:val="00630B02"/>
    <w:rsid w:val="00630D67"/>
    <w:rsid w:val="00630F4E"/>
    <w:rsid w:val="0063115C"/>
    <w:rsid w:val="006311BC"/>
    <w:rsid w:val="0063132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2C6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47C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D6A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434"/>
    <w:rsid w:val="006515F9"/>
    <w:rsid w:val="00651704"/>
    <w:rsid w:val="006518E6"/>
    <w:rsid w:val="006518F3"/>
    <w:rsid w:val="00651943"/>
    <w:rsid w:val="006519EC"/>
    <w:rsid w:val="00651B70"/>
    <w:rsid w:val="00652513"/>
    <w:rsid w:val="00652840"/>
    <w:rsid w:val="00652A5A"/>
    <w:rsid w:val="00652B2B"/>
    <w:rsid w:val="00652C2C"/>
    <w:rsid w:val="00652EC9"/>
    <w:rsid w:val="0065350A"/>
    <w:rsid w:val="00653AD9"/>
    <w:rsid w:val="00653AE6"/>
    <w:rsid w:val="00653E3E"/>
    <w:rsid w:val="00653F0E"/>
    <w:rsid w:val="00653FAC"/>
    <w:rsid w:val="00654142"/>
    <w:rsid w:val="006542DD"/>
    <w:rsid w:val="00654445"/>
    <w:rsid w:val="00654604"/>
    <w:rsid w:val="0065461E"/>
    <w:rsid w:val="0065483C"/>
    <w:rsid w:val="00654A54"/>
    <w:rsid w:val="00655041"/>
    <w:rsid w:val="006550E2"/>
    <w:rsid w:val="00655D59"/>
    <w:rsid w:val="00655FA8"/>
    <w:rsid w:val="00656190"/>
    <w:rsid w:val="00656222"/>
    <w:rsid w:val="0065637B"/>
    <w:rsid w:val="00656458"/>
    <w:rsid w:val="00656E80"/>
    <w:rsid w:val="00656F6A"/>
    <w:rsid w:val="006574B5"/>
    <w:rsid w:val="00657514"/>
    <w:rsid w:val="006575A4"/>
    <w:rsid w:val="006575D6"/>
    <w:rsid w:val="00657651"/>
    <w:rsid w:val="00657BA5"/>
    <w:rsid w:val="00657FBE"/>
    <w:rsid w:val="00660293"/>
    <w:rsid w:val="006604E0"/>
    <w:rsid w:val="006605ED"/>
    <w:rsid w:val="006606BD"/>
    <w:rsid w:val="006607D3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B18"/>
    <w:rsid w:val="0066214E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555"/>
    <w:rsid w:val="006647A5"/>
    <w:rsid w:val="006648D1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77F36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87E35"/>
    <w:rsid w:val="006904EC"/>
    <w:rsid w:val="006908A1"/>
    <w:rsid w:val="00690AB3"/>
    <w:rsid w:val="00690D00"/>
    <w:rsid w:val="00690D4F"/>
    <w:rsid w:val="00690EF0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AD6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A2B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CAD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12"/>
    <w:rsid w:val="006A67AA"/>
    <w:rsid w:val="006A6A77"/>
    <w:rsid w:val="006A6CDA"/>
    <w:rsid w:val="006A6CDB"/>
    <w:rsid w:val="006A6DBB"/>
    <w:rsid w:val="006A6FF2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6A1E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2C5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8A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89D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334"/>
    <w:rsid w:val="006D3778"/>
    <w:rsid w:val="006D39F3"/>
    <w:rsid w:val="006D3D13"/>
    <w:rsid w:val="006D401F"/>
    <w:rsid w:val="006D4093"/>
    <w:rsid w:val="006D41EE"/>
    <w:rsid w:val="006D47B7"/>
    <w:rsid w:val="006D494B"/>
    <w:rsid w:val="006D4A4C"/>
    <w:rsid w:val="006D52ED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E91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31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2AF0"/>
    <w:rsid w:val="006F33D4"/>
    <w:rsid w:val="006F3574"/>
    <w:rsid w:val="006F35E0"/>
    <w:rsid w:val="006F373F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D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62"/>
    <w:rsid w:val="007028E9"/>
    <w:rsid w:val="00702901"/>
    <w:rsid w:val="00702AAD"/>
    <w:rsid w:val="00702DD3"/>
    <w:rsid w:val="00702F19"/>
    <w:rsid w:val="0070308C"/>
    <w:rsid w:val="00703369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2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33A"/>
    <w:rsid w:val="0072186B"/>
    <w:rsid w:val="00721BC6"/>
    <w:rsid w:val="00721DFE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EA6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CB2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994"/>
    <w:rsid w:val="00743A38"/>
    <w:rsid w:val="00744391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2C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57"/>
    <w:rsid w:val="007572D7"/>
    <w:rsid w:val="00757678"/>
    <w:rsid w:val="007577FF"/>
    <w:rsid w:val="00757A11"/>
    <w:rsid w:val="00757A5D"/>
    <w:rsid w:val="0076024B"/>
    <w:rsid w:val="007606F3"/>
    <w:rsid w:val="00760CD5"/>
    <w:rsid w:val="00760CE6"/>
    <w:rsid w:val="00760F11"/>
    <w:rsid w:val="00760F6E"/>
    <w:rsid w:val="007611BA"/>
    <w:rsid w:val="00761486"/>
    <w:rsid w:val="00761A0D"/>
    <w:rsid w:val="00761ED2"/>
    <w:rsid w:val="00762059"/>
    <w:rsid w:val="00762306"/>
    <w:rsid w:val="007626E7"/>
    <w:rsid w:val="00762746"/>
    <w:rsid w:val="00762A8F"/>
    <w:rsid w:val="00762C0C"/>
    <w:rsid w:val="00762C12"/>
    <w:rsid w:val="00762DCB"/>
    <w:rsid w:val="0076325B"/>
    <w:rsid w:val="007633D4"/>
    <w:rsid w:val="00763B63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AEA"/>
    <w:rsid w:val="00776DBA"/>
    <w:rsid w:val="00776E7F"/>
    <w:rsid w:val="00776FD3"/>
    <w:rsid w:val="007771C2"/>
    <w:rsid w:val="007771D6"/>
    <w:rsid w:val="007772F8"/>
    <w:rsid w:val="0077748D"/>
    <w:rsid w:val="00777497"/>
    <w:rsid w:val="0077759D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E69"/>
    <w:rsid w:val="00785FDA"/>
    <w:rsid w:val="00786200"/>
    <w:rsid w:val="007862B2"/>
    <w:rsid w:val="00786957"/>
    <w:rsid w:val="00786A7D"/>
    <w:rsid w:val="00786DB0"/>
    <w:rsid w:val="00787723"/>
    <w:rsid w:val="007879F6"/>
    <w:rsid w:val="00787B54"/>
    <w:rsid w:val="00787B99"/>
    <w:rsid w:val="00787DC6"/>
    <w:rsid w:val="00790048"/>
    <w:rsid w:val="0079038B"/>
    <w:rsid w:val="00790497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96C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3CD"/>
    <w:rsid w:val="007A23D5"/>
    <w:rsid w:val="007A2790"/>
    <w:rsid w:val="007A296D"/>
    <w:rsid w:val="007A29A3"/>
    <w:rsid w:val="007A2AAE"/>
    <w:rsid w:val="007A2AC9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551"/>
    <w:rsid w:val="007A5874"/>
    <w:rsid w:val="007A5A2A"/>
    <w:rsid w:val="007A5CDF"/>
    <w:rsid w:val="007A5CF9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4F4"/>
    <w:rsid w:val="007B3627"/>
    <w:rsid w:val="007B389A"/>
    <w:rsid w:val="007B3FDF"/>
    <w:rsid w:val="007B4167"/>
    <w:rsid w:val="007B4190"/>
    <w:rsid w:val="007B445A"/>
    <w:rsid w:val="007B44F5"/>
    <w:rsid w:val="007B45BE"/>
    <w:rsid w:val="007B4875"/>
    <w:rsid w:val="007B4E08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6EE"/>
    <w:rsid w:val="007B682F"/>
    <w:rsid w:val="007B68D3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763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0F9"/>
    <w:rsid w:val="007D3442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6D3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03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F57"/>
    <w:rsid w:val="007F4F9D"/>
    <w:rsid w:val="007F4FE3"/>
    <w:rsid w:val="007F5325"/>
    <w:rsid w:val="007F556D"/>
    <w:rsid w:val="007F5879"/>
    <w:rsid w:val="007F5886"/>
    <w:rsid w:val="007F5973"/>
    <w:rsid w:val="007F5F58"/>
    <w:rsid w:val="007F5FA5"/>
    <w:rsid w:val="007F5FFE"/>
    <w:rsid w:val="007F63F4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5D1B"/>
    <w:rsid w:val="00825FE6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2CE4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5E71"/>
    <w:rsid w:val="00836049"/>
    <w:rsid w:val="0083632D"/>
    <w:rsid w:val="00836401"/>
    <w:rsid w:val="008365F5"/>
    <w:rsid w:val="008371C0"/>
    <w:rsid w:val="00837226"/>
    <w:rsid w:val="008377FE"/>
    <w:rsid w:val="0084012D"/>
    <w:rsid w:val="00840524"/>
    <w:rsid w:val="00840DAB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0BE"/>
    <w:rsid w:val="00856543"/>
    <w:rsid w:val="00856558"/>
    <w:rsid w:val="008568A7"/>
    <w:rsid w:val="008569DB"/>
    <w:rsid w:val="0085724A"/>
    <w:rsid w:val="0085774B"/>
    <w:rsid w:val="00857AA7"/>
    <w:rsid w:val="00857B4E"/>
    <w:rsid w:val="00857CA3"/>
    <w:rsid w:val="00857D0A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8B"/>
    <w:rsid w:val="00871BF4"/>
    <w:rsid w:val="00871ED4"/>
    <w:rsid w:val="00871FCB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CDB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D02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86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160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15"/>
    <w:rsid w:val="008D2ED4"/>
    <w:rsid w:val="008D3412"/>
    <w:rsid w:val="008D3585"/>
    <w:rsid w:val="008D362F"/>
    <w:rsid w:val="008D3634"/>
    <w:rsid w:val="008D3862"/>
    <w:rsid w:val="008D394C"/>
    <w:rsid w:val="008D3B2A"/>
    <w:rsid w:val="008D3D25"/>
    <w:rsid w:val="008D4009"/>
    <w:rsid w:val="008D4239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B19"/>
    <w:rsid w:val="008E7C0D"/>
    <w:rsid w:val="008E7CCD"/>
    <w:rsid w:val="008E7E9F"/>
    <w:rsid w:val="008F00B1"/>
    <w:rsid w:val="008F03A5"/>
    <w:rsid w:val="008F0463"/>
    <w:rsid w:val="008F0643"/>
    <w:rsid w:val="008F0694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BD"/>
    <w:rsid w:val="008F6BCA"/>
    <w:rsid w:val="008F6D36"/>
    <w:rsid w:val="008F7012"/>
    <w:rsid w:val="008F70E5"/>
    <w:rsid w:val="008F71A5"/>
    <w:rsid w:val="008F7767"/>
    <w:rsid w:val="008F78D6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209"/>
    <w:rsid w:val="009014EF"/>
    <w:rsid w:val="0090160F"/>
    <w:rsid w:val="00901770"/>
    <w:rsid w:val="00901944"/>
    <w:rsid w:val="00901995"/>
    <w:rsid w:val="00901A44"/>
    <w:rsid w:val="00901DA8"/>
    <w:rsid w:val="00902168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12E1"/>
    <w:rsid w:val="0091134D"/>
    <w:rsid w:val="009113C8"/>
    <w:rsid w:val="0091143E"/>
    <w:rsid w:val="009115A2"/>
    <w:rsid w:val="0091194D"/>
    <w:rsid w:val="009120BE"/>
    <w:rsid w:val="00912185"/>
    <w:rsid w:val="0091222C"/>
    <w:rsid w:val="0091275C"/>
    <w:rsid w:val="00912A93"/>
    <w:rsid w:val="00912D40"/>
    <w:rsid w:val="00912D86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33C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0DEA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54B"/>
    <w:rsid w:val="009245A3"/>
    <w:rsid w:val="009249E5"/>
    <w:rsid w:val="00924B1E"/>
    <w:rsid w:val="00924C27"/>
    <w:rsid w:val="009250EC"/>
    <w:rsid w:val="009252F1"/>
    <w:rsid w:val="00925409"/>
    <w:rsid w:val="009256EE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065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24"/>
    <w:rsid w:val="009347E8"/>
    <w:rsid w:val="0093487F"/>
    <w:rsid w:val="00934D24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6F2"/>
    <w:rsid w:val="0094279E"/>
    <w:rsid w:val="009427DE"/>
    <w:rsid w:val="00942A45"/>
    <w:rsid w:val="00942C77"/>
    <w:rsid w:val="00942D97"/>
    <w:rsid w:val="00942E75"/>
    <w:rsid w:val="00943156"/>
    <w:rsid w:val="009431CE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C"/>
    <w:rsid w:val="00964FFE"/>
    <w:rsid w:val="00965014"/>
    <w:rsid w:val="00965047"/>
    <w:rsid w:val="00965185"/>
    <w:rsid w:val="0096547D"/>
    <w:rsid w:val="00965498"/>
    <w:rsid w:val="009655B4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847"/>
    <w:rsid w:val="00980C13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6B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E1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0F4"/>
    <w:rsid w:val="009A145F"/>
    <w:rsid w:val="009A14D5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AC9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19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5EA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1E4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157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29E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84"/>
    <w:rsid w:val="009F1DCA"/>
    <w:rsid w:val="009F1F44"/>
    <w:rsid w:val="009F1FC0"/>
    <w:rsid w:val="009F2139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B8F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944"/>
    <w:rsid w:val="009F7A44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71D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0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E79"/>
    <w:rsid w:val="00A24F15"/>
    <w:rsid w:val="00A24F6C"/>
    <w:rsid w:val="00A2502E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5EC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59F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4"/>
    <w:rsid w:val="00A3394E"/>
    <w:rsid w:val="00A33CC8"/>
    <w:rsid w:val="00A3405D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BEA"/>
    <w:rsid w:val="00A36FCB"/>
    <w:rsid w:val="00A36FFE"/>
    <w:rsid w:val="00A370E3"/>
    <w:rsid w:val="00A373DA"/>
    <w:rsid w:val="00A374C0"/>
    <w:rsid w:val="00A376C1"/>
    <w:rsid w:val="00A37773"/>
    <w:rsid w:val="00A3784F"/>
    <w:rsid w:val="00A40330"/>
    <w:rsid w:val="00A40538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B0"/>
    <w:rsid w:val="00A425E1"/>
    <w:rsid w:val="00A429DD"/>
    <w:rsid w:val="00A42CDE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4C85"/>
    <w:rsid w:val="00A45099"/>
    <w:rsid w:val="00A45A4B"/>
    <w:rsid w:val="00A45B3B"/>
    <w:rsid w:val="00A45C15"/>
    <w:rsid w:val="00A45CDC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DE"/>
    <w:rsid w:val="00A47EFD"/>
    <w:rsid w:val="00A5022F"/>
    <w:rsid w:val="00A50236"/>
    <w:rsid w:val="00A507B1"/>
    <w:rsid w:val="00A50A69"/>
    <w:rsid w:val="00A50F41"/>
    <w:rsid w:val="00A51399"/>
    <w:rsid w:val="00A51568"/>
    <w:rsid w:val="00A516E8"/>
    <w:rsid w:val="00A51882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693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4AE"/>
    <w:rsid w:val="00A64688"/>
    <w:rsid w:val="00A64899"/>
    <w:rsid w:val="00A64D0E"/>
    <w:rsid w:val="00A64D99"/>
    <w:rsid w:val="00A64E41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4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75D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03A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126"/>
    <w:rsid w:val="00A766C1"/>
    <w:rsid w:val="00A7672D"/>
    <w:rsid w:val="00A7673F"/>
    <w:rsid w:val="00A76835"/>
    <w:rsid w:val="00A76964"/>
    <w:rsid w:val="00A77076"/>
    <w:rsid w:val="00A7732E"/>
    <w:rsid w:val="00A77541"/>
    <w:rsid w:val="00A776BC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15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5FE"/>
    <w:rsid w:val="00A9092B"/>
    <w:rsid w:val="00A90B5D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0FA"/>
    <w:rsid w:val="00A952A2"/>
    <w:rsid w:val="00A952EF"/>
    <w:rsid w:val="00A95724"/>
    <w:rsid w:val="00A9594E"/>
    <w:rsid w:val="00A95DCD"/>
    <w:rsid w:val="00A96355"/>
    <w:rsid w:val="00A96384"/>
    <w:rsid w:val="00A963C0"/>
    <w:rsid w:val="00A96605"/>
    <w:rsid w:val="00A96B7A"/>
    <w:rsid w:val="00A96BB2"/>
    <w:rsid w:val="00A96CE4"/>
    <w:rsid w:val="00A96D9E"/>
    <w:rsid w:val="00A96E0B"/>
    <w:rsid w:val="00A97325"/>
    <w:rsid w:val="00A97573"/>
    <w:rsid w:val="00A9763A"/>
    <w:rsid w:val="00A97697"/>
    <w:rsid w:val="00A97913"/>
    <w:rsid w:val="00A979FB"/>
    <w:rsid w:val="00A97BD5"/>
    <w:rsid w:val="00A97BFD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040"/>
    <w:rsid w:val="00AA1132"/>
    <w:rsid w:val="00AA123E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2FCD"/>
    <w:rsid w:val="00AA3003"/>
    <w:rsid w:val="00AA317B"/>
    <w:rsid w:val="00AA3191"/>
    <w:rsid w:val="00AA32B4"/>
    <w:rsid w:val="00AA343F"/>
    <w:rsid w:val="00AA35FA"/>
    <w:rsid w:val="00AA3A29"/>
    <w:rsid w:val="00AA3B37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144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4EE1"/>
    <w:rsid w:val="00AB522F"/>
    <w:rsid w:val="00AB5C22"/>
    <w:rsid w:val="00AB5FA0"/>
    <w:rsid w:val="00AB60AF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5C8"/>
    <w:rsid w:val="00AC36AA"/>
    <w:rsid w:val="00AC3885"/>
    <w:rsid w:val="00AC38F2"/>
    <w:rsid w:val="00AC3EA6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63"/>
    <w:rsid w:val="00AC58EA"/>
    <w:rsid w:val="00AC5927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E02"/>
    <w:rsid w:val="00AC7FD4"/>
    <w:rsid w:val="00AD04B9"/>
    <w:rsid w:val="00AD0685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961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E2E"/>
    <w:rsid w:val="00AE1F67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942"/>
    <w:rsid w:val="00AF3B8D"/>
    <w:rsid w:val="00AF3CFB"/>
    <w:rsid w:val="00AF4293"/>
    <w:rsid w:val="00AF43E7"/>
    <w:rsid w:val="00AF4B4C"/>
    <w:rsid w:val="00AF4B91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5F3E"/>
    <w:rsid w:val="00B06630"/>
    <w:rsid w:val="00B06758"/>
    <w:rsid w:val="00B06890"/>
    <w:rsid w:val="00B068DE"/>
    <w:rsid w:val="00B06E59"/>
    <w:rsid w:val="00B06E76"/>
    <w:rsid w:val="00B06F5B"/>
    <w:rsid w:val="00B073E4"/>
    <w:rsid w:val="00B075EC"/>
    <w:rsid w:val="00B076BB"/>
    <w:rsid w:val="00B07B13"/>
    <w:rsid w:val="00B1002D"/>
    <w:rsid w:val="00B1006C"/>
    <w:rsid w:val="00B103CB"/>
    <w:rsid w:val="00B1092E"/>
    <w:rsid w:val="00B10A48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532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B3"/>
    <w:rsid w:val="00B15858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85F"/>
    <w:rsid w:val="00B17E3C"/>
    <w:rsid w:val="00B17E52"/>
    <w:rsid w:val="00B17F3B"/>
    <w:rsid w:val="00B20000"/>
    <w:rsid w:val="00B20237"/>
    <w:rsid w:val="00B20664"/>
    <w:rsid w:val="00B20BCC"/>
    <w:rsid w:val="00B20C05"/>
    <w:rsid w:val="00B20EB8"/>
    <w:rsid w:val="00B20F8C"/>
    <w:rsid w:val="00B212FA"/>
    <w:rsid w:val="00B215D3"/>
    <w:rsid w:val="00B21937"/>
    <w:rsid w:val="00B21A82"/>
    <w:rsid w:val="00B21D9C"/>
    <w:rsid w:val="00B21E0C"/>
    <w:rsid w:val="00B21E37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83E"/>
    <w:rsid w:val="00B249A6"/>
    <w:rsid w:val="00B24C09"/>
    <w:rsid w:val="00B24C3D"/>
    <w:rsid w:val="00B24C5E"/>
    <w:rsid w:val="00B24D02"/>
    <w:rsid w:val="00B25015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964"/>
    <w:rsid w:val="00B4097B"/>
    <w:rsid w:val="00B40A59"/>
    <w:rsid w:val="00B40FB8"/>
    <w:rsid w:val="00B411D0"/>
    <w:rsid w:val="00B412BE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6AE"/>
    <w:rsid w:val="00B65743"/>
    <w:rsid w:val="00B65918"/>
    <w:rsid w:val="00B65A5E"/>
    <w:rsid w:val="00B65CE6"/>
    <w:rsid w:val="00B65CF5"/>
    <w:rsid w:val="00B6616A"/>
    <w:rsid w:val="00B66214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53A"/>
    <w:rsid w:val="00B765D5"/>
    <w:rsid w:val="00B765EF"/>
    <w:rsid w:val="00B7683D"/>
    <w:rsid w:val="00B76B0F"/>
    <w:rsid w:val="00B76F14"/>
    <w:rsid w:val="00B76FDB"/>
    <w:rsid w:val="00B7707B"/>
    <w:rsid w:val="00B77737"/>
    <w:rsid w:val="00B77E71"/>
    <w:rsid w:val="00B77F1C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041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CC"/>
    <w:rsid w:val="00BA1437"/>
    <w:rsid w:val="00BA1605"/>
    <w:rsid w:val="00BA179B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B98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4FFE"/>
    <w:rsid w:val="00BB50C3"/>
    <w:rsid w:val="00BB52E6"/>
    <w:rsid w:val="00BB5615"/>
    <w:rsid w:val="00BB56A4"/>
    <w:rsid w:val="00BB5790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63D"/>
    <w:rsid w:val="00BD183E"/>
    <w:rsid w:val="00BD1D33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4EAB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09"/>
    <w:rsid w:val="00BD7893"/>
    <w:rsid w:val="00BD7A37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A19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AB"/>
    <w:rsid w:val="00BE554A"/>
    <w:rsid w:val="00BE574D"/>
    <w:rsid w:val="00BE5873"/>
    <w:rsid w:val="00BE5B24"/>
    <w:rsid w:val="00BE5BEA"/>
    <w:rsid w:val="00BE5FC9"/>
    <w:rsid w:val="00BE6100"/>
    <w:rsid w:val="00BE6785"/>
    <w:rsid w:val="00BE680B"/>
    <w:rsid w:val="00BE686C"/>
    <w:rsid w:val="00BE6ADB"/>
    <w:rsid w:val="00BE6C7E"/>
    <w:rsid w:val="00BE70B0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53F"/>
    <w:rsid w:val="00BF5973"/>
    <w:rsid w:val="00BF5A06"/>
    <w:rsid w:val="00BF5BAE"/>
    <w:rsid w:val="00BF5E3F"/>
    <w:rsid w:val="00BF601B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DA1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966"/>
    <w:rsid w:val="00C13A0E"/>
    <w:rsid w:val="00C13AE0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48B"/>
    <w:rsid w:val="00C15AB2"/>
    <w:rsid w:val="00C15F61"/>
    <w:rsid w:val="00C160A1"/>
    <w:rsid w:val="00C16646"/>
    <w:rsid w:val="00C16768"/>
    <w:rsid w:val="00C168AE"/>
    <w:rsid w:val="00C16AD3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17FA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3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7B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7C6"/>
    <w:rsid w:val="00C3681A"/>
    <w:rsid w:val="00C3695A"/>
    <w:rsid w:val="00C36979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2B9C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6D9C"/>
    <w:rsid w:val="00C5728E"/>
    <w:rsid w:val="00C5731C"/>
    <w:rsid w:val="00C57F78"/>
    <w:rsid w:val="00C57F96"/>
    <w:rsid w:val="00C604C2"/>
    <w:rsid w:val="00C607EE"/>
    <w:rsid w:val="00C6085C"/>
    <w:rsid w:val="00C609C6"/>
    <w:rsid w:val="00C60A3E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9C2"/>
    <w:rsid w:val="00C62BB9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F6B"/>
    <w:rsid w:val="00C6614E"/>
    <w:rsid w:val="00C66650"/>
    <w:rsid w:val="00C668CA"/>
    <w:rsid w:val="00C66A58"/>
    <w:rsid w:val="00C66AB7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7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2A7"/>
    <w:rsid w:val="00C758CB"/>
    <w:rsid w:val="00C75A84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BA5"/>
    <w:rsid w:val="00C77CA6"/>
    <w:rsid w:val="00C77D73"/>
    <w:rsid w:val="00C77DA2"/>
    <w:rsid w:val="00C77E56"/>
    <w:rsid w:val="00C77E90"/>
    <w:rsid w:val="00C77F09"/>
    <w:rsid w:val="00C802F2"/>
    <w:rsid w:val="00C80439"/>
    <w:rsid w:val="00C80576"/>
    <w:rsid w:val="00C80A04"/>
    <w:rsid w:val="00C80B33"/>
    <w:rsid w:val="00C80BB4"/>
    <w:rsid w:val="00C80CF1"/>
    <w:rsid w:val="00C80EFE"/>
    <w:rsid w:val="00C81B16"/>
    <w:rsid w:val="00C81DE9"/>
    <w:rsid w:val="00C81E05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0D4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11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A9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026"/>
    <w:rsid w:val="00CB43C0"/>
    <w:rsid w:val="00CB444A"/>
    <w:rsid w:val="00CB448D"/>
    <w:rsid w:val="00CB4508"/>
    <w:rsid w:val="00CB450F"/>
    <w:rsid w:val="00CB4B67"/>
    <w:rsid w:val="00CB4BEE"/>
    <w:rsid w:val="00CB4C18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0FE5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65"/>
    <w:rsid w:val="00CD39A4"/>
    <w:rsid w:val="00CD3D0D"/>
    <w:rsid w:val="00CD3F94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362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3D6A"/>
    <w:rsid w:val="00CE41F8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3FF"/>
    <w:rsid w:val="00CF1856"/>
    <w:rsid w:val="00CF1A32"/>
    <w:rsid w:val="00CF1F2F"/>
    <w:rsid w:val="00CF21A7"/>
    <w:rsid w:val="00CF2274"/>
    <w:rsid w:val="00CF23C2"/>
    <w:rsid w:val="00CF2566"/>
    <w:rsid w:val="00CF2615"/>
    <w:rsid w:val="00CF275A"/>
    <w:rsid w:val="00CF2A4E"/>
    <w:rsid w:val="00CF2B44"/>
    <w:rsid w:val="00CF2C34"/>
    <w:rsid w:val="00CF2F84"/>
    <w:rsid w:val="00CF3107"/>
    <w:rsid w:val="00CF32E6"/>
    <w:rsid w:val="00CF32E8"/>
    <w:rsid w:val="00CF34E8"/>
    <w:rsid w:val="00CF357A"/>
    <w:rsid w:val="00CF3659"/>
    <w:rsid w:val="00CF370D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1B98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6BE"/>
    <w:rsid w:val="00D248D0"/>
    <w:rsid w:val="00D24C90"/>
    <w:rsid w:val="00D25599"/>
    <w:rsid w:val="00D257AC"/>
    <w:rsid w:val="00D25C99"/>
    <w:rsid w:val="00D25DB2"/>
    <w:rsid w:val="00D26195"/>
    <w:rsid w:val="00D26612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7B9"/>
    <w:rsid w:val="00D32939"/>
    <w:rsid w:val="00D32EA2"/>
    <w:rsid w:val="00D334E5"/>
    <w:rsid w:val="00D33690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AB4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640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918"/>
    <w:rsid w:val="00D44AC4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47A23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1A5"/>
    <w:rsid w:val="00D554A4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A4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959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D13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6EE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41"/>
    <w:rsid w:val="00D93F7D"/>
    <w:rsid w:val="00D940BE"/>
    <w:rsid w:val="00D9426D"/>
    <w:rsid w:val="00D94274"/>
    <w:rsid w:val="00D94729"/>
    <w:rsid w:val="00D94ADF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401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069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47"/>
    <w:rsid w:val="00DB6ED6"/>
    <w:rsid w:val="00DB6FE1"/>
    <w:rsid w:val="00DB7300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818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707"/>
    <w:rsid w:val="00DD7709"/>
    <w:rsid w:val="00DD77AE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5B2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293"/>
    <w:rsid w:val="00DE7418"/>
    <w:rsid w:val="00DE7446"/>
    <w:rsid w:val="00DE79BE"/>
    <w:rsid w:val="00DE7A74"/>
    <w:rsid w:val="00DE7AA9"/>
    <w:rsid w:val="00DE7C0B"/>
    <w:rsid w:val="00DE7F6B"/>
    <w:rsid w:val="00DF00C8"/>
    <w:rsid w:val="00DF04BF"/>
    <w:rsid w:val="00DF077E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6"/>
    <w:rsid w:val="00DF5A0E"/>
    <w:rsid w:val="00DF621F"/>
    <w:rsid w:val="00DF6399"/>
    <w:rsid w:val="00DF6555"/>
    <w:rsid w:val="00DF680F"/>
    <w:rsid w:val="00DF6826"/>
    <w:rsid w:val="00DF6ABF"/>
    <w:rsid w:val="00DF6B35"/>
    <w:rsid w:val="00DF6C7A"/>
    <w:rsid w:val="00DF6C91"/>
    <w:rsid w:val="00DF6DDB"/>
    <w:rsid w:val="00DF70B9"/>
    <w:rsid w:val="00DF728F"/>
    <w:rsid w:val="00DF72D2"/>
    <w:rsid w:val="00DF75B9"/>
    <w:rsid w:val="00DF7AA6"/>
    <w:rsid w:val="00DF7BB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E1"/>
    <w:rsid w:val="00E05FCD"/>
    <w:rsid w:val="00E070EC"/>
    <w:rsid w:val="00E0715C"/>
    <w:rsid w:val="00E0734B"/>
    <w:rsid w:val="00E07A73"/>
    <w:rsid w:val="00E07A81"/>
    <w:rsid w:val="00E07FE8"/>
    <w:rsid w:val="00E1027E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205B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7D8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9AE"/>
    <w:rsid w:val="00E45BB2"/>
    <w:rsid w:val="00E45F78"/>
    <w:rsid w:val="00E46057"/>
    <w:rsid w:val="00E4619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A4D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174"/>
    <w:rsid w:val="00E711A1"/>
    <w:rsid w:val="00E71440"/>
    <w:rsid w:val="00E71471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C97"/>
    <w:rsid w:val="00E76CDF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B85"/>
    <w:rsid w:val="00E80D22"/>
    <w:rsid w:val="00E80F7A"/>
    <w:rsid w:val="00E81058"/>
    <w:rsid w:val="00E810C8"/>
    <w:rsid w:val="00E817BB"/>
    <w:rsid w:val="00E81970"/>
    <w:rsid w:val="00E81D00"/>
    <w:rsid w:val="00E81EA8"/>
    <w:rsid w:val="00E81FDB"/>
    <w:rsid w:val="00E8250F"/>
    <w:rsid w:val="00E825BA"/>
    <w:rsid w:val="00E82EAC"/>
    <w:rsid w:val="00E82FE3"/>
    <w:rsid w:val="00E83020"/>
    <w:rsid w:val="00E831AB"/>
    <w:rsid w:val="00E831D5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3EB8"/>
    <w:rsid w:val="00E945FA"/>
    <w:rsid w:val="00E94A42"/>
    <w:rsid w:val="00E94B0F"/>
    <w:rsid w:val="00E94B29"/>
    <w:rsid w:val="00E94C18"/>
    <w:rsid w:val="00E94FC7"/>
    <w:rsid w:val="00E951D9"/>
    <w:rsid w:val="00E9524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039"/>
    <w:rsid w:val="00EA35BD"/>
    <w:rsid w:val="00EA35C1"/>
    <w:rsid w:val="00EA35CA"/>
    <w:rsid w:val="00EA37E9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54A"/>
    <w:rsid w:val="00EA48D0"/>
    <w:rsid w:val="00EA493D"/>
    <w:rsid w:val="00EA4AC3"/>
    <w:rsid w:val="00EA4C78"/>
    <w:rsid w:val="00EA4D2B"/>
    <w:rsid w:val="00EA4E12"/>
    <w:rsid w:val="00EA4E26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6FC3"/>
    <w:rsid w:val="00EA741B"/>
    <w:rsid w:val="00EA7516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972"/>
    <w:rsid w:val="00EB2A3D"/>
    <w:rsid w:val="00EB2E33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8F"/>
    <w:rsid w:val="00EB57C7"/>
    <w:rsid w:val="00EB5920"/>
    <w:rsid w:val="00EB623E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B78"/>
    <w:rsid w:val="00EC5073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FCF"/>
    <w:rsid w:val="00ED2FEE"/>
    <w:rsid w:val="00ED2FF5"/>
    <w:rsid w:val="00ED3611"/>
    <w:rsid w:val="00ED378C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1A1"/>
    <w:rsid w:val="00ED62D4"/>
    <w:rsid w:val="00ED63FD"/>
    <w:rsid w:val="00ED6711"/>
    <w:rsid w:val="00ED6BC1"/>
    <w:rsid w:val="00ED6C35"/>
    <w:rsid w:val="00ED6E83"/>
    <w:rsid w:val="00ED7006"/>
    <w:rsid w:val="00ED73BD"/>
    <w:rsid w:val="00EE0016"/>
    <w:rsid w:val="00EE0457"/>
    <w:rsid w:val="00EE0619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695"/>
    <w:rsid w:val="00EE3937"/>
    <w:rsid w:val="00EE3D84"/>
    <w:rsid w:val="00EE3E71"/>
    <w:rsid w:val="00EE40EB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96B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B9C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425"/>
    <w:rsid w:val="00F177B6"/>
    <w:rsid w:val="00F177ED"/>
    <w:rsid w:val="00F1786F"/>
    <w:rsid w:val="00F17C50"/>
    <w:rsid w:val="00F17CA4"/>
    <w:rsid w:val="00F17D1A"/>
    <w:rsid w:val="00F17ED6"/>
    <w:rsid w:val="00F17F78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1D9E"/>
    <w:rsid w:val="00F22020"/>
    <w:rsid w:val="00F224D2"/>
    <w:rsid w:val="00F22A4F"/>
    <w:rsid w:val="00F230BC"/>
    <w:rsid w:val="00F230F4"/>
    <w:rsid w:val="00F2314C"/>
    <w:rsid w:val="00F23212"/>
    <w:rsid w:val="00F2397F"/>
    <w:rsid w:val="00F23CD8"/>
    <w:rsid w:val="00F23F75"/>
    <w:rsid w:val="00F24089"/>
    <w:rsid w:val="00F24250"/>
    <w:rsid w:val="00F244A0"/>
    <w:rsid w:val="00F24503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38EC"/>
    <w:rsid w:val="00F34241"/>
    <w:rsid w:val="00F34C65"/>
    <w:rsid w:val="00F35246"/>
    <w:rsid w:val="00F35394"/>
    <w:rsid w:val="00F35458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27"/>
    <w:rsid w:val="00F369A5"/>
    <w:rsid w:val="00F36C50"/>
    <w:rsid w:val="00F36D3D"/>
    <w:rsid w:val="00F36F1B"/>
    <w:rsid w:val="00F37100"/>
    <w:rsid w:val="00F37176"/>
    <w:rsid w:val="00F3725A"/>
    <w:rsid w:val="00F37375"/>
    <w:rsid w:val="00F378F2"/>
    <w:rsid w:val="00F37A39"/>
    <w:rsid w:val="00F37D0F"/>
    <w:rsid w:val="00F37E5E"/>
    <w:rsid w:val="00F4003E"/>
    <w:rsid w:val="00F403F1"/>
    <w:rsid w:val="00F40472"/>
    <w:rsid w:val="00F40829"/>
    <w:rsid w:val="00F40CC0"/>
    <w:rsid w:val="00F40EF8"/>
    <w:rsid w:val="00F41151"/>
    <w:rsid w:val="00F41208"/>
    <w:rsid w:val="00F41299"/>
    <w:rsid w:val="00F41326"/>
    <w:rsid w:val="00F4132C"/>
    <w:rsid w:val="00F414AB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01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4E3"/>
    <w:rsid w:val="00F64587"/>
    <w:rsid w:val="00F64D54"/>
    <w:rsid w:val="00F64D6A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5D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07A"/>
    <w:rsid w:val="00F749F1"/>
    <w:rsid w:val="00F74C74"/>
    <w:rsid w:val="00F74CCC"/>
    <w:rsid w:val="00F74F19"/>
    <w:rsid w:val="00F75043"/>
    <w:rsid w:val="00F750F1"/>
    <w:rsid w:val="00F7587E"/>
    <w:rsid w:val="00F75A08"/>
    <w:rsid w:val="00F75CD4"/>
    <w:rsid w:val="00F75DA9"/>
    <w:rsid w:val="00F75EA2"/>
    <w:rsid w:val="00F75F35"/>
    <w:rsid w:val="00F75FD1"/>
    <w:rsid w:val="00F76022"/>
    <w:rsid w:val="00F760A5"/>
    <w:rsid w:val="00F762F5"/>
    <w:rsid w:val="00F7633E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C7D"/>
    <w:rsid w:val="00F83E0B"/>
    <w:rsid w:val="00F83FE8"/>
    <w:rsid w:val="00F84308"/>
    <w:rsid w:val="00F8486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BB2"/>
    <w:rsid w:val="00F85D5B"/>
    <w:rsid w:val="00F85E3D"/>
    <w:rsid w:val="00F85FDC"/>
    <w:rsid w:val="00F86573"/>
    <w:rsid w:val="00F866A0"/>
    <w:rsid w:val="00F86B11"/>
    <w:rsid w:val="00F86CD0"/>
    <w:rsid w:val="00F86CF4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91C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23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CF3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4F5A"/>
    <w:rsid w:val="00FB53A6"/>
    <w:rsid w:val="00FB53EE"/>
    <w:rsid w:val="00FB59E4"/>
    <w:rsid w:val="00FB5B41"/>
    <w:rsid w:val="00FB5FE9"/>
    <w:rsid w:val="00FB60B6"/>
    <w:rsid w:val="00FB63ED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CF5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74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A3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063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3F"/>
    <w:rsid w:val="00FE4288"/>
    <w:rsid w:val="00FE4562"/>
    <w:rsid w:val="00FE462E"/>
    <w:rsid w:val="00FE47D7"/>
    <w:rsid w:val="00FE499C"/>
    <w:rsid w:val="00FE524A"/>
    <w:rsid w:val="00FE57F9"/>
    <w:rsid w:val="00FE5971"/>
    <w:rsid w:val="00FE59BC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2D5"/>
    <w:rsid w:val="00FE752B"/>
    <w:rsid w:val="00FE75F8"/>
    <w:rsid w:val="00FE7BAA"/>
    <w:rsid w:val="00FE7EE9"/>
    <w:rsid w:val="00FE7FAD"/>
    <w:rsid w:val="00FF02C2"/>
    <w:rsid w:val="00FF052C"/>
    <w:rsid w:val="00FF0728"/>
    <w:rsid w:val="00FF090A"/>
    <w:rsid w:val="00FF095B"/>
    <w:rsid w:val="00FF0AEF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4C"/>
    <w:rsid w:val="00FF22F1"/>
    <w:rsid w:val="00FF275F"/>
    <w:rsid w:val="00FF2C9D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uiPriority="0" w:unhideWhenUsed="1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semiHidden="0" w:uiPriority="0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semiHidden="0" w:uiPriority="0"/>
    <w:lsdException w:name="Body Text Indent 2" w:semiHidden="0" w:uiPriority="0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554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E7D5D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7D5D"/>
    <w:rPr>
      <w:rFonts w:ascii="Cambria" w:hAnsi="Cambria" w:cs="Times New Roman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</TotalTime>
  <Pages>309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3</cp:revision>
  <cp:lastPrinted>2017-07-11T06:04:00Z</cp:lastPrinted>
  <dcterms:created xsi:type="dcterms:W3CDTF">2017-07-11T06:04:00Z</dcterms:created>
  <dcterms:modified xsi:type="dcterms:W3CDTF">2017-07-28T12:20:00Z</dcterms:modified>
</cp:coreProperties>
</file>