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3A" w:rsidRDefault="00EA3B3A" w:rsidP="00402EB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EA3B3A" w:rsidRDefault="00EA3B3A" w:rsidP="00402EB7">
      <w:pPr>
        <w:suppressAutoHyphens/>
        <w:jc w:val="center"/>
        <w:rPr>
          <w:b/>
          <w:sz w:val="28"/>
          <w:szCs w:val="28"/>
        </w:rPr>
      </w:pPr>
    </w:p>
    <w:p w:rsidR="00EA3B3A" w:rsidRDefault="00EA3B3A" w:rsidP="00402EB7">
      <w:pPr>
        <w:suppressAutoHyphens/>
        <w:jc w:val="center"/>
        <w:rPr>
          <w:b/>
          <w:sz w:val="28"/>
          <w:szCs w:val="28"/>
        </w:rPr>
      </w:pPr>
    </w:p>
    <w:p w:rsidR="00EA3B3A" w:rsidRDefault="00EA3B3A" w:rsidP="00402EB7">
      <w:pPr>
        <w:suppressAutoHyphens/>
        <w:jc w:val="center"/>
        <w:rPr>
          <w:b/>
          <w:sz w:val="28"/>
          <w:szCs w:val="28"/>
        </w:rPr>
      </w:pPr>
    </w:p>
    <w:p w:rsidR="00EA3B3A" w:rsidRDefault="00EA3B3A" w:rsidP="001355BE">
      <w:pPr>
        <w:suppressAutoHyphens/>
        <w:jc w:val="center"/>
        <w:rPr>
          <w:b/>
          <w:sz w:val="28"/>
          <w:szCs w:val="28"/>
        </w:rPr>
      </w:pPr>
    </w:p>
    <w:p w:rsidR="00EA3B3A" w:rsidRDefault="00EA3B3A" w:rsidP="001355BE">
      <w:pPr>
        <w:suppressAutoHyphens/>
        <w:jc w:val="center"/>
        <w:rPr>
          <w:b/>
          <w:sz w:val="28"/>
          <w:szCs w:val="28"/>
        </w:rPr>
      </w:pPr>
    </w:p>
    <w:p w:rsidR="00EA3B3A" w:rsidRPr="003118C4" w:rsidRDefault="00EA3B3A" w:rsidP="00402EB7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A3B3A" w:rsidRDefault="00EA3B3A" w:rsidP="00402EB7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EA3B3A" w:rsidRDefault="00EA3B3A" w:rsidP="00402EB7">
      <w:pPr>
        <w:suppressAutoHyphens/>
      </w:pPr>
    </w:p>
    <w:p w:rsidR="00EA3B3A" w:rsidRDefault="00EA3B3A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A3B3A" w:rsidRDefault="00EA3B3A" w:rsidP="00402EB7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A3B3A" w:rsidRPr="00A42C15" w:rsidRDefault="00EA3B3A" w:rsidP="00402EB7">
      <w:pPr>
        <w:suppressAutoHyphens/>
      </w:pPr>
    </w:p>
    <w:p w:rsidR="00EA3B3A" w:rsidRDefault="00EA3B3A" w:rsidP="00652721">
      <w:pPr>
        <w:suppressAutoHyphens/>
        <w:spacing w:line="348" w:lineRule="auto"/>
      </w:pPr>
    </w:p>
    <w:p w:rsidR="00EA3B3A" w:rsidRPr="00B95BEB" w:rsidRDefault="00EA3B3A" w:rsidP="00652721">
      <w:pPr>
        <w:autoSpaceDE w:val="0"/>
        <w:autoSpaceDN w:val="0"/>
        <w:adjustRightInd w:val="0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B95BEB">
        <w:rPr>
          <w:spacing w:val="-4"/>
          <w:sz w:val="28"/>
          <w:szCs w:val="28"/>
        </w:rPr>
        <w:t xml:space="preserve">Внести в раздел 4 Программы управления государственной собственностью Ульяновской области на 2017 год, утверждённой Законом Ульяновской области </w:t>
      </w:r>
      <w:r w:rsidRPr="00B95BEB">
        <w:rPr>
          <w:spacing w:val="-4"/>
          <w:sz w:val="28"/>
          <w:szCs w:val="28"/>
        </w:rPr>
        <w:br/>
        <w:t xml:space="preserve">от 18 ноября 2016 года № 167-ЗО «Об утверждении Программы управления </w:t>
      </w:r>
      <w:r>
        <w:rPr>
          <w:spacing w:val="-4"/>
          <w:sz w:val="28"/>
          <w:szCs w:val="28"/>
        </w:rPr>
        <w:br/>
      </w:r>
      <w:r w:rsidRPr="00B95BEB">
        <w:rPr>
          <w:spacing w:val="-4"/>
          <w:sz w:val="28"/>
          <w:szCs w:val="28"/>
        </w:rPr>
        <w:t>государственной собственностью Ульяновской области на 2017 год» («Ульяновская правда» от 25.11.2016 № 132; от 28.04.2017 № 31; от 02.06.2017 № 40; от 30.06.2017 № 47), изменение, дополнив его пунктом 4.4 следующего содержания:</w:t>
      </w:r>
    </w:p>
    <w:p w:rsidR="00EA3B3A" w:rsidRDefault="00EA3B3A" w:rsidP="00AA0E1C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«4.4. В целях размещения ц</w:t>
      </w:r>
      <w:bookmarkStart w:id="0" w:name="_GoBack"/>
      <w:bookmarkEnd w:id="0"/>
      <w:r>
        <w:rPr>
          <w:sz w:val="28"/>
          <w:szCs w:val="28"/>
        </w:rPr>
        <w:t>ентра обработки вызовов системы обеспечения вызова экстренных оперативных служб по единому номеру «112» планируется приобретение в государственную собственность Ульяновской области нежилых помещений.».</w:t>
      </w:r>
    </w:p>
    <w:p w:rsidR="00EA3B3A" w:rsidRDefault="00EA3B3A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EA3B3A" w:rsidRDefault="00EA3B3A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EA3B3A" w:rsidRPr="00F313F1" w:rsidRDefault="00EA3B3A" w:rsidP="00402EB7">
      <w:pPr>
        <w:widowControl w:val="0"/>
        <w:ind w:firstLine="720"/>
        <w:jc w:val="both"/>
        <w:rPr>
          <w:b/>
          <w:sz w:val="28"/>
          <w:szCs w:val="28"/>
        </w:rPr>
      </w:pPr>
    </w:p>
    <w:p w:rsidR="00EA3B3A" w:rsidRDefault="00EA3B3A" w:rsidP="00402EB7">
      <w:pPr>
        <w:suppressAutoHyphens/>
        <w:spacing w:line="232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С.И.Морозов</w:t>
      </w:r>
    </w:p>
    <w:p w:rsidR="00EA3B3A" w:rsidRDefault="00EA3B3A" w:rsidP="00402EB7">
      <w:pPr>
        <w:suppressAutoHyphens/>
        <w:spacing w:line="232" w:lineRule="auto"/>
        <w:jc w:val="center"/>
      </w:pPr>
    </w:p>
    <w:p w:rsidR="00EA3B3A" w:rsidRDefault="00EA3B3A" w:rsidP="00402EB7">
      <w:pPr>
        <w:suppressAutoHyphens/>
        <w:spacing w:line="232" w:lineRule="auto"/>
        <w:jc w:val="center"/>
      </w:pPr>
    </w:p>
    <w:p w:rsidR="00EA3B3A" w:rsidRPr="00720030" w:rsidRDefault="00EA3B3A" w:rsidP="00402EB7">
      <w:pPr>
        <w:suppressAutoHyphens/>
        <w:spacing w:line="232" w:lineRule="auto"/>
        <w:jc w:val="center"/>
      </w:pPr>
    </w:p>
    <w:p w:rsidR="00EA3B3A" w:rsidRDefault="00EA3B3A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EA3B3A" w:rsidRDefault="00EA3B3A" w:rsidP="00402EB7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21 июля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EA3B3A" w:rsidRPr="00402EB7" w:rsidRDefault="00EA3B3A" w:rsidP="00720030">
      <w:pPr>
        <w:suppressAutoHyphens/>
        <w:spacing w:line="232" w:lineRule="auto"/>
        <w:jc w:val="center"/>
      </w:pPr>
      <w:r>
        <w:rPr>
          <w:sz w:val="28"/>
        </w:rPr>
        <w:t>№ 77-ЗО</w:t>
      </w:r>
    </w:p>
    <w:sectPr w:rsidR="00EA3B3A" w:rsidRPr="00402EB7" w:rsidSect="001355BE">
      <w:headerReference w:type="even" r:id="rId6"/>
      <w:headerReference w:type="default" r:id="rId7"/>
      <w:headerReference w:type="first" r:id="rId8"/>
      <w:footerReference w:type="first" r:id="rId9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B3A" w:rsidRDefault="00EA3B3A">
      <w:r>
        <w:separator/>
      </w:r>
    </w:p>
  </w:endnote>
  <w:endnote w:type="continuationSeparator" w:id="0">
    <w:p w:rsidR="00EA3B3A" w:rsidRDefault="00EA3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3A" w:rsidRPr="00200207" w:rsidRDefault="00EA3B3A" w:rsidP="00200207">
    <w:pPr>
      <w:pStyle w:val="Footer"/>
      <w:jc w:val="right"/>
      <w:rPr>
        <w:sz w:val="16"/>
      </w:rPr>
    </w:pPr>
    <w:r w:rsidRPr="00200207">
      <w:rPr>
        <w:sz w:val="16"/>
      </w:rPr>
      <w:t>0507ар1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B3A" w:rsidRDefault="00EA3B3A">
      <w:r>
        <w:separator/>
      </w:r>
    </w:p>
  </w:footnote>
  <w:footnote w:type="continuationSeparator" w:id="0">
    <w:p w:rsidR="00EA3B3A" w:rsidRDefault="00EA3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3A" w:rsidRDefault="00EA3B3A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3B3A" w:rsidRDefault="00EA3B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3A" w:rsidRPr="006E1A46" w:rsidRDefault="00EA3B3A" w:rsidP="00A64E4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  <w:p w:rsidR="00EA3B3A" w:rsidRDefault="00EA3B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3A" w:rsidRPr="00B5237F" w:rsidRDefault="00EA3B3A" w:rsidP="001355BE">
    <w:pPr>
      <w:spacing w:line="204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7636"/>
    <w:rsid w:val="00036154"/>
    <w:rsid w:val="0003780D"/>
    <w:rsid w:val="000441A2"/>
    <w:rsid w:val="000576F7"/>
    <w:rsid w:val="00060456"/>
    <w:rsid w:val="000928FF"/>
    <w:rsid w:val="000A41C8"/>
    <w:rsid w:val="000A72A9"/>
    <w:rsid w:val="000B7400"/>
    <w:rsid w:val="000C16E0"/>
    <w:rsid w:val="000E13FB"/>
    <w:rsid w:val="000E5A36"/>
    <w:rsid w:val="00104CD7"/>
    <w:rsid w:val="00113F97"/>
    <w:rsid w:val="0012502D"/>
    <w:rsid w:val="00131E21"/>
    <w:rsid w:val="001348CF"/>
    <w:rsid w:val="001355BE"/>
    <w:rsid w:val="00145988"/>
    <w:rsid w:val="0015387A"/>
    <w:rsid w:val="00175C1C"/>
    <w:rsid w:val="001840E0"/>
    <w:rsid w:val="00185FB1"/>
    <w:rsid w:val="00186494"/>
    <w:rsid w:val="00193538"/>
    <w:rsid w:val="001956E3"/>
    <w:rsid w:val="001B58C5"/>
    <w:rsid w:val="00200207"/>
    <w:rsid w:val="002A2341"/>
    <w:rsid w:val="002A28AF"/>
    <w:rsid w:val="002B4F33"/>
    <w:rsid w:val="002C461A"/>
    <w:rsid w:val="002D3D08"/>
    <w:rsid w:val="002D584B"/>
    <w:rsid w:val="002E06EA"/>
    <w:rsid w:val="002F1618"/>
    <w:rsid w:val="002F20A4"/>
    <w:rsid w:val="002F288D"/>
    <w:rsid w:val="003118C4"/>
    <w:rsid w:val="00320836"/>
    <w:rsid w:val="00336BEB"/>
    <w:rsid w:val="00342DDD"/>
    <w:rsid w:val="00361FC9"/>
    <w:rsid w:val="0037670C"/>
    <w:rsid w:val="00395EA1"/>
    <w:rsid w:val="003B42AC"/>
    <w:rsid w:val="003B6115"/>
    <w:rsid w:val="003C0068"/>
    <w:rsid w:val="003C19DD"/>
    <w:rsid w:val="003E1149"/>
    <w:rsid w:val="003E17EE"/>
    <w:rsid w:val="003E233F"/>
    <w:rsid w:val="003F7656"/>
    <w:rsid w:val="00400031"/>
    <w:rsid w:val="00402EB7"/>
    <w:rsid w:val="004056D6"/>
    <w:rsid w:val="00410445"/>
    <w:rsid w:val="00411077"/>
    <w:rsid w:val="004268CB"/>
    <w:rsid w:val="004367A4"/>
    <w:rsid w:val="00445B5E"/>
    <w:rsid w:val="00445FDB"/>
    <w:rsid w:val="00457DCA"/>
    <w:rsid w:val="00471CB4"/>
    <w:rsid w:val="00475C6C"/>
    <w:rsid w:val="00484B27"/>
    <w:rsid w:val="00484CF7"/>
    <w:rsid w:val="00487556"/>
    <w:rsid w:val="0049090E"/>
    <w:rsid w:val="004917D7"/>
    <w:rsid w:val="004C480C"/>
    <w:rsid w:val="004D39F5"/>
    <w:rsid w:val="004D6D6A"/>
    <w:rsid w:val="004E13D5"/>
    <w:rsid w:val="004E46C8"/>
    <w:rsid w:val="004F2771"/>
    <w:rsid w:val="00507467"/>
    <w:rsid w:val="00511A65"/>
    <w:rsid w:val="00532C85"/>
    <w:rsid w:val="0053392A"/>
    <w:rsid w:val="00542E6E"/>
    <w:rsid w:val="00575AA1"/>
    <w:rsid w:val="00583B0B"/>
    <w:rsid w:val="00591C90"/>
    <w:rsid w:val="00597588"/>
    <w:rsid w:val="005A0887"/>
    <w:rsid w:val="005A12B3"/>
    <w:rsid w:val="005B4F17"/>
    <w:rsid w:val="005D6306"/>
    <w:rsid w:val="005D79C8"/>
    <w:rsid w:val="00612E47"/>
    <w:rsid w:val="00615924"/>
    <w:rsid w:val="006162BC"/>
    <w:rsid w:val="006504FD"/>
    <w:rsid w:val="00652721"/>
    <w:rsid w:val="00684D93"/>
    <w:rsid w:val="006C2C92"/>
    <w:rsid w:val="006C6F6D"/>
    <w:rsid w:val="006D3746"/>
    <w:rsid w:val="006D5AFF"/>
    <w:rsid w:val="006E1A46"/>
    <w:rsid w:val="006E1B9A"/>
    <w:rsid w:val="007079AF"/>
    <w:rsid w:val="00720030"/>
    <w:rsid w:val="00727860"/>
    <w:rsid w:val="00731B84"/>
    <w:rsid w:val="0073532B"/>
    <w:rsid w:val="0073661C"/>
    <w:rsid w:val="007403B6"/>
    <w:rsid w:val="00747D2D"/>
    <w:rsid w:val="00754794"/>
    <w:rsid w:val="007604BE"/>
    <w:rsid w:val="007615CB"/>
    <w:rsid w:val="0078466F"/>
    <w:rsid w:val="00786605"/>
    <w:rsid w:val="00794D7E"/>
    <w:rsid w:val="00796DBD"/>
    <w:rsid w:val="007C36BB"/>
    <w:rsid w:val="007C3D6B"/>
    <w:rsid w:val="007C7D9E"/>
    <w:rsid w:val="007D45B6"/>
    <w:rsid w:val="007D7F21"/>
    <w:rsid w:val="007E5267"/>
    <w:rsid w:val="007E6370"/>
    <w:rsid w:val="008124FC"/>
    <w:rsid w:val="00821272"/>
    <w:rsid w:val="00821291"/>
    <w:rsid w:val="00833521"/>
    <w:rsid w:val="00834258"/>
    <w:rsid w:val="008453AB"/>
    <w:rsid w:val="00846738"/>
    <w:rsid w:val="00854905"/>
    <w:rsid w:val="0086008D"/>
    <w:rsid w:val="00862209"/>
    <w:rsid w:val="00877E3B"/>
    <w:rsid w:val="00890B94"/>
    <w:rsid w:val="008A627D"/>
    <w:rsid w:val="008B2AA9"/>
    <w:rsid w:val="008C3FE3"/>
    <w:rsid w:val="008D4AA7"/>
    <w:rsid w:val="008F0CC2"/>
    <w:rsid w:val="00920FA4"/>
    <w:rsid w:val="00930782"/>
    <w:rsid w:val="00936956"/>
    <w:rsid w:val="009649A4"/>
    <w:rsid w:val="009708BE"/>
    <w:rsid w:val="00970932"/>
    <w:rsid w:val="00976710"/>
    <w:rsid w:val="00982681"/>
    <w:rsid w:val="00991E68"/>
    <w:rsid w:val="00992D9F"/>
    <w:rsid w:val="009A2E7A"/>
    <w:rsid w:val="009A69F1"/>
    <w:rsid w:val="009C15B3"/>
    <w:rsid w:val="009C6635"/>
    <w:rsid w:val="009D4541"/>
    <w:rsid w:val="009F51E1"/>
    <w:rsid w:val="00A225B6"/>
    <w:rsid w:val="00A42C15"/>
    <w:rsid w:val="00A61DC5"/>
    <w:rsid w:val="00A64E4F"/>
    <w:rsid w:val="00A804AE"/>
    <w:rsid w:val="00A818C1"/>
    <w:rsid w:val="00AA0E1C"/>
    <w:rsid w:val="00AB7112"/>
    <w:rsid w:val="00AC23ED"/>
    <w:rsid w:val="00AC3327"/>
    <w:rsid w:val="00AE24FF"/>
    <w:rsid w:val="00AF1FB3"/>
    <w:rsid w:val="00B34FF8"/>
    <w:rsid w:val="00B40C26"/>
    <w:rsid w:val="00B42758"/>
    <w:rsid w:val="00B43AB6"/>
    <w:rsid w:val="00B5237F"/>
    <w:rsid w:val="00B62406"/>
    <w:rsid w:val="00B73A72"/>
    <w:rsid w:val="00B743E1"/>
    <w:rsid w:val="00B900C9"/>
    <w:rsid w:val="00B95BEB"/>
    <w:rsid w:val="00BB063E"/>
    <w:rsid w:val="00BB1D95"/>
    <w:rsid w:val="00C05EE5"/>
    <w:rsid w:val="00C172FE"/>
    <w:rsid w:val="00C50079"/>
    <w:rsid w:val="00C616DA"/>
    <w:rsid w:val="00C63046"/>
    <w:rsid w:val="00C90D8A"/>
    <w:rsid w:val="00C95FF5"/>
    <w:rsid w:val="00CA797D"/>
    <w:rsid w:val="00CB1554"/>
    <w:rsid w:val="00CB1D2E"/>
    <w:rsid w:val="00CB7998"/>
    <w:rsid w:val="00CC4DB2"/>
    <w:rsid w:val="00CD5CC4"/>
    <w:rsid w:val="00CD66A6"/>
    <w:rsid w:val="00CE1F9B"/>
    <w:rsid w:val="00D00068"/>
    <w:rsid w:val="00D04334"/>
    <w:rsid w:val="00D06D20"/>
    <w:rsid w:val="00D15912"/>
    <w:rsid w:val="00D20FCD"/>
    <w:rsid w:val="00D259DE"/>
    <w:rsid w:val="00D328D6"/>
    <w:rsid w:val="00D47989"/>
    <w:rsid w:val="00D5258D"/>
    <w:rsid w:val="00D623FD"/>
    <w:rsid w:val="00D67D9C"/>
    <w:rsid w:val="00DA2FE0"/>
    <w:rsid w:val="00DB1093"/>
    <w:rsid w:val="00DC71EC"/>
    <w:rsid w:val="00DE6182"/>
    <w:rsid w:val="00DF0334"/>
    <w:rsid w:val="00E00269"/>
    <w:rsid w:val="00E01DA1"/>
    <w:rsid w:val="00E15588"/>
    <w:rsid w:val="00E42ADA"/>
    <w:rsid w:val="00E439A0"/>
    <w:rsid w:val="00E55200"/>
    <w:rsid w:val="00E632E1"/>
    <w:rsid w:val="00E76F83"/>
    <w:rsid w:val="00E87121"/>
    <w:rsid w:val="00E93159"/>
    <w:rsid w:val="00E95AF2"/>
    <w:rsid w:val="00EA3B3A"/>
    <w:rsid w:val="00EA4080"/>
    <w:rsid w:val="00EC3A30"/>
    <w:rsid w:val="00EE6F4D"/>
    <w:rsid w:val="00EF7305"/>
    <w:rsid w:val="00F006F4"/>
    <w:rsid w:val="00F009EC"/>
    <w:rsid w:val="00F00D47"/>
    <w:rsid w:val="00F02518"/>
    <w:rsid w:val="00F05F07"/>
    <w:rsid w:val="00F10C4A"/>
    <w:rsid w:val="00F3046D"/>
    <w:rsid w:val="00F313F1"/>
    <w:rsid w:val="00F31A81"/>
    <w:rsid w:val="00F34BC7"/>
    <w:rsid w:val="00F478DC"/>
    <w:rsid w:val="00F7686B"/>
    <w:rsid w:val="00F7758E"/>
    <w:rsid w:val="00F83222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B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31C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customStyle="1" w:styleId="a0">
    <w:name w:val="Знак"/>
    <w:basedOn w:val="Normal"/>
    <w:uiPriority w:val="99"/>
    <w:rsid w:val="00C17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C172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17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63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1C1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C95F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1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143</Words>
  <Characters>821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9</cp:revision>
  <cp:lastPrinted>2017-07-13T06:40:00Z</cp:lastPrinted>
  <dcterms:created xsi:type="dcterms:W3CDTF">2017-07-05T05:41:00Z</dcterms:created>
  <dcterms:modified xsi:type="dcterms:W3CDTF">2017-07-28T12:32:00Z</dcterms:modified>
</cp:coreProperties>
</file>