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48" w:rsidRDefault="00A73C48" w:rsidP="00B83C78">
      <w:pPr>
        <w:pStyle w:val="BodyText"/>
        <w:rPr>
          <w:szCs w:val="28"/>
        </w:rPr>
      </w:pPr>
      <w:r>
        <w:rPr>
          <w:szCs w:val="28"/>
        </w:rPr>
        <w:t>ЗАКОН УЛЬЯНОВСКОЙ ОБЛАСТИ</w:t>
      </w:r>
    </w:p>
    <w:p w:rsidR="00A73C48" w:rsidRDefault="00A73C48" w:rsidP="00B83C78">
      <w:pPr>
        <w:pStyle w:val="BodyText"/>
        <w:rPr>
          <w:szCs w:val="28"/>
        </w:rPr>
      </w:pPr>
    </w:p>
    <w:p w:rsidR="00A73C48" w:rsidRDefault="00A73C48" w:rsidP="00B83C78">
      <w:pPr>
        <w:pStyle w:val="BodyText"/>
        <w:rPr>
          <w:szCs w:val="28"/>
        </w:rPr>
      </w:pPr>
    </w:p>
    <w:p w:rsidR="00A73C48" w:rsidRDefault="00A73C48" w:rsidP="00FA0E9D">
      <w:pPr>
        <w:pStyle w:val="BodyText"/>
        <w:rPr>
          <w:szCs w:val="28"/>
        </w:rPr>
      </w:pPr>
    </w:p>
    <w:p w:rsidR="00A73C48" w:rsidRPr="00FA0E9D" w:rsidRDefault="00A73C48" w:rsidP="00FA0E9D">
      <w:pPr>
        <w:pStyle w:val="BodyText"/>
        <w:rPr>
          <w:sz w:val="36"/>
          <w:szCs w:val="28"/>
        </w:rPr>
      </w:pPr>
    </w:p>
    <w:p w:rsidR="00A73C48" w:rsidRDefault="00A73C48" w:rsidP="00B83C78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О внесении изменений в Закон Ульяновской области</w:t>
      </w:r>
    </w:p>
    <w:p w:rsidR="00A73C48" w:rsidRDefault="00A73C48" w:rsidP="00B83C78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«О создании должностей мировых судей и судебных участков </w:t>
      </w:r>
    </w:p>
    <w:p w:rsidR="00A73C48" w:rsidRDefault="00A73C48" w:rsidP="00B83C78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>в Ульяновской области»</w:t>
      </w:r>
    </w:p>
    <w:p w:rsidR="00A73C48" w:rsidRPr="00395C07" w:rsidRDefault="00A73C48" w:rsidP="00B83C78">
      <w:pPr>
        <w:pStyle w:val="BodyText"/>
        <w:jc w:val="center"/>
        <w:rPr>
          <w:bCs/>
          <w:szCs w:val="28"/>
        </w:rPr>
      </w:pPr>
    </w:p>
    <w:p w:rsidR="00A73C48" w:rsidRPr="00395C07" w:rsidRDefault="00A73C48" w:rsidP="00B83C78">
      <w:pPr>
        <w:pStyle w:val="BodyText"/>
        <w:jc w:val="center"/>
        <w:rPr>
          <w:bCs/>
          <w:szCs w:val="28"/>
        </w:rPr>
      </w:pPr>
    </w:p>
    <w:p w:rsidR="00A73C48" w:rsidRDefault="00A73C48" w:rsidP="0013655F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21 июня 2017 года</w:t>
      </w:r>
    </w:p>
    <w:p w:rsidR="00A73C48" w:rsidRPr="0013655F" w:rsidRDefault="00A73C48" w:rsidP="0013655F">
      <w:pPr>
        <w:tabs>
          <w:tab w:val="left" w:pos="720"/>
        </w:tabs>
        <w:rPr>
          <w:sz w:val="26"/>
          <w:szCs w:val="26"/>
        </w:rPr>
      </w:pPr>
    </w:p>
    <w:p w:rsidR="00A73C48" w:rsidRDefault="00A73C48" w:rsidP="008F1046">
      <w:pPr>
        <w:tabs>
          <w:tab w:val="left" w:pos="720"/>
        </w:tabs>
        <w:jc w:val="center"/>
        <w:rPr>
          <w:i/>
          <w:sz w:val="26"/>
          <w:szCs w:val="26"/>
        </w:rPr>
      </w:pPr>
    </w:p>
    <w:p w:rsidR="00A73C48" w:rsidRDefault="00A73C48" w:rsidP="004649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</w:t>
      </w:r>
      <w:r w:rsidRPr="004F534B">
        <w:rPr>
          <w:sz w:val="28"/>
          <w:szCs w:val="28"/>
        </w:rPr>
        <w:t>(«Ульяновская правда» от 19.08.2013 № 97</w:t>
      </w:r>
      <w:r>
        <w:rPr>
          <w:sz w:val="28"/>
          <w:szCs w:val="28"/>
        </w:rPr>
        <w:t>;</w:t>
      </w:r>
      <w:r w:rsidRPr="006C54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от 07.09.2015 № 124</w:t>
      </w:r>
      <w:r w:rsidRPr="004F534B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A73C48" w:rsidRDefault="00A73C48" w:rsidP="004649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633D98">
        <w:rPr>
          <w:sz w:val="28"/>
          <w:szCs w:val="28"/>
        </w:rPr>
        <w:t>таблиц</w:t>
      </w:r>
      <w:r>
        <w:rPr>
          <w:sz w:val="28"/>
          <w:szCs w:val="28"/>
        </w:rPr>
        <w:t>е подраздела 2.3 раздела 2:</w:t>
      </w:r>
    </w:p>
    <w:p w:rsidR="00A73C48" w:rsidRDefault="00A73C48" w:rsidP="004649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2F7">
              <w:rPr>
                <w:sz w:val="28"/>
                <w:szCs w:val="28"/>
              </w:rPr>
              <w:t>ул. Пионерская</w:t>
            </w:r>
            <w:r w:rsidRPr="00857181"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6300" w:type="dxa"/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46490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Пирогова</w:t>
            </w:r>
          </w:p>
        </w:tc>
        <w:tc>
          <w:tcPr>
            <w:tcW w:w="6300" w:type="dxa"/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464902"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Спортивная</w:t>
            </w:r>
            <w:r w:rsidRPr="00857181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6300" w:type="dxa"/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46490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Сызранская</w:t>
            </w:r>
          </w:p>
        </w:tc>
        <w:tc>
          <w:tcPr>
            <w:tcW w:w="6300" w:type="dxa"/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Pr="00464902" w:rsidRDefault="00A73C48" w:rsidP="00464902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A73C48" w:rsidRDefault="00A73C48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разделе 13: </w:t>
      </w:r>
    </w:p>
    <w:p w:rsidR="00A73C48" w:rsidRDefault="00A73C48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графе «Номера домов» строки 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shd w:val="clear" w:color="auto" w:fill="FFFFFF"/>
          </w:tcPr>
          <w:p w:rsidR="00A73C48" w:rsidRPr="00FE506A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Гая</w:t>
            </w:r>
          </w:p>
        </w:tc>
        <w:tc>
          <w:tcPr>
            <w:tcW w:w="6300" w:type="dxa"/>
            <w:shd w:val="clear" w:color="auto" w:fill="FFFFFF"/>
          </w:tcPr>
          <w:p w:rsidR="00A73C48" w:rsidRPr="009F2025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2025">
              <w:rPr>
                <w:sz w:val="28"/>
                <w:szCs w:val="28"/>
              </w:rPr>
              <w:t>2-86 (ч</w:t>
            </w:r>
            <w:r>
              <w:rPr>
                <w:sz w:val="28"/>
                <w:szCs w:val="28"/>
              </w:rPr>
              <w:t>ё</w:t>
            </w:r>
            <w:r w:rsidRPr="009F2025">
              <w:rPr>
                <w:sz w:val="28"/>
                <w:szCs w:val="28"/>
              </w:rPr>
              <w:t>тные), 3-55а (неч</w:t>
            </w:r>
            <w:r>
              <w:rPr>
                <w:sz w:val="28"/>
                <w:szCs w:val="28"/>
              </w:rPr>
              <w:t>ё</w:t>
            </w:r>
            <w:r w:rsidRPr="009F2025">
              <w:rPr>
                <w:sz w:val="28"/>
                <w:szCs w:val="28"/>
              </w:rPr>
              <w:t>тные), 87, 87а, 87б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464902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таблицы подраздела 13.2 цифру «2» заменить цифрами  «1, 2»;</w:t>
      </w:r>
    </w:p>
    <w:p w:rsidR="00A73C48" w:rsidRDefault="00A73C48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 таблице подраздела 13.3:</w:t>
      </w:r>
    </w:p>
    <w:p w:rsidR="00A73C48" w:rsidRDefault="00A73C48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Варейкиса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1-32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46490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«1-32» заменить словами «все имеющиеся дома»;</w:t>
      </w:r>
    </w:p>
    <w:p w:rsidR="00A73C48" w:rsidRDefault="00A73C48" w:rsidP="00980F91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Декоративная</w:t>
            </w:r>
            <w:r w:rsidRPr="00857181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6300" w:type="dxa"/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5F6E94" w:rsidRDefault="00A73C48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Кольцевая</w:t>
            </w:r>
          </w:p>
        </w:tc>
        <w:tc>
          <w:tcPr>
            <w:tcW w:w="6300" w:type="dxa"/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Pr="005F6E94" w:rsidRDefault="00A73C48" w:rsidP="005F6E9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980F91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«п. Зелёный мир» дополнить словами «, сквер 60-летия Великой Победы»;</w:t>
      </w:r>
    </w:p>
    <w:p w:rsidR="00A73C48" w:rsidRDefault="00A73C48" w:rsidP="00980F91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таблице подраздела 13.4:</w:t>
      </w:r>
    </w:p>
    <w:p w:rsidR="00A73C48" w:rsidRDefault="00A73C48" w:rsidP="00980F91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Варейкиса</w:t>
            </w:r>
            <w:r w:rsidRPr="00857181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6300" w:type="dxa"/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33-47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5F6E94" w:rsidRDefault="00A73C48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A73C48" w:rsidRDefault="00A73C48" w:rsidP="005F6E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Кольцевая</w:t>
            </w:r>
            <w:r w:rsidRPr="00857181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6300" w:type="dxa"/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5F6E94" w:rsidRDefault="00A73C48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A73C48" w:rsidRDefault="00A73C48" w:rsidP="005F6E9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Гая</w:t>
            </w:r>
          </w:p>
        </w:tc>
        <w:tc>
          <w:tcPr>
            <w:tcW w:w="6300" w:type="dxa"/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92-100 (чётные)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5F6E94" w:rsidRDefault="00A73C48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цифрами «, 104»;</w:t>
      </w:r>
    </w:p>
    <w:p w:rsidR="00A73C48" w:rsidRDefault="00A73C48" w:rsidP="00980F9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14:</w:t>
      </w:r>
    </w:p>
    <w:p w:rsidR="00A73C48" w:rsidRDefault="00A73C48" w:rsidP="00980F9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таблицу подраздела 14.1 после слов «им. Володарского;» дополнить словами «сквер 100-летия патронного завода;»;</w:t>
      </w:r>
    </w:p>
    <w:p w:rsidR="00A73C48" w:rsidRDefault="00A73C48" w:rsidP="00980F91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80F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4F34DB" w:rsidRDefault="00A73C48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8 Марта</w:t>
            </w:r>
            <w:r w:rsidRPr="004F34DB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6300" w:type="dxa"/>
          </w:tcPr>
          <w:p w:rsidR="00A73C48" w:rsidRPr="004F34DB" w:rsidRDefault="00A73C48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7, 8, 9 </w:t>
            </w:r>
            <w:r w:rsidRPr="004F34DB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A73C48" w:rsidRPr="009313B0" w:rsidRDefault="00A73C48" w:rsidP="00980F9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80F91" w:rsidRDefault="00A73C48" w:rsidP="00980F91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A73C48" w:rsidRDefault="00A73C48" w:rsidP="005F6E9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</w:rPr>
      </w:pPr>
      <w:r>
        <w:rPr>
          <w:sz w:val="28"/>
          <w:szCs w:val="28"/>
        </w:rPr>
        <w:t>таблицы подраздела 14.2 дополнить цифрами «, 11</w:t>
      </w:r>
      <w:r>
        <w:rPr>
          <w:sz w:val="28"/>
        </w:rPr>
        <w:t>»;</w:t>
      </w:r>
    </w:p>
    <w:p w:rsidR="00A73C48" w:rsidRDefault="00A73C48" w:rsidP="00980F91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</w:rPr>
      </w:pPr>
      <w:r>
        <w:rPr>
          <w:sz w:val="28"/>
        </w:rPr>
        <w:t>в) в таблице подраздела 14.3:</w:t>
      </w:r>
    </w:p>
    <w:p w:rsidR="00A73C48" w:rsidRDefault="00A73C48" w:rsidP="00980F91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80F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4F34DB" w:rsidRDefault="00A73C48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Врача Михайлова</w:t>
            </w:r>
          </w:p>
        </w:tc>
        <w:tc>
          <w:tcPr>
            <w:tcW w:w="6300" w:type="dxa"/>
          </w:tcPr>
          <w:p w:rsidR="00A73C48" w:rsidRPr="004F34DB" w:rsidRDefault="00A73C48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1-38, 38а, 39-49 (нечётные), 49а, 53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A73C48" w:rsidRPr="009313B0" w:rsidRDefault="00A73C48" w:rsidP="00980F9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80F91" w:rsidRDefault="00A73C48" w:rsidP="00980F91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A73C48" w:rsidRDefault="00A73C48" w:rsidP="00980F91">
      <w:pPr>
        <w:widowControl w:val="0"/>
        <w:autoSpaceDE w:val="0"/>
        <w:autoSpaceDN w:val="0"/>
        <w:adjustRightInd w:val="0"/>
        <w:spacing w:line="370" w:lineRule="auto"/>
        <w:jc w:val="both"/>
        <w:outlineLvl w:val="0"/>
        <w:rPr>
          <w:sz w:val="28"/>
        </w:rPr>
      </w:pPr>
      <w:r>
        <w:rPr>
          <w:sz w:val="28"/>
        </w:rPr>
        <w:t>после слов «49а,» дополнить цифрами «51,»;</w:t>
      </w:r>
    </w:p>
    <w:p w:rsidR="00A73C48" w:rsidRDefault="00A73C48" w:rsidP="00980F91">
      <w:pPr>
        <w:widowControl w:val="0"/>
        <w:autoSpaceDE w:val="0"/>
        <w:autoSpaceDN w:val="0"/>
        <w:adjustRightInd w:val="0"/>
        <w:spacing w:line="37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80F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пр-д Инженерный          </w:t>
            </w:r>
          </w:p>
        </w:tc>
        <w:tc>
          <w:tcPr>
            <w:tcW w:w="6300" w:type="dxa"/>
          </w:tcPr>
          <w:p w:rsidR="00A73C48" w:rsidRPr="009313B0" w:rsidRDefault="00A73C48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1894">
              <w:rPr>
                <w:sz w:val="28"/>
                <w:szCs w:val="28"/>
              </w:rPr>
              <w:t>5а, 7, 8, 9, 10, 14, 20а, 22, 24, 39, 40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80F9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980F9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875360">
        <w:rPr>
          <w:rFonts w:ascii="Times New Roman" w:hAnsi="Times New Roman" w:cs="Times New Roman"/>
          <w:sz w:val="28"/>
          <w:szCs w:val="28"/>
        </w:rPr>
        <w:t>5а, 7, 8, 9, 10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875360">
        <w:rPr>
          <w:rFonts w:ascii="Times New Roman" w:hAnsi="Times New Roman" w:cs="Times New Roman"/>
          <w:sz w:val="28"/>
          <w:szCs w:val="28"/>
        </w:rPr>
        <w:t>3, 4а, 5а, 7, 8, 9, 10, 10а, 13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3C48" w:rsidRDefault="00A73C48" w:rsidP="00016B61">
      <w:pPr>
        <w:pStyle w:val="ConsPlusNormal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14.4:</w:t>
      </w:r>
    </w:p>
    <w:p w:rsidR="00A73C48" w:rsidRDefault="00A73C48" w:rsidP="00016B6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E80B8E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1894">
              <w:rPr>
                <w:sz w:val="28"/>
                <w:szCs w:val="28"/>
              </w:rPr>
              <w:t>ул. 40 лет Победы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1894">
              <w:rPr>
                <w:sz w:val="28"/>
                <w:szCs w:val="28"/>
              </w:rPr>
              <w:t>15, 19, 22, 24, 26, 27, 28, 29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E80B8E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</w:t>
      </w:r>
      <w:r w:rsidRPr="00E80B8E">
        <w:rPr>
          <w:rFonts w:ascii="Times New Roman" w:hAnsi="Times New Roman" w:cs="Times New Roman"/>
          <w:sz w:val="28"/>
          <w:szCs w:val="28"/>
        </w:rPr>
        <w:t>24, 26, 27, 28, 29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E80B8E">
        <w:rPr>
          <w:rFonts w:ascii="Times New Roman" w:hAnsi="Times New Roman" w:cs="Times New Roman"/>
          <w:sz w:val="28"/>
          <w:szCs w:val="28"/>
        </w:rPr>
        <w:t>23а, 24, 26, 27, 28, 29, 31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3C48" w:rsidRDefault="00A73C48" w:rsidP="00596D6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383F21" w:rsidRDefault="00A73C48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ул. Оренбургская</w:t>
            </w:r>
          </w:p>
        </w:tc>
        <w:tc>
          <w:tcPr>
            <w:tcW w:w="6300" w:type="dxa"/>
          </w:tcPr>
          <w:p w:rsidR="00A73C48" w:rsidRPr="00383F21" w:rsidRDefault="00A73C48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1-33 (неч</w:t>
            </w:r>
            <w:r>
              <w:rPr>
                <w:sz w:val="28"/>
                <w:szCs w:val="28"/>
              </w:rPr>
              <w:t>ё</w:t>
            </w:r>
            <w:r w:rsidRPr="00383F21">
              <w:rPr>
                <w:sz w:val="28"/>
                <w:szCs w:val="28"/>
              </w:rPr>
              <w:t>тные), 6-22 (ч</w:t>
            </w:r>
            <w:r>
              <w:rPr>
                <w:sz w:val="28"/>
                <w:szCs w:val="28"/>
              </w:rPr>
              <w:t>ё</w:t>
            </w:r>
            <w:r w:rsidRPr="00383F21">
              <w:rPr>
                <w:sz w:val="28"/>
                <w:szCs w:val="28"/>
              </w:rPr>
              <w:t>тные), 36-46 (ч</w:t>
            </w:r>
            <w:r>
              <w:rPr>
                <w:sz w:val="28"/>
                <w:szCs w:val="28"/>
              </w:rPr>
              <w:t>ё</w:t>
            </w:r>
            <w:r w:rsidRPr="00383F21">
              <w:rPr>
                <w:sz w:val="28"/>
                <w:szCs w:val="28"/>
              </w:rPr>
              <w:t>тные), 50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596D6B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«36-46 (чётные),» дополнить словами «41б,»;</w:t>
      </w:r>
    </w:p>
    <w:p w:rsidR="00A73C48" w:rsidRDefault="00A73C48" w:rsidP="003819B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383F21" w:rsidRDefault="00A73C48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пр-т Туполева</w:t>
            </w:r>
          </w:p>
        </w:tc>
        <w:tc>
          <w:tcPr>
            <w:tcW w:w="6300" w:type="dxa"/>
          </w:tcPr>
          <w:p w:rsidR="00A73C48" w:rsidRPr="00383F21" w:rsidRDefault="00A73C48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10, 11, 12, 14, 16, 26, 28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E81442">
      <w:pPr>
        <w:pStyle w:val="ConsPlusNormal"/>
        <w:spacing w:before="120"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«14,» дополнить цифрами «15,»;</w:t>
      </w:r>
    </w:p>
    <w:p w:rsidR="00A73C48" w:rsidRDefault="00A73C48" w:rsidP="00E81442">
      <w:pPr>
        <w:pStyle w:val="ConsPlusNormal"/>
        <w:spacing w:before="120" w:line="35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таблице подраздела 14.5:</w:t>
      </w:r>
    </w:p>
    <w:p w:rsidR="00A73C48" w:rsidRDefault="00A73C48" w:rsidP="00E81442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3819B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5AA">
              <w:rPr>
                <w:sz w:val="28"/>
                <w:szCs w:val="28"/>
              </w:rPr>
              <w:t>Наименование бульвара, улицы, проезда, проспекта</w:t>
            </w:r>
          </w:p>
        </w:tc>
        <w:tc>
          <w:tcPr>
            <w:tcW w:w="6300" w:type="dxa"/>
            <w:vAlign w:val="center"/>
          </w:tcPr>
          <w:p w:rsidR="00A73C48" w:rsidRPr="009313B0" w:rsidRDefault="00A73C48" w:rsidP="0038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738F">
              <w:rPr>
                <w:sz w:val="28"/>
                <w:szCs w:val="28"/>
              </w:rPr>
              <w:t>Номера домов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3819B3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Галушина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3819B3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435">
              <w:rPr>
                <w:sz w:val="28"/>
              </w:rPr>
              <w:t>б-р Фестивальный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435">
              <w:rPr>
                <w:sz w:val="28"/>
              </w:rPr>
              <w:t>11, 13, 15, 16, 18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3819B3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ДМГ МОРИ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3819B3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17-й пр-д Инженерный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A73C48" w:rsidRDefault="00A73C48" w:rsidP="00E81442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A73C48" w:rsidTr="00AA30B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AA30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4F34DB" w:rsidRDefault="00A73C48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5117">
              <w:rPr>
                <w:sz w:val="28"/>
                <w:szCs w:val="28"/>
              </w:rPr>
              <w:t xml:space="preserve">пр-т </w:t>
            </w:r>
            <w:r>
              <w:rPr>
                <w:sz w:val="28"/>
                <w:szCs w:val="28"/>
              </w:rPr>
              <w:t>Авиастроителей</w:t>
            </w:r>
          </w:p>
        </w:tc>
        <w:tc>
          <w:tcPr>
            <w:tcW w:w="6300" w:type="dxa"/>
          </w:tcPr>
          <w:p w:rsidR="00A73C48" w:rsidRPr="004F34DB" w:rsidRDefault="00A73C48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11, 13, 15, 17, 19, 21, 23, 25, 27, 38, 40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A73C48" w:rsidRPr="009313B0" w:rsidRDefault="00A73C48" w:rsidP="00AA30B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outlineLvl w:val="0"/>
        <w:rPr>
          <w:sz w:val="28"/>
        </w:rPr>
      </w:pPr>
      <w:r>
        <w:rPr>
          <w:sz w:val="28"/>
        </w:rPr>
        <w:t>после цифр «27,» дополнить цифрами «34,»;</w:t>
      </w:r>
    </w:p>
    <w:p w:rsidR="00A73C48" w:rsidRDefault="00A73C48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outlineLvl w:val="0"/>
        <w:rPr>
          <w:sz w:val="28"/>
        </w:rPr>
      </w:pPr>
      <w:r>
        <w:rPr>
          <w:sz w:val="28"/>
        </w:rPr>
        <w:tab/>
        <w:t>е) в таблице подраздела 14.6:</w:t>
      </w:r>
    </w:p>
    <w:p w:rsidR="00A73C48" w:rsidRDefault="00A73C48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outlineLvl w:val="0"/>
        <w:rPr>
          <w:sz w:val="28"/>
        </w:rPr>
      </w:pPr>
      <w:r>
        <w:rPr>
          <w:sz w:val="28"/>
        </w:rPr>
        <w:tab/>
        <w:t xml:space="preserve">в графе «Номера домов» строки 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A73C48" w:rsidTr="00AA30B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AA30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4F34DB" w:rsidRDefault="00A73C48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Карбышева</w:t>
            </w:r>
          </w:p>
        </w:tc>
        <w:tc>
          <w:tcPr>
            <w:tcW w:w="6300" w:type="dxa"/>
          </w:tcPr>
          <w:p w:rsidR="00A73C48" w:rsidRPr="004F34DB" w:rsidRDefault="00A73C48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435">
              <w:rPr>
                <w:sz w:val="28"/>
                <w:szCs w:val="28"/>
              </w:rPr>
              <w:t>7, 11, 14, 16, 18, 19, 20, 20а, 21, 21а, 23, 25, 26, 27, 28, 30, 32, 32а, 34, 35, 36, 36а, 37, 38, 47, 47а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A73C48" w:rsidRPr="009313B0" w:rsidRDefault="00A73C48" w:rsidP="00AA30B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CA731F">
      <w:pPr>
        <w:widowControl w:val="0"/>
        <w:autoSpaceDE w:val="0"/>
        <w:autoSpaceDN w:val="0"/>
        <w:adjustRightInd w:val="0"/>
        <w:spacing w:before="120" w:line="360" w:lineRule="auto"/>
        <w:jc w:val="both"/>
        <w:outlineLvl w:val="0"/>
        <w:rPr>
          <w:sz w:val="28"/>
        </w:rPr>
      </w:pPr>
      <w:r>
        <w:rPr>
          <w:sz w:val="28"/>
        </w:rPr>
        <w:t>цифру «7» заменить цифрами «3, 7», после цифр «38,» дополнить цифрами «40,»;</w:t>
      </w:r>
    </w:p>
    <w:p w:rsidR="00A73C48" w:rsidRDefault="00A73C48" w:rsidP="00AE4C5D">
      <w:pPr>
        <w:widowControl w:val="0"/>
        <w:autoSpaceDE w:val="0"/>
        <w:autoSpaceDN w:val="0"/>
        <w:adjustRightInd w:val="0"/>
        <w:spacing w:before="120" w:line="360" w:lineRule="auto"/>
        <w:jc w:val="both"/>
        <w:outlineLvl w:val="0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строку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AA30B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AA30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7-й пр-д Инженерный</w:t>
            </w:r>
          </w:p>
        </w:tc>
        <w:tc>
          <w:tcPr>
            <w:tcW w:w="6300" w:type="dxa"/>
          </w:tcPr>
          <w:p w:rsidR="00A73C48" w:rsidRPr="009313B0" w:rsidRDefault="00A73C48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AA30B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346C8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A73C48" w:rsidRDefault="00A73C48" w:rsidP="002352B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4F34DB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5117">
              <w:rPr>
                <w:sz w:val="28"/>
                <w:szCs w:val="28"/>
              </w:rPr>
              <w:t>пр-т Генерала Тюленева</w:t>
            </w:r>
          </w:p>
        </w:tc>
        <w:tc>
          <w:tcPr>
            <w:tcW w:w="6300" w:type="dxa"/>
          </w:tcPr>
          <w:p w:rsidR="00A73C48" w:rsidRPr="004F34DB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5117">
              <w:rPr>
                <w:sz w:val="28"/>
                <w:szCs w:val="28"/>
              </w:rPr>
              <w:t>6, 6а, 10, 14, 16, 18, 18а, 20, 24, 26, 28, 30, 36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E81442" w:rsidRDefault="00A73C48" w:rsidP="00E81442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A73C48" w:rsidRDefault="00A73C48" w:rsidP="00E81442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>дополнить цифрами «, 38, 40, 44, 46»;</w:t>
      </w:r>
    </w:p>
    <w:p w:rsidR="00A73C48" w:rsidRDefault="00A73C48" w:rsidP="00E81442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ab/>
        <w:t>ж) в таблице подраздела 14.7:</w:t>
      </w:r>
    </w:p>
    <w:p w:rsidR="00A73C48" w:rsidRDefault="00A73C48" w:rsidP="00E8144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2F7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Барри Тарханова</w:t>
            </w:r>
            <w:r w:rsidRPr="00857181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Восточная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2352BA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Генерала Кашубы</w:t>
            </w:r>
            <w:r w:rsidRPr="00857181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Детская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Загородная</w:t>
            </w:r>
          </w:p>
        </w:tc>
        <w:tc>
          <w:tcPr>
            <w:tcW w:w="6300" w:type="dxa"/>
          </w:tcPr>
          <w:p w:rsidR="00A73C48" w:rsidRDefault="00A73C48">
            <w:r w:rsidRPr="005028F6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Каштановая</w:t>
            </w:r>
          </w:p>
        </w:tc>
        <w:tc>
          <w:tcPr>
            <w:tcW w:w="6300" w:type="dxa"/>
          </w:tcPr>
          <w:p w:rsidR="00A73C48" w:rsidRDefault="00A73C48">
            <w:r w:rsidRPr="005028F6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Левобережная</w:t>
            </w:r>
          </w:p>
        </w:tc>
        <w:tc>
          <w:tcPr>
            <w:tcW w:w="6300" w:type="dxa"/>
          </w:tcPr>
          <w:p w:rsidR="00A73C48" w:rsidRDefault="00A73C48">
            <w:r w:rsidRPr="005028F6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2352BA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40 Лет Победы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35, 37, 41, 54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Летная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Летчика Хабибуллина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E44DE9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Наганова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E44DE9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Наумова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Радужная</w:t>
            </w:r>
          </w:p>
        </w:tc>
        <w:tc>
          <w:tcPr>
            <w:tcW w:w="6300" w:type="dxa"/>
          </w:tcPr>
          <w:p w:rsidR="00A73C48" w:rsidRDefault="00A73C48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Семейная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Стартовая</w:t>
            </w:r>
          </w:p>
        </w:tc>
        <w:tc>
          <w:tcPr>
            <w:tcW w:w="6300" w:type="dxa"/>
          </w:tcPr>
          <w:p w:rsidR="00A73C48" w:rsidRDefault="00A73C48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Студенческая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Угловая</w:t>
            </w:r>
          </w:p>
        </w:tc>
        <w:tc>
          <w:tcPr>
            <w:tcW w:w="6300" w:type="dxa"/>
          </w:tcPr>
          <w:p w:rsidR="00A73C48" w:rsidRDefault="00A73C48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Утренняя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Детский</w:t>
            </w:r>
          </w:p>
        </w:tc>
        <w:tc>
          <w:tcPr>
            <w:tcW w:w="6300" w:type="dxa"/>
          </w:tcPr>
          <w:p w:rsidR="00A73C48" w:rsidRDefault="00A73C48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з) в таблице подраздела 14.8:</w:t>
      </w:r>
    </w:p>
    <w:p w:rsidR="00A73C48" w:rsidRDefault="00A73C48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графу «Номера домов»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6B41">
              <w:rPr>
                <w:sz w:val="28"/>
                <w:szCs w:val="28"/>
              </w:rPr>
              <w:t>9-й пр-д Инженерный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6B41">
              <w:rPr>
                <w:sz w:val="28"/>
                <w:szCs w:val="28"/>
              </w:rPr>
              <w:t>1, 2, 2а, 3, 4, 6, 6а, 7, 8, 12, 14, 14/1, 16, 18, 19, 20, 21, 22, 23, 24, 25, 26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497EB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цифры «8,» дополнить цифрой «9,»;</w:t>
      </w:r>
    </w:p>
    <w:p w:rsidR="00A73C48" w:rsidRDefault="00A73C48" w:rsidP="00497EB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строку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016B41">
              <w:rPr>
                <w:sz w:val="28"/>
                <w:szCs w:val="28"/>
              </w:rPr>
              <w:t>-й пр-д Инженерный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6B41">
              <w:rPr>
                <w:sz w:val="28"/>
                <w:szCs w:val="28"/>
              </w:rPr>
              <w:t xml:space="preserve">1,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567A9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A73C48" w:rsidRDefault="00A73C48" w:rsidP="00567A9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и) в таблице подраздела 14.9:</w:t>
      </w:r>
    </w:p>
    <w:p w:rsidR="00A73C48" w:rsidRDefault="00A73C48" w:rsidP="00567A9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графе «Номера домов»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A73C4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016B41">
              <w:rPr>
                <w:sz w:val="28"/>
                <w:szCs w:val="28"/>
              </w:rPr>
              <w:t>-й пр-д Инженерный</w:t>
            </w:r>
          </w:p>
        </w:tc>
        <w:tc>
          <w:tcPr>
            <w:tcW w:w="6300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5а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497EB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«5, 5а» заменить словами «все имеющиеся дома»;</w:t>
      </w:r>
    </w:p>
    <w:p w:rsidR="00A73C48" w:rsidRDefault="00A73C4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графе «Номера домов»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016B41">
              <w:rPr>
                <w:sz w:val="28"/>
                <w:szCs w:val="28"/>
              </w:rPr>
              <w:t>-й пр-д Инженерный</w:t>
            </w:r>
          </w:p>
        </w:tc>
        <w:tc>
          <w:tcPr>
            <w:tcW w:w="6305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цифру «1» заменить словами «все имеющиеся дома»;</w:t>
      </w:r>
    </w:p>
    <w:p w:rsidR="00A73C48" w:rsidRDefault="00A73C4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016B41">
              <w:rPr>
                <w:sz w:val="28"/>
                <w:szCs w:val="28"/>
              </w:rPr>
              <w:t>-й пр-д Инженерный</w:t>
            </w:r>
          </w:p>
        </w:tc>
        <w:tc>
          <w:tcPr>
            <w:tcW w:w="6305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016B41">
              <w:rPr>
                <w:sz w:val="28"/>
                <w:szCs w:val="28"/>
              </w:rPr>
              <w:t>-й пр-д Инженерный</w:t>
            </w:r>
          </w:p>
        </w:tc>
        <w:tc>
          <w:tcPr>
            <w:tcW w:w="6305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3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016B41">
              <w:rPr>
                <w:sz w:val="28"/>
                <w:szCs w:val="28"/>
              </w:rPr>
              <w:t>-й пр-д Инженерный</w:t>
            </w:r>
          </w:p>
        </w:tc>
        <w:tc>
          <w:tcPr>
            <w:tcW w:w="6305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A73C48" w:rsidRPr="009313B0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3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016B41">
              <w:rPr>
                <w:sz w:val="28"/>
                <w:szCs w:val="28"/>
              </w:rPr>
              <w:t>-й пр-д Инженерный</w:t>
            </w:r>
          </w:p>
        </w:tc>
        <w:tc>
          <w:tcPr>
            <w:tcW w:w="6305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911F98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разделе 15:</w:t>
      </w:r>
    </w:p>
    <w:p w:rsidR="00A73C48" w:rsidRDefault="00A73C48" w:rsidP="00911F98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Камышинская</w:t>
            </w:r>
            <w:r w:rsidRPr="00133274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6305" w:type="dxa"/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74B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-</w:t>
            </w:r>
            <w:r w:rsidRPr="00F2674B">
              <w:rPr>
                <w:sz w:val="28"/>
                <w:szCs w:val="28"/>
              </w:rPr>
              <w:t>81 (неч</w:t>
            </w:r>
            <w:r>
              <w:rPr>
                <w:sz w:val="28"/>
                <w:szCs w:val="28"/>
              </w:rPr>
              <w:t>ё</w:t>
            </w:r>
            <w:r w:rsidRPr="00F2674B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15.1 цифры «63» заменить словами «60а, 63»;</w:t>
      </w:r>
    </w:p>
    <w:p w:rsidR="00A73C48" w:rsidRDefault="00A73C4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в таблице подраздела 15.2:</w:t>
      </w:r>
    </w:p>
    <w:p w:rsidR="00A73C48" w:rsidRDefault="00A73C48" w:rsidP="00B85D45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Полбина</w:t>
            </w:r>
            <w:r w:rsidRPr="00133274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1-18, 44-50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B85D4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«44-50 (чётные)» дополнить цифрами «, 74»;</w:t>
      </w:r>
    </w:p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Полбина</w:t>
            </w:r>
            <w:r w:rsidRPr="00133274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1-18, 44-50 (чётные), 74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154-ой стрелковой дивизии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таблицу подраздела 15.3 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Горького</w:t>
            </w:r>
            <w:r w:rsidRPr="00133274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74B">
              <w:rPr>
                <w:sz w:val="28"/>
                <w:szCs w:val="28"/>
              </w:rPr>
              <w:t>1/2, 2а, 2а/4, 2/7, 4, 7/17, 8, 9/1, 10/2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Камышинская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8-12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Pr="00567A95" w:rsidRDefault="00A73C48" w:rsidP="00F24B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F24B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15.4:</w:t>
      </w:r>
    </w:p>
    <w:p w:rsidR="00A73C48" w:rsidRDefault="00A73C48" w:rsidP="00F24B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Ефремова</w:t>
            </w:r>
            <w:r w:rsidRPr="00133274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534">
              <w:rPr>
                <w:sz w:val="28"/>
                <w:szCs w:val="28"/>
              </w:rPr>
              <w:t>1/12-31 (неч</w:t>
            </w:r>
            <w:r>
              <w:rPr>
                <w:sz w:val="28"/>
                <w:szCs w:val="28"/>
              </w:rPr>
              <w:t>ё</w:t>
            </w:r>
            <w:r w:rsidRPr="00B11534">
              <w:rPr>
                <w:sz w:val="28"/>
                <w:szCs w:val="28"/>
              </w:rPr>
              <w:t>тные), 2/10-46 (ч</w:t>
            </w:r>
            <w:r>
              <w:rPr>
                <w:sz w:val="28"/>
                <w:szCs w:val="28"/>
              </w:rPr>
              <w:t>ё</w:t>
            </w:r>
            <w:r w:rsidRPr="00B11534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«46 (чётные)» дополнить словами «, 73а»;</w:t>
      </w:r>
    </w:p>
    <w:p w:rsidR="00A73C48" w:rsidRDefault="00A73C48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Промышленная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4C24">
              <w:rPr>
                <w:sz w:val="28"/>
                <w:szCs w:val="28"/>
              </w:rPr>
              <w:t>5, 5а, 46, 48, 51</w:t>
            </w:r>
            <w:r>
              <w:rPr>
                <w:sz w:val="28"/>
                <w:szCs w:val="28"/>
              </w:rPr>
              <w:t>-</w:t>
            </w:r>
            <w:r w:rsidRPr="004A4C24">
              <w:rPr>
                <w:sz w:val="28"/>
                <w:szCs w:val="28"/>
              </w:rPr>
              <w:t>57 (неч</w:t>
            </w:r>
            <w:r>
              <w:rPr>
                <w:sz w:val="28"/>
                <w:szCs w:val="28"/>
              </w:rPr>
              <w:t>ё</w:t>
            </w:r>
            <w:r w:rsidRPr="004A4C24">
              <w:rPr>
                <w:sz w:val="28"/>
                <w:szCs w:val="28"/>
              </w:rPr>
              <w:t>тные), 59а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706C">
        <w:rPr>
          <w:rFonts w:ascii="Times New Roman" w:hAnsi="Times New Roman" w:cs="Times New Roman"/>
          <w:sz w:val="28"/>
          <w:szCs w:val="28"/>
        </w:rPr>
        <w:t>слова «5, 5а, 46, 48, 51-57 (неч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A2706C">
        <w:rPr>
          <w:rFonts w:ascii="Times New Roman" w:hAnsi="Times New Roman" w:cs="Times New Roman"/>
          <w:sz w:val="28"/>
          <w:szCs w:val="28"/>
        </w:rPr>
        <w:t>тные)</w:t>
      </w:r>
      <w:r w:rsidRPr="00A2706C">
        <w:rPr>
          <w:rFonts w:ascii="Times New Roman" w:hAnsi="Times New Roman" w:cs="Times New Roman"/>
          <w:sz w:val="28"/>
        </w:rPr>
        <w:t>» заменить словами «</w:t>
      </w:r>
      <w:r w:rsidRPr="00A2706C">
        <w:rPr>
          <w:rFonts w:ascii="Times New Roman" w:hAnsi="Times New Roman" w:cs="Times New Roman"/>
          <w:sz w:val="28"/>
          <w:szCs w:val="28"/>
        </w:rPr>
        <w:t>5, 5а, 17, 46, 48, 51</w:t>
      </w:r>
      <w:r>
        <w:rPr>
          <w:rFonts w:ascii="Times New Roman" w:hAnsi="Times New Roman" w:cs="Times New Roman"/>
          <w:sz w:val="28"/>
          <w:szCs w:val="28"/>
        </w:rPr>
        <w:t>, 52, 53</w:t>
      </w:r>
      <w:r w:rsidRPr="00A2706C">
        <w:rPr>
          <w:rFonts w:ascii="Times New Roman" w:hAnsi="Times New Roman" w:cs="Times New Roman"/>
          <w:sz w:val="28"/>
          <w:szCs w:val="28"/>
        </w:rPr>
        <w:t>-57 (неч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A2706C">
        <w:rPr>
          <w:rFonts w:ascii="Times New Roman" w:hAnsi="Times New Roman" w:cs="Times New Roman"/>
          <w:sz w:val="28"/>
          <w:szCs w:val="28"/>
        </w:rPr>
        <w:t>тные)</w:t>
      </w:r>
      <w:r w:rsidRPr="00A2706C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3C48" w:rsidRDefault="00A73C48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Рябикова</w:t>
            </w:r>
            <w:r w:rsidRPr="0013327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1-19а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словами «, 66-70 (чётные)»;</w:t>
      </w:r>
    </w:p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таблице подраздела 15.5:</w:t>
      </w:r>
    </w:p>
    <w:p w:rsidR="00A73C48" w:rsidRDefault="00A73C48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Ефремова</w:t>
            </w:r>
            <w:r w:rsidRPr="0013327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4C24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-</w:t>
            </w:r>
            <w:r w:rsidRPr="004A4C24">
              <w:rPr>
                <w:sz w:val="28"/>
                <w:szCs w:val="28"/>
              </w:rPr>
              <w:t>73 (неч</w:t>
            </w:r>
            <w:r>
              <w:rPr>
                <w:sz w:val="28"/>
                <w:szCs w:val="28"/>
              </w:rPr>
              <w:t>ё</w:t>
            </w:r>
            <w:r w:rsidRPr="004A4C24">
              <w:rPr>
                <w:sz w:val="28"/>
                <w:szCs w:val="28"/>
              </w:rPr>
              <w:t>тные), 48-54 (ч</w:t>
            </w:r>
            <w:r>
              <w:rPr>
                <w:sz w:val="28"/>
                <w:szCs w:val="28"/>
              </w:rPr>
              <w:t>ё</w:t>
            </w:r>
            <w:r w:rsidRPr="004A4C24">
              <w:rPr>
                <w:sz w:val="28"/>
                <w:szCs w:val="28"/>
              </w:rPr>
              <w:t>тные), 58, 58а, 60, 73а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4B32">
        <w:rPr>
          <w:rFonts w:ascii="Times New Roman" w:hAnsi="Times New Roman" w:cs="Times New Roman"/>
          <w:spacing w:val="-4"/>
          <w:sz w:val="28"/>
          <w:szCs w:val="28"/>
        </w:rPr>
        <w:t>слова «54 (чётные)» заменить словами «54 (чётные), 56, 56а», слова «73а»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3C48" w:rsidRDefault="00A73C48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Рябикова</w:t>
            </w:r>
          </w:p>
        </w:tc>
        <w:tc>
          <w:tcPr>
            <w:tcW w:w="6305" w:type="dxa"/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20-43, 66-70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«, </w:t>
      </w:r>
      <w:r w:rsidRPr="003F3763">
        <w:rPr>
          <w:rFonts w:ascii="Times New Roman" w:hAnsi="Times New Roman" w:cs="Times New Roman"/>
          <w:sz w:val="28"/>
          <w:szCs w:val="28"/>
        </w:rPr>
        <w:t>66-70 (чётные)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A73C48" w:rsidRDefault="00A73C48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таблице подраздела 15.6:</w:t>
      </w:r>
    </w:p>
    <w:p w:rsidR="00A73C48" w:rsidRDefault="00A73C48" w:rsidP="00936215">
      <w:pPr>
        <w:pStyle w:val="ConsPlusNormal"/>
        <w:spacing w:before="120"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Корунковой</w:t>
            </w:r>
            <w:r w:rsidRPr="00133274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936215">
      <w:pPr>
        <w:pStyle w:val="ConsPlusNormal"/>
        <w:spacing w:before="120"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Отрадная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74, 76, 80, 86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936215">
      <w:pPr>
        <w:pStyle w:val="ConsPlusNormal"/>
        <w:spacing w:before="12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Шолмова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1998">
              <w:rPr>
                <w:sz w:val="28"/>
                <w:szCs w:val="28"/>
              </w:rPr>
              <w:t>1-23 (неч</w:t>
            </w:r>
            <w:r>
              <w:rPr>
                <w:sz w:val="28"/>
                <w:szCs w:val="28"/>
              </w:rPr>
              <w:t>ё</w:t>
            </w:r>
            <w:r w:rsidRPr="00391998">
              <w:rPr>
                <w:sz w:val="28"/>
                <w:szCs w:val="28"/>
              </w:rPr>
              <w:t>тные), 8, 14, 20,</w:t>
            </w:r>
            <w:r>
              <w:rPr>
                <w:sz w:val="28"/>
                <w:szCs w:val="28"/>
              </w:rPr>
              <w:t xml:space="preserve"> </w:t>
            </w:r>
            <w:r w:rsidRPr="00391998">
              <w:rPr>
                <w:sz w:val="28"/>
                <w:szCs w:val="28"/>
              </w:rPr>
              <w:t>32, 34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36215" w:rsidRDefault="00A73C48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цифры «8,» дополнить словами «12а,»;</w:t>
      </w:r>
    </w:p>
    <w:p w:rsidR="00A73C48" w:rsidRDefault="00A73C48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Отрадная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74, 76, 80, 84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742FA3" w:rsidRDefault="00A73C48" w:rsidP="00742FA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подраздела 15.7 цифры «</w:t>
      </w:r>
      <w:r w:rsidRPr="00922DD1">
        <w:rPr>
          <w:rFonts w:ascii="Times New Roman" w:hAnsi="Times New Roman" w:cs="Times New Roman"/>
          <w:sz w:val="28"/>
          <w:szCs w:val="28"/>
        </w:rPr>
        <w:t>74, 76, 80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з) в таблице подраздела 15.8:</w:t>
      </w:r>
    </w:p>
    <w:p w:rsidR="00A73C48" w:rsidRDefault="00A73C48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Камышинская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4/31-28/63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36215" w:rsidRDefault="00A73C48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7717D7">
        <w:rPr>
          <w:rFonts w:ascii="Times New Roman" w:hAnsi="Times New Roman" w:cs="Times New Roman"/>
          <w:sz w:val="28"/>
          <w:szCs w:val="28"/>
        </w:rPr>
        <w:t>4/31-28/63 (чётные)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«4/31, 6, 14-28/63 </w:t>
      </w:r>
      <w:r w:rsidRPr="007717D7">
        <w:rPr>
          <w:rFonts w:ascii="Times New Roman" w:hAnsi="Times New Roman" w:cs="Times New Roman"/>
          <w:sz w:val="28"/>
          <w:szCs w:val="28"/>
        </w:rPr>
        <w:t>(чётные)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3C48" w:rsidRDefault="00A73C48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Отрадная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3788">
              <w:rPr>
                <w:sz w:val="28"/>
                <w:szCs w:val="28"/>
              </w:rPr>
              <w:t>2, 8, 8а, 46-70 (ч</w:t>
            </w:r>
            <w:r>
              <w:rPr>
                <w:sz w:val="28"/>
                <w:szCs w:val="28"/>
              </w:rPr>
              <w:t>ё</w:t>
            </w:r>
            <w:r w:rsidRPr="00273788">
              <w:rPr>
                <w:sz w:val="28"/>
                <w:szCs w:val="28"/>
              </w:rPr>
              <w:t>тные), 86-100 (ч</w:t>
            </w:r>
            <w:r>
              <w:rPr>
                <w:sz w:val="28"/>
                <w:szCs w:val="28"/>
              </w:rPr>
              <w:t>ё</w:t>
            </w:r>
            <w:r w:rsidRPr="00273788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36215" w:rsidRDefault="00A73C48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«86» заменить цифрами «88»;</w:t>
      </w:r>
    </w:p>
    <w:p w:rsidR="00A73C48" w:rsidRDefault="00A73C48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Промышленная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5035">
              <w:rPr>
                <w:sz w:val="28"/>
                <w:szCs w:val="28"/>
              </w:rPr>
              <w:t>45, 49, 54, 56, 60-84, 85-99 (неч</w:t>
            </w:r>
            <w:r>
              <w:rPr>
                <w:sz w:val="28"/>
                <w:szCs w:val="28"/>
              </w:rPr>
              <w:t>ё</w:t>
            </w:r>
            <w:r w:rsidRPr="00F95035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36215" w:rsidRDefault="00A73C48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15.9 цифры «45» заменить словами «41б, 45»;</w:t>
      </w: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в разделе 16:</w:t>
      </w: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в таблице подраздела 16.2:</w:t>
      </w:r>
    </w:p>
    <w:p w:rsidR="00A73C48" w:rsidRDefault="00A73C48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Радищева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-1</w:t>
            </w:r>
            <w:r w:rsidRPr="003A4ED7">
              <w:rPr>
                <w:sz w:val="28"/>
                <w:szCs w:val="28"/>
              </w:rPr>
              <w:t>81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68-174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36215" w:rsidRDefault="00A73C48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A16191">
        <w:rPr>
          <w:rFonts w:ascii="Times New Roman" w:hAnsi="Times New Roman" w:cs="Times New Roman"/>
          <w:sz w:val="28"/>
          <w:szCs w:val="28"/>
        </w:rPr>
        <w:t>55-181 (нечётные),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A73C48" w:rsidRDefault="00A73C48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Розы Люксембург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1/11-33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2/29-28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936215" w:rsidRDefault="00A73C48" w:rsidP="0093621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B6473E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A73C48" w:rsidRDefault="00A73C48" w:rsidP="00936215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Федерации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4, 110/1-152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31-187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A1619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A16191">
        <w:rPr>
          <w:rFonts w:ascii="Times New Roman" w:hAnsi="Times New Roman" w:cs="Times New Roman"/>
          <w:sz w:val="28"/>
          <w:szCs w:val="28"/>
        </w:rPr>
        <w:t>4, 110/1-152 (чётные),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A73C48" w:rsidRDefault="00A73C48" w:rsidP="00087D50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графе «Наименование бульвара, улицы, переулка, площади, спуска»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Карла Маркса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1-11, 13, кроме 7а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2538B0" w:rsidRDefault="00A73C48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2538B0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16.3 слова «Карла Маркса» заменить словом «Дворцовая»;</w:t>
      </w:r>
    </w:p>
    <w:p w:rsidR="00A73C48" w:rsidRDefault="00A73C48" w:rsidP="002538B0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в таблице подраздела 16.4:</w:t>
      </w:r>
    </w:p>
    <w:p w:rsidR="00A73C48" w:rsidRDefault="00A73C48" w:rsidP="002538B0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графу «Наименование улицы, переулка»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087D50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  <w:vAlign w:val="center"/>
          </w:tcPr>
          <w:p w:rsidR="00A73C48" w:rsidRPr="00857181" w:rsidRDefault="00A73C48" w:rsidP="00087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6305" w:type="dxa"/>
            <w:vAlign w:val="center"/>
          </w:tcPr>
          <w:p w:rsidR="00A73C48" w:rsidRPr="009313B0" w:rsidRDefault="00A73C48" w:rsidP="00087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2538B0" w:rsidRDefault="00A73C48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«улицы,» дополнить словом «бульвара,»;</w:t>
      </w:r>
    </w:p>
    <w:p w:rsidR="00A73C48" w:rsidRDefault="00A73C48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  <w:vAlign w:val="center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бульвара, переулка</w:t>
            </w:r>
          </w:p>
        </w:tc>
        <w:tc>
          <w:tcPr>
            <w:tcW w:w="6305" w:type="dxa"/>
            <w:vAlign w:val="center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087D5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Архитекторов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8719F1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2-я ул. Попова</w:t>
            </w:r>
            <w:r w:rsidRPr="00133274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Розы Люксембург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1/11-33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2/29-28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Default="00A73C48" w:rsidP="008719F1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Ульяновская</w:t>
            </w:r>
            <w:r w:rsidRPr="00133274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Урицкого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Pr="002538B0" w:rsidRDefault="00A73C48" w:rsidP="002538B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2538B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16.5:</w:t>
      </w:r>
    </w:p>
    <w:p w:rsidR="00A73C48" w:rsidRDefault="00A73C48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строку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Архитекторов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2538B0" w:rsidRDefault="00A73C48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A73C48" w:rsidRDefault="00A73C48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строку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Урицкого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2538B0" w:rsidRDefault="00A73C48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A73C48" w:rsidRDefault="00A73C48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таблицу подраздела 16.6 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Лесоводов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Магистральная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Pr="00EB4341" w:rsidRDefault="00A73C48" w:rsidP="00EB434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EB43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таблице подраздела 16.7:</w:t>
      </w:r>
    </w:p>
    <w:p w:rsidR="00A73C48" w:rsidRDefault="00A73C48" w:rsidP="00EB434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12 Сентября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108/1-118/1 (чётные), 120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Федерации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6191">
              <w:rPr>
                <w:sz w:val="28"/>
                <w:szCs w:val="28"/>
              </w:rPr>
              <w:t>4, 110/1-152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73C48" w:rsidRPr="00EB4341" w:rsidRDefault="00A73C48" w:rsidP="00EB434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EB43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«Победы» дополнить словами «, аллея Валентины Леонтьевой»;</w:t>
      </w:r>
    </w:p>
    <w:p w:rsidR="00A73C48" w:rsidRDefault="00A73C48" w:rsidP="00EB434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ж) в таблице подраздела 16.8:</w:t>
      </w:r>
    </w:p>
    <w:p w:rsidR="00A73C48" w:rsidRDefault="00A73C48" w:rsidP="00EB434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Радищева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Pr="00EB4341" w:rsidRDefault="00A73C48" w:rsidP="00EB4341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73C48" w:rsidRDefault="00A73C48" w:rsidP="00EB434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«89» заменить словами «55-181 (нечётные), 89»;</w:t>
      </w:r>
    </w:p>
    <w:p w:rsidR="00A73C48" w:rsidRDefault="00A73C48" w:rsidP="00EB434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Уютная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73C48" w:rsidRDefault="00A73C48" w:rsidP="00D50B5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3"/>
        <w:gridCol w:w="6305"/>
        <w:gridCol w:w="540"/>
      </w:tblGrid>
      <w:tr w:rsidR="00A73C48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73C48" w:rsidRDefault="00A73C48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73C48" w:rsidRPr="00857181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Березовый</w:t>
            </w:r>
          </w:p>
        </w:tc>
        <w:tc>
          <w:tcPr>
            <w:tcW w:w="6305" w:type="dxa"/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73C48" w:rsidRPr="009313B0" w:rsidRDefault="00A73C48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A73C48" w:rsidRDefault="00A73C48" w:rsidP="00B702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3C48" w:rsidRDefault="00A73C48" w:rsidP="00B702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3C48" w:rsidRDefault="00A73C48" w:rsidP="00B702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3C48" w:rsidRDefault="00A73C48" w:rsidP="00EB434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Губернатор Ульяновской области</w:t>
      </w:r>
      <w:r w:rsidRPr="00B702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С.И.Морозов</w:t>
      </w:r>
    </w:p>
    <w:p w:rsidR="00A73C48" w:rsidRPr="008D0FAD" w:rsidRDefault="00A73C48" w:rsidP="00EB4341">
      <w:pPr>
        <w:jc w:val="center"/>
        <w:rPr>
          <w:sz w:val="28"/>
          <w:szCs w:val="28"/>
        </w:rPr>
      </w:pPr>
    </w:p>
    <w:p w:rsidR="00A73C48" w:rsidRDefault="00A73C48" w:rsidP="00EB4341">
      <w:pPr>
        <w:jc w:val="center"/>
        <w:rPr>
          <w:sz w:val="28"/>
          <w:szCs w:val="28"/>
        </w:rPr>
      </w:pPr>
    </w:p>
    <w:p w:rsidR="00A73C48" w:rsidRPr="008D0FAD" w:rsidRDefault="00A73C48" w:rsidP="00EB4341">
      <w:pPr>
        <w:jc w:val="center"/>
        <w:rPr>
          <w:sz w:val="28"/>
          <w:szCs w:val="28"/>
        </w:rPr>
      </w:pPr>
    </w:p>
    <w:p w:rsidR="00A73C48" w:rsidRPr="002B39FD" w:rsidRDefault="00A73C48" w:rsidP="00EB434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г. Ульяновск</w:t>
      </w:r>
    </w:p>
    <w:p w:rsidR="00A73C48" w:rsidRPr="002B39FD" w:rsidRDefault="00A73C48" w:rsidP="00EB434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 xml:space="preserve"> </w:t>
      </w:r>
      <w:r>
        <w:rPr>
          <w:sz w:val="28"/>
          <w:szCs w:val="28"/>
        </w:rPr>
        <w:t>26 июня</w:t>
      </w:r>
      <w:r w:rsidRPr="002B39FD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2B39FD">
        <w:rPr>
          <w:sz w:val="28"/>
          <w:szCs w:val="28"/>
        </w:rPr>
        <w:t xml:space="preserve"> г.</w:t>
      </w:r>
    </w:p>
    <w:p w:rsidR="00A73C48" w:rsidRPr="002B39FD" w:rsidRDefault="00A73C48" w:rsidP="00EB434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 xml:space="preserve">№ </w:t>
      </w:r>
      <w:r>
        <w:rPr>
          <w:sz w:val="28"/>
          <w:szCs w:val="28"/>
        </w:rPr>
        <w:t>73</w:t>
      </w:r>
      <w:r w:rsidRPr="002B39FD">
        <w:rPr>
          <w:sz w:val="28"/>
          <w:szCs w:val="28"/>
        </w:rPr>
        <w:t>-ЗО</w:t>
      </w:r>
    </w:p>
    <w:sectPr w:rsidR="00A73C48" w:rsidRPr="002B39FD" w:rsidSect="002A70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48" w:rsidRDefault="00A73C48">
      <w:r>
        <w:separator/>
      </w:r>
    </w:p>
  </w:endnote>
  <w:endnote w:type="continuationSeparator" w:id="0">
    <w:p w:rsidR="00A73C48" w:rsidRDefault="00A73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48" w:rsidRDefault="00A73C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48" w:rsidRDefault="00A73C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48" w:rsidRPr="00054EC0" w:rsidRDefault="00A73C48" w:rsidP="00054EC0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48" w:rsidRDefault="00A73C48">
      <w:r>
        <w:separator/>
      </w:r>
    </w:p>
  </w:footnote>
  <w:footnote w:type="continuationSeparator" w:id="0">
    <w:p w:rsidR="00A73C48" w:rsidRDefault="00A73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48" w:rsidRDefault="00A73C48" w:rsidP="006E74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3C48" w:rsidRDefault="00A73C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48" w:rsidRPr="0098487C" w:rsidRDefault="00A73C48" w:rsidP="00645190">
    <w:pPr>
      <w:pStyle w:val="Header"/>
      <w:jc w:val="center"/>
      <w:rPr>
        <w:rStyle w:val="PageNumber"/>
        <w:sz w:val="28"/>
        <w:szCs w:val="28"/>
      </w:rPr>
    </w:pPr>
    <w:r w:rsidRPr="0098487C">
      <w:rPr>
        <w:rStyle w:val="PageNumber"/>
        <w:sz w:val="28"/>
        <w:szCs w:val="28"/>
      </w:rPr>
      <w:fldChar w:fldCharType="begin"/>
    </w:r>
    <w:r w:rsidRPr="0098487C">
      <w:rPr>
        <w:rStyle w:val="PageNumber"/>
        <w:sz w:val="28"/>
        <w:szCs w:val="28"/>
      </w:rPr>
      <w:instrText xml:space="preserve">PAGE  </w:instrText>
    </w:r>
    <w:r w:rsidRPr="0098487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9</w:t>
    </w:r>
    <w:r w:rsidRPr="0098487C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48" w:rsidRDefault="00A73C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4C9"/>
    <w:rsid w:val="00003A48"/>
    <w:rsid w:val="00006D50"/>
    <w:rsid w:val="00016B41"/>
    <w:rsid w:val="00016B61"/>
    <w:rsid w:val="00027848"/>
    <w:rsid w:val="000279A7"/>
    <w:rsid w:val="00030E4C"/>
    <w:rsid w:val="000327FC"/>
    <w:rsid w:val="0003458C"/>
    <w:rsid w:val="00041FF3"/>
    <w:rsid w:val="000448F1"/>
    <w:rsid w:val="00053246"/>
    <w:rsid w:val="00054EC0"/>
    <w:rsid w:val="000635F1"/>
    <w:rsid w:val="00083992"/>
    <w:rsid w:val="00087D50"/>
    <w:rsid w:val="000975DA"/>
    <w:rsid w:val="000A4DAF"/>
    <w:rsid w:val="000B02EC"/>
    <w:rsid w:val="000B16C3"/>
    <w:rsid w:val="000B7AE0"/>
    <w:rsid w:val="000C1434"/>
    <w:rsid w:val="000C4E17"/>
    <w:rsid w:val="000D18C1"/>
    <w:rsid w:val="000D53EE"/>
    <w:rsid w:val="000E0F5B"/>
    <w:rsid w:val="000E3B98"/>
    <w:rsid w:val="000E4B07"/>
    <w:rsid w:val="000F3CC8"/>
    <w:rsid w:val="000F6341"/>
    <w:rsid w:val="00101AB4"/>
    <w:rsid w:val="00102A5E"/>
    <w:rsid w:val="00103ECA"/>
    <w:rsid w:val="0010558B"/>
    <w:rsid w:val="001125C0"/>
    <w:rsid w:val="001137DE"/>
    <w:rsid w:val="00115F9B"/>
    <w:rsid w:val="0012337F"/>
    <w:rsid w:val="00124372"/>
    <w:rsid w:val="00127A69"/>
    <w:rsid w:val="00130D33"/>
    <w:rsid w:val="00133274"/>
    <w:rsid w:val="0013655F"/>
    <w:rsid w:val="00151EAA"/>
    <w:rsid w:val="001570EA"/>
    <w:rsid w:val="001607C5"/>
    <w:rsid w:val="0016146B"/>
    <w:rsid w:val="0017187A"/>
    <w:rsid w:val="00171F90"/>
    <w:rsid w:val="001756C1"/>
    <w:rsid w:val="00175B86"/>
    <w:rsid w:val="0017680C"/>
    <w:rsid w:val="00176E17"/>
    <w:rsid w:val="001830DB"/>
    <w:rsid w:val="00197432"/>
    <w:rsid w:val="001A2D5C"/>
    <w:rsid w:val="001A5048"/>
    <w:rsid w:val="001A738F"/>
    <w:rsid w:val="001B0928"/>
    <w:rsid w:val="001B0BE2"/>
    <w:rsid w:val="001B6498"/>
    <w:rsid w:val="001B6516"/>
    <w:rsid w:val="001C1C59"/>
    <w:rsid w:val="001C3322"/>
    <w:rsid w:val="001C3DD5"/>
    <w:rsid w:val="001D2DEF"/>
    <w:rsid w:val="001D33EE"/>
    <w:rsid w:val="001E0FD6"/>
    <w:rsid w:val="001E12F6"/>
    <w:rsid w:val="001E166F"/>
    <w:rsid w:val="001E2D16"/>
    <w:rsid w:val="001E511C"/>
    <w:rsid w:val="001E6463"/>
    <w:rsid w:val="001E77A0"/>
    <w:rsid w:val="001F1589"/>
    <w:rsid w:val="001F3D1F"/>
    <w:rsid w:val="001F7E23"/>
    <w:rsid w:val="00203613"/>
    <w:rsid w:val="00204019"/>
    <w:rsid w:val="00204BDD"/>
    <w:rsid w:val="0020708A"/>
    <w:rsid w:val="002079D4"/>
    <w:rsid w:val="002104B3"/>
    <w:rsid w:val="002120AB"/>
    <w:rsid w:val="00212884"/>
    <w:rsid w:val="002129F9"/>
    <w:rsid w:val="00212F0C"/>
    <w:rsid w:val="00234ED3"/>
    <w:rsid w:val="002352BA"/>
    <w:rsid w:val="00237B3F"/>
    <w:rsid w:val="00242B1B"/>
    <w:rsid w:val="00243846"/>
    <w:rsid w:val="0024786F"/>
    <w:rsid w:val="002508D9"/>
    <w:rsid w:val="00250FF3"/>
    <w:rsid w:val="002520C0"/>
    <w:rsid w:val="002522F7"/>
    <w:rsid w:val="002538B0"/>
    <w:rsid w:val="00254B52"/>
    <w:rsid w:val="00260E06"/>
    <w:rsid w:val="00261CF1"/>
    <w:rsid w:val="00265CB5"/>
    <w:rsid w:val="00271186"/>
    <w:rsid w:val="00273788"/>
    <w:rsid w:val="00275903"/>
    <w:rsid w:val="002776DA"/>
    <w:rsid w:val="00284918"/>
    <w:rsid w:val="00285131"/>
    <w:rsid w:val="002904EF"/>
    <w:rsid w:val="00290D1C"/>
    <w:rsid w:val="00294497"/>
    <w:rsid w:val="00294893"/>
    <w:rsid w:val="0029642F"/>
    <w:rsid w:val="002A162D"/>
    <w:rsid w:val="002A2D30"/>
    <w:rsid w:val="002A70F9"/>
    <w:rsid w:val="002B39FD"/>
    <w:rsid w:val="002C2CA0"/>
    <w:rsid w:val="002C5E4F"/>
    <w:rsid w:val="002D3EED"/>
    <w:rsid w:val="002D660A"/>
    <w:rsid w:val="002D6BD2"/>
    <w:rsid w:val="002E683C"/>
    <w:rsid w:val="002F3521"/>
    <w:rsid w:val="002F3D8D"/>
    <w:rsid w:val="002F4AF9"/>
    <w:rsid w:val="00301E2C"/>
    <w:rsid w:val="00304E00"/>
    <w:rsid w:val="0030580D"/>
    <w:rsid w:val="003064C9"/>
    <w:rsid w:val="003069A1"/>
    <w:rsid w:val="003074E5"/>
    <w:rsid w:val="0031036E"/>
    <w:rsid w:val="003137EC"/>
    <w:rsid w:val="00313DCB"/>
    <w:rsid w:val="003161B8"/>
    <w:rsid w:val="00316F9F"/>
    <w:rsid w:val="00317C33"/>
    <w:rsid w:val="003256A9"/>
    <w:rsid w:val="00330307"/>
    <w:rsid w:val="0034087B"/>
    <w:rsid w:val="00341FED"/>
    <w:rsid w:val="0034486C"/>
    <w:rsid w:val="00346C8F"/>
    <w:rsid w:val="003539A4"/>
    <w:rsid w:val="00356C18"/>
    <w:rsid w:val="00372604"/>
    <w:rsid w:val="00373E76"/>
    <w:rsid w:val="003819B3"/>
    <w:rsid w:val="00382B1F"/>
    <w:rsid w:val="0038308C"/>
    <w:rsid w:val="00383F21"/>
    <w:rsid w:val="00384897"/>
    <w:rsid w:val="003854F7"/>
    <w:rsid w:val="0039079A"/>
    <w:rsid w:val="00391998"/>
    <w:rsid w:val="00393912"/>
    <w:rsid w:val="00395050"/>
    <w:rsid w:val="00395C07"/>
    <w:rsid w:val="00396571"/>
    <w:rsid w:val="003A053E"/>
    <w:rsid w:val="003A3BC2"/>
    <w:rsid w:val="003A4ED7"/>
    <w:rsid w:val="003A5492"/>
    <w:rsid w:val="003A5EFA"/>
    <w:rsid w:val="003B0DC4"/>
    <w:rsid w:val="003C3D7A"/>
    <w:rsid w:val="003D4D12"/>
    <w:rsid w:val="003E1FC8"/>
    <w:rsid w:val="003F0035"/>
    <w:rsid w:val="003F3763"/>
    <w:rsid w:val="003F3C52"/>
    <w:rsid w:val="003F7B2A"/>
    <w:rsid w:val="00403458"/>
    <w:rsid w:val="00417477"/>
    <w:rsid w:val="00423027"/>
    <w:rsid w:val="00424459"/>
    <w:rsid w:val="00424AA5"/>
    <w:rsid w:val="0042688C"/>
    <w:rsid w:val="00432B77"/>
    <w:rsid w:val="0043359E"/>
    <w:rsid w:val="00433C14"/>
    <w:rsid w:val="00436C66"/>
    <w:rsid w:val="00440CAD"/>
    <w:rsid w:val="00445315"/>
    <w:rsid w:val="00446760"/>
    <w:rsid w:val="00446F66"/>
    <w:rsid w:val="00453A49"/>
    <w:rsid w:val="00455134"/>
    <w:rsid w:val="00464902"/>
    <w:rsid w:val="004673E8"/>
    <w:rsid w:val="00467949"/>
    <w:rsid w:val="0047144A"/>
    <w:rsid w:val="00481005"/>
    <w:rsid w:val="004824F6"/>
    <w:rsid w:val="0049005A"/>
    <w:rsid w:val="00490719"/>
    <w:rsid w:val="004915D5"/>
    <w:rsid w:val="00493DB6"/>
    <w:rsid w:val="00496A88"/>
    <w:rsid w:val="00496BD4"/>
    <w:rsid w:val="00497137"/>
    <w:rsid w:val="00497EB8"/>
    <w:rsid w:val="004A14EF"/>
    <w:rsid w:val="004A310F"/>
    <w:rsid w:val="004A4C24"/>
    <w:rsid w:val="004B21D9"/>
    <w:rsid w:val="004B5475"/>
    <w:rsid w:val="004B5BBF"/>
    <w:rsid w:val="004B6B67"/>
    <w:rsid w:val="004B75E6"/>
    <w:rsid w:val="004C0AC3"/>
    <w:rsid w:val="004C0C01"/>
    <w:rsid w:val="004C36BD"/>
    <w:rsid w:val="004C67F0"/>
    <w:rsid w:val="004D1DE3"/>
    <w:rsid w:val="004D1E59"/>
    <w:rsid w:val="004D3F07"/>
    <w:rsid w:val="004D470A"/>
    <w:rsid w:val="004E359A"/>
    <w:rsid w:val="004E59DD"/>
    <w:rsid w:val="004E618F"/>
    <w:rsid w:val="004F34DB"/>
    <w:rsid w:val="004F3792"/>
    <w:rsid w:val="004F426F"/>
    <w:rsid w:val="004F534B"/>
    <w:rsid w:val="004F7613"/>
    <w:rsid w:val="005005F4"/>
    <w:rsid w:val="00500F86"/>
    <w:rsid w:val="005028F6"/>
    <w:rsid w:val="00503EFF"/>
    <w:rsid w:val="00504207"/>
    <w:rsid w:val="00504A1C"/>
    <w:rsid w:val="00506A7C"/>
    <w:rsid w:val="0050730C"/>
    <w:rsid w:val="005139A5"/>
    <w:rsid w:val="005223F0"/>
    <w:rsid w:val="0052353E"/>
    <w:rsid w:val="0053138B"/>
    <w:rsid w:val="00531C13"/>
    <w:rsid w:val="00531FE5"/>
    <w:rsid w:val="005408E8"/>
    <w:rsid w:val="005415EC"/>
    <w:rsid w:val="00545A01"/>
    <w:rsid w:val="00547673"/>
    <w:rsid w:val="00553E6F"/>
    <w:rsid w:val="005563FF"/>
    <w:rsid w:val="005609CF"/>
    <w:rsid w:val="00564323"/>
    <w:rsid w:val="005662E8"/>
    <w:rsid w:val="00567347"/>
    <w:rsid w:val="00567A95"/>
    <w:rsid w:val="00573574"/>
    <w:rsid w:val="005753E1"/>
    <w:rsid w:val="00590237"/>
    <w:rsid w:val="005904A7"/>
    <w:rsid w:val="005929C4"/>
    <w:rsid w:val="00596D6B"/>
    <w:rsid w:val="00597D2C"/>
    <w:rsid w:val="005A248D"/>
    <w:rsid w:val="005B036C"/>
    <w:rsid w:val="005B767F"/>
    <w:rsid w:val="005C0DCA"/>
    <w:rsid w:val="005C0E56"/>
    <w:rsid w:val="005C5609"/>
    <w:rsid w:val="005C5B53"/>
    <w:rsid w:val="005D0317"/>
    <w:rsid w:val="005D5E17"/>
    <w:rsid w:val="005E4271"/>
    <w:rsid w:val="005F069F"/>
    <w:rsid w:val="005F0CCC"/>
    <w:rsid w:val="005F6E94"/>
    <w:rsid w:val="0060664F"/>
    <w:rsid w:val="00607EF1"/>
    <w:rsid w:val="00610734"/>
    <w:rsid w:val="00617923"/>
    <w:rsid w:val="006248C5"/>
    <w:rsid w:val="00633D98"/>
    <w:rsid w:val="00635771"/>
    <w:rsid w:val="006376FC"/>
    <w:rsid w:val="00640020"/>
    <w:rsid w:val="00645004"/>
    <w:rsid w:val="00645190"/>
    <w:rsid w:val="006465BB"/>
    <w:rsid w:val="00647DB0"/>
    <w:rsid w:val="00651AA7"/>
    <w:rsid w:val="00655A77"/>
    <w:rsid w:val="006563D5"/>
    <w:rsid w:val="00661C49"/>
    <w:rsid w:val="00663E95"/>
    <w:rsid w:val="00671001"/>
    <w:rsid w:val="006715CA"/>
    <w:rsid w:val="0067459E"/>
    <w:rsid w:val="00681923"/>
    <w:rsid w:val="00682254"/>
    <w:rsid w:val="00682526"/>
    <w:rsid w:val="00685716"/>
    <w:rsid w:val="00685F2D"/>
    <w:rsid w:val="006867B2"/>
    <w:rsid w:val="00693227"/>
    <w:rsid w:val="00696B06"/>
    <w:rsid w:val="006A1FAF"/>
    <w:rsid w:val="006A2774"/>
    <w:rsid w:val="006B1820"/>
    <w:rsid w:val="006B748C"/>
    <w:rsid w:val="006C0606"/>
    <w:rsid w:val="006C2461"/>
    <w:rsid w:val="006C5435"/>
    <w:rsid w:val="006C54B5"/>
    <w:rsid w:val="006C5928"/>
    <w:rsid w:val="006E03B2"/>
    <w:rsid w:val="006E0BCF"/>
    <w:rsid w:val="006E42FE"/>
    <w:rsid w:val="006E74CA"/>
    <w:rsid w:val="006F1F61"/>
    <w:rsid w:val="006F47E9"/>
    <w:rsid w:val="00700C4A"/>
    <w:rsid w:val="00700E2A"/>
    <w:rsid w:val="00704668"/>
    <w:rsid w:val="0070480D"/>
    <w:rsid w:val="007054B1"/>
    <w:rsid w:val="007065E4"/>
    <w:rsid w:val="00706A43"/>
    <w:rsid w:val="007107B3"/>
    <w:rsid w:val="00710DE0"/>
    <w:rsid w:val="007132C9"/>
    <w:rsid w:val="00720F79"/>
    <w:rsid w:val="007223F1"/>
    <w:rsid w:val="00723234"/>
    <w:rsid w:val="00723904"/>
    <w:rsid w:val="00734C1D"/>
    <w:rsid w:val="00742FA3"/>
    <w:rsid w:val="0074466B"/>
    <w:rsid w:val="00746894"/>
    <w:rsid w:val="00746CAA"/>
    <w:rsid w:val="00750161"/>
    <w:rsid w:val="00753537"/>
    <w:rsid w:val="00755117"/>
    <w:rsid w:val="00765284"/>
    <w:rsid w:val="00766256"/>
    <w:rsid w:val="00766E79"/>
    <w:rsid w:val="0077161B"/>
    <w:rsid w:val="007717D7"/>
    <w:rsid w:val="00772EE9"/>
    <w:rsid w:val="0077478B"/>
    <w:rsid w:val="00780107"/>
    <w:rsid w:val="00780963"/>
    <w:rsid w:val="00784CCE"/>
    <w:rsid w:val="00790025"/>
    <w:rsid w:val="0079167E"/>
    <w:rsid w:val="007939BC"/>
    <w:rsid w:val="00795F4F"/>
    <w:rsid w:val="007A159D"/>
    <w:rsid w:val="007A4B61"/>
    <w:rsid w:val="007A55F6"/>
    <w:rsid w:val="007B23F8"/>
    <w:rsid w:val="007B6B2E"/>
    <w:rsid w:val="007C0455"/>
    <w:rsid w:val="007D083F"/>
    <w:rsid w:val="007D092D"/>
    <w:rsid w:val="007D574F"/>
    <w:rsid w:val="007E18A1"/>
    <w:rsid w:val="007E77A0"/>
    <w:rsid w:val="007F0379"/>
    <w:rsid w:val="007F7BED"/>
    <w:rsid w:val="008016AB"/>
    <w:rsid w:val="00801EA8"/>
    <w:rsid w:val="00803199"/>
    <w:rsid w:val="00807952"/>
    <w:rsid w:val="00811898"/>
    <w:rsid w:val="008147DD"/>
    <w:rsid w:val="00817A54"/>
    <w:rsid w:val="00821AA7"/>
    <w:rsid w:val="0082776D"/>
    <w:rsid w:val="0083574C"/>
    <w:rsid w:val="00844165"/>
    <w:rsid w:val="00844E62"/>
    <w:rsid w:val="008460D3"/>
    <w:rsid w:val="0085106E"/>
    <w:rsid w:val="00852D14"/>
    <w:rsid w:val="00854527"/>
    <w:rsid w:val="008550C5"/>
    <w:rsid w:val="00856C96"/>
    <w:rsid w:val="00857181"/>
    <w:rsid w:val="008719F1"/>
    <w:rsid w:val="008722D8"/>
    <w:rsid w:val="00874F38"/>
    <w:rsid w:val="00875360"/>
    <w:rsid w:val="00885BFF"/>
    <w:rsid w:val="00896331"/>
    <w:rsid w:val="008A01DA"/>
    <w:rsid w:val="008A0269"/>
    <w:rsid w:val="008A0F8A"/>
    <w:rsid w:val="008A1148"/>
    <w:rsid w:val="008A1FEF"/>
    <w:rsid w:val="008A3935"/>
    <w:rsid w:val="008A57F5"/>
    <w:rsid w:val="008A672C"/>
    <w:rsid w:val="008A7941"/>
    <w:rsid w:val="008B2C17"/>
    <w:rsid w:val="008C38B2"/>
    <w:rsid w:val="008C4907"/>
    <w:rsid w:val="008C6564"/>
    <w:rsid w:val="008D0FAD"/>
    <w:rsid w:val="008D23ED"/>
    <w:rsid w:val="008D2BD6"/>
    <w:rsid w:val="008D35FA"/>
    <w:rsid w:val="008D3D8F"/>
    <w:rsid w:val="008D54A3"/>
    <w:rsid w:val="008D6A07"/>
    <w:rsid w:val="008E24A6"/>
    <w:rsid w:val="008E6393"/>
    <w:rsid w:val="008E6670"/>
    <w:rsid w:val="008E75A2"/>
    <w:rsid w:val="008F1046"/>
    <w:rsid w:val="008F3EFD"/>
    <w:rsid w:val="00900BEC"/>
    <w:rsid w:val="00911F98"/>
    <w:rsid w:val="00920AA5"/>
    <w:rsid w:val="00922DD1"/>
    <w:rsid w:val="009239BC"/>
    <w:rsid w:val="00925DBC"/>
    <w:rsid w:val="00927BA3"/>
    <w:rsid w:val="009313B0"/>
    <w:rsid w:val="0093514E"/>
    <w:rsid w:val="00936215"/>
    <w:rsid w:val="00937026"/>
    <w:rsid w:val="0094554F"/>
    <w:rsid w:val="00946736"/>
    <w:rsid w:val="009530A5"/>
    <w:rsid w:val="009550DE"/>
    <w:rsid w:val="0096057F"/>
    <w:rsid w:val="00961DF4"/>
    <w:rsid w:val="009649D1"/>
    <w:rsid w:val="00964A6C"/>
    <w:rsid w:val="00974774"/>
    <w:rsid w:val="00980F91"/>
    <w:rsid w:val="009842E9"/>
    <w:rsid w:val="0098487C"/>
    <w:rsid w:val="0099576C"/>
    <w:rsid w:val="0099780E"/>
    <w:rsid w:val="009A1A0F"/>
    <w:rsid w:val="009A2B66"/>
    <w:rsid w:val="009B2301"/>
    <w:rsid w:val="009B2B84"/>
    <w:rsid w:val="009B3ED8"/>
    <w:rsid w:val="009B45DA"/>
    <w:rsid w:val="009C06EC"/>
    <w:rsid w:val="009C16E3"/>
    <w:rsid w:val="009C2150"/>
    <w:rsid w:val="009C32EB"/>
    <w:rsid w:val="009C51B7"/>
    <w:rsid w:val="009C5E94"/>
    <w:rsid w:val="009C66B9"/>
    <w:rsid w:val="009C785A"/>
    <w:rsid w:val="009D7DC0"/>
    <w:rsid w:val="009E1061"/>
    <w:rsid w:val="009E2366"/>
    <w:rsid w:val="009E45BE"/>
    <w:rsid w:val="009F2025"/>
    <w:rsid w:val="00A003D5"/>
    <w:rsid w:val="00A01544"/>
    <w:rsid w:val="00A01927"/>
    <w:rsid w:val="00A0290A"/>
    <w:rsid w:val="00A02967"/>
    <w:rsid w:val="00A050A5"/>
    <w:rsid w:val="00A0634C"/>
    <w:rsid w:val="00A06DF6"/>
    <w:rsid w:val="00A16078"/>
    <w:rsid w:val="00A16191"/>
    <w:rsid w:val="00A20268"/>
    <w:rsid w:val="00A22848"/>
    <w:rsid w:val="00A234EE"/>
    <w:rsid w:val="00A238F6"/>
    <w:rsid w:val="00A264B4"/>
    <w:rsid w:val="00A2705D"/>
    <w:rsid w:val="00A2706C"/>
    <w:rsid w:val="00A31C29"/>
    <w:rsid w:val="00A34839"/>
    <w:rsid w:val="00A362AC"/>
    <w:rsid w:val="00A371D3"/>
    <w:rsid w:val="00A42773"/>
    <w:rsid w:val="00A45CFD"/>
    <w:rsid w:val="00A47053"/>
    <w:rsid w:val="00A54012"/>
    <w:rsid w:val="00A5433D"/>
    <w:rsid w:val="00A54A62"/>
    <w:rsid w:val="00A570EF"/>
    <w:rsid w:val="00A57F6D"/>
    <w:rsid w:val="00A610F3"/>
    <w:rsid w:val="00A611D6"/>
    <w:rsid w:val="00A6428E"/>
    <w:rsid w:val="00A66B78"/>
    <w:rsid w:val="00A732C9"/>
    <w:rsid w:val="00A73C48"/>
    <w:rsid w:val="00A76BB5"/>
    <w:rsid w:val="00A7742B"/>
    <w:rsid w:val="00A7781F"/>
    <w:rsid w:val="00A801CA"/>
    <w:rsid w:val="00A86F9F"/>
    <w:rsid w:val="00A91912"/>
    <w:rsid w:val="00A94121"/>
    <w:rsid w:val="00A9707A"/>
    <w:rsid w:val="00AA22E0"/>
    <w:rsid w:val="00AA30B0"/>
    <w:rsid w:val="00AA3632"/>
    <w:rsid w:val="00AA5075"/>
    <w:rsid w:val="00AA53D2"/>
    <w:rsid w:val="00AA6578"/>
    <w:rsid w:val="00AA65B2"/>
    <w:rsid w:val="00AB29D7"/>
    <w:rsid w:val="00AD0DCD"/>
    <w:rsid w:val="00AD1C5E"/>
    <w:rsid w:val="00AD4479"/>
    <w:rsid w:val="00AD45D3"/>
    <w:rsid w:val="00AD5C50"/>
    <w:rsid w:val="00AE1896"/>
    <w:rsid w:val="00AE4C5D"/>
    <w:rsid w:val="00AE56A3"/>
    <w:rsid w:val="00AE6B18"/>
    <w:rsid w:val="00AF5036"/>
    <w:rsid w:val="00AF510E"/>
    <w:rsid w:val="00AF56A0"/>
    <w:rsid w:val="00AF73FC"/>
    <w:rsid w:val="00B0166B"/>
    <w:rsid w:val="00B0198F"/>
    <w:rsid w:val="00B07CA5"/>
    <w:rsid w:val="00B11534"/>
    <w:rsid w:val="00B12499"/>
    <w:rsid w:val="00B13BA8"/>
    <w:rsid w:val="00B15C64"/>
    <w:rsid w:val="00B2300C"/>
    <w:rsid w:val="00B25A9D"/>
    <w:rsid w:val="00B26745"/>
    <w:rsid w:val="00B328A1"/>
    <w:rsid w:val="00B33717"/>
    <w:rsid w:val="00B36B5E"/>
    <w:rsid w:val="00B452DB"/>
    <w:rsid w:val="00B54F9F"/>
    <w:rsid w:val="00B615B6"/>
    <w:rsid w:val="00B6473E"/>
    <w:rsid w:val="00B647FC"/>
    <w:rsid w:val="00B64822"/>
    <w:rsid w:val="00B6525A"/>
    <w:rsid w:val="00B65A1C"/>
    <w:rsid w:val="00B702A1"/>
    <w:rsid w:val="00B740E6"/>
    <w:rsid w:val="00B75B74"/>
    <w:rsid w:val="00B800D7"/>
    <w:rsid w:val="00B82092"/>
    <w:rsid w:val="00B83C78"/>
    <w:rsid w:val="00B83DAA"/>
    <w:rsid w:val="00B85D45"/>
    <w:rsid w:val="00B86EE6"/>
    <w:rsid w:val="00BA03EA"/>
    <w:rsid w:val="00BA2542"/>
    <w:rsid w:val="00BB0D75"/>
    <w:rsid w:val="00BB6356"/>
    <w:rsid w:val="00BC0737"/>
    <w:rsid w:val="00BC10AB"/>
    <w:rsid w:val="00BC2CB2"/>
    <w:rsid w:val="00BC41AF"/>
    <w:rsid w:val="00BC51C0"/>
    <w:rsid w:val="00BC53D2"/>
    <w:rsid w:val="00BD18D6"/>
    <w:rsid w:val="00BD38D0"/>
    <w:rsid w:val="00BD535F"/>
    <w:rsid w:val="00BE25FC"/>
    <w:rsid w:val="00BE54CB"/>
    <w:rsid w:val="00BE6882"/>
    <w:rsid w:val="00BF1B62"/>
    <w:rsid w:val="00C002FC"/>
    <w:rsid w:val="00C0487C"/>
    <w:rsid w:val="00C04B0A"/>
    <w:rsid w:val="00C0745A"/>
    <w:rsid w:val="00C143D7"/>
    <w:rsid w:val="00C16A5C"/>
    <w:rsid w:val="00C2067C"/>
    <w:rsid w:val="00C23F3D"/>
    <w:rsid w:val="00C2446C"/>
    <w:rsid w:val="00C30040"/>
    <w:rsid w:val="00C303C7"/>
    <w:rsid w:val="00C30719"/>
    <w:rsid w:val="00C42F38"/>
    <w:rsid w:val="00C43061"/>
    <w:rsid w:val="00C45481"/>
    <w:rsid w:val="00C45D5B"/>
    <w:rsid w:val="00C563CE"/>
    <w:rsid w:val="00C63010"/>
    <w:rsid w:val="00C75B91"/>
    <w:rsid w:val="00C86B71"/>
    <w:rsid w:val="00C90B98"/>
    <w:rsid w:val="00C924B8"/>
    <w:rsid w:val="00C92B72"/>
    <w:rsid w:val="00C92CCA"/>
    <w:rsid w:val="00C9401D"/>
    <w:rsid w:val="00C96961"/>
    <w:rsid w:val="00CA0DAA"/>
    <w:rsid w:val="00CA158F"/>
    <w:rsid w:val="00CA242B"/>
    <w:rsid w:val="00CA5759"/>
    <w:rsid w:val="00CA731F"/>
    <w:rsid w:val="00CB0B70"/>
    <w:rsid w:val="00CB358E"/>
    <w:rsid w:val="00CB3CF9"/>
    <w:rsid w:val="00CC0107"/>
    <w:rsid w:val="00CC30D6"/>
    <w:rsid w:val="00CC39A6"/>
    <w:rsid w:val="00CD080E"/>
    <w:rsid w:val="00CE2DA6"/>
    <w:rsid w:val="00CE636F"/>
    <w:rsid w:val="00CE6F7B"/>
    <w:rsid w:val="00CF2B2C"/>
    <w:rsid w:val="00CF3684"/>
    <w:rsid w:val="00CF4E15"/>
    <w:rsid w:val="00CF6C8D"/>
    <w:rsid w:val="00CF7D0B"/>
    <w:rsid w:val="00D0596B"/>
    <w:rsid w:val="00D07C38"/>
    <w:rsid w:val="00D105AA"/>
    <w:rsid w:val="00D12641"/>
    <w:rsid w:val="00D23814"/>
    <w:rsid w:val="00D26AD9"/>
    <w:rsid w:val="00D34D2D"/>
    <w:rsid w:val="00D4128D"/>
    <w:rsid w:val="00D4604D"/>
    <w:rsid w:val="00D46B01"/>
    <w:rsid w:val="00D5037F"/>
    <w:rsid w:val="00D50B55"/>
    <w:rsid w:val="00D51272"/>
    <w:rsid w:val="00D519F7"/>
    <w:rsid w:val="00D54809"/>
    <w:rsid w:val="00D54906"/>
    <w:rsid w:val="00D56749"/>
    <w:rsid w:val="00D57DE4"/>
    <w:rsid w:val="00D6139F"/>
    <w:rsid w:val="00D614F1"/>
    <w:rsid w:val="00D718F8"/>
    <w:rsid w:val="00D7242F"/>
    <w:rsid w:val="00D806B8"/>
    <w:rsid w:val="00D92199"/>
    <w:rsid w:val="00D94114"/>
    <w:rsid w:val="00D9502B"/>
    <w:rsid w:val="00DA482A"/>
    <w:rsid w:val="00DB170D"/>
    <w:rsid w:val="00DB5BB6"/>
    <w:rsid w:val="00DC0C88"/>
    <w:rsid w:val="00DC51D8"/>
    <w:rsid w:val="00DC5C2D"/>
    <w:rsid w:val="00DC75F3"/>
    <w:rsid w:val="00DD05A9"/>
    <w:rsid w:val="00DD0C11"/>
    <w:rsid w:val="00DD539B"/>
    <w:rsid w:val="00DD5C47"/>
    <w:rsid w:val="00DF019C"/>
    <w:rsid w:val="00DF54C7"/>
    <w:rsid w:val="00E00B02"/>
    <w:rsid w:val="00E07E72"/>
    <w:rsid w:val="00E13E61"/>
    <w:rsid w:val="00E144BB"/>
    <w:rsid w:val="00E149A3"/>
    <w:rsid w:val="00E210B2"/>
    <w:rsid w:val="00E2232F"/>
    <w:rsid w:val="00E24D9D"/>
    <w:rsid w:val="00E25DBE"/>
    <w:rsid w:val="00E32FF0"/>
    <w:rsid w:val="00E378A0"/>
    <w:rsid w:val="00E40291"/>
    <w:rsid w:val="00E410C7"/>
    <w:rsid w:val="00E41802"/>
    <w:rsid w:val="00E44DE9"/>
    <w:rsid w:val="00E4681A"/>
    <w:rsid w:val="00E5209F"/>
    <w:rsid w:val="00E54719"/>
    <w:rsid w:val="00E558F9"/>
    <w:rsid w:val="00E567B3"/>
    <w:rsid w:val="00E65985"/>
    <w:rsid w:val="00E67B2C"/>
    <w:rsid w:val="00E70728"/>
    <w:rsid w:val="00E74B0B"/>
    <w:rsid w:val="00E765A2"/>
    <w:rsid w:val="00E80B8E"/>
    <w:rsid w:val="00E812D9"/>
    <w:rsid w:val="00E81442"/>
    <w:rsid w:val="00E832B9"/>
    <w:rsid w:val="00E836A9"/>
    <w:rsid w:val="00E90A43"/>
    <w:rsid w:val="00E919B2"/>
    <w:rsid w:val="00E92401"/>
    <w:rsid w:val="00E92C24"/>
    <w:rsid w:val="00E93B67"/>
    <w:rsid w:val="00EA1EB4"/>
    <w:rsid w:val="00EA3BA4"/>
    <w:rsid w:val="00EA511E"/>
    <w:rsid w:val="00EB324D"/>
    <w:rsid w:val="00EB3F36"/>
    <w:rsid w:val="00EB41F4"/>
    <w:rsid w:val="00EB4341"/>
    <w:rsid w:val="00EC13F4"/>
    <w:rsid w:val="00EC44FE"/>
    <w:rsid w:val="00EC61F0"/>
    <w:rsid w:val="00ED3000"/>
    <w:rsid w:val="00ED4280"/>
    <w:rsid w:val="00EE084A"/>
    <w:rsid w:val="00EE4269"/>
    <w:rsid w:val="00EE73F0"/>
    <w:rsid w:val="00EE7A9C"/>
    <w:rsid w:val="00EF5B1A"/>
    <w:rsid w:val="00EF5F90"/>
    <w:rsid w:val="00F03568"/>
    <w:rsid w:val="00F049E0"/>
    <w:rsid w:val="00F076F6"/>
    <w:rsid w:val="00F101EC"/>
    <w:rsid w:val="00F178AD"/>
    <w:rsid w:val="00F21E2E"/>
    <w:rsid w:val="00F23417"/>
    <w:rsid w:val="00F24B32"/>
    <w:rsid w:val="00F2674B"/>
    <w:rsid w:val="00F27EE5"/>
    <w:rsid w:val="00F309E9"/>
    <w:rsid w:val="00F30EC5"/>
    <w:rsid w:val="00F3689E"/>
    <w:rsid w:val="00F41628"/>
    <w:rsid w:val="00F41894"/>
    <w:rsid w:val="00F44573"/>
    <w:rsid w:val="00F44E1B"/>
    <w:rsid w:val="00F523C0"/>
    <w:rsid w:val="00F53635"/>
    <w:rsid w:val="00F565B6"/>
    <w:rsid w:val="00F57145"/>
    <w:rsid w:val="00F57279"/>
    <w:rsid w:val="00F759AE"/>
    <w:rsid w:val="00F80C2A"/>
    <w:rsid w:val="00F83507"/>
    <w:rsid w:val="00F87B11"/>
    <w:rsid w:val="00F87FC7"/>
    <w:rsid w:val="00F95035"/>
    <w:rsid w:val="00F9594F"/>
    <w:rsid w:val="00F978D2"/>
    <w:rsid w:val="00FA0E9D"/>
    <w:rsid w:val="00FA3B66"/>
    <w:rsid w:val="00FB0B7D"/>
    <w:rsid w:val="00FB12FD"/>
    <w:rsid w:val="00FB2393"/>
    <w:rsid w:val="00FB262E"/>
    <w:rsid w:val="00FC4D7A"/>
    <w:rsid w:val="00FD28F2"/>
    <w:rsid w:val="00FD4077"/>
    <w:rsid w:val="00FD5914"/>
    <w:rsid w:val="00FE2483"/>
    <w:rsid w:val="00FE29D2"/>
    <w:rsid w:val="00FE506A"/>
    <w:rsid w:val="00FF0E24"/>
    <w:rsid w:val="00FF3D2E"/>
    <w:rsid w:val="00FF4D9B"/>
    <w:rsid w:val="00FF5215"/>
    <w:rsid w:val="00FF53D9"/>
    <w:rsid w:val="00FF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C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5036"/>
    <w:pPr>
      <w:keepNext/>
      <w:outlineLvl w:val="0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42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842E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42E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842E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842E9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842E9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064C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842E9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842E9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42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101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C14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1E6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842E9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571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42E9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842E9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842E9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70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702A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13655F"/>
    <w:pPr>
      <w:suppressAutoHyphens/>
      <w:spacing w:after="160" w:line="259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8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9</Pages>
  <Words>1622</Words>
  <Characters>9247</Characters>
  <Application>Microsoft Office Outlook</Application>
  <DocSecurity>0</DocSecurity>
  <Lines>0</Lines>
  <Paragraphs>0</Paragraphs>
  <ScaleCrop>false</ScaleCrop>
  <Company>UODMSUO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Пользователь</cp:lastModifiedBy>
  <cp:revision>24</cp:revision>
  <cp:lastPrinted>2017-06-21T07:44:00Z</cp:lastPrinted>
  <dcterms:created xsi:type="dcterms:W3CDTF">2017-05-22T07:24:00Z</dcterms:created>
  <dcterms:modified xsi:type="dcterms:W3CDTF">2017-07-10T06:22:00Z</dcterms:modified>
</cp:coreProperties>
</file>