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BA" w:rsidRPr="00760505" w:rsidRDefault="00FA18B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УЛЬЯНОВСКОЙ ОБЛАСТИ</w:t>
      </w:r>
    </w:p>
    <w:p w:rsidR="00FA18BA" w:rsidRPr="00760505" w:rsidRDefault="00FA18B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8BA" w:rsidRPr="00760505" w:rsidRDefault="00FA18B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8BA" w:rsidRDefault="00FA18BA" w:rsidP="00093D0B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A18BA" w:rsidRPr="00E91AE0" w:rsidRDefault="00FA18BA" w:rsidP="00093D0B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A18BA" w:rsidRDefault="00FA18BA">
      <w:pPr>
        <w:pStyle w:val="ConsPlusTitle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 в статью 6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</w:t>
      </w:r>
    </w:p>
    <w:p w:rsidR="00FA18BA" w:rsidRDefault="00FA18BA">
      <w:pPr>
        <w:pStyle w:val="ConsPlusTitle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взаимодействии органов государственной власти Ульяновской области </w:t>
      </w:r>
    </w:p>
    <w:p w:rsidR="00FA18BA" w:rsidRDefault="00FA18BA">
      <w:pPr>
        <w:pStyle w:val="ConsPlusTitle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негосударственными некоммерческими организациями»</w:t>
      </w:r>
    </w:p>
    <w:p w:rsidR="00FA18BA" w:rsidRPr="00E91AE0" w:rsidRDefault="00FA18BA" w:rsidP="00E91AE0">
      <w:pPr>
        <w:pStyle w:val="ConsNormal"/>
        <w:spacing w:after="0"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18BA" w:rsidRPr="00E91AE0" w:rsidRDefault="00FA18BA" w:rsidP="00E91AE0">
      <w:pPr>
        <w:pStyle w:val="ConsNormal"/>
        <w:spacing w:after="0"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18BA" w:rsidRDefault="00FA18BA" w:rsidP="00E91AE0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июня 2017 года</w:t>
      </w:r>
    </w:p>
    <w:p w:rsidR="00FA18BA" w:rsidRPr="00E91AE0" w:rsidRDefault="00FA18BA" w:rsidP="00E91AE0">
      <w:pPr>
        <w:pStyle w:val="ConsPlusNormal"/>
        <w:spacing w:after="0" w:line="240" w:lineRule="auto"/>
        <w:jc w:val="both"/>
        <w:rPr>
          <w:rFonts w:ascii="Times New Roman" w:hAnsi="Times New Roman" w:cs="Arial Unicode MS"/>
          <w:sz w:val="28"/>
          <w:szCs w:val="28"/>
        </w:rPr>
      </w:pPr>
    </w:p>
    <w:p w:rsidR="00FA18BA" w:rsidRDefault="00FA18BA" w:rsidP="00E91AE0">
      <w:pPr>
        <w:pStyle w:val="ConsPlusNormal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8BA" w:rsidRDefault="00FA18BA" w:rsidP="00093D0B">
      <w:pPr>
        <w:pStyle w:val="ConsPlusNormal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6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 от 9 июля 2007 года </w:t>
      </w:r>
      <w:r>
        <w:rPr>
          <w:rFonts w:ascii="Arial Unicode MS" w:eastAsia="Arial Unicode MS" w:cs="Arial Unicode MS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№ 93-ЗО «О взаимодействии органов государственной власти Ульяновской области</w:t>
      </w:r>
      <w:r>
        <w:rPr>
          <w:rFonts w:ascii="Arial Unicode MS" w:eastAsia="Arial Unicode MS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негосударственными некоммерческими организациями» («Ульяновская правда» от 11.07.2007 № 55; от 12.11.2008 № 92; от 12.11.2010 № 92; от 08.07.2011 № 74; от 12.08.2011 № 89; от 28.12.2012 № 146; от 05.12.2013 № 158;                            от 11.03.2014 № 34; от 09.11.2014 № 49; от 08.07.2016 № 91) изменение, дополнив её пунктом 5 следующего содержания: </w:t>
      </w:r>
    </w:p>
    <w:p w:rsidR="00FA18BA" w:rsidRDefault="00FA18BA" w:rsidP="00093D0B">
      <w:pPr>
        <w:pStyle w:val="ListParagraph1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«5) осуществление деятельности, направленной на повышение общего уровня общественной безопасности, правопорядка и безопасности среды обитания на территории Ульяновской области, в том числе посредством участия       в решении вопросов организации и развития комплексной информационной среды, обеспечивающей прогнозирование, мониторинг, предупреждение                      и ликвидацию возможных угроз общественной безопасности, а также контроль устранения последствий чрезвычайных ситуаций и правонарушений.».</w:t>
      </w:r>
    </w:p>
    <w:p w:rsidR="00FA18BA" w:rsidRPr="00093D0B" w:rsidRDefault="00FA18BA" w:rsidP="00093D0B">
      <w:pPr>
        <w:pStyle w:val="BodyText21"/>
        <w:spacing w:after="0" w:line="240" w:lineRule="auto"/>
        <w:jc w:val="both"/>
        <w:rPr>
          <w:rFonts w:ascii="Times New Roman" w:hAnsi="Times New Roman"/>
          <w:b/>
          <w:bCs/>
          <w:sz w:val="16"/>
          <w:szCs w:val="28"/>
        </w:rPr>
      </w:pPr>
    </w:p>
    <w:p w:rsidR="00FA18BA" w:rsidRDefault="00FA18BA" w:rsidP="00093D0B">
      <w:pPr>
        <w:pStyle w:val="BodyText21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18BA" w:rsidRDefault="00FA18BA" w:rsidP="00093D0B">
      <w:pPr>
        <w:pStyle w:val="BodyText21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18BA" w:rsidRDefault="00FA18BA" w:rsidP="00093D0B">
      <w:pPr>
        <w:pStyle w:val="BodyText21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С.И.Морозов</w:t>
      </w: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Ульяновск</w:t>
      </w: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июня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A18BA" w:rsidRDefault="00FA18BA" w:rsidP="00093D0B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№ 71 -ЗО  </w:t>
      </w:r>
    </w:p>
    <w:sectPr w:rsidR="00FA18BA" w:rsidSect="004B210C">
      <w:headerReference w:type="default" r:id="rId6"/>
      <w:footerReference w:type="first" r:id="rId7"/>
      <w:pgSz w:w="11900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BA" w:rsidRDefault="00FA18BA">
      <w:r>
        <w:separator/>
      </w:r>
    </w:p>
  </w:endnote>
  <w:endnote w:type="continuationSeparator" w:id="0">
    <w:p w:rsidR="00FA18BA" w:rsidRDefault="00FA1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A" w:rsidRPr="00105640" w:rsidRDefault="00FA18BA" w:rsidP="00E3706B">
    <w:pPr>
      <w:pStyle w:val="Footer"/>
      <w:spacing w:after="0" w:line="240" w:lineRule="auto"/>
      <w:jc w:val="center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BA" w:rsidRDefault="00FA18BA">
      <w:r>
        <w:separator/>
      </w:r>
    </w:p>
  </w:footnote>
  <w:footnote w:type="continuationSeparator" w:id="0">
    <w:p w:rsidR="00FA18BA" w:rsidRDefault="00FA1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A" w:rsidRDefault="00FA18BA">
    <w:pPr>
      <w:pStyle w:val="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Times New Roman" w:hAnsi="Times New Roman"/>
        <w:color w:val="auto"/>
        <w:sz w:val="20"/>
        <w:szCs w:val="20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([{«‘“⦅〈《「『【〔〖〘〝︵︷︹︻︽︿﹁﹃﹇﹙﹛﹝｢"/>
  <w:noLineBreaksBefore w:lang="ja-JP" w:val=")]}’”〉〕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4"/>
    <w:rsid w:val="00093D0B"/>
    <w:rsid w:val="000A39ED"/>
    <w:rsid w:val="000F06AA"/>
    <w:rsid w:val="00105640"/>
    <w:rsid w:val="001E49C1"/>
    <w:rsid w:val="002113A9"/>
    <w:rsid w:val="002126AE"/>
    <w:rsid w:val="00217688"/>
    <w:rsid w:val="00371CDF"/>
    <w:rsid w:val="004933D5"/>
    <w:rsid w:val="00495B54"/>
    <w:rsid w:val="004B210C"/>
    <w:rsid w:val="004C4708"/>
    <w:rsid w:val="004D75A9"/>
    <w:rsid w:val="005013DA"/>
    <w:rsid w:val="005104D0"/>
    <w:rsid w:val="00643FA2"/>
    <w:rsid w:val="00672A7D"/>
    <w:rsid w:val="006A77C2"/>
    <w:rsid w:val="00760505"/>
    <w:rsid w:val="007631F2"/>
    <w:rsid w:val="0076742D"/>
    <w:rsid w:val="007A0890"/>
    <w:rsid w:val="009C49D0"/>
    <w:rsid w:val="009C6C61"/>
    <w:rsid w:val="00A5651B"/>
    <w:rsid w:val="00B0430D"/>
    <w:rsid w:val="00CB5EA7"/>
    <w:rsid w:val="00CE17D6"/>
    <w:rsid w:val="00CF2667"/>
    <w:rsid w:val="00D85DAC"/>
    <w:rsid w:val="00DD2F4F"/>
    <w:rsid w:val="00E3706B"/>
    <w:rsid w:val="00E5331C"/>
    <w:rsid w:val="00E91AE0"/>
    <w:rsid w:val="00ED6BAE"/>
    <w:rsid w:val="00FA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D2F4F"/>
    <w:pPr>
      <w:spacing w:after="160" w:line="259" w:lineRule="auto"/>
    </w:pPr>
    <w:rPr>
      <w:rFonts w:ascii="Calibri" w:hAnsi="Calibri" w:cs="Calibri"/>
      <w:color w:val="000000"/>
      <w:u w:color="00000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D2F4F"/>
    <w:rPr>
      <w:rFonts w:cs="Times New Roman"/>
      <w:u w:val="single"/>
    </w:rPr>
  </w:style>
  <w:style w:type="paragraph" w:customStyle="1" w:styleId="a">
    <w:name w:val="Колонтитулы"/>
    <w:uiPriority w:val="99"/>
    <w:rsid w:val="00DD2F4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ConsPlusTitle">
    <w:name w:val="ConsPlusTitle"/>
    <w:uiPriority w:val="99"/>
    <w:rsid w:val="00DD2F4F"/>
    <w:pPr>
      <w:widowControl w:val="0"/>
      <w:spacing w:after="160" w:line="259" w:lineRule="auto"/>
    </w:pPr>
    <w:rPr>
      <w:rFonts w:ascii="Calibri" w:hAnsi="Calibri" w:cs="Calibri"/>
      <w:b/>
      <w:bCs/>
      <w:color w:val="000000"/>
      <w:u w:color="000000"/>
    </w:rPr>
  </w:style>
  <w:style w:type="paragraph" w:customStyle="1" w:styleId="ConsPlusNormal">
    <w:name w:val="ConsPlusNormal"/>
    <w:uiPriority w:val="99"/>
    <w:rsid w:val="00DD2F4F"/>
    <w:pPr>
      <w:widowControl w:val="0"/>
      <w:spacing w:after="160" w:line="259" w:lineRule="auto"/>
    </w:pPr>
    <w:rPr>
      <w:rFonts w:ascii="Calibri" w:hAnsi="Calibri" w:cs="Calibri"/>
      <w:color w:val="000000"/>
      <w:u w:color="000000"/>
    </w:rPr>
  </w:style>
  <w:style w:type="paragraph" w:customStyle="1" w:styleId="ConsNormal">
    <w:name w:val="ConsNormal"/>
    <w:uiPriority w:val="99"/>
    <w:rsid w:val="00DD2F4F"/>
    <w:pPr>
      <w:suppressAutoHyphens/>
      <w:spacing w:after="160" w:line="259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  <w:style w:type="paragraph" w:customStyle="1" w:styleId="ListParagraph1">
    <w:name w:val="List Paragraph1"/>
    <w:uiPriority w:val="99"/>
    <w:rsid w:val="00DD2F4F"/>
    <w:pPr>
      <w:spacing w:after="160" w:line="259" w:lineRule="auto"/>
      <w:ind w:left="720"/>
    </w:pPr>
    <w:rPr>
      <w:rFonts w:ascii="Calibri" w:hAnsi="Calibri" w:cs="Calibri"/>
      <w:color w:val="000000"/>
      <w:u w:color="000000"/>
    </w:rPr>
  </w:style>
  <w:style w:type="paragraph" w:customStyle="1" w:styleId="BodyText21">
    <w:name w:val="Body Text 21"/>
    <w:uiPriority w:val="99"/>
    <w:rsid w:val="00DD2F4F"/>
    <w:pPr>
      <w:spacing w:after="120" w:line="480" w:lineRule="auto"/>
    </w:pPr>
    <w:rPr>
      <w:rFonts w:ascii="Calibri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locked/>
    <w:rsid w:val="00495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33D5"/>
    <w:rPr>
      <w:rFonts w:ascii="Calibri" w:hAnsi="Calibri" w:cs="Calibri"/>
      <w:color w:val="000000"/>
      <w:u w:color="000000"/>
      <w:lang w:eastAsia="en-US"/>
    </w:rPr>
  </w:style>
  <w:style w:type="paragraph" w:styleId="Footer">
    <w:name w:val="footer"/>
    <w:basedOn w:val="Normal"/>
    <w:link w:val="FooterChar"/>
    <w:uiPriority w:val="99"/>
    <w:locked/>
    <w:rsid w:val="00495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5640"/>
    <w:rPr>
      <w:rFonts w:ascii="Calibri" w:hAnsi="Calibri" w:cs="Calibri"/>
      <w:color w:val="000000"/>
      <w:sz w:val="22"/>
      <w:szCs w:val="22"/>
      <w:u w:color="000000"/>
      <w:lang w:eastAsia="en-US"/>
    </w:rPr>
  </w:style>
  <w:style w:type="paragraph" w:styleId="BalloonText">
    <w:name w:val="Balloon Text"/>
    <w:basedOn w:val="Normal"/>
    <w:link w:val="BalloonTextChar"/>
    <w:uiPriority w:val="99"/>
    <w:locked/>
    <w:rsid w:val="0010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05640"/>
    <w:rPr>
      <w:rFonts w:ascii="Tahoma" w:hAnsi="Tahoma" w:cs="Tahoma"/>
      <w:color w:val="000000"/>
      <w:sz w:val="16"/>
      <w:szCs w:val="16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209</Words>
  <Characters>1197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Ксения Дмитриевна</dc:creator>
  <cp:keywords/>
  <dc:description/>
  <cp:lastModifiedBy>Пользователь</cp:lastModifiedBy>
  <cp:revision>19</cp:revision>
  <cp:lastPrinted>2017-06-21T06:53:00Z</cp:lastPrinted>
  <dcterms:created xsi:type="dcterms:W3CDTF">2017-05-29T12:56:00Z</dcterms:created>
  <dcterms:modified xsi:type="dcterms:W3CDTF">2017-06-30T12:03:00Z</dcterms:modified>
</cp:coreProperties>
</file>