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85" w:rsidRPr="00B64FB5" w:rsidRDefault="00CF7885" w:rsidP="005337E7">
      <w:pPr>
        <w:jc w:val="center"/>
        <w:rPr>
          <w:b/>
          <w:caps/>
        </w:rPr>
      </w:pPr>
      <w:r w:rsidRPr="00B64FB5">
        <w:rPr>
          <w:b/>
          <w:caps/>
        </w:rPr>
        <w:t>Перечень</w:t>
      </w:r>
    </w:p>
    <w:p w:rsidR="00CF7885" w:rsidRPr="00B64FB5" w:rsidRDefault="00CF7885" w:rsidP="005337E7">
      <w:pPr>
        <w:jc w:val="center"/>
        <w:rPr>
          <w:b/>
          <w:caps/>
        </w:rPr>
      </w:pPr>
    </w:p>
    <w:p w:rsidR="00CF7885" w:rsidRPr="00B64FB5" w:rsidRDefault="00CF7885" w:rsidP="005337E7">
      <w:pPr>
        <w:jc w:val="center"/>
        <w:rPr>
          <w:b/>
          <w:caps/>
        </w:rPr>
      </w:pPr>
    </w:p>
    <w:p w:rsidR="00CF7885" w:rsidRPr="00B64FB5" w:rsidRDefault="00CF7885" w:rsidP="005337E7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</w:t>
      </w:r>
    </w:p>
    <w:p w:rsidR="00CF7885" w:rsidRPr="00B64FB5" w:rsidRDefault="00CF7885" w:rsidP="005337E7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CF7885" w:rsidRPr="00B64FB5" w:rsidRDefault="00CF7885" w:rsidP="005337E7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64FB5">
        <w:rPr>
          <w:rFonts w:ascii="Times New Roman" w:hAnsi="Times New Roman"/>
          <w:b/>
          <w:sz w:val="28"/>
          <w:szCs w:val="28"/>
        </w:rPr>
        <w:t xml:space="preserve">изменению или принятию в связи с принятием закона Ульяновской области «О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отдельные законодательные акты </w:t>
      </w:r>
      <w:r w:rsidRPr="00B64FB5">
        <w:rPr>
          <w:rFonts w:ascii="Times New Roman" w:hAnsi="Times New Roman"/>
          <w:b/>
          <w:sz w:val="28"/>
          <w:szCs w:val="28"/>
        </w:rPr>
        <w:t>Ульяновской области»</w:t>
      </w:r>
    </w:p>
    <w:p w:rsidR="00CF7885" w:rsidRPr="00B64FB5" w:rsidRDefault="00CF7885" w:rsidP="005337E7">
      <w:pPr>
        <w:jc w:val="center"/>
        <w:rPr>
          <w:b/>
        </w:rPr>
      </w:pPr>
    </w:p>
    <w:p w:rsidR="00CF7885" w:rsidRPr="00B64FB5" w:rsidRDefault="00CF7885" w:rsidP="005337E7">
      <w:pPr>
        <w:autoSpaceDE w:val="0"/>
        <w:autoSpaceDN w:val="0"/>
        <w:adjustRightInd w:val="0"/>
        <w:jc w:val="center"/>
        <w:rPr>
          <w:b/>
        </w:rPr>
      </w:pPr>
    </w:p>
    <w:p w:rsidR="00CF7885" w:rsidRDefault="00CF7885" w:rsidP="005337E7">
      <w:pPr>
        <w:pStyle w:val="ConsPlusNormal"/>
        <w:spacing w:line="360" w:lineRule="auto"/>
        <w:ind w:firstLine="697"/>
        <w:jc w:val="both"/>
      </w:pPr>
      <w:r w:rsidRPr="00B64FB5">
        <w:t xml:space="preserve">Принятие закона Ульяновской области «О внесении изменений </w:t>
      </w:r>
      <w:r>
        <w:t xml:space="preserve">                       </w:t>
      </w:r>
      <w:r w:rsidRPr="00B64FB5">
        <w:t xml:space="preserve">в </w:t>
      </w:r>
      <w:r>
        <w:t xml:space="preserve">отдельные законодательные акты </w:t>
      </w:r>
      <w:r w:rsidRPr="00B64FB5">
        <w:t xml:space="preserve">Ульяновской области» потребует </w:t>
      </w:r>
      <w:r>
        <w:t xml:space="preserve">внесения корреспондирующих изменений в постановление Губернатора Ульяновской области от 21 апреля 2011 года № 39 «О соответствии классных чинов государственной гражданской службы Ульяновской области должностям государственной гражданской службы Ульяновской области в Правительстве Ульяновской области и исполнительных органах государственной власти Ульяновской области, возглавляемых Правительством Ульяновской области». </w:t>
      </w:r>
    </w:p>
    <w:p w:rsidR="00CF7885" w:rsidRPr="00B64FB5" w:rsidRDefault="00CF7885" w:rsidP="005337E7">
      <w:pPr>
        <w:pStyle w:val="ConsNonformat"/>
        <w:widowControl/>
        <w:spacing w:line="360" w:lineRule="auto"/>
        <w:ind w:right="0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F7885" w:rsidRPr="00B64FB5" w:rsidRDefault="00CF7885" w:rsidP="005337E7">
      <w:pPr>
        <w:autoSpaceDE w:val="0"/>
        <w:autoSpaceDN w:val="0"/>
        <w:adjustRightInd w:val="0"/>
        <w:jc w:val="center"/>
      </w:pPr>
      <w:r w:rsidRPr="00B64FB5">
        <w:t>____________________</w:t>
      </w:r>
    </w:p>
    <w:p w:rsidR="00CF7885" w:rsidRPr="00B64FB5" w:rsidRDefault="00CF7885" w:rsidP="005337E7">
      <w:pPr>
        <w:pStyle w:val="ConsPlusNormal"/>
        <w:jc w:val="both"/>
      </w:pPr>
    </w:p>
    <w:p w:rsidR="00CF7885" w:rsidRPr="00B64FB5" w:rsidRDefault="00CF7885" w:rsidP="005337E7">
      <w:pPr>
        <w:pStyle w:val="ConsPlusNormal"/>
        <w:jc w:val="both"/>
      </w:pPr>
    </w:p>
    <w:p w:rsidR="00CF7885" w:rsidRDefault="00CF7885"/>
    <w:sectPr w:rsidR="00CF7885" w:rsidSect="001C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7E7"/>
    <w:rsid w:val="001C0B85"/>
    <w:rsid w:val="005337E7"/>
    <w:rsid w:val="008A493D"/>
    <w:rsid w:val="00A75F13"/>
    <w:rsid w:val="00B64FB5"/>
    <w:rsid w:val="00CF0B7D"/>
    <w:rsid w:val="00CF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7E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37E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5337E7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127</Words>
  <Characters>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Пользователь</dc:creator>
  <cp:keywords/>
  <dc:description/>
  <cp:lastModifiedBy>ZSO-002</cp:lastModifiedBy>
  <cp:revision>2</cp:revision>
  <dcterms:created xsi:type="dcterms:W3CDTF">2016-04-06T11:27:00Z</dcterms:created>
  <dcterms:modified xsi:type="dcterms:W3CDTF">2016-04-06T11:27:00Z</dcterms:modified>
</cp:coreProperties>
</file>