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 УЛЬЯНОВСКОЙ ОБЛАСТИ</w:t>
      </w:r>
    </w:p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975E8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975E8" w:rsidRPr="007B204E" w:rsidRDefault="002975E8" w:rsidP="000B2671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6F2D62">
        <w:rPr>
          <w:rFonts w:ascii="Times New Roman" w:hAnsi="Times New Roman" w:cs="Times New Roman"/>
          <w:b/>
          <w:bCs/>
          <w:sz w:val="28"/>
          <w:szCs w:val="28"/>
        </w:rPr>
        <w:t xml:space="preserve">статью 19 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>Закона Ульяновской области «Градостроительный устав Ульяновской области»</w:t>
      </w:r>
    </w:p>
    <w:p w:rsidR="002975E8" w:rsidRDefault="002975E8" w:rsidP="00AC1080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2975E8" w:rsidRDefault="002975E8" w:rsidP="00AC1080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2975E8" w:rsidRPr="006C3F1A" w:rsidRDefault="002975E8" w:rsidP="00423F78">
      <w:pPr>
        <w:pStyle w:val="FORMATTEXT0"/>
        <w:jc w:val="center"/>
        <w:rPr>
          <w:bCs/>
          <w:sz w:val="44"/>
          <w:szCs w:val="28"/>
        </w:rPr>
      </w:pPr>
      <w:r>
        <w:t>Принят Законодательным Собранием Ульяновской области 21 июня  2017 года</w:t>
      </w:r>
    </w:p>
    <w:p w:rsidR="002975E8" w:rsidRDefault="002975E8" w:rsidP="00AC1080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2975E8" w:rsidRDefault="002975E8" w:rsidP="00AC1080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2975E8" w:rsidRDefault="002975E8" w:rsidP="00AC1080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2975E8" w:rsidRPr="004B33DD" w:rsidRDefault="002975E8" w:rsidP="007E728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Внести в пункт 7 статьи 19 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>Закона Ульяновской области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 xml:space="preserve">от 30 июня 2008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 xml:space="preserve">118-ЗО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>Градостроительный устав Ульяновской области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» («Ульяновская правда» от 02.07.2008 № 54; от 08.07.2011 № 74; от 07.10.2011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113; от 04.05.2012 № 45; от 13.03.2013 № 27; от 11.11.2013 № 144; от 31.12.2013 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174; от 11.03.2014 № 34; </w:t>
      </w:r>
      <w:r w:rsidRPr="00410AAD">
        <w:rPr>
          <w:rFonts w:ascii="Times New Roman" w:hAnsi="Times New Roman" w:cs="Times New Roman"/>
          <w:sz w:val="28"/>
          <w:szCs w:val="28"/>
          <w:lang w:eastAsia="en-US"/>
        </w:rPr>
        <w:t xml:space="preserve">от 10.07.2014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410AAD">
        <w:rPr>
          <w:rFonts w:ascii="Times New Roman" w:hAnsi="Times New Roman" w:cs="Times New Roman"/>
          <w:sz w:val="28"/>
          <w:szCs w:val="28"/>
          <w:lang w:eastAsia="en-US"/>
        </w:rPr>
        <w:t xml:space="preserve"> 98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 от 07.08.2014 № 114; от 05.10.2015 № 139; от 29.10.2015 № 151; от 04.10.2016 № 118; от 31.03.2017 № 23) изменение, заменив в нём слова «гаражей-стоянок </w:t>
      </w:r>
      <w:r w:rsidRPr="00C42A37">
        <w:rPr>
          <w:rFonts w:ascii="Times New Roman" w:hAnsi="Times New Roman" w:cs="Times New Roman"/>
          <w:spacing w:val="-2"/>
          <w:sz w:val="28"/>
          <w:szCs w:val="28"/>
        </w:rPr>
        <w:t>с хранением автомобилей боксового типа, состоящих из отдельных помещений (боксов)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на земельных участках, </w:t>
      </w:r>
      <w:r w:rsidRPr="004B33DD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предоставленных гражданам, являющимся членами гаражных кооперативов,» словами «гражданами, являющимися членами гаражных кооперативов, гаражей-стоянок с хранением автомобилей боксового типа, состоящих из отдельных помещений (боксов), расположенных на земельных участках, которые образованы в целях предоставления их».</w:t>
      </w:r>
    </w:p>
    <w:p w:rsidR="002975E8" w:rsidRPr="000B2671" w:rsidRDefault="002975E8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color w:val="000000"/>
          <w:spacing w:val="-8"/>
          <w:sz w:val="16"/>
          <w:szCs w:val="28"/>
        </w:rPr>
      </w:pPr>
    </w:p>
    <w:p w:rsidR="002975E8" w:rsidRPr="000B2671" w:rsidRDefault="002975E8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2975E8" w:rsidRPr="000B2671" w:rsidRDefault="002975E8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2975E8" w:rsidRPr="00E77C58" w:rsidRDefault="002975E8" w:rsidP="00E77C5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    С.И.Морозов</w:t>
      </w:r>
    </w:p>
    <w:p w:rsidR="002975E8" w:rsidRDefault="002975E8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975E8" w:rsidRDefault="002975E8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975E8" w:rsidRDefault="002975E8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2975E8" w:rsidRPr="00E77C58" w:rsidRDefault="002975E8" w:rsidP="00E77C5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2975E8" w:rsidRPr="00E77C58" w:rsidRDefault="002975E8" w:rsidP="00E77C5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26 июня </w:t>
      </w:r>
      <w:smartTag w:uri="urn:schemas-microsoft-com:office:smarttags" w:element="metricconverter">
        <w:smartTagPr>
          <w:attr w:name="ProductID" w:val="2017 г"/>
        </w:smartTagPr>
        <w:r w:rsidRPr="00E77C58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2017 г</w:t>
        </w:r>
      </w:smartTag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2975E8" w:rsidRDefault="002975E8" w:rsidP="00B861E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64</w:t>
      </w: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-ЗО</w:t>
      </w:r>
      <w:bookmarkStart w:id="0" w:name="_GoBack"/>
      <w:bookmarkEnd w:id="0"/>
    </w:p>
    <w:sectPr w:rsidR="002975E8" w:rsidSect="007B204E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5E8" w:rsidRDefault="002975E8" w:rsidP="00D834E3">
      <w:r>
        <w:separator/>
      </w:r>
    </w:p>
  </w:endnote>
  <w:endnote w:type="continuationSeparator" w:id="0">
    <w:p w:rsidR="002975E8" w:rsidRDefault="002975E8" w:rsidP="00D83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E8" w:rsidRPr="00523D5D" w:rsidRDefault="002975E8" w:rsidP="00523D5D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2605км2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5E8" w:rsidRDefault="002975E8" w:rsidP="00D834E3">
      <w:r>
        <w:separator/>
      </w:r>
    </w:p>
  </w:footnote>
  <w:footnote w:type="continuationSeparator" w:id="0">
    <w:p w:rsidR="002975E8" w:rsidRDefault="002975E8" w:rsidP="00D83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E8" w:rsidRPr="007B204E" w:rsidRDefault="002975E8" w:rsidP="007B204E">
    <w:pPr>
      <w:pStyle w:val="Header"/>
      <w:jc w:val="center"/>
      <w:rPr>
        <w:rFonts w:ascii="Times New Roman" w:hAnsi="Times New Roman"/>
        <w:sz w:val="28"/>
        <w:szCs w:val="28"/>
      </w:rPr>
    </w:pPr>
    <w:r w:rsidRPr="00D834E3">
      <w:rPr>
        <w:rFonts w:ascii="Times New Roman" w:hAnsi="Times New Roman"/>
        <w:sz w:val="28"/>
        <w:szCs w:val="28"/>
      </w:rPr>
      <w:fldChar w:fldCharType="begin"/>
    </w:r>
    <w:r w:rsidRPr="00D834E3">
      <w:rPr>
        <w:rFonts w:ascii="Times New Roman" w:hAnsi="Times New Roman"/>
        <w:sz w:val="28"/>
        <w:szCs w:val="28"/>
      </w:rPr>
      <w:instrText>PAGE   \* MERGEFORMAT</w:instrText>
    </w:r>
    <w:r w:rsidRPr="00D834E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34E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17A"/>
    <w:multiLevelType w:val="hybridMultilevel"/>
    <w:tmpl w:val="7474E54C"/>
    <w:lvl w:ilvl="0" w:tplc="0A9436B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9EF3274"/>
    <w:multiLevelType w:val="singleLevel"/>
    <w:tmpl w:val="B524A0E0"/>
    <w:lvl w:ilvl="0">
      <w:start w:val="1"/>
      <w:numFmt w:val="decimal"/>
      <w:lvlText w:val="%1."/>
      <w:legacy w:legacy="1" w:legacySpace="0" w:legacyIndent="218"/>
      <w:lvlJc w:val="left"/>
      <w:rPr>
        <w:rFonts w:ascii="Arial" w:hAnsi="Arial" w:cs="Arial" w:hint="default"/>
      </w:rPr>
    </w:lvl>
  </w:abstractNum>
  <w:abstractNum w:abstractNumId="2">
    <w:nsid w:val="719A7538"/>
    <w:multiLevelType w:val="singleLevel"/>
    <w:tmpl w:val="3DB83EB8"/>
    <w:lvl w:ilvl="0">
      <w:start w:val="1"/>
      <w:numFmt w:val="decimal"/>
      <w:lvlText w:val="%1."/>
      <w:legacy w:legacy="1" w:legacySpace="0" w:legacyIndent="214"/>
      <w:lvlJc w:val="left"/>
      <w:rPr>
        <w:rFonts w:ascii="Times New Roman" w:eastAsia="Times New Roman" w:hAnsi="Times New Roman" w:cs="Times New Roman"/>
      </w:rPr>
    </w:lvl>
  </w:abstractNum>
  <w:abstractNum w:abstractNumId="3">
    <w:nsid w:val="7953269A"/>
    <w:multiLevelType w:val="hybridMultilevel"/>
    <w:tmpl w:val="2D14DC9A"/>
    <w:lvl w:ilvl="0" w:tplc="5C081F10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ABB"/>
    <w:rsid w:val="0000076F"/>
    <w:rsid w:val="00000E98"/>
    <w:rsid w:val="00017D5C"/>
    <w:rsid w:val="000202BA"/>
    <w:rsid w:val="00021086"/>
    <w:rsid w:val="00021D30"/>
    <w:rsid w:val="00022189"/>
    <w:rsid w:val="00022202"/>
    <w:rsid w:val="00025A82"/>
    <w:rsid w:val="00026910"/>
    <w:rsid w:val="000270EB"/>
    <w:rsid w:val="0003148B"/>
    <w:rsid w:val="0003284E"/>
    <w:rsid w:val="00045693"/>
    <w:rsid w:val="000477DD"/>
    <w:rsid w:val="00053190"/>
    <w:rsid w:val="00055C9A"/>
    <w:rsid w:val="00055FF3"/>
    <w:rsid w:val="000620CA"/>
    <w:rsid w:val="00062DDF"/>
    <w:rsid w:val="000666E9"/>
    <w:rsid w:val="00066F22"/>
    <w:rsid w:val="0007036A"/>
    <w:rsid w:val="00071F6F"/>
    <w:rsid w:val="0007381A"/>
    <w:rsid w:val="00081336"/>
    <w:rsid w:val="00084956"/>
    <w:rsid w:val="0008555A"/>
    <w:rsid w:val="00087053"/>
    <w:rsid w:val="000911C0"/>
    <w:rsid w:val="00091B16"/>
    <w:rsid w:val="000922EF"/>
    <w:rsid w:val="0009338E"/>
    <w:rsid w:val="00095868"/>
    <w:rsid w:val="00095EF7"/>
    <w:rsid w:val="000A3EF8"/>
    <w:rsid w:val="000A5B5E"/>
    <w:rsid w:val="000A61E5"/>
    <w:rsid w:val="000A66F9"/>
    <w:rsid w:val="000B08E9"/>
    <w:rsid w:val="000B2671"/>
    <w:rsid w:val="000B4B45"/>
    <w:rsid w:val="000B533E"/>
    <w:rsid w:val="000B6164"/>
    <w:rsid w:val="000B7683"/>
    <w:rsid w:val="000B7D62"/>
    <w:rsid w:val="000C4F4A"/>
    <w:rsid w:val="000D5278"/>
    <w:rsid w:val="000D54F9"/>
    <w:rsid w:val="000D58B5"/>
    <w:rsid w:val="000E07CE"/>
    <w:rsid w:val="000E1F7E"/>
    <w:rsid w:val="000E3A9C"/>
    <w:rsid w:val="000E3F90"/>
    <w:rsid w:val="000E60D3"/>
    <w:rsid w:val="000E7202"/>
    <w:rsid w:val="000F0482"/>
    <w:rsid w:val="000F0557"/>
    <w:rsid w:val="000F139A"/>
    <w:rsid w:val="000F34A8"/>
    <w:rsid w:val="00100CA0"/>
    <w:rsid w:val="00103EE9"/>
    <w:rsid w:val="00116253"/>
    <w:rsid w:val="00116635"/>
    <w:rsid w:val="00123569"/>
    <w:rsid w:val="00123CDF"/>
    <w:rsid w:val="00124BAC"/>
    <w:rsid w:val="001275CE"/>
    <w:rsid w:val="00131DC7"/>
    <w:rsid w:val="0014090B"/>
    <w:rsid w:val="00150EDE"/>
    <w:rsid w:val="00152A3F"/>
    <w:rsid w:val="00153570"/>
    <w:rsid w:val="00157DD0"/>
    <w:rsid w:val="00160E3F"/>
    <w:rsid w:val="0016139B"/>
    <w:rsid w:val="00161CF0"/>
    <w:rsid w:val="00167613"/>
    <w:rsid w:val="0017114C"/>
    <w:rsid w:val="0017203E"/>
    <w:rsid w:val="0018058D"/>
    <w:rsid w:val="001819D2"/>
    <w:rsid w:val="0018741F"/>
    <w:rsid w:val="00190DDB"/>
    <w:rsid w:val="00191E19"/>
    <w:rsid w:val="001948CB"/>
    <w:rsid w:val="00194C58"/>
    <w:rsid w:val="00194DF0"/>
    <w:rsid w:val="00196682"/>
    <w:rsid w:val="001966B7"/>
    <w:rsid w:val="00197AC0"/>
    <w:rsid w:val="001A44B5"/>
    <w:rsid w:val="001A4567"/>
    <w:rsid w:val="001A5380"/>
    <w:rsid w:val="001B46D4"/>
    <w:rsid w:val="001C4C06"/>
    <w:rsid w:val="001C5774"/>
    <w:rsid w:val="001D14E6"/>
    <w:rsid w:val="001D1D38"/>
    <w:rsid w:val="001D23C9"/>
    <w:rsid w:val="001D55D1"/>
    <w:rsid w:val="001D5EE3"/>
    <w:rsid w:val="001E0F2F"/>
    <w:rsid w:val="001E221D"/>
    <w:rsid w:val="001E2FAC"/>
    <w:rsid w:val="001E485B"/>
    <w:rsid w:val="001E4EEA"/>
    <w:rsid w:val="001E5474"/>
    <w:rsid w:val="001E7C51"/>
    <w:rsid w:val="001F6B6C"/>
    <w:rsid w:val="00200130"/>
    <w:rsid w:val="00214ADD"/>
    <w:rsid w:val="002150FD"/>
    <w:rsid w:val="002158AC"/>
    <w:rsid w:val="00217729"/>
    <w:rsid w:val="002245E8"/>
    <w:rsid w:val="00224A23"/>
    <w:rsid w:val="00225D38"/>
    <w:rsid w:val="00226E56"/>
    <w:rsid w:val="002271F2"/>
    <w:rsid w:val="002307B2"/>
    <w:rsid w:val="00231826"/>
    <w:rsid w:val="00232AE9"/>
    <w:rsid w:val="00245840"/>
    <w:rsid w:val="00247C67"/>
    <w:rsid w:val="0025386C"/>
    <w:rsid w:val="0025584B"/>
    <w:rsid w:val="002560EC"/>
    <w:rsid w:val="0025678A"/>
    <w:rsid w:val="00256944"/>
    <w:rsid w:val="00261FAE"/>
    <w:rsid w:val="00270E3C"/>
    <w:rsid w:val="002744D9"/>
    <w:rsid w:val="00274D42"/>
    <w:rsid w:val="00276D21"/>
    <w:rsid w:val="00283746"/>
    <w:rsid w:val="002865DA"/>
    <w:rsid w:val="002876DD"/>
    <w:rsid w:val="00293F19"/>
    <w:rsid w:val="00294A5B"/>
    <w:rsid w:val="00295C45"/>
    <w:rsid w:val="002975E8"/>
    <w:rsid w:val="002A0E5A"/>
    <w:rsid w:val="002A1DC2"/>
    <w:rsid w:val="002A29D8"/>
    <w:rsid w:val="002A2ED1"/>
    <w:rsid w:val="002A3051"/>
    <w:rsid w:val="002C20AE"/>
    <w:rsid w:val="002C4C42"/>
    <w:rsid w:val="002D0942"/>
    <w:rsid w:val="002D388D"/>
    <w:rsid w:val="002D4679"/>
    <w:rsid w:val="002E016A"/>
    <w:rsid w:val="002E0CA2"/>
    <w:rsid w:val="002E2421"/>
    <w:rsid w:val="002E2F9C"/>
    <w:rsid w:val="002E63D6"/>
    <w:rsid w:val="002F449B"/>
    <w:rsid w:val="0030293F"/>
    <w:rsid w:val="00315768"/>
    <w:rsid w:val="00315B60"/>
    <w:rsid w:val="00317E3B"/>
    <w:rsid w:val="003257D9"/>
    <w:rsid w:val="00326D24"/>
    <w:rsid w:val="003273AD"/>
    <w:rsid w:val="0033183C"/>
    <w:rsid w:val="00332EAB"/>
    <w:rsid w:val="00334C80"/>
    <w:rsid w:val="00336A05"/>
    <w:rsid w:val="00340F1B"/>
    <w:rsid w:val="0034600A"/>
    <w:rsid w:val="00350F6F"/>
    <w:rsid w:val="00350F9D"/>
    <w:rsid w:val="00362DA1"/>
    <w:rsid w:val="00365C7A"/>
    <w:rsid w:val="003667C4"/>
    <w:rsid w:val="00367475"/>
    <w:rsid w:val="00370E64"/>
    <w:rsid w:val="003714F8"/>
    <w:rsid w:val="003755D9"/>
    <w:rsid w:val="00382932"/>
    <w:rsid w:val="0038668D"/>
    <w:rsid w:val="00387616"/>
    <w:rsid w:val="003907FC"/>
    <w:rsid w:val="00391EBB"/>
    <w:rsid w:val="00392642"/>
    <w:rsid w:val="00394D4A"/>
    <w:rsid w:val="00396363"/>
    <w:rsid w:val="0039775D"/>
    <w:rsid w:val="00397C9B"/>
    <w:rsid w:val="003A343D"/>
    <w:rsid w:val="003A5579"/>
    <w:rsid w:val="003B26E9"/>
    <w:rsid w:val="003B4885"/>
    <w:rsid w:val="003B756C"/>
    <w:rsid w:val="003B7930"/>
    <w:rsid w:val="003C16D3"/>
    <w:rsid w:val="003D06F6"/>
    <w:rsid w:val="003D18DA"/>
    <w:rsid w:val="003E1B99"/>
    <w:rsid w:val="003F3916"/>
    <w:rsid w:val="003F46CB"/>
    <w:rsid w:val="003F5560"/>
    <w:rsid w:val="003F7662"/>
    <w:rsid w:val="003F7B1A"/>
    <w:rsid w:val="00404B17"/>
    <w:rsid w:val="00405AFE"/>
    <w:rsid w:val="00407F1D"/>
    <w:rsid w:val="00410AAD"/>
    <w:rsid w:val="00413207"/>
    <w:rsid w:val="004172BF"/>
    <w:rsid w:val="0041737B"/>
    <w:rsid w:val="00422426"/>
    <w:rsid w:val="00422E5E"/>
    <w:rsid w:val="00423F78"/>
    <w:rsid w:val="00424246"/>
    <w:rsid w:val="00424A2F"/>
    <w:rsid w:val="004260A3"/>
    <w:rsid w:val="004270B8"/>
    <w:rsid w:val="00445999"/>
    <w:rsid w:val="00445F48"/>
    <w:rsid w:val="0044685A"/>
    <w:rsid w:val="00450E5A"/>
    <w:rsid w:val="0045748B"/>
    <w:rsid w:val="0046525F"/>
    <w:rsid w:val="00465EF8"/>
    <w:rsid w:val="0047114A"/>
    <w:rsid w:val="00472AD5"/>
    <w:rsid w:val="00475EC2"/>
    <w:rsid w:val="00477DCE"/>
    <w:rsid w:val="004816EF"/>
    <w:rsid w:val="004826C8"/>
    <w:rsid w:val="00486867"/>
    <w:rsid w:val="0049202D"/>
    <w:rsid w:val="00492461"/>
    <w:rsid w:val="004929E7"/>
    <w:rsid w:val="004960CD"/>
    <w:rsid w:val="00496641"/>
    <w:rsid w:val="0049681E"/>
    <w:rsid w:val="004A1DA4"/>
    <w:rsid w:val="004A48E0"/>
    <w:rsid w:val="004A7923"/>
    <w:rsid w:val="004B195A"/>
    <w:rsid w:val="004B2DA5"/>
    <w:rsid w:val="004B2F55"/>
    <w:rsid w:val="004B3223"/>
    <w:rsid w:val="004B33DD"/>
    <w:rsid w:val="004B52CD"/>
    <w:rsid w:val="004B7DD0"/>
    <w:rsid w:val="004C44EB"/>
    <w:rsid w:val="004C543D"/>
    <w:rsid w:val="004D2E12"/>
    <w:rsid w:val="004E3681"/>
    <w:rsid w:val="004E53D7"/>
    <w:rsid w:val="004F2B3E"/>
    <w:rsid w:val="004F5444"/>
    <w:rsid w:val="004F54A2"/>
    <w:rsid w:val="005031C1"/>
    <w:rsid w:val="00505B9E"/>
    <w:rsid w:val="00506F7D"/>
    <w:rsid w:val="005239D8"/>
    <w:rsid w:val="00523D5D"/>
    <w:rsid w:val="00524D9A"/>
    <w:rsid w:val="0053231A"/>
    <w:rsid w:val="00534061"/>
    <w:rsid w:val="0053439D"/>
    <w:rsid w:val="0054185D"/>
    <w:rsid w:val="00543E82"/>
    <w:rsid w:val="005441D4"/>
    <w:rsid w:val="00544F30"/>
    <w:rsid w:val="005514A1"/>
    <w:rsid w:val="00553D17"/>
    <w:rsid w:val="00555760"/>
    <w:rsid w:val="00555ED2"/>
    <w:rsid w:val="00556F3F"/>
    <w:rsid w:val="0056260A"/>
    <w:rsid w:val="005664D7"/>
    <w:rsid w:val="00570B96"/>
    <w:rsid w:val="005726A2"/>
    <w:rsid w:val="00573EDA"/>
    <w:rsid w:val="00576766"/>
    <w:rsid w:val="00576B4C"/>
    <w:rsid w:val="0058296D"/>
    <w:rsid w:val="00584DD0"/>
    <w:rsid w:val="00592625"/>
    <w:rsid w:val="005948AA"/>
    <w:rsid w:val="00595163"/>
    <w:rsid w:val="00597277"/>
    <w:rsid w:val="005A14F4"/>
    <w:rsid w:val="005A2840"/>
    <w:rsid w:val="005A2F25"/>
    <w:rsid w:val="005A3E4D"/>
    <w:rsid w:val="005C0412"/>
    <w:rsid w:val="005C1A9B"/>
    <w:rsid w:val="005C518A"/>
    <w:rsid w:val="005C6A40"/>
    <w:rsid w:val="005E3765"/>
    <w:rsid w:val="005E5875"/>
    <w:rsid w:val="005F182F"/>
    <w:rsid w:val="005F3612"/>
    <w:rsid w:val="006028E3"/>
    <w:rsid w:val="006040C0"/>
    <w:rsid w:val="00605CE7"/>
    <w:rsid w:val="006115CD"/>
    <w:rsid w:val="00611979"/>
    <w:rsid w:val="006134B0"/>
    <w:rsid w:val="00613BDC"/>
    <w:rsid w:val="006155A6"/>
    <w:rsid w:val="006160EB"/>
    <w:rsid w:val="00616D5B"/>
    <w:rsid w:val="0062096C"/>
    <w:rsid w:val="0062530B"/>
    <w:rsid w:val="00625DE4"/>
    <w:rsid w:val="0063298C"/>
    <w:rsid w:val="006330F9"/>
    <w:rsid w:val="006421D2"/>
    <w:rsid w:val="006424AA"/>
    <w:rsid w:val="006479C2"/>
    <w:rsid w:val="00653292"/>
    <w:rsid w:val="0065348F"/>
    <w:rsid w:val="006564E1"/>
    <w:rsid w:val="006575AC"/>
    <w:rsid w:val="00663236"/>
    <w:rsid w:val="006710B7"/>
    <w:rsid w:val="006744BB"/>
    <w:rsid w:val="00675C96"/>
    <w:rsid w:val="00676062"/>
    <w:rsid w:val="006776E1"/>
    <w:rsid w:val="00680654"/>
    <w:rsid w:val="006811A3"/>
    <w:rsid w:val="006811AE"/>
    <w:rsid w:val="006824CB"/>
    <w:rsid w:val="00682C67"/>
    <w:rsid w:val="00685CFC"/>
    <w:rsid w:val="00690FAC"/>
    <w:rsid w:val="0069179C"/>
    <w:rsid w:val="00693CD8"/>
    <w:rsid w:val="00696E30"/>
    <w:rsid w:val="006A0ACB"/>
    <w:rsid w:val="006A1C8C"/>
    <w:rsid w:val="006A219B"/>
    <w:rsid w:val="006A24D0"/>
    <w:rsid w:val="006A4E1A"/>
    <w:rsid w:val="006B005E"/>
    <w:rsid w:val="006B088D"/>
    <w:rsid w:val="006B24CD"/>
    <w:rsid w:val="006B7650"/>
    <w:rsid w:val="006C05F0"/>
    <w:rsid w:val="006C1E7E"/>
    <w:rsid w:val="006C293F"/>
    <w:rsid w:val="006C3F1A"/>
    <w:rsid w:val="006C6C60"/>
    <w:rsid w:val="006D0919"/>
    <w:rsid w:val="006D1442"/>
    <w:rsid w:val="006D32DF"/>
    <w:rsid w:val="006D32FE"/>
    <w:rsid w:val="006D4389"/>
    <w:rsid w:val="006D5239"/>
    <w:rsid w:val="006D7FB0"/>
    <w:rsid w:val="006E0C9C"/>
    <w:rsid w:val="006E2890"/>
    <w:rsid w:val="006E28C7"/>
    <w:rsid w:val="006F0627"/>
    <w:rsid w:val="006F26F7"/>
    <w:rsid w:val="006F2D62"/>
    <w:rsid w:val="006F40D9"/>
    <w:rsid w:val="006F50E7"/>
    <w:rsid w:val="006F69BD"/>
    <w:rsid w:val="006F78B4"/>
    <w:rsid w:val="00701785"/>
    <w:rsid w:val="00703A66"/>
    <w:rsid w:val="00704075"/>
    <w:rsid w:val="0070558E"/>
    <w:rsid w:val="0070595E"/>
    <w:rsid w:val="0070733E"/>
    <w:rsid w:val="007075F7"/>
    <w:rsid w:val="00714B0E"/>
    <w:rsid w:val="00720E5A"/>
    <w:rsid w:val="00722471"/>
    <w:rsid w:val="007327FE"/>
    <w:rsid w:val="007439CE"/>
    <w:rsid w:val="00745C08"/>
    <w:rsid w:val="00746063"/>
    <w:rsid w:val="00747728"/>
    <w:rsid w:val="00763AA0"/>
    <w:rsid w:val="00763C8A"/>
    <w:rsid w:val="00763D83"/>
    <w:rsid w:val="00772B30"/>
    <w:rsid w:val="0078040F"/>
    <w:rsid w:val="00792347"/>
    <w:rsid w:val="007970A1"/>
    <w:rsid w:val="00797E4F"/>
    <w:rsid w:val="007A62F4"/>
    <w:rsid w:val="007A67C9"/>
    <w:rsid w:val="007B204E"/>
    <w:rsid w:val="007C0316"/>
    <w:rsid w:val="007C7469"/>
    <w:rsid w:val="007D295F"/>
    <w:rsid w:val="007D4ACC"/>
    <w:rsid w:val="007D58AA"/>
    <w:rsid w:val="007E04A6"/>
    <w:rsid w:val="007E31E3"/>
    <w:rsid w:val="007E403E"/>
    <w:rsid w:val="007E5B26"/>
    <w:rsid w:val="007E7280"/>
    <w:rsid w:val="007E7C25"/>
    <w:rsid w:val="007F6758"/>
    <w:rsid w:val="007F74A9"/>
    <w:rsid w:val="00801908"/>
    <w:rsid w:val="00802038"/>
    <w:rsid w:val="0080358F"/>
    <w:rsid w:val="008148D2"/>
    <w:rsid w:val="00815D25"/>
    <w:rsid w:val="00816A51"/>
    <w:rsid w:val="008275A8"/>
    <w:rsid w:val="0083196F"/>
    <w:rsid w:val="008329DB"/>
    <w:rsid w:val="00834BE7"/>
    <w:rsid w:val="00836EE0"/>
    <w:rsid w:val="008402BC"/>
    <w:rsid w:val="00841035"/>
    <w:rsid w:val="00841B93"/>
    <w:rsid w:val="0084222C"/>
    <w:rsid w:val="00844057"/>
    <w:rsid w:val="00853B72"/>
    <w:rsid w:val="00855B9B"/>
    <w:rsid w:val="00861112"/>
    <w:rsid w:val="0086638E"/>
    <w:rsid w:val="00866CFB"/>
    <w:rsid w:val="00867036"/>
    <w:rsid w:val="00867B5C"/>
    <w:rsid w:val="00876524"/>
    <w:rsid w:val="008771F2"/>
    <w:rsid w:val="008825F9"/>
    <w:rsid w:val="00883355"/>
    <w:rsid w:val="0088495F"/>
    <w:rsid w:val="00885F2E"/>
    <w:rsid w:val="00895DE4"/>
    <w:rsid w:val="00896F4F"/>
    <w:rsid w:val="00897F5A"/>
    <w:rsid w:val="008A09C3"/>
    <w:rsid w:val="008A17D9"/>
    <w:rsid w:val="008A26AD"/>
    <w:rsid w:val="008A5A5F"/>
    <w:rsid w:val="008A76E0"/>
    <w:rsid w:val="008B140A"/>
    <w:rsid w:val="008B1AF4"/>
    <w:rsid w:val="008B2AE0"/>
    <w:rsid w:val="008B3DA9"/>
    <w:rsid w:val="008B4DF2"/>
    <w:rsid w:val="008B57BF"/>
    <w:rsid w:val="008B5A4C"/>
    <w:rsid w:val="008B7D1B"/>
    <w:rsid w:val="008C0BAF"/>
    <w:rsid w:val="008C549B"/>
    <w:rsid w:val="008C5CEE"/>
    <w:rsid w:val="008C6E2A"/>
    <w:rsid w:val="008C7F2D"/>
    <w:rsid w:val="008D2FA2"/>
    <w:rsid w:val="008E36EE"/>
    <w:rsid w:val="008E3B4C"/>
    <w:rsid w:val="008E49D5"/>
    <w:rsid w:val="008F72C9"/>
    <w:rsid w:val="00901903"/>
    <w:rsid w:val="0090243A"/>
    <w:rsid w:val="00902BCC"/>
    <w:rsid w:val="009069E9"/>
    <w:rsid w:val="00911128"/>
    <w:rsid w:val="009131B6"/>
    <w:rsid w:val="00913B4B"/>
    <w:rsid w:val="00917C1B"/>
    <w:rsid w:val="00920D26"/>
    <w:rsid w:val="00926D47"/>
    <w:rsid w:val="00932FFF"/>
    <w:rsid w:val="00934519"/>
    <w:rsid w:val="00936704"/>
    <w:rsid w:val="00940FEE"/>
    <w:rsid w:val="009415B0"/>
    <w:rsid w:val="00943112"/>
    <w:rsid w:val="0094699D"/>
    <w:rsid w:val="00946B27"/>
    <w:rsid w:val="00950CCD"/>
    <w:rsid w:val="009546FC"/>
    <w:rsid w:val="0095536A"/>
    <w:rsid w:val="00960688"/>
    <w:rsid w:val="00967A9A"/>
    <w:rsid w:val="00970F77"/>
    <w:rsid w:val="00971471"/>
    <w:rsid w:val="00974582"/>
    <w:rsid w:val="0097707F"/>
    <w:rsid w:val="00977589"/>
    <w:rsid w:val="009950C8"/>
    <w:rsid w:val="00995D6A"/>
    <w:rsid w:val="009A3954"/>
    <w:rsid w:val="009A5FCE"/>
    <w:rsid w:val="009A6372"/>
    <w:rsid w:val="009A63BE"/>
    <w:rsid w:val="009A69AC"/>
    <w:rsid w:val="009B18CB"/>
    <w:rsid w:val="009B3331"/>
    <w:rsid w:val="009C218A"/>
    <w:rsid w:val="009C2633"/>
    <w:rsid w:val="009C6F88"/>
    <w:rsid w:val="009D09F4"/>
    <w:rsid w:val="009D0D09"/>
    <w:rsid w:val="009D461A"/>
    <w:rsid w:val="009E5D4D"/>
    <w:rsid w:val="009F1B62"/>
    <w:rsid w:val="009F5107"/>
    <w:rsid w:val="009F69FE"/>
    <w:rsid w:val="00A009D1"/>
    <w:rsid w:val="00A01E7A"/>
    <w:rsid w:val="00A0208F"/>
    <w:rsid w:val="00A07422"/>
    <w:rsid w:val="00A07698"/>
    <w:rsid w:val="00A100E9"/>
    <w:rsid w:val="00A12CCB"/>
    <w:rsid w:val="00A1564A"/>
    <w:rsid w:val="00A15CC0"/>
    <w:rsid w:val="00A2093E"/>
    <w:rsid w:val="00A21FB1"/>
    <w:rsid w:val="00A272CE"/>
    <w:rsid w:val="00A278C5"/>
    <w:rsid w:val="00A27D7F"/>
    <w:rsid w:val="00A332CF"/>
    <w:rsid w:val="00A3342D"/>
    <w:rsid w:val="00A40C5D"/>
    <w:rsid w:val="00A43214"/>
    <w:rsid w:val="00A51160"/>
    <w:rsid w:val="00A561B4"/>
    <w:rsid w:val="00A563D6"/>
    <w:rsid w:val="00A57F18"/>
    <w:rsid w:val="00A678FA"/>
    <w:rsid w:val="00A67EEF"/>
    <w:rsid w:val="00A77B86"/>
    <w:rsid w:val="00A812A8"/>
    <w:rsid w:val="00A85BC9"/>
    <w:rsid w:val="00A87128"/>
    <w:rsid w:val="00A91890"/>
    <w:rsid w:val="00A92CC5"/>
    <w:rsid w:val="00A94C21"/>
    <w:rsid w:val="00AA32E5"/>
    <w:rsid w:val="00AB36E5"/>
    <w:rsid w:val="00AB5385"/>
    <w:rsid w:val="00AC1080"/>
    <w:rsid w:val="00AC3736"/>
    <w:rsid w:val="00AC61FA"/>
    <w:rsid w:val="00AC6B72"/>
    <w:rsid w:val="00AC785E"/>
    <w:rsid w:val="00AC7904"/>
    <w:rsid w:val="00AD3D94"/>
    <w:rsid w:val="00AD501A"/>
    <w:rsid w:val="00AD79C6"/>
    <w:rsid w:val="00AE1D1B"/>
    <w:rsid w:val="00AE71A6"/>
    <w:rsid w:val="00AF456E"/>
    <w:rsid w:val="00AF4C19"/>
    <w:rsid w:val="00AF53F5"/>
    <w:rsid w:val="00B01F23"/>
    <w:rsid w:val="00B02375"/>
    <w:rsid w:val="00B04374"/>
    <w:rsid w:val="00B0731C"/>
    <w:rsid w:val="00B107B3"/>
    <w:rsid w:val="00B1121D"/>
    <w:rsid w:val="00B149DF"/>
    <w:rsid w:val="00B16812"/>
    <w:rsid w:val="00B170DD"/>
    <w:rsid w:val="00B17EAE"/>
    <w:rsid w:val="00B25350"/>
    <w:rsid w:val="00B26556"/>
    <w:rsid w:val="00B302A1"/>
    <w:rsid w:val="00B45B77"/>
    <w:rsid w:val="00B46E89"/>
    <w:rsid w:val="00B47420"/>
    <w:rsid w:val="00B5051E"/>
    <w:rsid w:val="00B512EE"/>
    <w:rsid w:val="00B524B3"/>
    <w:rsid w:val="00B54C26"/>
    <w:rsid w:val="00B55214"/>
    <w:rsid w:val="00B65EF0"/>
    <w:rsid w:val="00B8012D"/>
    <w:rsid w:val="00B81E74"/>
    <w:rsid w:val="00B861EE"/>
    <w:rsid w:val="00B862E4"/>
    <w:rsid w:val="00B8769E"/>
    <w:rsid w:val="00BA0D6D"/>
    <w:rsid w:val="00BB3B57"/>
    <w:rsid w:val="00BC4E0D"/>
    <w:rsid w:val="00BC6658"/>
    <w:rsid w:val="00BC7152"/>
    <w:rsid w:val="00BD4FE8"/>
    <w:rsid w:val="00BD56EB"/>
    <w:rsid w:val="00BD5A77"/>
    <w:rsid w:val="00BD6539"/>
    <w:rsid w:val="00BD7D73"/>
    <w:rsid w:val="00BE1A5F"/>
    <w:rsid w:val="00BF0703"/>
    <w:rsid w:val="00BF2649"/>
    <w:rsid w:val="00BF27E3"/>
    <w:rsid w:val="00BF3A7C"/>
    <w:rsid w:val="00C02191"/>
    <w:rsid w:val="00C03B4F"/>
    <w:rsid w:val="00C045D7"/>
    <w:rsid w:val="00C05218"/>
    <w:rsid w:val="00C0646F"/>
    <w:rsid w:val="00C11F54"/>
    <w:rsid w:val="00C151F2"/>
    <w:rsid w:val="00C15F7C"/>
    <w:rsid w:val="00C210EF"/>
    <w:rsid w:val="00C214EE"/>
    <w:rsid w:val="00C22542"/>
    <w:rsid w:val="00C2564D"/>
    <w:rsid w:val="00C25DD0"/>
    <w:rsid w:val="00C32478"/>
    <w:rsid w:val="00C32DBE"/>
    <w:rsid w:val="00C33917"/>
    <w:rsid w:val="00C35B9D"/>
    <w:rsid w:val="00C42A37"/>
    <w:rsid w:val="00C52ABB"/>
    <w:rsid w:val="00C52BA4"/>
    <w:rsid w:val="00C539C7"/>
    <w:rsid w:val="00C61A8A"/>
    <w:rsid w:val="00C61E7D"/>
    <w:rsid w:val="00C62589"/>
    <w:rsid w:val="00C66F88"/>
    <w:rsid w:val="00C67E51"/>
    <w:rsid w:val="00C80BC4"/>
    <w:rsid w:val="00C8291C"/>
    <w:rsid w:val="00C95097"/>
    <w:rsid w:val="00CA255E"/>
    <w:rsid w:val="00CB0784"/>
    <w:rsid w:val="00CB7453"/>
    <w:rsid w:val="00CB78F6"/>
    <w:rsid w:val="00CB7C59"/>
    <w:rsid w:val="00CC0FA0"/>
    <w:rsid w:val="00CD3679"/>
    <w:rsid w:val="00CD3B68"/>
    <w:rsid w:val="00CD40F9"/>
    <w:rsid w:val="00CD60CD"/>
    <w:rsid w:val="00CD6F0C"/>
    <w:rsid w:val="00CE0E86"/>
    <w:rsid w:val="00CE5A68"/>
    <w:rsid w:val="00CF059B"/>
    <w:rsid w:val="00CF0B83"/>
    <w:rsid w:val="00CF1166"/>
    <w:rsid w:val="00CF49D0"/>
    <w:rsid w:val="00CF7EDB"/>
    <w:rsid w:val="00D022CD"/>
    <w:rsid w:val="00D04033"/>
    <w:rsid w:val="00D04CEB"/>
    <w:rsid w:val="00D13212"/>
    <w:rsid w:val="00D20635"/>
    <w:rsid w:val="00D21184"/>
    <w:rsid w:val="00D21812"/>
    <w:rsid w:val="00D21CA8"/>
    <w:rsid w:val="00D225BD"/>
    <w:rsid w:val="00D249B1"/>
    <w:rsid w:val="00D25423"/>
    <w:rsid w:val="00D25BAC"/>
    <w:rsid w:val="00D32BC3"/>
    <w:rsid w:val="00D41C31"/>
    <w:rsid w:val="00D458F8"/>
    <w:rsid w:val="00D4599C"/>
    <w:rsid w:val="00D500F4"/>
    <w:rsid w:val="00D504FF"/>
    <w:rsid w:val="00D51E3A"/>
    <w:rsid w:val="00D600DD"/>
    <w:rsid w:val="00D6356C"/>
    <w:rsid w:val="00D66D7F"/>
    <w:rsid w:val="00D66E36"/>
    <w:rsid w:val="00D70328"/>
    <w:rsid w:val="00D7132E"/>
    <w:rsid w:val="00D71B3A"/>
    <w:rsid w:val="00D82BDC"/>
    <w:rsid w:val="00D834E3"/>
    <w:rsid w:val="00D85F36"/>
    <w:rsid w:val="00D87433"/>
    <w:rsid w:val="00D9481F"/>
    <w:rsid w:val="00D9528F"/>
    <w:rsid w:val="00DA2E33"/>
    <w:rsid w:val="00DA4551"/>
    <w:rsid w:val="00DA4E03"/>
    <w:rsid w:val="00DB21D3"/>
    <w:rsid w:val="00DC10F2"/>
    <w:rsid w:val="00DC147F"/>
    <w:rsid w:val="00DC5DBF"/>
    <w:rsid w:val="00DC7367"/>
    <w:rsid w:val="00DD75D7"/>
    <w:rsid w:val="00DE0762"/>
    <w:rsid w:val="00DE576A"/>
    <w:rsid w:val="00DE6AC6"/>
    <w:rsid w:val="00DE70FE"/>
    <w:rsid w:val="00DF1586"/>
    <w:rsid w:val="00DF33A0"/>
    <w:rsid w:val="00DF3DBC"/>
    <w:rsid w:val="00DF74EF"/>
    <w:rsid w:val="00E0000C"/>
    <w:rsid w:val="00E0150C"/>
    <w:rsid w:val="00E02BAC"/>
    <w:rsid w:val="00E07DB9"/>
    <w:rsid w:val="00E10874"/>
    <w:rsid w:val="00E13468"/>
    <w:rsid w:val="00E16BC9"/>
    <w:rsid w:val="00E2662B"/>
    <w:rsid w:val="00E26EF7"/>
    <w:rsid w:val="00E3706C"/>
    <w:rsid w:val="00E45907"/>
    <w:rsid w:val="00E501B4"/>
    <w:rsid w:val="00E520A3"/>
    <w:rsid w:val="00E541A5"/>
    <w:rsid w:val="00E5445C"/>
    <w:rsid w:val="00E61C45"/>
    <w:rsid w:val="00E630E5"/>
    <w:rsid w:val="00E634FC"/>
    <w:rsid w:val="00E65968"/>
    <w:rsid w:val="00E669EB"/>
    <w:rsid w:val="00E678ED"/>
    <w:rsid w:val="00E7283B"/>
    <w:rsid w:val="00E75CB9"/>
    <w:rsid w:val="00E77C58"/>
    <w:rsid w:val="00E820C4"/>
    <w:rsid w:val="00E84E43"/>
    <w:rsid w:val="00E85BDF"/>
    <w:rsid w:val="00E903D5"/>
    <w:rsid w:val="00E91F69"/>
    <w:rsid w:val="00E92369"/>
    <w:rsid w:val="00E93956"/>
    <w:rsid w:val="00E96A3B"/>
    <w:rsid w:val="00EA033A"/>
    <w:rsid w:val="00EA398E"/>
    <w:rsid w:val="00EA4F5B"/>
    <w:rsid w:val="00EA52BA"/>
    <w:rsid w:val="00EB2B1C"/>
    <w:rsid w:val="00EB40C3"/>
    <w:rsid w:val="00EB56AF"/>
    <w:rsid w:val="00EC4028"/>
    <w:rsid w:val="00ED31D6"/>
    <w:rsid w:val="00EE0239"/>
    <w:rsid w:val="00EE05EE"/>
    <w:rsid w:val="00EE1DCF"/>
    <w:rsid w:val="00EE1E26"/>
    <w:rsid w:val="00EE49FE"/>
    <w:rsid w:val="00EE4F0A"/>
    <w:rsid w:val="00EE7DA0"/>
    <w:rsid w:val="00F02107"/>
    <w:rsid w:val="00F032C8"/>
    <w:rsid w:val="00F03435"/>
    <w:rsid w:val="00F04179"/>
    <w:rsid w:val="00F06744"/>
    <w:rsid w:val="00F102CC"/>
    <w:rsid w:val="00F10790"/>
    <w:rsid w:val="00F12417"/>
    <w:rsid w:val="00F136E5"/>
    <w:rsid w:val="00F15C2D"/>
    <w:rsid w:val="00F166C4"/>
    <w:rsid w:val="00F17A26"/>
    <w:rsid w:val="00F22E7F"/>
    <w:rsid w:val="00F26610"/>
    <w:rsid w:val="00F30084"/>
    <w:rsid w:val="00F31713"/>
    <w:rsid w:val="00F34B36"/>
    <w:rsid w:val="00F35A92"/>
    <w:rsid w:val="00F37517"/>
    <w:rsid w:val="00F40C33"/>
    <w:rsid w:val="00F40D2B"/>
    <w:rsid w:val="00F41EBE"/>
    <w:rsid w:val="00F4248C"/>
    <w:rsid w:val="00F43724"/>
    <w:rsid w:val="00F45879"/>
    <w:rsid w:val="00F4628C"/>
    <w:rsid w:val="00F55AC8"/>
    <w:rsid w:val="00F56D07"/>
    <w:rsid w:val="00F571F0"/>
    <w:rsid w:val="00F5729D"/>
    <w:rsid w:val="00F66457"/>
    <w:rsid w:val="00F71708"/>
    <w:rsid w:val="00F75661"/>
    <w:rsid w:val="00F75F87"/>
    <w:rsid w:val="00F81A53"/>
    <w:rsid w:val="00F91158"/>
    <w:rsid w:val="00F91659"/>
    <w:rsid w:val="00F91FAD"/>
    <w:rsid w:val="00F94FD4"/>
    <w:rsid w:val="00FA0191"/>
    <w:rsid w:val="00FA40E6"/>
    <w:rsid w:val="00FB0B9A"/>
    <w:rsid w:val="00FB4614"/>
    <w:rsid w:val="00FB472A"/>
    <w:rsid w:val="00FC4AEB"/>
    <w:rsid w:val="00FC520D"/>
    <w:rsid w:val="00FC5D2C"/>
    <w:rsid w:val="00FD0E3C"/>
    <w:rsid w:val="00FD1964"/>
    <w:rsid w:val="00FD61CF"/>
    <w:rsid w:val="00FE0C01"/>
    <w:rsid w:val="00FE1425"/>
    <w:rsid w:val="00FE2C58"/>
    <w:rsid w:val="00FE2EAB"/>
    <w:rsid w:val="00FF24B3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B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4">
    <w:name w:val="heading 4"/>
    <w:basedOn w:val="Normal"/>
    <w:link w:val="Heading4Char"/>
    <w:uiPriority w:val="99"/>
    <w:qFormat/>
    <w:locked/>
    <w:rsid w:val="006B24C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B24CD"/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Normal"/>
    <w:uiPriority w:val="99"/>
    <w:rsid w:val="00C52AB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477DD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7DD"/>
    <w:rPr>
      <w:rFonts w:ascii="Tahoma" w:hAnsi="Tahoma" w:cs="Times New Roman"/>
      <w:sz w:val="16"/>
      <w:lang w:eastAsia="ru-RU"/>
    </w:rPr>
  </w:style>
  <w:style w:type="character" w:styleId="Hyperlink">
    <w:name w:val="Hyperlink"/>
    <w:basedOn w:val="DefaultParagraphFont"/>
    <w:uiPriority w:val="99"/>
    <w:rsid w:val="006424A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34E3"/>
    <w:rPr>
      <w:rFonts w:ascii="Arial" w:hAnsi="Arial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34E3"/>
    <w:rPr>
      <w:rFonts w:ascii="Arial" w:hAnsi="Arial" w:cs="Times New Roman"/>
      <w:sz w:val="20"/>
      <w:lang w:eastAsia="ru-RU"/>
    </w:rPr>
  </w:style>
  <w:style w:type="paragraph" w:customStyle="1" w:styleId="a">
    <w:name w:val="Знак Знак Знак"/>
    <w:basedOn w:val="Normal"/>
    <w:uiPriority w:val="99"/>
    <w:rsid w:val="006F40D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uiPriority w:val="99"/>
    <w:rsid w:val="00A1564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Normal"/>
    <w:uiPriority w:val="99"/>
    <w:rsid w:val="006B24C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.FORMATTEXT"/>
    <w:uiPriority w:val="99"/>
    <w:rsid w:val="00423F7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1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188</Words>
  <Characters>1077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minenergo2</dc:creator>
  <cp:keywords/>
  <dc:description/>
  <cp:lastModifiedBy>Пользователь</cp:lastModifiedBy>
  <cp:revision>8</cp:revision>
  <cp:lastPrinted>2017-06-08T12:39:00Z</cp:lastPrinted>
  <dcterms:created xsi:type="dcterms:W3CDTF">2017-05-26T06:38:00Z</dcterms:created>
  <dcterms:modified xsi:type="dcterms:W3CDTF">2017-06-30T12:10:00Z</dcterms:modified>
</cp:coreProperties>
</file>