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B6" w:rsidRDefault="00D55FB6" w:rsidP="00D71D7B">
      <w:pPr>
        <w:tabs>
          <w:tab w:val="left" w:pos="9180"/>
        </w:tabs>
        <w:suppressAutoHyphens/>
        <w:rPr>
          <w:b/>
          <w:sz w:val="32"/>
          <w:szCs w:val="32"/>
        </w:rPr>
      </w:pPr>
      <w:r>
        <w:rPr>
          <w:b/>
          <w:sz w:val="32"/>
          <w:szCs w:val="32"/>
        </w:rPr>
        <w:t>ЗАКОН УЛЬЯНОВСКОЙ ОБЛАСТИ</w:t>
      </w:r>
    </w:p>
    <w:p w:rsidR="00D55FB6" w:rsidRDefault="00D55FB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D55FB6" w:rsidRDefault="00D55FB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D55FB6" w:rsidRPr="00CB19E5" w:rsidRDefault="00D55FB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5FB6" w:rsidRPr="00CB19E5" w:rsidRDefault="00D55FB6" w:rsidP="00567FC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5FB6" w:rsidRPr="00CB19E5" w:rsidRDefault="00D55FB6" w:rsidP="00F63874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CB19E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статьи 2 и 4</w:t>
      </w:r>
      <w:r w:rsidRPr="00CB19E5">
        <w:rPr>
          <w:b/>
          <w:sz w:val="28"/>
          <w:szCs w:val="28"/>
        </w:rPr>
        <w:t xml:space="preserve"> Закон</w:t>
      </w:r>
      <w:r>
        <w:rPr>
          <w:b/>
          <w:sz w:val="28"/>
          <w:szCs w:val="28"/>
        </w:rPr>
        <w:t>а</w:t>
      </w:r>
      <w:r w:rsidRPr="00CB19E5">
        <w:rPr>
          <w:b/>
          <w:sz w:val="28"/>
          <w:szCs w:val="28"/>
        </w:rPr>
        <w:t xml:space="preserve"> Ульяновской области </w:t>
      </w:r>
    </w:p>
    <w:p w:rsidR="00D55FB6" w:rsidRDefault="00D55FB6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мерах государственной поддержки общественных объединений </w:t>
      </w:r>
    </w:p>
    <w:p w:rsidR="00D55FB6" w:rsidRPr="0060116C" w:rsidRDefault="00D55FB6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16C">
        <w:rPr>
          <w:rFonts w:ascii="Times New Roman" w:hAnsi="Times New Roman" w:cs="Times New Roman"/>
          <w:b/>
          <w:sz w:val="28"/>
          <w:szCs w:val="28"/>
        </w:rPr>
        <w:t>пожарной охраны и добровольных пожарных в Ульяновской области»</w:t>
      </w:r>
    </w:p>
    <w:p w:rsidR="00D55FB6" w:rsidRPr="0048022B" w:rsidRDefault="00D55FB6" w:rsidP="00F63874">
      <w:pPr>
        <w:suppressAutoHyphens/>
        <w:jc w:val="center"/>
        <w:rPr>
          <w:sz w:val="28"/>
          <w:szCs w:val="28"/>
        </w:rPr>
      </w:pPr>
    </w:p>
    <w:p w:rsidR="00D55FB6" w:rsidRPr="0048022B" w:rsidRDefault="00D55FB6" w:rsidP="00F63874">
      <w:pPr>
        <w:suppressAutoHyphens/>
        <w:jc w:val="center"/>
        <w:rPr>
          <w:i/>
          <w:sz w:val="28"/>
          <w:szCs w:val="28"/>
        </w:rPr>
      </w:pPr>
    </w:p>
    <w:p w:rsidR="00D55FB6" w:rsidRDefault="00D55FB6" w:rsidP="0048022B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июня 2017 года</w:t>
      </w:r>
    </w:p>
    <w:p w:rsidR="00D55FB6" w:rsidRPr="0048022B" w:rsidRDefault="00D55FB6" w:rsidP="0048022B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bCs/>
          <w:sz w:val="28"/>
          <w:szCs w:val="28"/>
        </w:rPr>
      </w:pPr>
    </w:p>
    <w:p w:rsidR="00D55FB6" w:rsidRPr="0048022B" w:rsidRDefault="00D55FB6" w:rsidP="00F63874">
      <w:pPr>
        <w:suppressAutoHyphens/>
        <w:jc w:val="center"/>
        <w:rPr>
          <w:i/>
          <w:sz w:val="28"/>
          <w:szCs w:val="28"/>
        </w:rPr>
      </w:pPr>
    </w:p>
    <w:p w:rsidR="00D55FB6" w:rsidRPr="0048022B" w:rsidRDefault="00D55FB6" w:rsidP="0037062F">
      <w:pPr>
        <w:suppressAutoHyphens/>
        <w:jc w:val="both"/>
        <w:rPr>
          <w:b/>
          <w:sz w:val="28"/>
          <w:szCs w:val="28"/>
        </w:rPr>
      </w:pPr>
    </w:p>
    <w:p w:rsidR="00D55FB6" w:rsidRPr="00B57447" w:rsidRDefault="00D55FB6" w:rsidP="00FD2D72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B57447">
        <w:rPr>
          <w:sz w:val="28"/>
          <w:szCs w:val="28"/>
        </w:rPr>
        <w:t xml:space="preserve">Внести в </w:t>
      </w:r>
      <w:hyperlink r:id="rId7" w:history="1">
        <w:r w:rsidRPr="00B57447">
          <w:rPr>
            <w:sz w:val="28"/>
            <w:szCs w:val="28"/>
          </w:rPr>
          <w:t>Закон</w:t>
        </w:r>
      </w:hyperlink>
      <w:r w:rsidRPr="00B57447">
        <w:rPr>
          <w:sz w:val="28"/>
          <w:szCs w:val="28"/>
        </w:rPr>
        <w:t xml:space="preserve"> Ульяновской об</w:t>
      </w:r>
      <w:r>
        <w:rPr>
          <w:sz w:val="28"/>
          <w:szCs w:val="28"/>
        </w:rPr>
        <w:t>ласти от 6 октября 2011 года № 170-ЗО         «</w:t>
      </w:r>
      <w:r w:rsidRPr="00B57447">
        <w:rPr>
          <w:sz w:val="28"/>
          <w:szCs w:val="28"/>
        </w:rPr>
        <w:t>О мерах государственной поддерж</w:t>
      </w:r>
      <w:r>
        <w:rPr>
          <w:sz w:val="28"/>
          <w:szCs w:val="28"/>
        </w:rPr>
        <w:t xml:space="preserve">ки общественных объединений </w:t>
      </w:r>
      <w:r w:rsidRPr="00B57447">
        <w:rPr>
          <w:sz w:val="28"/>
          <w:szCs w:val="28"/>
        </w:rPr>
        <w:t>пожарной охраны и добровольных</w:t>
      </w:r>
      <w:r>
        <w:rPr>
          <w:sz w:val="28"/>
          <w:szCs w:val="28"/>
        </w:rPr>
        <w:t xml:space="preserve"> пожарных в Ульяновской области» </w:t>
      </w:r>
      <w:r w:rsidRPr="00B57447">
        <w:rPr>
          <w:sz w:val="28"/>
          <w:szCs w:val="28"/>
        </w:rPr>
        <w:t>(«Ульяновс</w:t>
      </w:r>
      <w:r>
        <w:rPr>
          <w:sz w:val="28"/>
          <w:szCs w:val="28"/>
        </w:rPr>
        <w:t>кая правда» от 12.10.2011 № 115;</w:t>
      </w:r>
      <w:r w:rsidRPr="00B57447">
        <w:rPr>
          <w:sz w:val="28"/>
          <w:szCs w:val="28"/>
        </w:rPr>
        <w:t xml:space="preserve"> от 07.06.2013</w:t>
      </w:r>
      <w:r>
        <w:rPr>
          <w:sz w:val="28"/>
          <w:szCs w:val="28"/>
        </w:rPr>
        <w:t xml:space="preserve"> № 60-61; </w:t>
      </w:r>
      <w:r w:rsidRPr="00B57447">
        <w:rPr>
          <w:sz w:val="28"/>
          <w:szCs w:val="28"/>
        </w:rPr>
        <w:t>от 11.11.2013 № 144</w:t>
      </w:r>
      <w:r>
        <w:rPr>
          <w:sz w:val="28"/>
          <w:szCs w:val="28"/>
        </w:rPr>
        <w:t xml:space="preserve">;             от </w:t>
      </w:r>
      <w:r w:rsidRPr="00B57447">
        <w:rPr>
          <w:sz w:val="28"/>
          <w:szCs w:val="28"/>
        </w:rPr>
        <w:t>14.05.2015</w:t>
      </w:r>
      <w:r>
        <w:rPr>
          <w:sz w:val="28"/>
          <w:szCs w:val="28"/>
        </w:rPr>
        <w:t xml:space="preserve"> № 62</w:t>
      </w:r>
      <w:r w:rsidRPr="00B574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57447">
        <w:rPr>
          <w:sz w:val="28"/>
          <w:szCs w:val="28"/>
        </w:rPr>
        <w:t>следующие изменения:</w:t>
      </w:r>
    </w:p>
    <w:p w:rsidR="00D55FB6" w:rsidRPr="00842E92" w:rsidRDefault="00D55FB6" w:rsidP="00FD2D7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2E92">
        <w:rPr>
          <w:rFonts w:ascii="Times New Roman" w:hAnsi="Times New Roman" w:cs="Times New Roman"/>
          <w:sz w:val="28"/>
          <w:szCs w:val="28"/>
        </w:rPr>
        <w:t xml:space="preserve">1) пункт 1 статьи 2 дополнить </w:t>
      </w:r>
      <w:r>
        <w:rPr>
          <w:rFonts w:ascii="Times New Roman" w:hAnsi="Times New Roman" w:cs="Times New Roman"/>
          <w:sz w:val="28"/>
          <w:szCs w:val="28"/>
        </w:rPr>
        <w:t xml:space="preserve">словами «– </w:t>
      </w:r>
      <w:r w:rsidRPr="00842E92">
        <w:rPr>
          <w:rFonts w:ascii="Times New Roman" w:hAnsi="Times New Roman" w:cs="Times New Roman"/>
          <w:sz w:val="28"/>
          <w:szCs w:val="28"/>
        </w:rPr>
        <w:t xml:space="preserve">общественным объединениям пожарной охраны, </w:t>
      </w:r>
      <w:r>
        <w:rPr>
          <w:rFonts w:ascii="Times New Roman" w:hAnsi="Times New Roman" w:cs="Times New Roman"/>
          <w:sz w:val="28"/>
          <w:szCs w:val="28"/>
        </w:rPr>
        <w:t>которые приобрели права юридического лица</w:t>
      </w:r>
      <w:r w:rsidRPr="00842E92">
        <w:rPr>
          <w:rFonts w:ascii="Times New Roman" w:hAnsi="Times New Roman" w:cs="Times New Roman"/>
          <w:sz w:val="28"/>
          <w:szCs w:val="28"/>
        </w:rPr>
        <w:t>»;</w:t>
      </w:r>
    </w:p>
    <w:p w:rsidR="00D55FB6" w:rsidRPr="00842E92" w:rsidRDefault="00D55FB6" w:rsidP="00FD2D72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842E92">
        <w:rPr>
          <w:sz w:val="28"/>
          <w:szCs w:val="28"/>
        </w:rPr>
        <w:t xml:space="preserve">2) в </w:t>
      </w:r>
      <w:r>
        <w:rPr>
          <w:sz w:val="28"/>
          <w:szCs w:val="28"/>
        </w:rPr>
        <w:t>абзаце первом части 1статьи 4 слово</w:t>
      </w:r>
      <w:r w:rsidRPr="00842E92">
        <w:rPr>
          <w:sz w:val="28"/>
          <w:szCs w:val="28"/>
        </w:rPr>
        <w:t xml:space="preserve"> «территориальных» исключить.</w:t>
      </w:r>
    </w:p>
    <w:p w:rsidR="00D55FB6" w:rsidRDefault="00D55FB6" w:rsidP="0037062F">
      <w:pPr>
        <w:suppressAutoHyphens/>
        <w:jc w:val="both"/>
        <w:rPr>
          <w:sz w:val="28"/>
          <w:szCs w:val="28"/>
        </w:rPr>
      </w:pPr>
    </w:p>
    <w:p w:rsidR="00D55FB6" w:rsidRDefault="00D55FB6" w:rsidP="00ED1F89">
      <w:pPr>
        <w:suppressAutoHyphens/>
        <w:ind w:firstLine="709"/>
        <w:jc w:val="both"/>
        <w:rPr>
          <w:sz w:val="28"/>
          <w:szCs w:val="28"/>
        </w:rPr>
      </w:pPr>
    </w:p>
    <w:p w:rsidR="00D55FB6" w:rsidRDefault="00D55FB6" w:rsidP="00ED1F89">
      <w:pPr>
        <w:suppressAutoHyphens/>
        <w:ind w:firstLine="709"/>
        <w:jc w:val="both"/>
        <w:rPr>
          <w:sz w:val="28"/>
          <w:szCs w:val="28"/>
        </w:rPr>
      </w:pPr>
    </w:p>
    <w:p w:rsidR="00D55FB6" w:rsidRPr="00CB19E5" w:rsidRDefault="00D55FB6" w:rsidP="00F63874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</w:t>
      </w:r>
      <w:r>
        <w:rPr>
          <w:b/>
          <w:sz w:val="28"/>
          <w:szCs w:val="28"/>
        </w:rPr>
        <w:t xml:space="preserve">                 </w:t>
      </w:r>
      <w:r w:rsidRPr="00CB19E5">
        <w:rPr>
          <w:b/>
          <w:sz w:val="28"/>
          <w:szCs w:val="28"/>
        </w:rPr>
        <w:t xml:space="preserve">    С.И.Морозов</w:t>
      </w:r>
    </w:p>
    <w:p w:rsidR="00D55FB6" w:rsidRDefault="00D55FB6" w:rsidP="002F271E">
      <w:pPr>
        <w:suppressAutoHyphens/>
        <w:jc w:val="both"/>
        <w:rPr>
          <w:sz w:val="28"/>
          <w:szCs w:val="28"/>
        </w:rPr>
      </w:pPr>
    </w:p>
    <w:p w:rsidR="00D55FB6" w:rsidRDefault="00D55FB6" w:rsidP="002F271E">
      <w:pPr>
        <w:suppressAutoHyphens/>
        <w:jc w:val="both"/>
        <w:rPr>
          <w:sz w:val="28"/>
          <w:szCs w:val="28"/>
        </w:rPr>
      </w:pPr>
    </w:p>
    <w:p w:rsidR="00D55FB6" w:rsidRPr="00CB19E5" w:rsidRDefault="00D55FB6" w:rsidP="00F63874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D55FB6" w:rsidRPr="00CB19E5" w:rsidRDefault="00D55FB6" w:rsidP="00F6387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26 июня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</w:t>
        </w:r>
        <w:r w:rsidRPr="00CB19E5">
          <w:rPr>
            <w:sz w:val="28"/>
            <w:szCs w:val="28"/>
          </w:rPr>
          <w:t xml:space="preserve"> г</w:t>
        </w:r>
      </w:smartTag>
      <w:r w:rsidRPr="00CB19E5">
        <w:rPr>
          <w:sz w:val="28"/>
          <w:szCs w:val="28"/>
        </w:rPr>
        <w:t>.</w:t>
      </w:r>
    </w:p>
    <w:p w:rsidR="00D55FB6" w:rsidRPr="00CB19E5" w:rsidRDefault="00D55FB6" w:rsidP="00F63874">
      <w:pPr>
        <w:suppressAutoHyphens/>
        <w:jc w:val="center"/>
        <w:rPr>
          <w:i/>
          <w:sz w:val="22"/>
          <w:szCs w:val="22"/>
        </w:rPr>
      </w:pPr>
      <w:bookmarkStart w:id="0" w:name="_GoBack"/>
      <w:bookmarkEnd w:id="0"/>
      <w:r w:rsidRPr="00CB19E5">
        <w:rPr>
          <w:sz w:val="28"/>
          <w:szCs w:val="28"/>
        </w:rPr>
        <w:t>№</w:t>
      </w:r>
      <w:r>
        <w:rPr>
          <w:sz w:val="28"/>
          <w:szCs w:val="28"/>
        </w:rPr>
        <w:t>61</w:t>
      </w:r>
      <w:r w:rsidRPr="00CB19E5">
        <w:rPr>
          <w:sz w:val="28"/>
          <w:szCs w:val="28"/>
        </w:rPr>
        <w:t>-ЗО</w:t>
      </w:r>
    </w:p>
    <w:sectPr w:rsidR="00D55FB6" w:rsidRPr="00CB19E5" w:rsidSect="002F271E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FB6" w:rsidRDefault="00D55FB6">
      <w:r>
        <w:separator/>
      </w:r>
    </w:p>
  </w:endnote>
  <w:endnote w:type="continuationSeparator" w:id="0">
    <w:p w:rsidR="00D55FB6" w:rsidRDefault="00D5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FB6" w:rsidRDefault="00D55FB6">
      <w:r>
        <w:separator/>
      </w:r>
    </w:p>
  </w:footnote>
  <w:footnote w:type="continuationSeparator" w:id="0">
    <w:p w:rsidR="00D55FB6" w:rsidRDefault="00D5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B6" w:rsidRDefault="00D55FB6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5FB6" w:rsidRDefault="00D55F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B6" w:rsidRPr="001133A9" w:rsidRDefault="00D55FB6" w:rsidP="006424C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  <w:p w:rsidR="00D55FB6" w:rsidRDefault="00D55F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B6" w:rsidRDefault="00D55FB6" w:rsidP="005F3F7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9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71702A96"/>
    <w:multiLevelType w:val="hybridMultilevel"/>
    <w:tmpl w:val="3E92D96A"/>
    <w:lvl w:ilvl="0" w:tplc="0658CD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4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11384"/>
    <w:rsid w:val="00024643"/>
    <w:rsid w:val="00031657"/>
    <w:rsid w:val="000319B7"/>
    <w:rsid w:val="00035ACE"/>
    <w:rsid w:val="00061845"/>
    <w:rsid w:val="000A0380"/>
    <w:rsid w:val="000A3B5C"/>
    <w:rsid w:val="000A7DC9"/>
    <w:rsid w:val="000B4E74"/>
    <w:rsid w:val="000D4283"/>
    <w:rsid w:val="000E3903"/>
    <w:rsid w:val="000F7244"/>
    <w:rsid w:val="0010567F"/>
    <w:rsid w:val="00107D84"/>
    <w:rsid w:val="0011268F"/>
    <w:rsid w:val="001132C3"/>
    <w:rsid w:val="001133A9"/>
    <w:rsid w:val="00122BE8"/>
    <w:rsid w:val="001306D6"/>
    <w:rsid w:val="0014135F"/>
    <w:rsid w:val="00151636"/>
    <w:rsid w:val="001769E2"/>
    <w:rsid w:val="0019049E"/>
    <w:rsid w:val="001A070D"/>
    <w:rsid w:val="001B0EC8"/>
    <w:rsid w:val="001C2617"/>
    <w:rsid w:val="001C4F2C"/>
    <w:rsid w:val="001C5A41"/>
    <w:rsid w:val="001D0304"/>
    <w:rsid w:val="001D696D"/>
    <w:rsid w:val="001E0166"/>
    <w:rsid w:val="001E623F"/>
    <w:rsid w:val="001F5CC2"/>
    <w:rsid w:val="002010FD"/>
    <w:rsid w:val="002012B4"/>
    <w:rsid w:val="00204007"/>
    <w:rsid w:val="00215FD3"/>
    <w:rsid w:val="00230E8C"/>
    <w:rsid w:val="002364CC"/>
    <w:rsid w:val="00244BCE"/>
    <w:rsid w:val="00247D69"/>
    <w:rsid w:val="002539A2"/>
    <w:rsid w:val="002625A8"/>
    <w:rsid w:val="00262A1A"/>
    <w:rsid w:val="00271A3E"/>
    <w:rsid w:val="0027698A"/>
    <w:rsid w:val="00287245"/>
    <w:rsid w:val="00295877"/>
    <w:rsid w:val="002B170F"/>
    <w:rsid w:val="002B63C5"/>
    <w:rsid w:val="002B761C"/>
    <w:rsid w:val="002F271E"/>
    <w:rsid w:val="003011EE"/>
    <w:rsid w:val="00320988"/>
    <w:rsid w:val="00323510"/>
    <w:rsid w:val="00324F45"/>
    <w:rsid w:val="00326362"/>
    <w:rsid w:val="00330B23"/>
    <w:rsid w:val="00362135"/>
    <w:rsid w:val="0037062F"/>
    <w:rsid w:val="003745FA"/>
    <w:rsid w:val="00375686"/>
    <w:rsid w:val="0039028E"/>
    <w:rsid w:val="003A072F"/>
    <w:rsid w:val="003A1DC7"/>
    <w:rsid w:val="003A3944"/>
    <w:rsid w:val="003B429D"/>
    <w:rsid w:val="003B644F"/>
    <w:rsid w:val="003C0441"/>
    <w:rsid w:val="003C3BA1"/>
    <w:rsid w:val="003D06AB"/>
    <w:rsid w:val="003E2143"/>
    <w:rsid w:val="003E55A6"/>
    <w:rsid w:val="00412CC4"/>
    <w:rsid w:val="00414937"/>
    <w:rsid w:val="00424CA9"/>
    <w:rsid w:val="00444137"/>
    <w:rsid w:val="004512FD"/>
    <w:rsid w:val="00471D12"/>
    <w:rsid w:val="00477698"/>
    <w:rsid w:val="0048022B"/>
    <w:rsid w:val="0048636F"/>
    <w:rsid w:val="00492808"/>
    <w:rsid w:val="00496EE5"/>
    <w:rsid w:val="004A64E3"/>
    <w:rsid w:val="004C0667"/>
    <w:rsid w:val="004C068A"/>
    <w:rsid w:val="004C5EBD"/>
    <w:rsid w:val="004C682D"/>
    <w:rsid w:val="004D1A2C"/>
    <w:rsid w:val="004E0A7C"/>
    <w:rsid w:val="004E47E7"/>
    <w:rsid w:val="00513FDB"/>
    <w:rsid w:val="00520D33"/>
    <w:rsid w:val="00523006"/>
    <w:rsid w:val="00532E6A"/>
    <w:rsid w:val="005360E1"/>
    <w:rsid w:val="00541E68"/>
    <w:rsid w:val="00542889"/>
    <w:rsid w:val="0056157A"/>
    <w:rsid w:val="00567FC0"/>
    <w:rsid w:val="00586460"/>
    <w:rsid w:val="00587151"/>
    <w:rsid w:val="005A28A9"/>
    <w:rsid w:val="005B3FE5"/>
    <w:rsid w:val="005C02D7"/>
    <w:rsid w:val="005C0E46"/>
    <w:rsid w:val="005D5B9D"/>
    <w:rsid w:val="005F19C6"/>
    <w:rsid w:val="005F2D43"/>
    <w:rsid w:val="005F3F7B"/>
    <w:rsid w:val="0060116C"/>
    <w:rsid w:val="006157AD"/>
    <w:rsid w:val="00622750"/>
    <w:rsid w:val="00631CDB"/>
    <w:rsid w:val="006424CF"/>
    <w:rsid w:val="00670E2B"/>
    <w:rsid w:val="006952EB"/>
    <w:rsid w:val="006A1AF4"/>
    <w:rsid w:val="006A5334"/>
    <w:rsid w:val="006B2248"/>
    <w:rsid w:val="006B2F27"/>
    <w:rsid w:val="007038BB"/>
    <w:rsid w:val="00706B3E"/>
    <w:rsid w:val="007320A3"/>
    <w:rsid w:val="007365FD"/>
    <w:rsid w:val="0074424B"/>
    <w:rsid w:val="00744973"/>
    <w:rsid w:val="00755868"/>
    <w:rsid w:val="0076237D"/>
    <w:rsid w:val="00797D8B"/>
    <w:rsid w:val="007A22C8"/>
    <w:rsid w:val="007B339E"/>
    <w:rsid w:val="007C68D9"/>
    <w:rsid w:val="007E11A3"/>
    <w:rsid w:val="007E7F62"/>
    <w:rsid w:val="007F07AD"/>
    <w:rsid w:val="007F418F"/>
    <w:rsid w:val="00802772"/>
    <w:rsid w:val="00810174"/>
    <w:rsid w:val="008107B9"/>
    <w:rsid w:val="00816208"/>
    <w:rsid w:val="00816592"/>
    <w:rsid w:val="00837244"/>
    <w:rsid w:val="00842E92"/>
    <w:rsid w:val="0084332C"/>
    <w:rsid w:val="00851893"/>
    <w:rsid w:val="0085525B"/>
    <w:rsid w:val="00873B80"/>
    <w:rsid w:val="008843E5"/>
    <w:rsid w:val="00895D14"/>
    <w:rsid w:val="00896298"/>
    <w:rsid w:val="008A0437"/>
    <w:rsid w:val="008A171B"/>
    <w:rsid w:val="008A5FD2"/>
    <w:rsid w:val="008D4A15"/>
    <w:rsid w:val="008D7F67"/>
    <w:rsid w:val="008F4B68"/>
    <w:rsid w:val="00906BD6"/>
    <w:rsid w:val="00910AF0"/>
    <w:rsid w:val="00936DB0"/>
    <w:rsid w:val="00936EED"/>
    <w:rsid w:val="00937E4A"/>
    <w:rsid w:val="009421F6"/>
    <w:rsid w:val="00965FCD"/>
    <w:rsid w:val="00971AC3"/>
    <w:rsid w:val="009904E5"/>
    <w:rsid w:val="00992290"/>
    <w:rsid w:val="00997B91"/>
    <w:rsid w:val="009B75CF"/>
    <w:rsid w:val="009C1FB4"/>
    <w:rsid w:val="009C7F22"/>
    <w:rsid w:val="009D6070"/>
    <w:rsid w:val="009E6A5E"/>
    <w:rsid w:val="00A00E44"/>
    <w:rsid w:val="00A02F41"/>
    <w:rsid w:val="00A23CFE"/>
    <w:rsid w:val="00A26DEE"/>
    <w:rsid w:val="00A401AA"/>
    <w:rsid w:val="00A42BBE"/>
    <w:rsid w:val="00A42BE3"/>
    <w:rsid w:val="00A459D8"/>
    <w:rsid w:val="00A54E77"/>
    <w:rsid w:val="00A5595A"/>
    <w:rsid w:val="00A73B12"/>
    <w:rsid w:val="00A928A3"/>
    <w:rsid w:val="00A92A92"/>
    <w:rsid w:val="00AC600C"/>
    <w:rsid w:val="00AD187D"/>
    <w:rsid w:val="00AD5D1E"/>
    <w:rsid w:val="00B03E2C"/>
    <w:rsid w:val="00B23CD0"/>
    <w:rsid w:val="00B40762"/>
    <w:rsid w:val="00B57447"/>
    <w:rsid w:val="00B62F62"/>
    <w:rsid w:val="00B650E5"/>
    <w:rsid w:val="00B849CA"/>
    <w:rsid w:val="00B876C9"/>
    <w:rsid w:val="00B94105"/>
    <w:rsid w:val="00BA3B7E"/>
    <w:rsid w:val="00BA5404"/>
    <w:rsid w:val="00BE11ED"/>
    <w:rsid w:val="00BE4E13"/>
    <w:rsid w:val="00BF05C6"/>
    <w:rsid w:val="00C137EE"/>
    <w:rsid w:val="00C14560"/>
    <w:rsid w:val="00C22790"/>
    <w:rsid w:val="00C32935"/>
    <w:rsid w:val="00C51DCA"/>
    <w:rsid w:val="00C60A39"/>
    <w:rsid w:val="00C84FD5"/>
    <w:rsid w:val="00CA25B6"/>
    <w:rsid w:val="00CB19E5"/>
    <w:rsid w:val="00CB42E0"/>
    <w:rsid w:val="00CC5C02"/>
    <w:rsid w:val="00CC7076"/>
    <w:rsid w:val="00CD0856"/>
    <w:rsid w:val="00CD3B75"/>
    <w:rsid w:val="00CE267F"/>
    <w:rsid w:val="00CF06F0"/>
    <w:rsid w:val="00CF61D8"/>
    <w:rsid w:val="00D14907"/>
    <w:rsid w:val="00D1531F"/>
    <w:rsid w:val="00D265E1"/>
    <w:rsid w:val="00D272F4"/>
    <w:rsid w:val="00D54EA1"/>
    <w:rsid w:val="00D55F8B"/>
    <w:rsid w:val="00D55FB6"/>
    <w:rsid w:val="00D57CA3"/>
    <w:rsid w:val="00D623BB"/>
    <w:rsid w:val="00D63368"/>
    <w:rsid w:val="00D65AE4"/>
    <w:rsid w:val="00D674CD"/>
    <w:rsid w:val="00D71D7B"/>
    <w:rsid w:val="00D73509"/>
    <w:rsid w:val="00D9449D"/>
    <w:rsid w:val="00DA1817"/>
    <w:rsid w:val="00DA539C"/>
    <w:rsid w:val="00DC16B1"/>
    <w:rsid w:val="00E00377"/>
    <w:rsid w:val="00E078EB"/>
    <w:rsid w:val="00E165EE"/>
    <w:rsid w:val="00E2449D"/>
    <w:rsid w:val="00E2751A"/>
    <w:rsid w:val="00E511B5"/>
    <w:rsid w:val="00E619C9"/>
    <w:rsid w:val="00E80769"/>
    <w:rsid w:val="00E9549C"/>
    <w:rsid w:val="00EA0C9E"/>
    <w:rsid w:val="00EA6B15"/>
    <w:rsid w:val="00EB05D3"/>
    <w:rsid w:val="00ED1F89"/>
    <w:rsid w:val="00ED5C8B"/>
    <w:rsid w:val="00EE27B6"/>
    <w:rsid w:val="00EE6F10"/>
    <w:rsid w:val="00EF72EB"/>
    <w:rsid w:val="00F377BB"/>
    <w:rsid w:val="00F41F7E"/>
    <w:rsid w:val="00F45765"/>
    <w:rsid w:val="00F475BB"/>
    <w:rsid w:val="00F47F47"/>
    <w:rsid w:val="00F63874"/>
    <w:rsid w:val="00F825FF"/>
    <w:rsid w:val="00F923A2"/>
    <w:rsid w:val="00F92C99"/>
    <w:rsid w:val="00FA4F2D"/>
    <w:rsid w:val="00FB161E"/>
    <w:rsid w:val="00FB443F"/>
    <w:rsid w:val="00FC2BF4"/>
    <w:rsid w:val="00FD05BE"/>
    <w:rsid w:val="00FD2D72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9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0EC8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0EC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0EC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0EC8"/>
    <w:rPr>
      <w:rFonts w:cs="Times New Roman"/>
      <w:sz w:val="2"/>
    </w:rPr>
  </w:style>
  <w:style w:type="character" w:customStyle="1" w:styleId="a">
    <w:name w:val="Гипертекстовая ссылка"/>
    <w:basedOn w:val="DefaultParagraphFont"/>
    <w:uiPriority w:val="99"/>
    <w:rsid w:val="0019049E"/>
    <w:rPr>
      <w:rFonts w:cs="Times New Roman"/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Normal"/>
    <w:uiPriority w:val="99"/>
    <w:rsid w:val="0048022B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3">
    <w:name w:val="Font Style13"/>
    <w:uiPriority w:val="99"/>
    <w:rsid w:val="0048022B"/>
    <w:rPr>
      <w:rFonts w:ascii="Times New Roman" w:hAnsi="Times New Roman"/>
      <w:b/>
      <w:sz w:val="26"/>
    </w:rPr>
  </w:style>
  <w:style w:type="paragraph" w:customStyle="1" w:styleId="ConsNormal">
    <w:name w:val="ConsNormal"/>
    <w:uiPriority w:val="99"/>
    <w:rsid w:val="004802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3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4E82E4D8FC959FEE26EC0A822D1B842185941A5E96CBE26C628DA81886B367z630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160</Words>
  <Characters>916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Пользователь</cp:lastModifiedBy>
  <cp:revision>8</cp:revision>
  <cp:lastPrinted>2017-06-20T13:24:00Z</cp:lastPrinted>
  <dcterms:created xsi:type="dcterms:W3CDTF">2017-05-12T04:28:00Z</dcterms:created>
  <dcterms:modified xsi:type="dcterms:W3CDTF">2017-06-30T12:02:00Z</dcterms:modified>
</cp:coreProperties>
</file>