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1BE" w:rsidRDefault="00C971BE" w:rsidP="00BE1543">
      <w:pPr>
        <w:ind w:left="5664" w:firstLine="708"/>
        <w:jc w:val="right"/>
      </w:pPr>
      <w:r>
        <w:t xml:space="preserve">ЗАКОН УЛЬЯНОВСКОЙ ОБЛАСТИ        </w:t>
      </w:r>
    </w:p>
    <w:p w:rsidR="00C971BE" w:rsidRDefault="00C971BE" w:rsidP="00BE1543">
      <w:pPr>
        <w:ind w:left="5664" w:firstLine="708"/>
        <w:jc w:val="right"/>
      </w:pPr>
    </w:p>
    <w:p w:rsidR="00C971BE" w:rsidRDefault="00C971BE" w:rsidP="00BE1543">
      <w:pPr>
        <w:ind w:left="5664" w:firstLine="708"/>
        <w:jc w:val="right"/>
      </w:pPr>
    </w:p>
    <w:p w:rsidR="00C971BE" w:rsidRDefault="00C971BE" w:rsidP="00BE1543">
      <w:pPr>
        <w:ind w:left="5664" w:firstLine="708"/>
        <w:jc w:val="right"/>
      </w:pPr>
    </w:p>
    <w:p w:rsidR="00C971BE" w:rsidRDefault="00C971BE" w:rsidP="00BE1543">
      <w:pPr>
        <w:ind w:left="5664" w:firstLine="708"/>
        <w:jc w:val="right"/>
      </w:pPr>
    </w:p>
    <w:p w:rsidR="00C971BE" w:rsidRDefault="00C971BE" w:rsidP="00BE1543">
      <w:pPr>
        <w:ind w:left="5664" w:firstLine="708"/>
        <w:jc w:val="right"/>
      </w:pPr>
    </w:p>
    <w:p w:rsidR="00C971BE" w:rsidRDefault="00C971BE" w:rsidP="00BE1543">
      <w:pPr>
        <w:ind w:left="5664" w:firstLine="708"/>
        <w:jc w:val="right"/>
      </w:pPr>
    </w:p>
    <w:p w:rsidR="00C971BE" w:rsidRPr="00441D91" w:rsidRDefault="00C971BE" w:rsidP="00BE1543">
      <w:pPr>
        <w:ind w:left="5664" w:firstLine="708"/>
        <w:jc w:val="right"/>
        <w:rPr>
          <w:b/>
          <w:bCs/>
        </w:rPr>
      </w:pPr>
    </w:p>
    <w:p w:rsidR="00C971BE" w:rsidRDefault="00C971BE" w:rsidP="00BE071F">
      <w:pPr>
        <w:autoSpaceDE w:val="0"/>
        <w:autoSpaceDN w:val="0"/>
        <w:adjustRightInd w:val="0"/>
        <w:ind w:firstLine="709"/>
        <w:jc w:val="center"/>
        <w:rPr>
          <w:b/>
          <w:sz w:val="28"/>
        </w:rPr>
      </w:pPr>
      <w:r w:rsidRPr="00D80395">
        <w:rPr>
          <w:b/>
          <w:sz w:val="28"/>
        </w:rPr>
        <w:t>О внесении изменени</w:t>
      </w:r>
      <w:r>
        <w:rPr>
          <w:b/>
          <w:sz w:val="28"/>
        </w:rPr>
        <w:t>й</w:t>
      </w:r>
      <w:r w:rsidRPr="00D80395">
        <w:rPr>
          <w:b/>
          <w:sz w:val="28"/>
        </w:rPr>
        <w:t xml:space="preserve"> в </w:t>
      </w:r>
      <w:r>
        <w:rPr>
          <w:b/>
          <w:sz w:val="28"/>
        </w:rPr>
        <w:t xml:space="preserve">статьи 2 и 3 </w:t>
      </w:r>
      <w:r w:rsidRPr="00D80395">
        <w:rPr>
          <w:b/>
          <w:sz w:val="28"/>
        </w:rPr>
        <w:t>Закон</w:t>
      </w:r>
      <w:r>
        <w:rPr>
          <w:b/>
          <w:sz w:val="28"/>
        </w:rPr>
        <w:t>а</w:t>
      </w:r>
      <w:r w:rsidRPr="00D80395">
        <w:rPr>
          <w:b/>
          <w:sz w:val="28"/>
        </w:rPr>
        <w:t xml:space="preserve"> Ульяновской области                                               «</w:t>
      </w:r>
      <w:r w:rsidRPr="00753649">
        <w:rPr>
          <w:b/>
          <w:sz w:val="28"/>
        </w:rPr>
        <w:t xml:space="preserve">О предоставлении членам гаражных кооперативов земельных участков, </w:t>
      </w:r>
    </w:p>
    <w:p w:rsidR="00C971BE" w:rsidRDefault="00C971BE" w:rsidP="00BE071F">
      <w:pPr>
        <w:autoSpaceDE w:val="0"/>
        <w:autoSpaceDN w:val="0"/>
        <w:adjustRightInd w:val="0"/>
        <w:ind w:firstLine="709"/>
        <w:jc w:val="center"/>
        <w:rPr>
          <w:i/>
        </w:rPr>
      </w:pPr>
      <w:r w:rsidRPr="00753649">
        <w:rPr>
          <w:b/>
          <w:sz w:val="28"/>
        </w:rPr>
        <w:t>на которых расположены гаражи, в собственность бесплатно»</w:t>
      </w:r>
    </w:p>
    <w:p w:rsidR="00C971BE" w:rsidRDefault="00C971BE" w:rsidP="00BE071F">
      <w:pPr>
        <w:pStyle w:val="ConsNormal"/>
        <w:ind w:right="0" w:firstLine="0"/>
        <w:jc w:val="center"/>
        <w:rPr>
          <w:rFonts w:ascii="Times New Roman" w:hAnsi="Times New Roman" w:cs="Times New Roman"/>
          <w:i/>
        </w:rPr>
      </w:pPr>
    </w:p>
    <w:p w:rsidR="00C971BE" w:rsidRPr="00441D91" w:rsidRDefault="00C971BE" w:rsidP="00BE071F">
      <w:pPr>
        <w:pStyle w:val="ConsNormal"/>
        <w:ind w:right="0" w:firstLine="0"/>
        <w:jc w:val="center"/>
        <w:rPr>
          <w:rFonts w:ascii="Times New Roman" w:hAnsi="Times New Roman" w:cs="Times New Roman"/>
          <w:i/>
        </w:rPr>
      </w:pPr>
    </w:p>
    <w:p w:rsidR="00C971BE" w:rsidRDefault="00C971BE" w:rsidP="004B229B">
      <w:pPr>
        <w:autoSpaceDE w:val="0"/>
        <w:autoSpaceDN w:val="0"/>
        <w:adjustRightInd w:val="0"/>
        <w:ind w:firstLine="540"/>
        <w:jc w:val="center"/>
        <w:rPr>
          <w:bCs/>
        </w:rPr>
      </w:pPr>
      <w:r>
        <w:rPr>
          <w:bCs/>
        </w:rPr>
        <w:t>Принят Законодательным Собранием Ульяновской области  21 июня 2017 года</w:t>
      </w:r>
    </w:p>
    <w:p w:rsidR="00C971BE" w:rsidRDefault="00C971BE" w:rsidP="00BE1543">
      <w:pPr>
        <w:autoSpaceDE w:val="0"/>
        <w:autoSpaceDN w:val="0"/>
        <w:adjustRightInd w:val="0"/>
        <w:jc w:val="both"/>
        <w:rPr>
          <w:i/>
          <w:sz w:val="20"/>
          <w:szCs w:val="20"/>
          <w:lang w:eastAsia="ar-SA"/>
        </w:rPr>
      </w:pPr>
    </w:p>
    <w:p w:rsidR="00C971BE" w:rsidRPr="00441D91" w:rsidRDefault="00C971BE" w:rsidP="00BE1543">
      <w:pPr>
        <w:autoSpaceDE w:val="0"/>
        <w:autoSpaceDN w:val="0"/>
        <w:adjustRightInd w:val="0"/>
        <w:jc w:val="both"/>
        <w:rPr>
          <w:b/>
        </w:rPr>
      </w:pPr>
    </w:p>
    <w:p w:rsidR="00C971BE" w:rsidRPr="00441D91" w:rsidRDefault="00C971BE" w:rsidP="00BE071F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C971BE" w:rsidRDefault="00C971BE" w:rsidP="00BE071F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C971BE" w:rsidRDefault="00C971BE" w:rsidP="00753649">
      <w:pPr>
        <w:autoSpaceDE w:val="0"/>
        <w:autoSpaceDN w:val="0"/>
        <w:adjustRightInd w:val="0"/>
        <w:spacing w:line="312" w:lineRule="auto"/>
        <w:ind w:firstLine="708"/>
        <w:jc w:val="both"/>
        <w:rPr>
          <w:sz w:val="28"/>
        </w:rPr>
      </w:pPr>
      <w:r w:rsidRPr="00753649">
        <w:rPr>
          <w:sz w:val="28"/>
        </w:rPr>
        <w:t xml:space="preserve">Внести в Закон Ульяновской области от 21 июня 2016 года № 84-ЗО </w:t>
      </w:r>
      <w:r>
        <w:rPr>
          <w:sz w:val="28"/>
        </w:rPr>
        <w:br/>
      </w:r>
      <w:r w:rsidRPr="00753649">
        <w:rPr>
          <w:sz w:val="28"/>
        </w:rPr>
        <w:t xml:space="preserve">«О предоставлении членам гаражных кооперативов земельных участков, </w:t>
      </w:r>
      <w:r>
        <w:rPr>
          <w:sz w:val="28"/>
        </w:rPr>
        <w:br/>
      </w:r>
      <w:r w:rsidRPr="00753649">
        <w:rPr>
          <w:sz w:val="28"/>
        </w:rPr>
        <w:t>на которых расположены гаражи, в собственность бесплатно» («Ульяновская правда» от 28.06.2016 № 86</w:t>
      </w:r>
      <w:r>
        <w:rPr>
          <w:sz w:val="28"/>
        </w:rPr>
        <w:t>; от 27.12.2016 № 140</w:t>
      </w:r>
      <w:r w:rsidRPr="00753649">
        <w:rPr>
          <w:sz w:val="28"/>
        </w:rPr>
        <w:t>) следующие изменения:</w:t>
      </w:r>
    </w:p>
    <w:p w:rsidR="00C971BE" w:rsidRDefault="00C971BE" w:rsidP="0081112F">
      <w:pPr>
        <w:numPr>
          <w:ilvl w:val="0"/>
          <w:numId w:val="2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312" w:lineRule="auto"/>
        <w:ind w:left="0" w:firstLine="540"/>
        <w:jc w:val="both"/>
        <w:rPr>
          <w:sz w:val="28"/>
          <w:szCs w:val="28"/>
        </w:rPr>
      </w:pPr>
      <w:r w:rsidRPr="002C46EA">
        <w:rPr>
          <w:sz w:val="28"/>
        </w:rPr>
        <w:t xml:space="preserve">в </w:t>
      </w:r>
      <w:r>
        <w:rPr>
          <w:sz w:val="28"/>
        </w:rPr>
        <w:t>части</w:t>
      </w:r>
      <w:r w:rsidRPr="002C46EA">
        <w:rPr>
          <w:sz w:val="28"/>
        </w:rPr>
        <w:t xml:space="preserve"> 3 </w:t>
      </w:r>
      <w:r>
        <w:rPr>
          <w:sz w:val="28"/>
        </w:rPr>
        <w:t xml:space="preserve">статьи 2 </w:t>
      </w:r>
      <w:r w:rsidRPr="002C46EA">
        <w:rPr>
          <w:sz w:val="28"/>
        </w:rPr>
        <w:t>слова</w:t>
      </w:r>
      <w:r>
        <w:rPr>
          <w:sz w:val="28"/>
        </w:rPr>
        <w:t xml:space="preserve"> «</w:t>
      </w:r>
      <w:r w:rsidRPr="002C46EA">
        <w:rPr>
          <w:sz w:val="28"/>
          <w:szCs w:val="28"/>
        </w:rPr>
        <w:t>расположенных на н</w:t>
      </w:r>
      <w:r>
        <w:rPr>
          <w:sz w:val="28"/>
          <w:szCs w:val="28"/>
        </w:rPr>
        <w:t>ё</w:t>
      </w:r>
      <w:r w:rsidRPr="002C46EA">
        <w:rPr>
          <w:sz w:val="28"/>
          <w:szCs w:val="28"/>
        </w:rPr>
        <w:t xml:space="preserve">м гаражей и боксов </w:t>
      </w:r>
      <w:r>
        <w:rPr>
          <w:sz w:val="28"/>
          <w:szCs w:val="28"/>
        </w:rPr>
        <w:br/>
      </w:r>
      <w:r w:rsidRPr="002C46EA">
        <w:rPr>
          <w:sz w:val="28"/>
          <w:szCs w:val="28"/>
        </w:rPr>
        <w:t>в них, а также постановка их</w:t>
      </w:r>
      <w:r>
        <w:rPr>
          <w:sz w:val="28"/>
          <w:szCs w:val="28"/>
        </w:rPr>
        <w:t>» заменить словами «постановка его»;</w:t>
      </w:r>
    </w:p>
    <w:p w:rsidR="00C971BE" w:rsidRPr="00DE4ED0" w:rsidRDefault="00C971BE" w:rsidP="0081112F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line="312" w:lineRule="auto"/>
        <w:ind w:left="0" w:firstLine="540"/>
        <w:jc w:val="both"/>
        <w:rPr>
          <w:sz w:val="28"/>
          <w:szCs w:val="28"/>
        </w:rPr>
      </w:pPr>
      <w:r w:rsidRPr="00DE4ED0">
        <w:rPr>
          <w:sz w:val="28"/>
          <w:szCs w:val="28"/>
        </w:rPr>
        <w:t xml:space="preserve">в пункте 2 части 7 статьи 3 слова «либо боксы в гаражах не поставлены </w:t>
      </w:r>
      <w:r>
        <w:rPr>
          <w:sz w:val="28"/>
          <w:szCs w:val="28"/>
        </w:rPr>
        <w:br/>
      </w:r>
      <w:r w:rsidRPr="00DE4ED0">
        <w:rPr>
          <w:sz w:val="28"/>
          <w:szCs w:val="28"/>
        </w:rPr>
        <w:t>на государственный кадастровый уч</w:t>
      </w:r>
      <w:r>
        <w:rPr>
          <w:sz w:val="28"/>
          <w:szCs w:val="28"/>
        </w:rPr>
        <w:t>ё</w:t>
      </w:r>
      <w:r w:rsidRPr="00DE4ED0">
        <w:rPr>
          <w:sz w:val="28"/>
          <w:szCs w:val="28"/>
        </w:rPr>
        <w:t>т» исключить.</w:t>
      </w:r>
    </w:p>
    <w:p w:rsidR="00C971BE" w:rsidRPr="00441D91" w:rsidRDefault="00C971BE" w:rsidP="00BE071F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C971BE" w:rsidRPr="00436581" w:rsidRDefault="00C971BE" w:rsidP="005E5850">
      <w:pPr>
        <w:autoSpaceDE w:val="0"/>
        <w:autoSpaceDN w:val="0"/>
        <w:adjustRightInd w:val="0"/>
        <w:spacing w:line="312" w:lineRule="auto"/>
        <w:ind w:firstLine="709"/>
        <w:jc w:val="both"/>
        <w:rPr>
          <w:b/>
          <w:szCs w:val="28"/>
        </w:rPr>
      </w:pPr>
    </w:p>
    <w:p w:rsidR="00C971BE" w:rsidRDefault="00C971BE" w:rsidP="00BE071F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71BE" w:rsidRPr="00DD1577" w:rsidRDefault="00C971BE" w:rsidP="00BE071F">
      <w:pPr>
        <w:pStyle w:val="ConsNormal"/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1577">
        <w:rPr>
          <w:rFonts w:ascii="Times New Roman" w:hAnsi="Times New Roman" w:cs="Times New Roman"/>
          <w:b/>
          <w:sz w:val="28"/>
          <w:szCs w:val="28"/>
        </w:rPr>
        <w:t xml:space="preserve">Губернатор </w:t>
      </w:r>
      <w:r>
        <w:rPr>
          <w:rFonts w:ascii="Times New Roman" w:hAnsi="Times New Roman" w:cs="Times New Roman"/>
          <w:b/>
          <w:sz w:val="28"/>
          <w:szCs w:val="28"/>
        </w:rPr>
        <w:t xml:space="preserve">Ульяновской области  </w:t>
      </w:r>
      <w:r w:rsidRPr="00DD1577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DD157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D157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Pr="00DD1577">
        <w:rPr>
          <w:rFonts w:ascii="Times New Roman" w:hAnsi="Times New Roman" w:cs="Times New Roman"/>
          <w:b/>
          <w:sz w:val="28"/>
          <w:szCs w:val="28"/>
        </w:rPr>
        <w:t>С.И.Морозов</w:t>
      </w:r>
    </w:p>
    <w:p w:rsidR="00C971BE" w:rsidRPr="00441D91" w:rsidRDefault="00C971BE" w:rsidP="00BE071F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971BE" w:rsidRDefault="00C971BE" w:rsidP="00BE071F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971BE" w:rsidRPr="00441D91" w:rsidRDefault="00C971BE" w:rsidP="00BE071F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971BE" w:rsidRPr="00DD1577" w:rsidRDefault="00C971BE" w:rsidP="00BE071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D1577">
        <w:rPr>
          <w:rFonts w:ascii="Times New Roman" w:hAnsi="Times New Roman" w:cs="Times New Roman"/>
          <w:sz w:val="28"/>
          <w:szCs w:val="28"/>
        </w:rPr>
        <w:t>г. Ульяновск</w:t>
      </w:r>
    </w:p>
    <w:p w:rsidR="00C971BE" w:rsidRPr="00DD1577" w:rsidRDefault="00C971BE" w:rsidP="00BE071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июня</w:t>
      </w:r>
      <w:r w:rsidRPr="00DD1577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7 г"/>
        </w:smartTagPr>
        <w:r w:rsidRPr="00DD1577">
          <w:rPr>
            <w:rFonts w:ascii="Times New Roman" w:hAnsi="Times New Roman" w:cs="Times New Roman"/>
            <w:sz w:val="28"/>
            <w:szCs w:val="28"/>
          </w:rPr>
          <w:t>201</w:t>
        </w:r>
        <w:r>
          <w:rPr>
            <w:rFonts w:ascii="Times New Roman" w:hAnsi="Times New Roman" w:cs="Times New Roman"/>
            <w:sz w:val="28"/>
            <w:szCs w:val="28"/>
          </w:rPr>
          <w:t>7</w:t>
        </w:r>
        <w:r w:rsidRPr="00DD1577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Pr="00DD1577">
        <w:rPr>
          <w:rFonts w:ascii="Times New Roman" w:hAnsi="Times New Roman" w:cs="Times New Roman"/>
          <w:sz w:val="28"/>
          <w:szCs w:val="28"/>
        </w:rPr>
        <w:t>.</w:t>
      </w:r>
    </w:p>
    <w:p w:rsidR="00C971BE" w:rsidRPr="007549BE" w:rsidRDefault="00C971BE" w:rsidP="00BE071F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549BE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60</w:t>
      </w:r>
      <w:r w:rsidRPr="007549BE">
        <w:rPr>
          <w:rFonts w:ascii="Times New Roman" w:hAnsi="Times New Roman" w:cs="Times New Roman"/>
          <w:sz w:val="28"/>
          <w:szCs w:val="28"/>
        </w:rPr>
        <w:t>-ЗО</w:t>
      </w:r>
    </w:p>
    <w:p w:rsidR="00C971BE" w:rsidRDefault="00C971BE">
      <w:bookmarkStart w:id="0" w:name="_GoBack"/>
      <w:bookmarkEnd w:id="0"/>
    </w:p>
    <w:sectPr w:rsidR="00C971BE" w:rsidSect="00BE1543">
      <w:footerReference w:type="default" r:id="rId7"/>
      <w:pgSz w:w="11906" w:h="16838" w:code="9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1BE" w:rsidRDefault="00C971BE" w:rsidP="00C226E0">
      <w:r>
        <w:separator/>
      </w:r>
    </w:p>
  </w:endnote>
  <w:endnote w:type="continuationSeparator" w:id="0">
    <w:p w:rsidR="00C971BE" w:rsidRDefault="00C971BE" w:rsidP="00C226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1BE" w:rsidRPr="00C226E0" w:rsidRDefault="00C971BE" w:rsidP="00C226E0">
    <w:pPr>
      <w:pStyle w:val="Footer"/>
      <w:jc w:val="right"/>
      <w:rPr>
        <w:sz w:val="16"/>
      </w:rPr>
    </w:pPr>
    <w:r w:rsidRPr="00C226E0">
      <w:rPr>
        <w:sz w:val="16"/>
      </w:rPr>
      <w:t>2905ар1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1BE" w:rsidRDefault="00C971BE" w:rsidP="00C226E0">
      <w:r>
        <w:separator/>
      </w:r>
    </w:p>
  </w:footnote>
  <w:footnote w:type="continuationSeparator" w:id="0">
    <w:p w:rsidR="00C971BE" w:rsidRDefault="00C971BE" w:rsidP="00C226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9057E"/>
    <w:multiLevelType w:val="hybridMultilevel"/>
    <w:tmpl w:val="A1B8902E"/>
    <w:lvl w:ilvl="0" w:tplc="54B28E6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6DEF25F9"/>
    <w:multiLevelType w:val="hybridMultilevel"/>
    <w:tmpl w:val="B044D208"/>
    <w:lvl w:ilvl="0" w:tplc="EB826922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071F"/>
    <w:rsid w:val="00043807"/>
    <w:rsid w:val="000F6B1D"/>
    <w:rsid w:val="00282E7D"/>
    <w:rsid w:val="002C46EA"/>
    <w:rsid w:val="002D70B6"/>
    <w:rsid w:val="003353D9"/>
    <w:rsid w:val="003C7273"/>
    <w:rsid w:val="003D3E0D"/>
    <w:rsid w:val="00436581"/>
    <w:rsid w:val="00441D91"/>
    <w:rsid w:val="004B229B"/>
    <w:rsid w:val="004D27CC"/>
    <w:rsid w:val="004E58E2"/>
    <w:rsid w:val="005D1CAA"/>
    <w:rsid w:val="005D69FF"/>
    <w:rsid w:val="005E5850"/>
    <w:rsid w:val="00651CAF"/>
    <w:rsid w:val="006707FA"/>
    <w:rsid w:val="006E4AEC"/>
    <w:rsid w:val="006F4DB6"/>
    <w:rsid w:val="00753649"/>
    <w:rsid w:val="007549BE"/>
    <w:rsid w:val="007D36CD"/>
    <w:rsid w:val="007F47EC"/>
    <w:rsid w:val="0081112F"/>
    <w:rsid w:val="00812F43"/>
    <w:rsid w:val="008434AE"/>
    <w:rsid w:val="00921D34"/>
    <w:rsid w:val="009D49E8"/>
    <w:rsid w:val="00A013A2"/>
    <w:rsid w:val="00A31815"/>
    <w:rsid w:val="00A60E8A"/>
    <w:rsid w:val="00BE071F"/>
    <w:rsid w:val="00BE1543"/>
    <w:rsid w:val="00C226E0"/>
    <w:rsid w:val="00C3529F"/>
    <w:rsid w:val="00C537DB"/>
    <w:rsid w:val="00C971BE"/>
    <w:rsid w:val="00CC0E59"/>
    <w:rsid w:val="00CC33A2"/>
    <w:rsid w:val="00D10E02"/>
    <w:rsid w:val="00D80395"/>
    <w:rsid w:val="00DD1577"/>
    <w:rsid w:val="00DE4ED0"/>
    <w:rsid w:val="00E32561"/>
    <w:rsid w:val="00ED3CA5"/>
    <w:rsid w:val="00EE6D4D"/>
    <w:rsid w:val="00F23A9C"/>
    <w:rsid w:val="00FC2B59"/>
    <w:rsid w:val="00FD6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071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Normal">
    <w:name w:val="ConsNormal"/>
    <w:uiPriority w:val="99"/>
    <w:rsid w:val="00BE071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BE071F"/>
    <w:pPr>
      <w:ind w:left="720"/>
      <w:contextualSpacing/>
    </w:pPr>
  </w:style>
  <w:style w:type="paragraph" w:customStyle="1" w:styleId="ConsPlusNormal">
    <w:name w:val="ConsPlusNormal"/>
    <w:uiPriority w:val="99"/>
    <w:rsid w:val="008434AE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C33A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C33A2"/>
    <w:rPr>
      <w:rFonts w:ascii="Tahoma" w:hAnsi="Tahoma" w:cs="Times New Roman"/>
      <w:sz w:val="16"/>
      <w:lang w:eastAsia="ru-RU"/>
    </w:rPr>
  </w:style>
  <w:style w:type="paragraph" w:customStyle="1" w:styleId="a">
    <w:name w:val="Знак Знак Знак Знак"/>
    <w:basedOn w:val="Normal"/>
    <w:uiPriority w:val="99"/>
    <w:rsid w:val="0075364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C226E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226E0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226E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226E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69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152</Words>
  <Characters>869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GOS-23</dc:creator>
  <cp:keywords/>
  <dc:description/>
  <cp:lastModifiedBy>Пользователь</cp:lastModifiedBy>
  <cp:revision>12</cp:revision>
  <cp:lastPrinted>2017-06-21T10:37:00Z</cp:lastPrinted>
  <dcterms:created xsi:type="dcterms:W3CDTF">2017-05-29T06:20:00Z</dcterms:created>
  <dcterms:modified xsi:type="dcterms:W3CDTF">2017-06-30T11:54:00Z</dcterms:modified>
</cp:coreProperties>
</file>