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5B2" w:rsidRDefault="00A375B2" w:rsidP="00ED3D9F">
      <w:pPr>
        <w:spacing w:after="0" w:line="240" w:lineRule="auto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ЗАКОН УЛЬЯНОВСКОЙ ОБЛАСТИ</w:t>
      </w:r>
    </w:p>
    <w:p w:rsidR="00A375B2" w:rsidRDefault="00A375B2" w:rsidP="00ED3D9F">
      <w:pPr>
        <w:spacing w:after="0" w:line="240" w:lineRule="auto"/>
        <w:rPr>
          <w:b/>
          <w:bCs/>
          <w:sz w:val="28"/>
          <w:szCs w:val="28"/>
        </w:rPr>
      </w:pPr>
    </w:p>
    <w:p w:rsidR="00A375B2" w:rsidRDefault="00A375B2" w:rsidP="008F5AC6">
      <w:pPr>
        <w:spacing w:after="0" w:line="240" w:lineRule="auto"/>
        <w:rPr>
          <w:b/>
          <w:bCs/>
          <w:sz w:val="28"/>
          <w:szCs w:val="28"/>
        </w:rPr>
      </w:pPr>
    </w:p>
    <w:p w:rsidR="00A375B2" w:rsidRDefault="00A375B2" w:rsidP="008F5AC6">
      <w:pPr>
        <w:spacing w:after="0" w:line="240" w:lineRule="auto"/>
        <w:rPr>
          <w:b/>
          <w:bCs/>
          <w:sz w:val="28"/>
          <w:szCs w:val="28"/>
        </w:rPr>
      </w:pPr>
    </w:p>
    <w:p w:rsidR="00A375B2" w:rsidRDefault="00A375B2" w:rsidP="008F5AC6">
      <w:pPr>
        <w:spacing w:after="0" w:line="240" w:lineRule="auto"/>
        <w:rPr>
          <w:b/>
          <w:bCs/>
          <w:sz w:val="28"/>
          <w:szCs w:val="28"/>
        </w:rPr>
      </w:pPr>
    </w:p>
    <w:p w:rsidR="00A375B2" w:rsidRDefault="00A375B2" w:rsidP="00ED1429">
      <w:pPr>
        <w:spacing w:after="0" w:line="235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D3D9F"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bCs/>
          <w:sz w:val="28"/>
          <w:szCs w:val="28"/>
        </w:rPr>
        <w:t>й</w:t>
      </w:r>
      <w:r w:rsidRPr="00ED3D9F">
        <w:rPr>
          <w:rFonts w:ascii="Times New Roman" w:hAnsi="Times New Roman"/>
          <w:b/>
          <w:bCs/>
          <w:sz w:val="28"/>
          <w:szCs w:val="28"/>
        </w:rPr>
        <w:t xml:space="preserve"> в Закон Ульяновской области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br/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«О предоставлении земельных участков, находящихся в государственной или муниципальной собственности, в безвозмездное пользование на срок </w:t>
      </w:r>
    </w:p>
    <w:p w:rsidR="00A375B2" w:rsidRDefault="00A375B2" w:rsidP="00ED1429">
      <w:pPr>
        <w:spacing w:after="0" w:line="235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не более чем шесть лет гражданину для индивидуального жилищного строительства, ведения личного подсобного хозяйства или осуществления крестьянским (фермерским) хозяйством его деятельности в муниципальных образованиях Ульяновской области»</w:t>
      </w:r>
    </w:p>
    <w:p w:rsidR="00A375B2" w:rsidRDefault="00A375B2" w:rsidP="001B57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A375B2" w:rsidRPr="001F3DF9" w:rsidRDefault="00A375B2" w:rsidP="0090764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Cs/>
          <w:sz w:val="24"/>
          <w:szCs w:val="24"/>
        </w:rPr>
      </w:pPr>
      <w:r w:rsidRPr="001F3DF9">
        <w:rPr>
          <w:rFonts w:ascii="Times New Roman" w:hAnsi="Times New Roman"/>
          <w:bCs/>
          <w:sz w:val="24"/>
          <w:szCs w:val="24"/>
        </w:rPr>
        <w:t>Принят Законодательным Собранием Ульяновской области  21 июня 2017 года</w:t>
      </w:r>
    </w:p>
    <w:p w:rsidR="00A375B2" w:rsidRPr="00ED3D9F" w:rsidRDefault="00A375B2" w:rsidP="001B57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A375B2" w:rsidRDefault="00A375B2" w:rsidP="008F5AC6">
      <w:pPr>
        <w:autoSpaceDE w:val="0"/>
        <w:autoSpaceDN w:val="0"/>
        <w:adjustRightInd w:val="0"/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Внести </w:t>
      </w:r>
      <w:r w:rsidRPr="001E31AD">
        <w:rPr>
          <w:rFonts w:ascii="Times New Roman" w:hAnsi="Times New Roman"/>
          <w:sz w:val="28"/>
          <w:szCs w:val="28"/>
          <w:lang w:eastAsia="ru-RU"/>
        </w:rPr>
        <w:t xml:space="preserve">в </w:t>
      </w:r>
      <w:hyperlink r:id="rId6" w:history="1">
        <w:r w:rsidRPr="001E31AD">
          <w:rPr>
            <w:rFonts w:ascii="Times New Roman" w:hAnsi="Times New Roman"/>
            <w:sz w:val="28"/>
            <w:szCs w:val="28"/>
            <w:lang w:eastAsia="ru-RU"/>
          </w:rPr>
          <w:t>Закон</w:t>
        </w:r>
      </w:hyperlink>
      <w:r w:rsidRPr="001E31AD">
        <w:rPr>
          <w:rFonts w:ascii="Times New Roman" w:hAnsi="Times New Roman"/>
          <w:sz w:val="28"/>
          <w:szCs w:val="28"/>
          <w:lang w:eastAsia="ru-RU"/>
        </w:rPr>
        <w:t xml:space="preserve"> Ульяновской области от 2 сентября 2015 года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1E31AD">
        <w:rPr>
          <w:rFonts w:ascii="Times New Roman" w:hAnsi="Times New Roman"/>
          <w:sz w:val="28"/>
          <w:szCs w:val="28"/>
          <w:lang w:eastAsia="ru-RU"/>
        </w:rPr>
        <w:t xml:space="preserve"> 108-ЗО </w:t>
      </w:r>
      <w:r>
        <w:rPr>
          <w:rFonts w:ascii="Times New Roman" w:hAnsi="Times New Roman"/>
          <w:sz w:val="28"/>
          <w:szCs w:val="28"/>
          <w:lang w:eastAsia="ru-RU"/>
        </w:rPr>
        <w:br/>
        <w:t>«О предоставлении земельных участков, находящихся в государственной или муниципальной собственности, в безвозмездное пользование на срок не более чем шесть лет гражданину для индивидуального жилищного строительства, ведения личного подсобного хозяйства или осуществления крестьянским (фермерским) хозяйством его деятельности в муниципальных образованиях Ульяновской области» («Ульяновская правда» от 07.09.2015 № 124; от 06.09.2016 № 109) следующие изменения:</w:t>
      </w:r>
    </w:p>
    <w:p w:rsidR="00A375B2" w:rsidRPr="00EC086D" w:rsidRDefault="00A375B2" w:rsidP="008F5AC6">
      <w:pPr>
        <w:autoSpaceDE w:val="0"/>
        <w:autoSpaceDN w:val="0"/>
        <w:adjustRightInd w:val="0"/>
        <w:spacing w:after="0" w:line="348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1) в абзаце первом слова «гражданину </w:t>
      </w:r>
      <w:r>
        <w:rPr>
          <w:rFonts w:ascii="Times New Roman" w:hAnsi="Times New Roman"/>
          <w:sz w:val="28"/>
          <w:szCs w:val="28"/>
          <w:lang w:eastAsia="ru-RU"/>
        </w:rPr>
        <w:t>для индивидуального жилищного строительства, ведения личного подсобного хозяйства или осуществления крестьянским (фермерским) хозяйством его деятельности в следующих муниципальных образованиях Ульяновской области</w:t>
      </w:r>
      <w:r>
        <w:rPr>
          <w:rFonts w:ascii="Times New Roman" w:hAnsi="Times New Roman"/>
          <w:bCs/>
          <w:sz w:val="28"/>
          <w:szCs w:val="28"/>
        </w:rPr>
        <w:t>» исключить;</w:t>
      </w:r>
    </w:p>
    <w:p w:rsidR="00A375B2" w:rsidRDefault="00A375B2" w:rsidP="008F5AC6">
      <w:pPr>
        <w:autoSpaceDE w:val="0"/>
        <w:autoSpaceDN w:val="0"/>
        <w:adjustRightInd w:val="0"/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пункты 1 и 2 изложить в следующей редакции:</w:t>
      </w:r>
    </w:p>
    <w:p w:rsidR="00A375B2" w:rsidRDefault="00A375B2" w:rsidP="008F5AC6">
      <w:pPr>
        <w:pStyle w:val="ConsPlusNormal"/>
        <w:spacing w:line="34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7E075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 г</w:t>
      </w:r>
      <w:r w:rsidRPr="007E0754">
        <w:rPr>
          <w:rFonts w:ascii="Times New Roman" w:hAnsi="Times New Roman" w:cs="Times New Roman"/>
          <w:sz w:val="28"/>
          <w:szCs w:val="28"/>
        </w:rPr>
        <w:t>ражданину для индивидуального жилищного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7E0754">
        <w:rPr>
          <w:rFonts w:ascii="Times New Roman" w:hAnsi="Times New Roman" w:cs="Times New Roman"/>
          <w:sz w:val="28"/>
          <w:szCs w:val="28"/>
        </w:rPr>
        <w:t xml:space="preserve"> ведения личного подсобного хозяйства </w:t>
      </w:r>
      <w:r w:rsidRPr="008C5E9B">
        <w:rPr>
          <w:rFonts w:ascii="Times New Roman" w:hAnsi="Times New Roman" w:cs="Times New Roman"/>
          <w:sz w:val="28"/>
          <w:szCs w:val="28"/>
        </w:rPr>
        <w:t>в следующих муниципальных образованиях Ульяновской области:</w:t>
      </w:r>
    </w:p>
    <w:p w:rsidR="00A375B2" w:rsidRDefault="00A375B2" w:rsidP="008F5AC6">
      <w:pPr>
        <w:autoSpaceDE w:val="0"/>
        <w:autoSpaceDN w:val="0"/>
        <w:adjustRightInd w:val="0"/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 муниципальное образование «Базарносызганский район»;</w:t>
      </w:r>
    </w:p>
    <w:p w:rsidR="00A375B2" w:rsidRDefault="00A375B2" w:rsidP="008F5AC6">
      <w:pPr>
        <w:autoSpaceDE w:val="0"/>
        <w:autoSpaceDN w:val="0"/>
        <w:adjustRightInd w:val="0"/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 муниципальное образование «Барышский район»;</w:t>
      </w:r>
    </w:p>
    <w:p w:rsidR="00A375B2" w:rsidRDefault="00A375B2" w:rsidP="008F5AC6">
      <w:pPr>
        <w:autoSpaceDE w:val="0"/>
        <w:autoSpaceDN w:val="0"/>
        <w:adjustRightInd w:val="0"/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в) муниципальное образование «Николаевский район»;</w:t>
      </w:r>
    </w:p>
    <w:p w:rsidR="00A375B2" w:rsidRDefault="00A375B2" w:rsidP="008F5AC6">
      <w:pPr>
        <w:autoSpaceDE w:val="0"/>
        <w:autoSpaceDN w:val="0"/>
        <w:adjustRightInd w:val="0"/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г) муниципальное образование «Новомалыклинский район»;</w:t>
      </w:r>
    </w:p>
    <w:p w:rsidR="00A375B2" w:rsidRDefault="00A375B2" w:rsidP="008F5AC6">
      <w:pPr>
        <w:autoSpaceDE w:val="0"/>
        <w:autoSpaceDN w:val="0"/>
        <w:adjustRightInd w:val="0"/>
        <w:spacing w:after="0" w:line="348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д) муниципальное образование «Павловский район»;</w:t>
      </w:r>
    </w:p>
    <w:p w:rsidR="00A375B2" w:rsidRDefault="00A375B2" w:rsidP="008F5AC6">
      <w:pPr>
        <w:autoSpaceDE w:val="0"/>
        <w:autoSpaceDN w:val="0"/>
        <w:adjustRightInd w:val="0"/>
        <w:spacing w:after="0" w:line="346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е) муниципальное образование «Радищевский район»;</w:t>
      </w:r>
    </w:p>
    <w:p w:rsidR="00A375B2" w:rsidRDefault="00A375B2" w:rsidP="008F5AC6">
      <w:pPr>
        <w:autoSpaceDE w:val="0"/>
        <w:autoSpaceDN w:val="0"/>
        <w:adjustRightInd w:val="0"/>
        <w:spacing w:after="0" w:line="346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ж) муниципальное образование «Старокулаткинский район»;</w:t>
      </w:r>
    </w:p>
    <w:p w:rsidR="00A375B2" w:rsidRDefault="00A375B2" w:rsidP="008F5AC6">
      <w:pPr>
        <w:pStyle w:val="ConsPlusNormal"/>
        <w:spacing w:line="34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7E07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для </w:t>
      </w:r>
      <w:r w:rsidRPr="007E0754">
        <w:rPr>
          <w:rFonts w:ascii="Times New Roman" w:hAnsi="Times New Roman"/>
          <w:sz w:val="28"/>
          <w:szCs w:val="28"/>
        </w:rPr>
        <w:t xml:space="preserve">осуществления </w:t>
      </w:r>
      <w:r>
        <w:rPr>
          <w:rFonts w:ascii="Times New Roman" w:hAnsi="Times New Roman"/>
          <w:sz w:val="28"/>
          <w:szCs w:val="28"/>
        </w:rPr>
        <w:t>к</w:t>
      </w:r>
      <w:r w:rsidRPr="007E0754">
        <w:rPr>
          <w:rFonts w:ascii="Times New Roman" w:hAnsi="Times New Roman"/>
          <w:sz w:val="28"/>
          <w:szCs w:val="28"/>
        </w:rPr>
        <w:t>рестьянск</w:t>
      </w:r>
      <w:r>
        <w:rPr>
          <w:rFonts w:ascii="Times New Roman" w:hAnsi="Times New Roman"/>
          <w:sz w:val="28"/>
          <w:szCs w:val="28"/>
        </w:rPr>
        <w:t>им</w:t>
      </w:r>
      <w:r w:rsidRPr="007E0754">
        <w:rPr>
          <w:rFonts w:ascii="Times New Roman" w:hAnsi="Times New Roman"/>
          <w:sz w:val="28"/>
          <w:szCs w:val="28"/>
        </w:rPr>
        <w:t xml:space="preserve"> (фермерск</w:t>
      </w:r>
      <w:r>
        <w:rPr>
          <w:rFonts w:ascii="Times New Roman" w:hAnsi="Times New Roman"/>
          <w:sz w:val="28"/>
          <w:szCs w:val="28"/>
        </w:rPr>
        <w:t>им</w:t>
      </w:r>
      <w:r w:rsidRPr="007E0754">
        <w:rPr>
          <w:rFonts w:ascii="Times New Roman" w:hAnsi="Times New Roman"/>
          <w:sz w:val="28"/>
          <w:szCs w:val="28"/>
        </w:rPr>
        <w:t>) хозяйств</w:t>
      </w:r>
      <w:r>
        <w:rPr>
          <w:rFonts w:ascii="Times New Roman" w:hAnsi="Times New Roman"/>
          <w:sz w:val="28"/>
          <w:szCs w:val="28"/>
        </w:rPr>
        <w:t>ом</w:t>
      </w:r>
      <w:r w:rsidRPr="007E0754">
        <w:rPr>
          <w:rFonts w:ascii="Times New Roman" w:hAnsi="Times New Roman"/>
          <w:sz w:val="28"/>
          <w:szCs w:val="28"/>
        </w:rPr>
        <w:t xml:space="preserve"> его </w:t>
      </w:r>
      <w:r w:rsidRPr="008C5E9B">
        <w:rPr>
          <w:rFonts w:ascii="Times New Roman" w:hAnsi="Times New Roman"/>
          <w:sz w:val="28"/>
          <w:szCs w:val="28"/>
        </w:rPr>
        <w:t>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5E9B">
        <w:rPr>
          <w:rFonts w:ascii="Times New Roman" w:hAnsi="Times New Roman" w:cs="Times New Roman"/>
          <w:sz w:val="28"/>
          <w:szCs w:val="28"/>
        </w:rPr>
        <w:t>в следующих муниципальных образованиях Ульяновской области:</w:t>
      </w:r>
    </w:p>
    <w:p w:rsidR="00A375B2" w:rsidRDefault="00A375B2" w:rsidP="008F5AC6">
      <w:pPr>
        <w:autoSpaceDE w:val="0"/>
        <w:autoSpaceDN w:val="0"/>
        <w:adjustRightInd w:val="0"/>
        <w:spacing w:after="0" w:line="34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 муниципальное образование «Базарносызганский район»;</w:t>
      </w:r>
    </w:p>
    <w:p w:rsidR="00A375B2" w:rsidRDefault="00A375B2" w:rsidP="008F5AC6">
      <w:pPr>
        <w:autoSpaceDE w:val="0"/>
        <w:autoSpaceDN w:val="0"/>
        <w:adjustRightInd w:val="0"/>
        <w:spacing w:after="0" w:line="34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 муниципальное образование «Барышский район»;</w:t>
      </w:r>
    </w:p>
    <w:p w:rsidR="00A375B2" w:rsidRDefault="00A375B2" w:rsidP="008F5AC6">
      <w:pPr>
        <w:autoSpaceDE w:val="0"/>
        <w:autoSpaceDN w:val="0"/>
        <w:adjustRightInd w:val="0"/>
        <w:spacing w:after="0" w:line="34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в) муниципальное образование «Вешкаймский район»;</w:t>
      </w:r>
    </w:p>
    <w:p w:rsidR="00A375B2" w:rsidRDefault="00A375B2" w:rsidP="008F5AC6">
      <w:pPr>
        <w:autoSpaceDE w:val="0"/>
        <w:autoSpaceDN w:val="0"/>
        <w:adjustRightInd w:val="0"/>
        <w:spacing w:after="0" w:line="34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г) муниципальное образование «Инзенский район»;</w:t>
      </w:r>
    </w:p>
    <w:p w:rsidR="00A375B2" w:rsidRDefault="00A375B2" w:rsidP="008F5AC6">
      <w:pPr>
        <w:autoSpaceDE w:val="0"/>
        <w:autoSpaceDN w:val="0"/>
        <w:adjustRightInd w:val="0"/>
        <w:spacing w:after="0" w:line="34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д) муниципальное образование «Карсунский район»;</w:t>
      </w:r>
    </w:p>
    <w:p w:rsidR="00A375B2" w:rsidRDefault="00A375B2" w:rsidP="008F5AC6">
      <w:pPr>
        <w:autoSpaceDE w:val="0"/>
        <w:autoSpaceDN w:val="0"/>
        <w:adjustRightInd w:val="0"/>
        <w:spacing w:after="0" w:line="34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е) муниципальное образование «Кузоватовский район»;</w:t>
      </w:r>
    </w:p>
    <w:p w:rsidR="00A375B2" w:rsidRDefault="00A375B2" w:rsidP="008F5AC6">
      <w:pPr>
        <w:autoSpaceDE w:val="0"/>
        <w:autoSpaceDN w:val="0"/>
        <w:adjustRightInd w:val="0"/>
        <w:spacing w:after="0" w:line="34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ж) муниципальное образование «Майнский район»;</w:t>
      </w:r>
    </w:p>
    <w:p w:rsidR="00A375B2" w:rsidRDefault="00A375B2" w:rsidP="008F5AC6">
      <w:pPr>
        <w:autoSpaceDE w:val="0"/>
        <w:autoSpaceDN w:val="0"/>
        <w:adjustRightInd w:val="0"/>
        <w:spacing w:after="0" w:line="34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з) муниципальное образование «Мелекесский район»;</w:t>
      </w:r>
    </w:p>
    <w:p w:rsidR="00A375B2" w:rsidRDefault="00A375B2" w:rsidP="008F5AC6">
      <w:pPr>
        <w:autoSpaceDE w:val="0"/>
        <w:autoSpaceDN w:val="0"/>
        <w:adjustRightInd w:val="0"/>
        <w:spacing w:after="0" w:line="34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и) муниципальное образование «Николаевский район»;</w:t>
      </w:r>
    </w:p>
    <w:p w:rsidR="00A375B2" w:rsidRDefault="00A375B2" w:rsidP="008F5AC6">
      <w:pPr>
        <w:autoSpaceDE w:val="0"/>
        <w:autoSpaceDN w:val="0"/>
        <w:adjustRightInd w:val="0"/>
        <w:spacing w:after="0" w:line="34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к) муниципальное образование «Новомалыклинский район»;</w:t>
      </w:r>
    </w:p>
    <w:p w:rsidR="00A375B2" w:rsidRDefault="00A375B2" w:rsidP="008F5AC6">
      <w:pPr>
        <w:autoSpaceDE w:val="0"/>
        <w:autoSpaceDN w:val="0"/>
        <w:adjustRightInd w:val="0"/>
        <w:spacing w:after="0" w:line="34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л) муниципальное образование «Новоспасский район»;</w:t>
      </w:r>
    </w:p>
    <w:p w:rsidR="00A375B2" w:rsidRDefault="00A375B2" w:rsidP="008F5AC6">
      <w:pPr>
        <w:autoSpaceDE w:val="0"/>
        <w:autoSpaceDN w:val="0"/>
        <w:adjustRightInd w:val="0"/>
        <w:spacing w:after="0" w:line="34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м) муниципальное образование «Павловский район»;</w:t>
      </w:r>
    </w:p>
    <w:p w:rsidR="00A375B2" w:rsidRDefault="00A375B2" w:rsidP="008F5AC6">
      <w:pPr>
        <w:autoSpaceDE w:val="0"/>
        <w:autoSpaceDN w:val="0"/>
        <w:adjustRightInd w:val="0"/>
        <w:spacing w:after="0" w:line="34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н) муниципальное образование «Радищевский район»;</w:t>
      </w:r>
    </w:p>
    <w:p w:rsidR="00A375B2" w:rsidRDefault="00A375B2" w:rsidP="008F5AC6">
      <w:pPr>
        <w:autoSpaceDE w:val="0"/>
        <w:autoSpaceDN w:val="0"/>
        <w:adjustRightInd w:val="0"/>
        <w:spacing w:after="0" w:line="34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о) муниципальное образование «Сенгилеевский район»;</w:t>
      </w:r>
    </w:p>
    <w:p w:rsidR="00A375B2" w:rsidRDefault="00A375B2" w:rsidP="008F5AC6">
      <w:pPr>
        <w:autoSpaceDE w:val="0"/>
        <w:autoSpaceDN w:val="0"/>
        <w:adjustRightInd w:val="0"/>
        <w:spacing w:after="0" w:line="34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п) муниципальное образование «Старокулаткинский район»;</w:t>
      </w:r>
    </w:p>
    <w:p w:rsidR="00A375B2" w:rsidRDefault="00A375B2" w:rsidP="008F5AC6">
      <w:pPr>
        <w:autoSpaceDE w:val="0"/>
        <w:autoSpaceDN w:val="0"/>
        <w:adjustRightInd w:val="0"/>
        <w:spacing w:after="0" w:line="34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р) муниципальное образование «Старомайнский район»;</w:t>
      </w:r>
    </w:p>
    <w:p w:rsidR="00A375B2" w:rsidRDefault="00A375B2" w:rsidP="008F5AC6">
      <w:pPr>
        <w:autoSpaceDE w:val="0"/>
        <w:autoSpaceDN w:val="0"/>
        <w:adjustRightInd w:val="0"/>
        <w:spacing w:after="0" w:line="34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с) муниципальное образование «Сурский район»;</w:t>
      </w:r>
    </w:p>
    <w:p w:rsidR="00A375B2" w:rsidRDefault="00A375B2" w:rsidP="008F5AC6">
      <w:pPr>
        <w:autoSpaceDE w:val="0"/>
        <w:autoSpaceDN w:val="0"/>
        <w:adjustRightInd w:val="0"/>
        <w:spacing w:after="0" w:line="34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т) муниципальное образование «Тереньгульский район»;</w:t>
      </w:r>
    </w:p>
    <w:p w:rsidR="00A375B2" w:rsidRDefault="00A375B2" w:rsidP="008F5AC6">
      <w:pPr>
        <w:autoSpaceDE w:val="0"/>
        <w:autoSpaceDN w:val="0"/>
        <w:adjustRightInd w:val="0"/>
        <w:spacing w:after="0" w:line="34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у) муниципальное образование «Ульяновский район»;</w:t>
      </w:r>
    </w:p>
    <w:p w:rsidR="00A375B2" w:rsidRDefault="00A375B2" w:rsidP="008F5AC6">
      <w:pPr>
        <w:autoSpaceDE w:val="0"/>
        <w:autoSpaceDN w:val="0"/>
        <w:adjustRightInd w:val="0"/>
        <w:spacing w:after="0" w:line="34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ф) муниципальное образование «Цильнинский район»;</w:t>
      </w:r>
    </w:p>
    <w:p w:rsidR="00A375B2" w:rsidRDefault="00A375B2" w:rsidP="008F5AC6">
      <w:pPr>
        <w:autoSpaceDE w:val="0"/>
        <w:autoSpaceDN w:val="0"/>
        <w:adjustRightInd w:val="0"/>
        <w:spacing w:after="0" w:line="34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х) муниципальное образование «Чердаклинский район».</w:t>
      </w:r>
      <w:r>
        <w:rPr>
          <w:rFonts w:ascii="Times New Roman" w:hAnsi="Times New Roman"/>
          <w:sz w:val="28"/>
          <w:szCs w:val="28"/>
        </w:rPr>
        <w:t>»;</w:t>
      </w:r>
    </w:p>
    <w:p w:rsidR="00A375B2" w:rsidRDefault="00A375B2" w:rsidP="008F5AC6">
      <w:pPr>
        <w:autoSpaceDE w:val="0"/>
        <w:autoSpaceDN w:val="0"/>
        <w:adjustRightInd w:val="0"/>
        <w:spacing w:after="0" w:line="346" w:lineRule="auto"/>
        <w:ind w:firstLine="540"/>
        <w:jc w:val="both"/>
      </w:pPr>
      <w:r>
        <w:rPr>
          <w:rFonts w:ascii="Times New Roman" w:hAnsi="Times New Roman"/>
          <w:sz w:val="28"/>
          <w:szCs w:val="28"/>
        </w:rPr>
        <w:t xml:space="preserve">3) пункты 3-7 признать утратившими силу. </w:t>
      </w:r>
    </w:p>
    <w:p w:rsidR="00A375B2" w:rsidRPr="00ED3D9F" w:rsidRDefault="00A375B2" w:rsidP="008F5AC6">
      <w:pPr>
        <w:pStyle w:val="BodyTextIndent"/>
        <w:spacing w:after="0"/>
        <w:ind w:left="0" w:firstLine="709"/>
        <w:jc w:val="both"/>
        <w:rPr>
          <w:sz w:val="28"/>
          <w:szCs w:val="28"/>
        </w:rPr>
      </w:pPr>
    </w:p>
    <w:p w:rsidR="00A375B2" w:rsidRPr="00ED3D9F" w:rsidRDefault="00A375B2" w:rsidP="008F5AC6">
      <w:pPr>
        <w:pStyle w:val="BodyTextIndent"/>
        <w:spacing w:after="0"/>
        <w:ind w:left="0" w:firstLine="709"/>
        <w:jc w:val="both"/>
        <w:rPr>
          <w:sz w:val="28"/>
          <w:szCs w:val="28"/>
        </w:rPr>
      </w:pPr>
    </w:p>
    <w:p w:rsidR="00A375B2" w:rsidRPr="00ED3D9F" w:rsidRDefault="00A375B2" w:rsidP="008F5AC6">
      <w:pPr>
        <w:suppressAutoHyphens/>
        <w:spacing w:line="240" w:lineRule="auto"/>
        <w:ind w:right="21"/>
        <w:jc w:val="both"/>
        <w:rPr>
          <w:rFonts w:ascii="Times New Roman" w:hAnsi="Times New Roman"/>
          <w:b/>
          <w:sz w:val="28"/>
          <w:szCs w:val="28"/>
        </w:rPr>
      </w:pPr>
      <w:r w:rsidRPr="00ED3D9F">
        <w:rPr>
          <w:rFonts w:ascii="Times New Roman" w:hAnsi="Times New Roman"/>
          <w:b/>
          <w:sz w:val="28"/>
          <w:szCs w:val="28"/>
        </w:rPr>
        <w:t xml:space="preserve">Губернатор Ульяновской области </w:t>
      </w:r>
      <w:r w:rsidRPr="00ED3D9F">
        <w:rPr>
          <w:rFonts w:ascii="Times New Roman" w:hAnsi="Times New Roman"/>
          <w:b/>
          <w:sz w:val="28"/>
          <w:szCs w:val="28"/>
        </w:rPr>
        <w:tab/>
      </w:r>
      <w:r w:rsidRPr="00ED3D9F">
        <w:rPr>
          <w:rFonts w:ascii="Times New Roman" w:hAnsi="Times New Roman"/>
          <w:b/>
          <w:sz w:val="28"/>
          <w:szCs w:val="28"/>
        </w:rPr>
        <w:tab/>
      </w:r>
      <w:r w:rsidRPr="00ED3D9F">
        <w:rPr>
          <w:rFonts w:ascii="Times New Roman" w:hAnsi="Times New Roman"/>
          <w:b/>
          <w:sz w:val="28"/>
          <w:szCs w:val="28"/>
        </w:rPr>
        <w:tab/>
      </w:r>
      <w:r w:rsidRPr="00ED3D9F">
        <w:rPr>
          <w:rFonts w:ascii="Times New Roman" w:hAnsi="Times New Roman"/>
          <w:b/>
          <w:sz w:val="28"/>
          <w:szCs w:val="28"/>
        </w:rPr>
        <w:tab/>
        <w:t xml:space="preserve">        </w:t>
      </w:r>
      <w:r>
        <w:rPr>
          <w:rFonts w:ascii="Times New Roman" w:hAnsi="Times New Roman"/>
          <w:b/>
          <w:sz w:val="28"/>
          <w:szCs w:val="28"/>
        </w:rPr>
        <w:t xml:space="preserve">        </w:t>
      </w:r>
      <w:r w:rsidRPr="00ED3D9F">
        <w:rPr>
          <w:rFonts w:ascii="Times New Roman" w:hAnsi="Times New Roman"/>
          <w:b/>
          <w:sz w:val="28"/>
          <w:szCs w:val="28"/>
        </w:rPr>
        <w:t>С.И.Морозов</w:t>
      </w:r>
    </w:p>
    <w:p w:rsidR="00A375B2" w:rsidRPr="00ED3D9F" w:rsidRDefault="00A375B2" w:rsidP="008F5AC6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A375B2" w:rsidRPr="00ED3D9F" w:rsidRDefault="00A375B2" w:rsidP="008F5AC6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D3D9F">
        <w:rPr>
          <w:rFonts w:ascii="Times New Roman" w:hAnsi="Times New Roman" w:cs="Times New Roman"/>
          <w:sz w:val="28"/>
          <w:szCs w:val="28"/>
        </w:rPr>
        <w:t>г. Ульяновск</w:t>
      </w:r>
    </w:p>
    <w:p w:rsidR="00A375B2" w:rsidRPr="00ED3D9F" w:rsidRDefault="00A375B2" w:rsidP="008F5AC6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июня</w:t>
      </w:r>
      <w:r w:rsidRPr="00ED3D9F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7 г"/>
        </w:smartTagPr>
        <w:r w:rsidRPr="00ED3D9F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ED3D9F">
        <w:rPr>
          <w:rFonts w:ascii="Times New Roman" w:hAnsi="Times New Roman" w:cs="Times New Roman"/>
          <w:sz w:val="28"/>
          <w:szCs w:val="28"/>
        </w:rPr>
        <w:t>.</w:t>
      </w:r>
    </w:p>
    <w:p w:rsidR="00A375B2" w:rsidRPr="00ED3D9F" w:rsidRDefault="00A375B2" w:rsidP="008F5AC6">
      <w:pPr>
        <w:pStyle w:val="ConsNormal"/>
        <w:ind w:right="0" w:firstLine="0"/>
        <w:jc w:val="center"/>
        <w:rPr>
          <w:rFonts w:ascii="Times New Roman" w:hAnsi="Times New Roman"/>
          <w:sz w:val="28"/>
          <w:szCs w:val="28"/>
        </w:rPr>
      </w:pPr>
      <w:r w:rsidRPr="00ED3D9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58</w:t>
      </w:r>
      <w:r w:rsidRPr="00ED3D9F">
        <w:rPr>
          <w:rFonts w:ascii="Times New Roman" w:hAnsi="Times New Roman" w:cs="Times New Roman"/>
          <w:sz w:val="28"/>
          <w:szCs w:val="28"/>
        </w:rPr>
        <w:t>-ЗО</w:t>
      </w:r>
    </w:p>
    <w:sectPr w:rsidR="00A375B2" w:rsidRPr="00ED3D9F" w:rsidSect="008F5AC6">
      <w:headerReference w:type="default" r:id="rId7"/>
      <w:footerReference w:type="first" r:id="rId8"/>
      <w:pgSz w:w="11905" w:h="16838" w:code="9"/>
      <w:pgMar w:top="1134" w:right="567" w:bottom="1134" w:left="1418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5B2" w:rsidRDefault="00A375B2" w:rsidP="00ED3D9F">
      <w:pPr>
        <w:spacing w:after="0" w:line="240" w:lineRule="auto"/>
      </w:pPr>
      <w:r>
        <w:separator/>
      </w:r>
    </w:p>
  </w:endnote>
  <w:endnote w:type="continuationSeparator" w:id="0">
    <w:p w:rsidR="00A375B2" w:rsidRDefault="00A375B2" w:rsidP="00ED3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5B2" w:rsidRPr="004E04E1" w:rsidRDefault="00A375B2" w:rsidP="004E04E1">
    <w:pPr>
      <w:pStyle w:val="Footer"/>
      <w:jc w:val="right"/>
      <w:rPr>
        <w:rFonts w:ascii="Times New Roman" w:hAnsi="Times New Roman"/>
        <w:sz w:val="16"/>
      </w:rPr>
    </w:pPr>
    <w:r w:rsidRPr="004E04E1">
      <w:rPr>
        <w:rFonts w:ascii="Times New Roman" w:hAnsi="Times New Roman"/>
        <w:sz w:val="16"/>
      </w:rPr>
      <w:t>1605ар1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5B2" w:rsidRDefault="00A375B2" w:rsidP="00ED3D9F">
      <w:pPr>
        <w:spacing w:after="0" w:line="240" w:lineRule="auto"/>
      </w:pPr>
      <w:r>
        <w:separator/>
      </w:r>
    </w:p>
  </w:footnote>
  <w:footnote w:type="continuationSeparator" w:id="0">
    <w:p w:rsidR="00A375B2" w:rsidRDefault="00A375B2" w:rsidP="00ED3D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5B2" w:rsidRPr="008F5AC6" w:rsidRDefault="00A375B2" w:rsidP="008F5AC6">
    <w:pPr>
      <w:pStyle w:val="Header"/>
      <w:jc w:val="center"/>
      <w:rPr>
        <w:rFonts w:ascii="Times New Roman" w:hAnsi="Times New Roman"/>
        <w:sz w:val="28"/>
        <w:szCs w:val="28"/>
      </w:rPr>
    </w:pPr>
    <w:r w:rsidRPr="008F5AC6">
      <w:rPr>
        <w:rFonts w:ascii="Times New Roman" w:hAnsi="Times New Roman"/>
        <w:sz w:val="28"/>
        <w:szCs w:val="28"/>
      </w:rPr>
      <w:fldChar w:fldCharType="begin"/>
    </w:r>
    <w:r w:rsidRPr="008F5AC6">
      <w:rPr>
        <w:rFonts w:ascii="Times New Roman" w:hAnsi="Times New Roman"/>
        <w:sz w:val="28"/>
        <w:szCs w:val="28"/>
      </w:rPr>
      <w:instrText xml:space="preserve"> PAGE   \* MERGEFORMAT </w:instrText>
    </w:r>
    <w:r w:rsidRPr="008F5AC6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8F5AC6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579C"/>
    <w:rsid w:val="000022B4"/>
    <w:rsid w:val="00003508"/>
    <w:rsid w:val="000051A8"/>
    <w:rsid w:val="00034108"/>
    <w:rsid w:val="00046A73"/>
    <w:rsid w:val="00055E30"/>
    <w:rsid w:val="00073B61"/>
    <w:rsid w:val="00097934"/>
    <w:rsid w:val="000E142D"/>
    <w:rsid w:val="000F28B8"/>
    <w:rsid w:val="000F36BE"/>
    <w:rsid w:val="00104CB2"/>
    <w:rsid w:val="0011761C"/>
    <w:rsid w:val="00120A28"/>
    <w:rsid w:val="001450D3"/>
    <w:rsid w:val="00157C62"/>
    <w:rsid w:val="00170830"/>
    <w:rsid w:val="00173DDB"/>
    <w:rsid w:val="001B0C0D"/>
    <w:rsid w:val="001B579C"/>
    <w:rsid w:val="001C252E"/>
    <w:rsid w:val="001C5A3A"/>
    <w:rsid w:val="001C7DD3"/>
    <w:rsid w:val="001D380D"/>
    <w:rsid w:val="001E13DC"/>
    <w:rsid w:val="001E31AD"/>
    <w:rsid w:val="001E5D83"/>
    <w:rsid w:val="001F3DF9"/>
    <w:rsid w:val="0023367D"/>
    <w:rsid w:val="0023376B"/>
    <w:rsid w:val="00274B50"/>
    <w:rsid w:val="002D3E2C"/>
    <w:rsid w:val="002E29B3"/>
    <w:rsid w:val="002F0A6D"/>
    <w:rsid w:val="002F76C6"/>
    <w:rsid w:val="00301197"/>
    <w:rsid w:val="003223A7"/>
    <w:rsid w:val="003322DA"/>
    <w:rsid w:val="00365685"/>
    <w:rsid w:val="003721C7"/>
    <w:rsid w:val="00381369"/>
    <w:rsid w:val="00385763"/>
    <w:rsid w:val="003959E0"/>
    <w:rsid w:val="003A73C0"/>
    <w:rsid w:val="003B0AF4"/>
    <w:rsid w:val="003C2307"/>
    <w:rsid w:val="003D3E25"/>
    <w:rsid w:val="003D6C89"/>
    <w:rsid w:val="003D7319"/>
    <w:rsid w:val="003F217C"/>
    <w:rsid w:val="00403B2A"/>
    <w:rsid w:val="00406DD4"/>
    <w:rsid w:val="00415FE0"/>
    <w:rsid w:val="00451FEF"/>
    <w:rsid w:val="00455DD3"/>
    <w:rsid w:val="00483CCD"/>
    <w:rsid w:val="00485563"/>
    <w:rsid w:val="004A3387"/>
    <w:rsid w:val="004B4BC7"/>
    <w:rsid w:val="004C4046"/>
    <w:rsid w:val="004E04E1"/>
    <w:rsid w:val="00507BB3"/>
    <w:rsid w:val="005361EE"/>
    <w:rsid w:val="005537EE"/>
    <w:rsid w:val="00563BE3"/>
    <w:rsid w:val="00566294"/>
    <w:rsid w:val="0056645D"/>
    <w:rsid w:val="00577B33"/>
    <w:rsid w:val="005961ED"/>
    <w:rsid w:val="005B1D1A"/>
    <w:rsid w:val="005B46DE"/>
    <w:rsid w:val="005C0629"/>
    <w:rsid w:val="005C62CF"/>
    <w:rsid w:val="00616BFB"/>
    <w:rsid w:val="0063132B"/>
    <w:rsid w:val="0068315A"/>
    <w:rsid w:val="006933DA"/>
    <w:rsid w:val="006A2EF8"/>
    <w:rsid w:val="006B7392"/>
    <w:rsid w:val="006C1287"/>
    <w:rsid w:val="006D521C"/>
    <w:rsid w:val="006E1622"/>
    <w:rsid w:val="006E22BC"/>
    <w:rsid w:val="00750DC9"/>
    <w:rsid w:val="00760767"/>
    <w:rsid w:val="007647D7"/>
    <w:rsid w:val="0079275E"/>
    <w:rsid w:val="007C0A07"/>
    <w:rsid w:val="007C1B37"/>
    <w:rsid w:val="007C1C5B"/>
    <w:rsid w:val="007E0754"/>
    <w:rsid w:val="007E0C9F"/>
    <w:rsid w:val="007E318E"/>
    <w:rsid w:val="007F032C"/>
    <w:rsid w:val="00815110"/>
    <w:rsid w:val="00820D01"/>
    <w:rsid w:val="008239D5"/>
    <w:rsid w:val="00843D0B"/>
    <w:rsid w:val="0084423C"/>
    <w:rsid w:val="00850487"/>
    <w:rsid w:val="00855AA2"/>
    <w:rsid w:val="00864844"/>
    <w:rsid w:val="008648AE"/>
    <w:rsid w:val="008745EA"/>
    <w:rsid w:val="00881182"/>
    <w:rsid w:val="00882F25"/>
    <w:rsid w:val="00891882"/>
    <w:rsid w:val="008971AD"/>
    <w:rsid w:val="008B17AF"/>
    <w:rsid w:val="008B2021"/>
    <w:rsid w:val="008B77BF"/>
    <w:rsid w:val="008C5E9B"/>
    <w:rsid w:val="008E4413"/>
    <w:rsid w:val="008F4845"/>
    <w:rsid w:val="008F5AC6"/>
    <w:rsid w:val="008F7DA1"/>
    <w:rsid w:val="00907647"/>
    <w:rsid w:val="00907757"/>
    <w:rsid w:val="009125E2"/>
    <w:rsid w:val="0094131D"/>
    <w:rsid w:val="00947577"/>
    <w:rsid w:val="00953271"/>
    <w:rsid w:val="00963762"/>
    <w:rsid w:val="0097136F"/>
    <w:rsid w:val="00984A92"/>
    <w:rsid w:val="0098701C"/>
    <w:rsid w:val="0098774B"/>
    <w:rsid w:val="00987F3B"/>
    <w:rsid w:val="009A62E9"/>
    <w:rsid w:val="009E64E3"/>
    <w:rsid w:val="009F3158"/>
    <w:rsid w:val="009F63A8"/>
    <w:rsid w:val="00A01E34"/>
    <w:rsid w:val="00A267C6"/>
    <w:rsid w:val="00A334AA"/>
    <w:rsid w:val="00A375B2"/>
    <w:rsid w:val="00A529AA"/>
    <w:rsid w:val="00A67A39"/>
    <w:rsid w:val="00A71296"/>
    <w:rsid w:val="00AA61A1"/>
    <w:rsid w:val="00AC0447"/>
    <w:rsid w:val="00AF78C4"/>
    <w:rsid w:val="00B00AD8"/>
    <w:rsid w:val="00B04F9D"/>
    <w:rsid w:val="00B0678B"/>
    <w:rsid w:val="00B17E47"/>
    <w:rsid w:val="00B333EE"/>
    <w:rsid w:val="00B61C7C"/>
    <w:rsid w:val="00B717C1"/>
    <w:rsid w:val="00B7651C"/>
    <w:rsid w:val="00B83D5F"/>
    <w:rsid w:val="00B96CA4"/>
    <w:rsid w:val="00BA5D75"/>
    <w:rsid w:val="00BA72E8"/>
    <w:rsid w:val="00BB5D6D"/>
    <w:rsid w:val="00BD30E9"/>
    <w:rsid w:val="00BF25D4"/>
    <w:rsid w:val="00BF7923"/>
    <w:rsid w:val="00C21F93"/>
    <w:rsid w:val="00C257EB"/>
    <w:rsid w:val="00C37530"/>
    <w:rsid w:val="00C56BD4"/>
    <w:rsid w:val="00C67DDF"/>
    <w:rsid w:val="00C84C20"/>
    <w:rsid w:val="00CA6F35"/>
    <w:rsid w:val="00CA74E7"/>
    <w:rsid w:val="00CC21CE"/>
    <w:rsid w:val="00CE5189"/>
    <w:rsid w:val="00CF0795"/>
    <w:rsid w:val="00CF130B"/>
    <w:rsid w:val="00CF5D50"/>
    <w:rsid w:val="00D2040B"/>
    <w:rsid w:val="00D3173C"/>
    <w:rsid w:val="00D343CD"/>
    <w:rsid w:val="00D37B4A"/>
    <w:rsid w:val="00D54C67"/>
    <w:rsid w:val="00D619B9"/>
    <w:rsid w:val="00D628EA"/>
    <w:rsid w:val="00D67E04"/>
    <w:rsid w:val="00D7047E"/>
    <w:rsid w:val="00D70936"/>
    <w:rsid w:val="00D824F5"/>
    <w:rsid w:val="00D86470"/>
    <w:rsid w:val="00DA1A9F"/>
    <w:rsid w:val="00DA73FC"/>
    <w:rsid w:val="00DB6426"/>
    <w:rsid w:val="00DC3E15"/>
    <w:rsid w:val="00DD3103"/>
    <w:rsid w:val="00DD4226"/>
    <w:rsid w:val="00E06F4A"/>
    <w:rsid w:val="00E13614"/>
    <w:rsid w:val="00E216B4"/>
    <w:rsid w:val="00E409C2"/>
    <w:rsid w:val="00E42876"/>
    <w:rsid w:val="00E519C7"/>
    <w:rsid w:val="00E87C13"/>
    <w:rsid w:val="00E92FCE"/>
    <w:rsid w:val="00E975E0"/>
    <w:rsid w:val="00EC086D"/>
    <w:rsid w:val="00ED1429"/>
    <w:rsid w:val="00ED3D9F"/>
    <w:rsid w:val="00F11FDD"/>
    <w:rsid w:val="00F16AD0"/>
    <w:rsid w:val="00F478AE"/>
    <w:rsid w:val="00F63378"/>
    <w:rsid w:val="00F700C5"/>
    <w:rsid w:val="00F71B73"/>
    <w:rsid w:val="00F722A7"/>
    <w:rsid w:val="00F7254B"/>
    <w:rsid w:val="00F80513"/>
    <w:rsid w:val="00FE6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7E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uiPriority w:val="99"/>
    <w:rsid w:val="00BB5D6D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BB5D6D"/>
    <w:rPr>
      <w:rFonts w:ascii="Times New Roman" w:hAnsi="Times New Roman" w:cs="Times New Roman"/>
      <w:sz w:val="24"/>
      <w:lang w:eastAsia="ru-RU"/>
    </w:rPr>
  </w:style>
  <w:style w:type="paragraph" w:customStyle="1" w:styleId="ConsTitle">
    <w:name w:val="ConsTitle"/>
    <w:uiPriority w:val="99"/>
    <w:rsid w:val="00ED3D9F"/>
    <w:pPr>
      <w:suppressAutoHyphens/>
      <w:autoSpaceDE w:val="0"/>
      <w:ind w:right="19772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ConsNormal">
    <w:name w:val="ConsNormal"/>
    <w:uiPriority w:val="99"/>
    <w:rsid w:val="00ED3D9F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BodyTextIndent">
    <w:name w:val="Body Text Indent"/>
    <w:basedOn w:val="Normal"/>
    <w:link w:val="BodyTextIndentChar"/>
    <w:uiPriority w:val="99"/>
    <w:rsid w:val="00ED3D9F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D3D9F"/>
    <w:rPr>
      <w:rFonts w:ascii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rsid w:val="00ED3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D3D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D3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D3D9F"/>
    <w:rPr>
      <w:rFonts w:cs="Times New Roman"/>
    </w:rPr>
  </w:style>
  <w:style w:type="paragraph" w:customStyle="1" w:styleId="ConsPlusNormal">
    <w:name w:val="ConsPlusNormal"/>
    <w:uiPriority w:val="99"/>
    <w:rsid w:val="006C1287"/>
    <w:pPr>
      <w:widowControl w:val="0"/>
      <w:autoSpaceDE w:val="0"/>
      <w:autoSpaceDN w:val="0"/>
    </w:pPr>
    <w:rPr>
      <w:rFonts w:eastAsia="Times New Roman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D9ECF8C994C4F50D2625D77E0377BDBE0CD2BB106074300CB1CF29746266EEDc576H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500</Words>
  <Characters>2853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</cp:revision>
  <cp:lastPrinted>2017-06-21T10:27:00Z</cp:lastPrinted>
  <dcterms:created xsi:type="dcterms:W3CDTF">2017-05-16T13:53:00Z</dcterms:created>
  <dcterms:modified xsi:type="dcterms:W3CDTF">2017-06-30T11:48:00Z</dcterms:modified>
</cp:coreProperties>
</file>