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CF" w:rsidRPr="006F7464" w:rsidRDefault="00BA0BCF" w:rsidP="005176B5">
      <w:pPr>
        <w:spacing w:line="480" w:lineRule="auto"/>
        <w:jc w:val="center"/>
        <w:outlineLvl w:val="0"/>
        <w:rPr>
          <w:b/>
          <w:sz w:val="28"/>
          <w:szCs w:val="28"/>
        </w:rPr>
      </w:pPr>
      <w:r w:rsidRPr="006F7464">
        <w:rPr>
          <w:b/>
          <w:sz w:val="28"/>
          <w:szCs w:val="28"/>
        </w:rPr>
        <w:t xml:space="preserve">ФИНАНСОВО-ЭКОНОМИЧЕСКОЕ </w:t>
      </w:r>
      <w:r>
        <w:rPr>
          <w:b/>
          <w:sz w:val="28"/>
          <w:szCs w:val="28"/>
        </w:rPr>
        <w:t>ОБОСНОВАНИЕ</w:t>
      </w:r>
    </w:p>
    <w:p w:rsidR="00BA0BCF" w:rsidRPr="00A379B0" w:rsidRDefault="00BA0BCF" w:rsidP="00A379B0">
      <w:pPr>
        <w:pStyle w:val="BodyTextIndent"/>
        <w:tabs>
          <w:tab w:val="left" w:pos="3020"/>
        </w:tabs>
        <w:ind w:firstLine="0"/>
        <w:jc w:val="center"/>
        <w:rPr>
          <w:b/>
          <w:szCs w:val="28"/>
        </w:rPr>
      </w:pPr>
      <w:r w:rsidRPr="00A379B0">
        <w:rPr>
          <w:b/>
          <w:szCs w:val="28"/>
        </w:rPr>
        <w:t>проекта закона Ульяновской области</w:t>
      </w:r>
    </w:p>
    <w:p w:rsidR="00BA0BCF" w:rsidRDefault="00BA0BCF" w:rsidP="009208E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7281C">
        <w:rPr>
          <w:rFonts w:ascii="Times New Roman" w:hAnsi="Times New Roman" w:cs="Times New Roman"/>
          <w:b/>
          <w:sz w:val="28"/>
          <w:szCs w:val="28"/>
        </w:rPr>
        <w:t>О внесени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37281C">
        <w:rPr>
          <w:rFonts w:ascii="Times New Roman" w:hAnsi="Times New Roman" w:cs="Times New Roman"/>
          <w:b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37281C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статьи 1 и 7</w:t>
      </w:r>
      <w:r w:rsidRPr="0037281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Закона Ульяновской области </w:t>
      </w:r>
    </w:p>
    <w:p w:rsidR="00BA0BCF" w:rsidRPr="0037281C" w:rsidRDefault="00BA0BCF" w:rsidP="009208E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муниципальной службе в Ульяновской области»</w:t>
      </w:r>
    </w:p>
    <w:p w:rsidR="00BA0BCF" w:rsidRPr="002923A5" w:rsidRDefault="00BA0BCF" w:rsidP="005176B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1A379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A0BCF" w:rsidRPr="00377C1F" w:rsidRDefault="00BA0BCF" w:rsidP="00BC58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закона Ульяновской области не потребует дополнительного финансирования из областного бюджета. </w:t>
      </w:r>
    </w:p>
    <w:p w:rsidR="00BA0BCF" w:rsidRPr="00377C1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Pr="00CA1B98" w:rsidRDefault="00BA0BCF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Начальник управления по вопросам</w:t>
      </w:r>
    </w:p>
    <w:p w:rsidR="00BA0BCF" w:rsidRPr="00CA1B98" w:rsidRDefault="00BA0BCF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государственной службы и кадров</w:t>
      </w:r>
    </w:p>
    <w:p w:rsidR="00BA0BCF" w:rsidRPr="00CA1B98" w:rsidRDefault="00BA0BCF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администрации Губернатора</w:t>
      </w:r>
    </w:p>
    <w:p w:rsidR="00BA0BCF" w:rsidRPr="00CA1B98" w:rsidRDefault="00BA0BCF" w:rsidP="00CA1B98">
      <w:pPr>
        <w:rPr>
          <w:sz w:val="28"/>
          <w:szCs w:val="28"/>
        </w:rPr>
      </w:pPr>
      <w:r w:rsidRPr="00CA1B98">
        <w:rPr>
          <w:sz w:val="28"/>
          <w:szCs w:val="28"/>
        </w:rPr>
        <w:t>Ульяновской области                                                                      А.М.Рябоконь</w:t>
      </w:r>
    </w:p>
    <w:sectPr w:rsidR="00BA0BCF" w:rsidRPr="00CA1B98" w:rsidSect="00306E7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6B5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E63"/>
    <w:rsid w:val="00061EFB"/>
    <w:rsid w:val="00064249"/>
    <w:rsid w:val="000645E9"/>
    <w:rsid w:val="00065970"/>
    <w:rsid w:val="00066F4C"/>
    <w:rsid w:val="00071247"/>
    <w:rsid w:val="0007151D"/>
    <w:rsid w:val="00074022"/>
    <w:rsid w:val="00074131"/>
    <w:rsid w:val="00074E8C"/>
    <w:rsid w:val="00074F3C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3DE0"/>
    <w:rsid w:val="000A461E"/>
    <w:rsid w:val="000A494F"/>
    <w:rsid w:val="000A5139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ED5"/>
    <w:rsid w:val="000E2387"/>
    <w:rsid w:val="000E2486"/>
    <w:rsid w:val="000E2645"/>
    <w:rsid w:val="000E366E"/>
    <w:rsid w:val="000E3A9A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3248"/>
    <w:rsid w:val="00133E11"/>
    <w:rsid w:val="0013473F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6F7F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B77"/>
    <w:rsid w:val="00192E16"/>
    <w:rsid w:val="00193490"/>
    <w:rsid w:val="00194F46"/>
    <w:rsid w:val="0019581E"/>
    <w:rsid w:val="00195A4E"/>
    <w:rsid w:val="00195A7E"/>
    <w:rsid w:val="00195C9E"/>
    <w:rsid w:val="00196625"/>
    <w:rsid w:val="001977B8"/>
    <w:rsid w:val="001977CB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3792"/>
    <w:rsid w:val="001A37DC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6A4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559B"/>
    <w:rsid w:val="001D6866"/>
    <w:rsid w:val="001D6A9C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5214"/>
    <w:rsid w:val="001E5B88"/>
    <w:rsid w:val="001F2292"/>
    <w:rsid w:val="001F2534"/>
    <w:rsid w:val="001F359B"/>
    <w:rsid w:val="001F3C61"/>
    <w:rsid w:val="001F3C87"/>
    <w:rsid w:val="001F3D8C"/>
    <w:rsid w:val="001F4F28"/>
    <w:rsid w:val="001F5217"/>
    <w:rsid w:val="001F55F7"/>
    <w:rsid w:val="001F560D"/>
    <w:rsid w:val="001F598E"/>
    <w:rsid w:val="001F5D26"/>
    <w:rsid w:val="001F6338"/>
    <w:rsid w:val="001F6F01"/>
    <w:rsid w:val="001F7074"/>
    <w:rsid w:val="001F77E7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93B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27E"/>
    <w:rsid w:val="00247451"/>
    <w:rsid w:val="002475FE"/>
    <w:rsid w:val="002502C7"/>
    <w:rsid w:val="00250751"/>
    <w:rsid w:val="00250AD4"/>
    <w:rsid w:val="00250E72"/>
    <w:rsid w:val="002520C3"/>
    <w:rsid w:val="0025283E"/>
    <w:rsid w:val="002531FB"/>
    <w:rsid w:val="00253717"/>
    <w:rsid w:val="00253BE0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A5"/>
    <w:rsid w:val="002928A7"/>
    <w:rsid w:val="002933D9"/>
    <w:rsid w:val="00294185"/>
    <w:rsid w:val="00295700"/>
    <w:rsid w:val="00295B6F"/>
    <w:rsid w:val="00295BBE"/>
    <w:rsid w:val="00297322"/>
    <w:rsid w:val="002A0A64"/>
    <w:rsid w:val="002A0B7E"/>
    <w:rsid w:val="002A1403"/>
    <w:rsid w:val="002A143D"/>
    <w:rsid w:val="002A181C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05B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A0"/>
    <w:rsid w:val="002D152D"/>
    <w:rsid w:val="002D1783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12CC"/>
    <w:rsid w:val="002E14C4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716C"/>
    <w:rsid w:val="002F0D62"/>
    <w:rsid w:val="002F249C"/>
    <w:rsid w:val="002F271C"/>
    <w:rsid w:val="002F39FE"/>
    <w:rsid w:val="002F3BC9"/>
    <w:rsid w:val="002F3CC8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7E"/>
    <w:rsid w:val="00306E98"/>
    <w:rsid w:val="003071C0"/>
    <w:rsid w:val="003075A3"/>
    <w:rsid w:val="003102C1"/>
    <w:rsid w:val="0031068B"/>
    <w:rsid w:val="00310B4E"/>
    <w:rsid w:val="0031199C"/>
    <w:rsid w:val="00312596"/>
    <w:rsid w:val="00313607"/>
    <w:rsid w:val="00313997"/>
    <w:rsid w:val="00313C4C"/>
    <w:rsid w:val="0031540E"/>
    <w:rsid w:val="00315496"/>
    <w:rsid w:val="00315A2B"/>
    <w:rsid w:val="003160FF"/>
    <w:rsid w:val="00316AB3"/>
    <w:rsid w:val="00317229"/>
    <w:rsid w:val="00317E2F"/>
    <w:rsid w:val="003211D5"/>
    <w:rsid w:val="0032156E"/>
    <w:rsid w:val="0032160B"/>
    <w:rsid w:val="00322926"/>
    <w:rsid w:val="003229DC"/>
    <w:rsid w:val="003232A7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5D5"/>
    <w:rsid w:val="00353978"/>
    <w:rsid w:val="00354D28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77C1F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42F"/>
    <w:rsid w:val="003A37AD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74F3"/>
    <w:rsid w:val="003E75CD"/>
    <w:rsid w:val="003E7A8B"/>
    <w:rsid w:val="003F08B1"/>
    <w:rsid w:val="003F094D"/>
    <w:rsid w:val="003F15F4"/>
    <w:rsid w:val="003F18A8"/>
    <w:rsid w:val="003F1F9B"/>
    <w:rsid w:val="003F286B"/>
    <w:rsid w:val="003F2ABD"/>
    <w:rsid w:val="003F33FE"/>
    <w:rsid w:val="003F3885"/>
    <w:rsid w:val="003F3B5C"/>
    <w:rsid w:val="003F3F69"/>
    <w:rsid w:val="003F47B4"/>
    <w:rsid w:val="003F4C09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14AF"/>
    <w:rsid w:val="00411C0C"/>
    <w:rsid w:val="00413ABC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7051"/>
    <w:rsid w:val="004B7F1D"/>
    <w:rsid w:val="004B7FEF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3CA"/>
    <w:rsid w:val="004D0470"/>
    <w:rsid w:val="004D13CC"/>
    <w:rsid w:val="004D14D0"/>
    <w:rsid w:val="004D2590"/>
    <w:rsid w:val="004D289F"/>
    <w:rsid w:val="004D2A91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BD0"/>
    <w:rsid w:val="004E7971"/>
    <w:rsid w:val="004E7C33"/>
    <w:rsid w:val="004F0872"/>
    <w:rsid w:val="004F10FE"/>
    <w:rsid w:val="004F12CA"/>
    <w:rsid w:val="004F149A"/>
    <w:rsid w:val="004F27F6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C44"/>
    <w:rsid w:val="00515E76"/>
    <w:rsid w:val="00516162"/>
    <w:rsid w:val="00516540"/>
    <w:rsid w:val="00516697"/>
    <w:rsid w:val="005176B5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7F1"/>
    <w:rsid w:val="00523815"/>
    <w:rsid w:val="005239F8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CFB"/>
    <w:rsid w:val="00555F06"/>
    <w:rsid w:val="00556341"/>
    <w:rsid w:val="0055662E"/>
    <w:rsid w:val="005567E0"/>
    <w:rsid w:val="00556BC3"/>
    <w:rsid w:val="005573DD"/>
    <w:rsid w:val="00557C51"/>
    <w:rsid w:val="0056034C"/>
    <w:rsid w:val="00560436"/>
    <w:rsid w:val="00560B26"/>
    <w:rsid w:val="00561ADC"/>
    <w:rsid w:val="005625F1"/>
    <w:rsid w:val="00563D6A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41CE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75DD"/>
    <w:rsid w:val="00590501"/>
    <w:rsid w:val="005909DA"/>
    <w:rsid w:val="00592228"/>
    <w:rsid w:val="00592BC3"/>
    <w:rsid w:val="00594440"/>
    <w:rsid w:val="00594D6B"/>
    <w:rsid w:val="00594F14"/>
    <w:rsid w:val="00595139"/>
    <w:rsid w:val="00595647"/>
    <w:rsid w:val="005962B5"/>
    <w:rsid w:val="00596CA4"/>
    <w:rsid w:val="00597FEA"/>
    <w:rsid w:val="005A0093"/>
    <w:rsid w:val="005A0C08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1CE"/>
    <w:rsid w:val="005B6F6F"/>
    <w:rsid w:val="005B793D"/>
    <w:rsid w:val="005C02C5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E0661"/>
    <w:rsid w:val="005E15B6"/>
    <w:rsid w:val="005E1D6F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0CAD"/>
    <w:rsid w:val="005F201A"/>
    <w:rsid w:val="005F2139"/>
    <w:rsid w:val="005F238A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2261"/>
    <w:rsid w:val="00623431"/>
    <w:rsid w:val="006235AB"/>
    <w:rsid w:val="0062388A"/>
    <w:rsid w:val="00623EA7"/>
    <w:rsid w:val="00624787"/>
    <w:rsid w:val="00624BA1"/>
    <w:rsid w:val="00624F57"/>
    <w:rsid w:val="0062510D"/>
    <w:rsid w:val="006258D3"/>
    <w:rsid w:val="00626132"/>
    <w:rsid w:val="00626362"/>
    <w:rsid w:val="00626427"/>
    <w:rsid w:val="006266E0"/>
    <w:rsid w:val="00626EC9"/>
    <w:rsid w:val="00631550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C01"/>
    <w:rsid w:val="00641873"/>
    <w:rsid w:val="00641C53"/>
    <w:rsid w:val="00642B5E"/>
    <w:rsid w:val="00642CBF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9BE"/>
    <w:rsid w:val="00646E0F"/>
    <w:rsid w:val="00647EE4"/>
    <w:rsid w:val="00650934"/>
    <w:rsid w:val="006527A6"/>
    <w:rsid w:val="00653599"/>
    <w:rsid w:val="006539DD"/>
    <w:rsid w:val="0065495C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1E60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2B9"/>
    <w:rsid w:val="006848AF"/>
    <w:rsid w:val="00684F44"/>
    <w:rsid w:val="00685744"/>
    <w:rsid w:val="00685787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0624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76E"/>
    <w:rsid w:val="006C7A89"/>
    <w:rsid w:val="006D19E5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7464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90F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CAB"/>
    <w:rsid w:val="00753DE4"/>
    <w:rsid w:val="007540BB"/>
    <w:rsid w:val="007543FD"/>
    <w:rsid w:val="0075474F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81D"/>
    <w:rsid w:val="00787957"/>
    <w:rsid w:val="00790499"/>
    <w:rsid w:val="00792089"/>
    <w:rsid w:val="00792267"/>
    <w:rsid w:val="0079348B"/>
    <w:rsid w:val="007953DE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7E2"/>
    <w:rsid w:val="007C4C78"/>
    <w:rsid w:val="007C4DE4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103B5"/>
    <w:rsid w:val="00811423"/>
    <w:rsid w:val="008116DD"/>
    <w:rsid w:val="008118EF"/>
    <w:rsid w:val="00811B60"/>
    <w:rsid w:val="008128B3"/>
    <w:rsid w:val="00812F60"/>
    <w:rsid w:val="0081336F"/>
    <w:rsid w:val="008139F5"/>
    <w:rsid w:val="00813D8C"/>
    <w:rsid w:val="00814E6C"/>
    <w:rsid w:val="0081531D"/>
    <w:rsid w:val="00816CE6"/>
    <w:rsid w:val="00817742"/>
    <w:rsid w:val="00817BB1"/>
    <w:rsid w:val="0082269E"/>
    <w:rsid w:val="00823528"/>
    <w:rsid w:val="00823AEC"/>
    <w:rsid w:val="0082415D"/>
    <w:rsid w:val="00825439"/>
    <w:rsid w:val="00825B00"/>
    <w:rsid w:val="00825D5B"/>
    <w:rsid w:val="008260AC"/>
    <w:rsid w:val="0082627E"/>
    <w:rsid w:val="008275FF"/>
    <w:rsid w:val="008306F5"/>
    <w:rsid w:val="008313C6"/>
    <w:rsid w:val="0083362F"/>
    <w:rsid w:val="00833C2E"/>
    <w:rsid w:val="008340F9"/>
    <w:rsid w:val="00834294"/>
    <w:rsid w:val="008349EA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6A6"/>
    <w:rsid w:val="008610C5"/>
    <w:rsid w:val="008612BE"/>
    <w:rsid w:val="00861A90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5DB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58D"/>
    <w:rsid w:val="008915EA"/>
    <w:rsid w:val="00891C55"/>
    <w:rsid w:val="00892557"/>
    <w:rsid w:val="0089296A"/>
    <w:rsid w:val="00892D5E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65B5"/>
    <w:rsid w:val="008A66B2"/>
    <w:rsid w:val="008A69B8"/>
    <w:rsid w:val="008A6D6E"/>
    <w:rsid w:val="008A6FFB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772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81E"/>
    <w:rsid w:val="008D68B7"/>
    <w:rsid w:val="008E06E2"/>
    <w:rsid w:val="008E13F8"/>
    <w:rsid w:val="008E1585"/>
    <w:rsid w:val="008E1CC4"/>
    <w:rsid w:val="008E2350"/>
    <w:rsid w:val="008E2864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B43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41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BC5"/>
    <w:rsid w:val="00916CC7"/>
    <w:rsid w:val="0092028B"/>
    <w:rsid w:val="00920516"/>
    <w:rsid w:val="00920675"/>
    <w:rsid w:val="009208EE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3DA"/>
    <w:rsid w:val="0093392F"/>
    <w:rsid w:val="00933A2C"/>
    <w:rsid w:val="00933BFE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A99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E10"/>
    <w:rsid w:val="00993A49"/>
    <w:rsid w:val="00994927"/>
    <w:rsid w:val="00994974"/>
    <w:rsid w:val="00994E55"/>
    <w:rsid w:val="00995041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6834"/>
    <w:rsid w:val="009A6A61"/>
    <w:rsid w:val="009A6C03"/>
    <w:rsid w:val="009A6EDC"/>
    <w:rsid w:val="009A6F6A"/>
    <w:rsid w:val="009A749D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51B"/>
    <w:rsid w:val="009B6847"/>
    <w:rsid w:val="009B7171"/>
    <w:rsid w:val="009B7216"/>
    <w:rsid w:val="009B7B62"/>
    <w:rsid w:val="009C02AE"/>
    <w:rsid w:val="009C04BB"/>
    <w:rsid w:val="009C0FFC"/>
    <w:rsid w:val="009C12C4"/>
    <w:rsid w:val="009C1775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40FF"/>
    <w:rsid w:val="009E45B5"/>
    <w:rsid w:val="009E6264"/>
    <w:rsid w:val="009F073E"/>
    <w:rsid w:val="009F0CF3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46B7"/>
    <w:rsid w:val="00A34D82"/>
    <w:rsid w:val="00A379B0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EE8"/>
    <w:rsid w:val="00A62323"/>
    <w:rsid w:val="00A62465"/>
    <w:rsid w:val="00A62D34"/>
    <w:rsid w:val="00A632D9"/>
    <w:rsid w:val="00A636B6"/>
    <w:rsid w:val="00A64D85"/>
    <w:rsid w:val="00A6520D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B82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626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D0B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AD9"/>
    <w:rsid w:val="00AF7BE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5703"/>
    <w:rsid w:val="00B05DE0"/>
    <w:rsid w:val="00B0672F"/>
    <w:rsid w:val="00B06C3E"/>
    <w:rsid w:val="00B078B3"/>
    <w:rsid w:val="00B105A9"/>
    <w:rsid w:val="00B10680"/>
    <w:rsid w:val="00B117D8"/>
    <w:rsid w:val="00B11C4E"/>
    <w:rsid w:val="00B142D6"/>
    <w:rsid w:val="00B14BBA"/>
    <w:rsid w:val="00B14CB3"/>
    <w:rsid w:val="00B15647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8B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617F5"/>
    <w:rsid w:val="00B61815"/>
    <w:rsid w:val="00B61963"/>
    <w:rsid w:val="00B61AB4"/>
    <w:rsid w:val="00B62828"/>
    <w:rsid w:val="00B62D16"/>
    <w:rsid w:val="00B630A2"/>
    <w:rsid w:val="00B633CF"/>
    <w:rsid w:val="00B63C96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9D3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BCF"/>
    <w:rsid w:val="00BA0D2F"/>
    <w:rsid w:val="00BA0EAD"/>
    <w:rsid w:val="00BA11A7"/>
    <w:rsid w:val="00BA1C1E"/>
    <w:rsid w:val="00BA2DF7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580F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359C"/>
    <w:rsid w:val="00BF35A0"/>
    <w:rsid w:val="00BF39C3"/>
    <w:rsid w:val="00BF4771"/>
    <w:rsid w:val="00BF4E7D"/>
    <w:rsid w:val="00BF5773"/>
    <w:rsid w:val="00BF580B"/>
    <w:rsid w:val="00BF5B2D"/>
    <w:rsid w:val="00BF714C"/>
    <w:rsid w:val="00C00154"/>
    <w:rsid w:val="00C00B6E"/>
    <w:rsid w:val="00C00CE0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07C0F"/>
    <w:rsid w:val="00C10DFA"/>
    <w:rsid w:val="00C11C27"/>
    <w:rsid w:val="00C12412"/>
    <w:rsid w:val="00C13FCF"/>
    <w:rsid w:val="00C162AE"/>
    <w:rsid w:val="00C162BA"/>
    <w:rsid w:val="00C1646A"/>
    <w:rsid w:val="00C1719E"/>
    <w:rsid w:val="00C177EC"/>
    <w:rsid w:val="00C17A7A"/>
    <w:rsid w:val="00C20903"/>
    <w:rsid w:val="00C210E8"/>
    <w:rsid w:val="00C21EC0"/>
    <w:rsid w:val="00C2209E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39E2"/>
    <w:rsid w:val="00C43EF1"/>
    <w:rsid w:val="00C44955"/>
    <w:rsid w:val="00C45352"/>
    <w:rsid w:val="00C4683D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7124"/>
    <w:rsid w:val="00C673BF"/>
    <w:rsid w:val="00C676F0"/>
    <w:rsid w:val="00C700B2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528A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1B98"/>
    <w:rsid w:val="00CA29F5"/>
    <w:rsid w:val="00CA2E76"/>
    <w:rsid w:val="00CA58BB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0F6B"/>
    <w:rsid w:val="00CD104C"/>
    <w:rsid w:val="00CD1E2E"/>
    <w:rsid w:val="00CD42AC"/>
    <w:rsid w:val="00CD5608"/>
    <w:rsid w:val="00CD57A5"/>
    <w:rsid w:val="00CD5E39"/>
    <w:rsid w:val="00CD6C61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425C"/>
    <w:rsid w:val="00D046F3"/>
    <w:rsid w:val="00D05F22"/>
    <w:rsid w:val="00D06081"/>
    <w:rsid w:val="00D0675E"/>
    <w:rsid w:val="00D07E72"/>
    <w:rsid w:val="00D10222"/>
    <w:rsid w:val="00D1054B"/>
    <w:rsid w:val="00D10AEC"/>
    <w:rsid w:val="00D111FB"/>
    <w:rsid w:val="00D11369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A64"/>
    <w:rsid w:val="00D23D1A"/>
    <w:rsid w:val="00D240E5"/>
    <w:rsid w:val="00D24368"/>
    <w:rsid w:val="00D243C0"/>
    <w:rsid w:val="00D24AC3"/>
    <w:rsid w:val="00D26835"/>
    <w:rsid w:val="00D27354"/>
    <w:rsid w:val="00D30470"/>
    <w:rsid w:val="00D30D45"/>
    <w:rsid w:val="00D313D1"/>
    <w:rsid w:val="00D3188C"/>
    <w:rsid w:val="00D33024"/>
    <w:rsid w:val="00D33B8B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71C"/>
    <w:rsid w:val="00D64389"/>
    <w:rsid w:val="00D64632"/>
    <w:rsid w:val="00D64BF6"/>
    <w:rsid w:val="00D64CF0"/>
    <w:rsid w:val="00D64EA9"/>
    <w:rsid w:val="00D6589E"/>
    <w:rsid w:val="00D66175"/>
    <w:rsid w:val="00D667FB"/>
    <w:rsid w:val="00D66A2A"/>
    <w:rsid w:val="00D66F87"/>
    <w:rsid w:val="00D6706C"/>
    <w:rsid w:val="00D67299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4FDC"/>
    <w:rsid w:val="00D8663E"/>
    <w:rsid w:val="00D872C6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71E7"/>
    <w:rsid w:val="00D97232"/>
    <w:rsid w:val="00D973B0"/>
    <w:rsid w:val="00D97CE7"/>
    <w:rsid w:val="00D97E4E"/>
    <w:rsid w:val="00DA0A73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11A"/>
    <w:rsid w:val="00E009DA"/>
    <w:rsid w:val="00E01448"/>
    <w:rsid w:val="00E01A20"/>
    <w:rsid w:val="00E02CDF"/>
    <w:rsid w:val="00E030F0"/>
    <w:rsid w:val="00E03E69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C1B"/>
    <w:rsid w:val="00E16759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D8F"/>
    <w:rsid w:val="00E276B2"/>
    <w:rsid w:val="00E27B57"/>
    <w:rsid w:val="00E3211A"/>
    <w:rsid w:val="00E324E0"/>
    <w:rsid w:val="00E32FA3"/>
    <w:rsid w:val="00E33271"/>
    <w:rsid w:val="00E3384B"/>
    <w:rsid w:val="00E34D37"/>
    <w:rsid w:val="00E34D63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4F5"/>
    <w:rsid w:val="00E778A1"/>
    <w:rsid w:val="00E77E00"/>
    <w:rsid w:val="00E804F4"/>
    <w:rsid w:val="00E80642"/>
    <w:rsid w:val="00E810D5"/>
    <w:rsid w:val="00E8158A"/>
    <w:rsid w:val="00E81D2B"/>
    <w:rsid w:val="00E8267D"/>
    <w:rsid w:val="00E828C8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5D2A"/>
    <w:rsid w:val="00EC5EFC"/>
    <w:rsid w:val="00EC5F49"/>
    <w:rsid w:val="00EC6995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3EF6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6B3D"/>
    <w:rsid w:val="00F46DE5"/>
    <w:rsid w:val="00F47926"/>
    <w:rsid w:val="00F47F13"/>
    <w:rsid w:val="00F503FA"/>
    <w:rsid w:val="00F5074B"/>
    <w:rsid w:val="00F50C21"/>
    <w:rsid w:val="00F521F5"/>
    <w:rsid w:val="00F528BB"/>
    <w:rsid w:val="00F53B0C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lang w:eastAsia="en-US"/>
    </w:rPr>
  </w:style>
  <w:style w:type="paragraph" w:customStyle="1" w:styleId="ConsPlusNormal">
    <w:name w:val="ConsPlusNormal"/>
    <w:uiPriority w:val="99"/>
    <w:rsid w:val="005176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176B5"/>
    <w:pPr>
      <w:ind w:firstLine="90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76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379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1A379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33EF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0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74</Words>
  <Characters>424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antonov_ps</cp:lastModifiedBy>
  <cp:revision>22</cp:revision>
  <dcterms:created xsi:type="dcterms:W3CDTF">2014-03-25T06:53:00Z</dcterms:created>
  <dcterms:modified xsi:type="dcterms:W3CDTF">2016-01-19T06:54:00Z</dcterms:modified>
</cp:coreProperties>
</file>