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3B7" w:rsidRDefault="00A903B7" w:rsidP="000653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ЗАКОН УЛЬЯНОВСКОЙ ОБЛАСТИ</w:t>
      </w:r>
    </w:p>
    <w:p w:rsidR="00A903B7" w:rsidRDefault="00A903B7" w:rsidP="0006530D">
      <w:pPr>
        <w:jc w:val="center"/>
        <w:rPr>
          <w:b/>
          <w:sz w:val="28"/>
          <w:szCs w:val="28"/>
        </w:rPr>
      </w:pPr>
    </w:p>
    <w:p w:rsidR="00A903B7" w:rsidRPr="0006530D" w:rsidRDefault="00A903B7" w:rsidP="0006530D">
      <w:pPr>
        <w:jc w:val="center"/>
        <w:rPr>
          <w:b/>
          <w:sz w:val="28"/>
          <w:szCs w:val="28"/>
        </w:rPr>
      </w:pPr>
    </w:p>
    <w:p w:rsidR="00A903B7" w:rsidRDefault="00A903B7" w:rsidP="0006530D">
      <w:pPr>
        <w:jc w:val="center"/>
        <w:rPr>
          <w:b/>
          <w:sz w:val="28"/>
          <w:szCs w:val="28"/>
        </w:rPr>
      </w:pPr>
    </w:p>
    <w:p w:rsidR="00A903B7" w:rsidRDefault="00A903B7" w:rsidP="004F2519">
      <w:pPr>
        <w:jc w:val="center"/>
        <w:rPr>
          <w:b/>
          <w:sz w:val="28"/>
          <w:szCs w:val="28"/>
        </w:rPr>
      </w:pPr>
    </w:p>
    <w:p w:rsidR="00A903B7" w:rsidRDefault="00A903B7" w:rsidP="004F25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статью 3 Закона Ульяновской области</w:t>
      </w:r>
    </w:p>
    <w:p w:rsidR="00A903B7" w:rsidRDefault="00A903B7" w:rsidP="004F25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5924A4">
        <w:rPr>
          <w:b/>
          <w:sz w:val="28"/>
          <w:szCs w:val="28"/>
        </w:rPr>
        <w:t>О мерах государственной поддержки сельскохозяйственных потребительских кооперативов, потребительских обществ и отдельных категорий граждан, ведущих личное подсобное хозяйство</w:t>
      </w:r>
      <w:r>
        <w:rPr>
          <w:b/>
          <w:sz w:val="28"/>
          <w:szCs w:val="28"/>
        </w:rPr>
        <w:t>,</w:t>
      </w:r>
      <w:r w:rsidRPr="005924A4">
        <w:rPr>
          <w:b/>
          <w:sz w:val="28"/>
          <w:szCs w:val="28"/>
        </w:rPr>
        <w:t xml:space="preserve"> </w:t>
      </w:r>
    </w:p>
    <w:p w:rsidR="00A903B7" w:rsidRDefault="00A903B7" w:rsidP="004F2519">
      <w:pPr>
        <w:jc w:val="center"/>
        <w:rPr>
          <w:b/>
          <w:sz w:val="28"/>
          <w:szCs w:val="28"/>
        </w:rPr>
      </w:pPr>
      <w:r w:rsidRPr="005924A4">
        <w:rPr>
          <w:b/>
          <w:sz w:val="28"/>
          <w:szCs w:val="28"/>
        </w:rPr>
        <w:t>на территории Ульяновской</w:t>
      </w:r>
      <w:r>
        <w:rPr>
          <w:b/>
          <w:sz w:val="28"/>
          <w:szCs w:val="28"/>
        </w:rPr>
        <w:t xml:space="preserve"> </w:t>
      </w:r>
      <w:r w:rsidRPr="005924A4">
        <w:rPr>
          <w:b/>
          <w:sz w:val="28"/>
          <w:szCs w:val="28"/>
        </w:rPr>
        <w:t>области</w:t>
      </w:r>
      <w:r>
        <w:rPr>
          <w:b/>
          <w:sz w:val="28"/>
          <w:szCs w:val="28"/>
        </w:rPr>
        <w:t>»</w:t>
      </w:r>
    </w:p>
    <w:p w:rsidR="00A903B7" w:rsidRDefault="00A903B7" w:rsidP="0006530D">
      <w:pPr>
        <w:jc w:val="center"/>
        <w:rPr>
          <w:b/>
          <w:sz w:val="28"/>
          <w:szCs w:val="28"/>
        </w:rPr>
      </w:pPr>
    </w:p>
    <w:p w:rsidR="00A903B7" w:rsidRDefault="00A903B7" w:rsidP="0006530D">
      <w:pPr>
        <w:jc w:val="center"/>
        <w:rPr>
          <w:b/>
          <w:sz w:val="28"/>
          <w:szCs w:val="28"/>
        </w:rPr>
      </w:pPr>
    </w:p>
    <w:p w:rsidR="00A903B7" w:rsidRPr="00C36BFC" w:rsidRDefault="00A903B7" w:rsidP="0006530D">
      <w:pPr>
        <w:jc w:val="center"/>
        <w:rPr>
          <w:szCs w:val="28"/>
        </w:rPr>
      </w:pPr>
      <w:r w:rsidRPr="00C36BFC">
        <w:rPr>
          <w:szCs w:val="28"/>
        </w:rPr>
        <w:t>П</w:t>
      </w:r>
      <w:r>
        <w:rPr>
          <w:szCs w:val="28"/>
        </w:rPr>
        <w:t>ринят Законодательным Со</w:t>
      </w:r>
      <w:r w:rsidRPr="00C36BFC">
        <w:rPr>
          <w:szCs w:val="28"/>
        </w:rPr>
        <w:t>бранием Ульяновской области 19 апреля 2017 года</w:t>
      </w:r>
    </w:p>
    <w:p w:rsidR="00A903B7" w:rsidRPr="00C36BFC" w:rsidRDefault="00A903B7" w:rsidP="0006530D">
      <w:pPr>
        <w:jc w:val="center"/>
        <w:rPr>
          <w:b/>
          <w:szCs w:val="28"/>
        </w:rPr>
      </w:pPr>
    </w:p>
    <w:p w:rsidR="00A903B7" w:rsidRDefault="00A903B7" w:rsidP="00AF3505">
      <w:pPr>
        <w:jc w:val="both"/>
        <w:rPr>
          <w:sz w:val="28"/>
          <w:szCs w:val="28"/>
        </w:rPr>
      </w:pPr>
    </w:p>
    <w:p w:rsidR="00A903B7" w:rsidRDefault="00A903B7" w:rsidP="00AF3505">
      <w:pPr>
        <w:jc w:val="both"/>
        <w:rPr>
          <w:sz w:val="28"/>
          <w:szCs w:val="28"/>
        </w:rPr>
      </w:pPr>
    </w:p>
    <w:p w:rsidR="00A903B7" w:rsidRDefault="00A903B7" w:rsidP="00AF3505">
      <w:pPr>
        <w:jc w:val="both"/>
        <w:rPr>
          <w:sz w:val="28"/>
          <w:szCs w:val="28"/>
        </w:rPr>
      </w:pPr>
    </w:p>
    <w:p w:rsidR="00A903B7" w:rsidRDefault="00A903B7" w:rsidP="004F251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часть 1 статьи 3 Закона Ульяновской области от 27 сентября </w:t>
      </w:r>
      <w:r>
        <w:rPr>
          <w:sz w:val="28"/>
          <w:szCs w:val="28"/>
        </w:rPr>
        <w:br/>
        <w:t>2016 года № 134-ЗО «</w:t>
      </w:r>
      <w:r w:rsidRPr="00587EEA">
        <w:rPr>
          <w:sz w:val="28"/>
          <w:szCs w:val="28"/>
        </w:rPr>
        <w:t>О мерах государственной поддержки сельскохозяйственных потребительских кооперативов, потребительских обществ и отдельных категорий граждан, ведущих личное подсобное хозяйство, на терри</w:t>
      </w:r>
      <w:bookmarkStart w:id="0" w:name="_GoBack"/>
      <w:bookmarkEnd w:id="0"/>
      <w:r w:rsidRPr="00587EEA">
        <w:rPr>
          <w:sz w:val="28"/>
          <w:szCs w:val="28"/>
        </w:rPr>
        <w:t>тории Ульяновской области</w:t>
      </w:r>
      <w:r>
        <w:rPr>
          <w:sz w:val="28"/>
          <w:szCs w:val="28"/>
        </w:rPr>
        <w:t>» («Ульяновская правда» от 04.10.2016 № 118) следующие изменения:</w:t>
      </w:r>
    </w:p>
    <w:p w:rsidR="00A903B7" w:rsidRDefault="00A903B7" w:rsidP="004F251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подпункт «б» пункта 1 изложить в следующей редакции:</w:t>
      </w:r>
    </w:p>
    <w:p w:rsidR="00A903B7" w:rsidRDefault="00A903B7" w:rsidP="004F251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«б) с приобретением мини-теплиц, необходимых для обеспечения деятельности граждан, ведущих личное подсобное хозяйство;»;</w:t>
      </w:r>
    </w:p>
    <w:p w:rsidR="00A903B7" w:rsidRDefault="00A903B7" w:rsidP="004F251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пункт 3 изложить в следующей редакции:</w:t>
      </w:r>
    </w:p>
    <w:p w:rsidR="00A903B7" w:rsidRDefault="00A903B7" w:rsidP="004F251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«3) предоставление сельскохозяйственным потребительским кооперативам и потребительским обществам из областного бюджета Ульяновской области грантов в форме субсидий в целях финансового обеспечения их затрат в связи </w:t>
      </w:r>
      <w:r>
        <w:rPr>
          <w:sz w:val="28"/>
          <w:szCs w:val="28"/>
        </w:rPr>
        <w:br/>
        <w:t>с осуществлением деятельности по строительству мини-ферм, необходимых для содержания крупного рогатого скота гражданами, ведущими личное подсобное хозяйство;»;</w:t>
      </w:r>
    </w:p>
    <w:p w:rsidR="00A903B7" w:rsidRDefault="00A903B7" w:rsidP="004F251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дополнить пунктом 4 следующего содержания:</w:t>
      </w:r>
    </w:p>
    <w:p w:rsidR="00A903B7" w:rsidRDefault="00A903B7" w:rsidP="004F251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«4) предоставление потребительским обществам из областного бюджета Ульяновской области субсидий в целях возмещения их затрат в связи с уплатой процентов по кредитам, полученным ими в российских кредитных организациях:</w:t>
      </w:r>
    </w:p>
    <w:p w:rsidR="00A903B7" w:rsidRDefault="00A903B7" w:rsidP="004F251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срок до одного года – на осуществление заготовительной деятельности; </w:t>
      </w:r>
    </w:p>
    <w:p w:rsidR="00A903B7" w:rsidRDefault="00A903B7" w:rsidP="004F251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срок от одного года до пяти лет – на приобретение специализированных автотранспортных средств, технологического, торгового и компьютерного оборудования, программ для электронных вычислительных машин.».</w:t>
      </w:r>
    </w:p>
    <w:p w:rsidR="00A903B7" w:rsidRPr="004F2519" w:rsidRDefault="00A903B7" w:rsidP="00374289">
      <w:pPr>
        <w:ind w:firstLine="720"/>
        <w:jc w:val="both"/>
        <w:rPr>
          <w:sz w:val="16"/>
          <w:szCs w:val="28"/>
        </w:rPr>
      </w:pPr>
    </w:p>
    <w:p w:rsidR="00A903B7" w:rsidRDefault="00A903B7" w:rsidP="00374289">
      <w:pPr>
        <w:ind w:firstLine="720"/>
        <w:jc w:val="both"/>
        <w:rPr>
          <w:sz w:val="28"/>
          <w:szCs w:val="28"/>
        </w:rPr>
      </w:pPr>
    </w:p>
    <w:p w:rsidR="00A903B7" w:rsidRDefault="00A903B7" w:rsidP="00374289">
      <w:pPr>
        <w:ind w:firstLine="720"/>
        <w:jc w:val="both"/>
        <w:rPr>
          <w:sz w:val="28"/>
          <w:szCs w:val="28"/>
        </w:rPr>
      </w:pPr>
    </w:p>
    <w:p w:rsidR="00A903B7" w:rsidRPr="00B14AE8" w:rsidRDefault="00A903B7" w:rsidP="00374289">
      <w:pPr>
        <w:rPr>
          <w:b/>
          <w:sz w:val="28"/>
          <w:szCs w:val="28"/>
        </w:rPr>
      </w:pPr>
      <w:r w:rsidRPr="00B14AE8">
        <w:rPr>
          <w:b/>
          <w:sz w:val="28"/>
          <w:szCs w:val="28"/>
        </w:rPr>
        <w:t xml:space="preserve">Губернатор </w:t>
      </w:r>
      <w:r>
        <w:rPr>
          <w:b/>
          <w:sz w:val="28"/>
          <w:szCs w:val="28"/>
        </w:rPr>
        <w:t>Ульяновской о</w:t>
      </w:r>
      <w:r w:rsidRPr="00B14AE8">
        <w:rPr>
          <w:b/>
          <w:sz w:val="28"/>
          <w:szCs w:val="28"/>
        </w:rPr>
        <w:t xml:space="preserve">бласти                 </w:t>
      </w:r>
      <w:r>
        <w:rPr>
          <w:b/>
          <w:sz w:val="28"/>
          <w:szCs w:val="28"/>
        </w:rPr>
        <w:t xml:space="preserve"> </w:t>
      </w:r>
      <w:r w:rsidRPr="00B14AE8">
        <w:rPr>
          <w:b/>
          <w:sz w:val="28"/>
          <w:szCs w:val="28"/>
        </w:rPr>
        <w:t xml:space="preserve">                                      С.И.Морозов</w:t>
      </w:r>
    </w:p>
    <w:p w:rsidR="00A903B7" w:rsidRPr="004F2519" w:rsidRDefault="00A903B7" w:rsidP="00374289">
      <w:pPr>
        <w:jc w:val="center"/>
        <w:rPr>
          <w:sz w:val="16"/>
          <w:szCs w:val="28"/>
        </w:rPr>
      </w:pPr>
    </w:p>
    <w:p w:rsidR="00A903B7" w:rsidRDefault="00A903B7" w:rsidP="00374289">
      <w:pPr>
        <w:jc w:val="center"/>
        <w:rPr>
          <w:sz w:val="28"/>
          <w:szCs w:val="28"/>
        </w:rPr>
      </w:pPr>
    </w:p>
    <w:p w:rsidR="00A903B7" w:rsidRDefault="00A903B7" w:rsidP="00374289">
      <w:pPr>
        <w:jc w:val="center"/>
        <w:rPr>
          <w:sz w:val="28"/>
          <w:szCs w:val="28"/>
        </w:rPr>
      </w:pPr>
    </w:p>
    <w:p w:rsidR="00A903B7" w:rsidRDefault="00A903B7" w:rsidP="00374289">
      <w:pPr>
        <w:jc w:val="center"/>
        <w:rPr>
          <w:sz w:val="28"/>
          <w:szCs w:val="28"/>
        </w:rPr>
      </w:pPr>
      <w:r>
        <w:rPr>
          <w:sz w:val="28"/>
          <w:szCs w:val="28"/>
        </w:rPr>
        <w:t>г. Ульяновск</w:t>
      </w:r>
    </w:p>
    <w:p w:rsidR="00A903B7" w:rsidRDefault="00A903B7" w:rsidP="0037428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22 апреля </w:t>
      </w:r>
      <w:smartTag w:uri="urn:schemas-microsoft-com:office:smarttags" w:element="metricconverter">
        <w:smartTagPr>
          <w:attr w:name="ProductID" w:val="2017 г"/>
        </w:smartTagPr>
        <w:r>
          <w:rPr>
            <w:sz w:val="28"/>
            <w:szCs w:val="28"/>
          </w:rPr>
          <w:t>2017 г</w:t>
        </w:r>
      </w:smartTag>
      <w:r>
        <w:rPr>
          <w:sz w:val="28"/>
          <w:szCs w:val="28"/>
        </w:rPr>
        <w:t>.</w:t>
      </w:r>
    </w:p>
    <w:p w:rsidR="00A903B7" w:rsidRDefault="00A903B7" w:rsidP="00374289">
      <w:pPr>
        <w:jc w:val="center"/>
        <w:rPr>
          <w:sz w:val="28"/>
          <w:szCs w:val="28"/>
        </w:rPr>
      </w:pPr>
      <w:r>
        <w:rPr>
          <w:sz w:val="28"/>
          <w:szCs w:val="28"/>
        </w:rPr>
        <w:t>№40-ЗО</w:t>
      </w:r>
    </w:p>
    <w:p w:rsidR="00A903B7" w:rsidRPr="000F69B8" w:rsidRDefault="00A903B7" w:rsidP="002B209C">
      <w:pPr>
        <w:jc w:val="center"/>
        <w:rPr>
          <w:sz w:val="28"/>
          <w:szCs w:val="28"/>
        </w:rPr>
      </w:pPr>
    </w:p>
    <w:sectPr w:rsidR="00A903B7" w:rsidRPr="000F69B8" w:rsidSect="004F2519">
      <w:headerReference w:type="default" r:id="rId7"/>
      <w:footerReference w:type="firs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3B7" w:rsidRDefault="00A903B7" w:rsidP="00753CEE">
      <w:r>
        <w:separator/>
      </w:r>
    </w:p>
  </w:endnote>
  <w:endnote w:type="continuationSeparator" w:id="0">
    <w:p w:rsidR="00A903B7" w:rsidRDefault="00A903B7" w:rsidP="00753C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3B7" w:rsidRPr="004F2519" w:rsidRDefault="00A903B7" w:rsidP="004F2519">
    <w:pPr>
      <w:pStyle w:val="Footer"/>
      <w:jc w:val="right"/>
      <w:rPr>
        <w:sz w:val="16"/>
        <w:szCs w:val="16"/>
      </w:rPr>
    </w:pPr>
    <w:r w:rsidRPr="004F2519">
      <w:rPr>
        <w:sz w:val="16"/>
        <w:szCs w:val="16"/>
      </w:rPr>
      <w:t>2102чл3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3B7" w:rsidRDefault="00A903B7" w:rsidP="00753CEE">
      <w:r>
        <w:separator/>
      </w:r>
    </w:p>
  </w:footnote>
  <w:footnote w:type="continuationSeparator" w:id="0">
    <w:p w:rsidR="00A903B7" w:rsidRDefault="00A903B7" w:rsidP="00753C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3B7" w:rsidRPr="00753CEE" w:rsidRDefault="00A903B7" w:rsidP="00753CEE">
    <w:pPr>
      <w:pStyle w:val="Header"/>
      <w:jc w:val="center"/>
      <w:rPr>
        <w:sz w:val="28"/>
        <w:szCs w:val="28"/>
      </w:rPr>
    </w:pPr>
    <w:r w:rsidRPr="00753CEE">
      <w:rPr>
        <w:sz w:val="28"/>
        <w:szCs w:val="28"/>
      </w:rPr>
      <w:fldChar w:fldCharType="begin"/>
    </w:r>
    <w:r w:rsidRPr="00753CEE">
      <w:rPr>
        <w:sz w:val="28"/>
        <w:szCs w:val="28"/>
      </w:rPr>
      <w:instrText xml:space="preserve"> PAGE   \* MERGEFORMAT </w:instrText>
    </w:r>
    <w:r w:rsidRPr="00753CEE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753CEE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682B78"/>
    <w:multiLevelType w:val="hybridMultilevel"/>
    <w:tmpl w:val="B54C9992"/>
    <w:lvl w:ilvl="0" w:tplc="1CD8F3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3D74"/>
    <w:rsid w:val="0006530D"/>
    <w:rsid w:val="00080484"/>
    <w:rsid w:val="000E27C9"/>
    <w:rsid w:val="000F69B8"/>
    <w:rsid w:val="00137867"/>
    <w:rsid w:val="001D10A3"/>
    <w:rsid w:val="001D6945"/>
    <w:rsid w:val="001F1AD9"/>
    <w:rsid w:val="00290043"/>
    <w:rsid w:val="002B209C"/>
    <w:rsid w:val="002E393B"/>
    <w:rsid w:val="00325268"/>
    <w:rsid w:val="003708AF"/>
    <w:rsid w:val="00374289"/>
    <w:rsid w:val="0038733E"/>
    <w:rsid w:val="003914B4"/>
    <w:rsid w:val="003B2839"/>
    <w:rsid w:val="003D7E6A"/>
    <w:rsid w:val="00421C28"/>
    <w:rsid w:val="00440542"/>
    <w:rsid w:val="00440A46"/>
    <w:rsid w:val="004A2221"/>
    <w:rsid w:val="004E57D1"/>
    <w:rsid w:val="004F2519"/>
    <w:rsid w:val="00573E5D"/>
    <w:rsid w:val="00587EEA"/>
    <w:rsid w:val="005924A4"/>
    <w:rsid w:val="006A7513"/>
    <w:rsid w:val="006F2CFF"/>
    <w:rsid w:val="007156FD"/>
    <w:rsid w:val="00726120"/>
    <w:rsid w:val="00745EFE"/>
    <w:rsid w:val="00753CEE"/>
    <w:rsid w:val="0077441B"/>
    <w:rsid w:val="007935CD"/>
    <w:rsid w:val="00823CE0"/>
    <w:rsid w:val="0089347D"/>
    <w:rsid w:val="008F5518"/>
    <w:rsid w:val="0091035D"/>
    <w:rsid w:val="00911FFE"/>
    <w:rsid w:val="0091275B"/>
    <w:rsid w:val="0094484C"/>
    <w:rsid w:val="009614E5"/>
    <w:rsid w:val="00973D74"/>
    <w:rsid w:val="00994B4B"/>
    <w:rsid w:val="00A17800"/>
    <w:rsid w:val="00A903B7"/>
    <w:rsid w:val="00A96E2A"/>
    <w:rsid w:val="00A97527"/>
    <w:rsid w:val="00AF3505"/>
    <w:rsid w:val="00B14AE8"/>
    <w:rsid w:val="00B82909"/>
    <w:rsid w:val="00C36BFC"/>
    <w:rsid w:val="00CC568C"/>
    <w:rsid w:val="00D50F76"/>
    <w:rsid w:val="00D5569B"/>
    <w:rsid w:val="00DD7F58"/>
    <w:rsid w:val="00E31DE5"/>
    <w:rsid w:val="00E85199"/>
    <w:rsid w:val="00ED3277"/>
    <w:rsid w:val="00ED751B"/>
    <w:rsid w:val="00F40A39"/>
    <w:rsid w:val="00F46F7C"/>
    <w:rsid w:val="00F50B12"/>
    <w:rsid w:val="00F565C5"/>
    <w:rsid w:val="00F92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043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46F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753CE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53CEE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753CE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53CEE"/>
    <w:rPr>
      <w:rFonts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2</Pages>
  <Words>302</Words>
  <Characters>1722</Characters>
  <Application>Microsoft Office Outlook</Application>
  <DocSecurity>0</DocSecurity>
  <Lines>0</Lines>
  <Paragraphs>0</Paragraphs>
  <ScaleCrop>false</ScaleCrop>
  <Company>work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 Ульяновской области</dc:title>
  <dc:subject/>
  <dc:creator>fedotova_iv</dc:creator>
  <cp:keywords/>
  <dc:description/>
  <cp:lastModifiedBy>Пользователь</cp:lastModifiedBy>
  <cp:revision>6</cp:revision>
  <cp:lastPrinted>2017-02-21T13:03:00Z</cp:lastPrinted>
  <dcterms:created xsi:type="dcterms:W3CDTF">2017-02-21T12:59:00Z</dcterms:created>
  <dcterms:modified xsi:type="dcterms:W3CDTF">2017-04-28T10:31:00Z</dcterms:modified>
</cp:coreProperties>
</file>