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6F2" w:rsidRDefault="001166F2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ЗАКОН УЛЬЯНОВСКОЙ ОБЛАСТИ</w:t>
      </w:r>
    </w:p>
    <w:p w:rsidR="001166F2" w:rsidRDefault="001166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66F2" w:rsidRDefault="001166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66F2" w:rsidRDefault="001166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66F2" w:rsidRPr="00D62172" w:rsidRDefault="001166F2" w:rsidP="00D621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1166F2" w:rsidRDefault="001166F2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81CA2">
        <w:rPr>
          <w:rFonts w:ascii="Times New Roman" w:hAnsi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/>
          <w:b/>
          <w:bCs/>
          <w:sz w:val="28"/>
          <w:szCs w:val="28"/>
        </w:rPr>
        <w:t>внесении изменения в статью 5 Закона Ульяновской области</w:t>
      </w:r>
    </w:p>
    <w:p w:rsidR="001166F2" w:rsidRDefault="001166F2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1166F2" w:rsidRDefault="001166F2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66F2" w:rsidRDefault="001166F2" w:rsidP="00C624E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Принят Законодательным Собранием Ульяновской области  19 апреля 2017 года</w:t>
      </w:r>
    </w:p>
    <w:p w:rsidR="001166F2" w:rsidRDefault="001166F2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66F2" w:rsidRPr="005A503D" w:rsidRDefault="001166F2" w:rsidP="00C624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bookmarkStart w:id="0" w:name="_GoBack"/>
      <w:bookmarkEnd w:id="0"/>
    </w:p>
    <w:p w:rsidR="001166F2" w:rsidRPr="001B5B4B" w:rsidRDefault="001166F2" w:rsidP="00D62172">
      <w:pPr>
        <w:autoSpaceDE w:val="0"/>
        <w:autoSpaceDN w:val="0"/>
        <w:adjustRightInd w:val="0"/>
        <w:spacing w:after="0" w:line="353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17"/>
      <w:bookmarkEnd w:id="1"/>
      <w:r w:rsidRPr="00900694">
        <w:rPr>
          <w:rFonts w:ascii="Times New Roman" w:hAnsi="Times New Roman"/>
          <w:sz w:val="28"/>
          <w:szCs w:val="28"/>
        </w:rPr>
        <w:t xml:space="preserve">Внести в статью 5 Закона Ульяновской области от 5 июля 2013 года </w:t>
      </w:r>
      <w:r>
        <w:rPr>
          <w:rFonts w:ascii="Times New Roman" w:hAnsi="Times New Roman"/>
          <w:sz w:val="28"/>
          <w:szCs w:val="28"/>
        </w:rPr>
        <w:br/>
      </w:r>
      <w:r w:rsidRPr="00900694">
        <w:rPr>
          <w:rFonts w:ascii="Times New Roman" w:hAnsi="Times New Roman"/>
          <w:sz w:val="28"/>
          <w:szCs w:val="28"/>
        </w:rPr>
        <w:t>№ 108-ЗО 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B5B4B">
        <w:rPr>
          <w:rFonts w:ascii="Times New Roman" w:hAnsi="Times New Roman"/>
          <w:b/>
          <w:sz w:val="28"/>
          <w:szCs w:val="28"/>
        </w:rPr>
        <w:t xml:space="preserve"> </w:t>
      </w:r>
      <w:r w:rsidRPr="001B5B4B">
        <w:rPr>
          <w:rFonts w:ascii="Times New Roman" w:hAnsi="Times New Roman"/>
          <w:sz w:val="28"/>
          <w:szCs w:val="28"/>
          <w:lang w:eastAsia="ru-RU"/>
        </w:rPr>
        <w:t xml:space="preserve">(«Ульяновская правда»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1B5B4B">
        <w:rPr>
          <w:rFonts w:ascii="Times New Roman" w:hAnsi="Times New Roman"/>
          <w:sz w:val="28"/>
          <w:szCs w:val="28"/>
          <w:lang w:eastAsia="ru-RU"/>
        </w:rPr>
        <w:t>от 08.07.2013 № 73; от 25.0</w:t>
      </w:r>
      <w:r>
        <w:rPr>
          <w:rFonts w:ascii="Times New Roman" w:hAnsi="Times New Roman"/>
          <w:sz w:val="28"/>
          <w:szCs w:val="28"/>
          <w:lang w:eastAsia="ru-RU"/>
        </w:rPr>
        <w:t>4.2014 № 60; от 09.06.2014 № 82-</w:t>
      </w:r>
      <w:r w:rsidRPr="001B5B4B">
        <w:rPr>
          <w:rFonts w:ascii="Times New Roman" w:hAnsi="Times New Roman"/>
          <w:sz w:val="28"/>
          <w:szCs w:val="28"/>
          <w:lang w:eastAsia="ru-RU"/>
        </w:rPr>
        <w:t xml:space="preserve">83; от 09.10.2014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1B5B4B">
        <w:rPr>
          <w:rFonts w:ascii="Times New Roman" w:hAnsi="Times New Roman"/>
          <w:sz w:val="28"/>
          <w:szCs w:val="28"/>
          <w:lang w:eastAsia="ru-RU"/>
        </w:rPr>
        <w:t>№ 149; от 09.02.2015 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B5B4B">
        <w:rPr>
          <w:rFonts w:ascii="Times New Roman" w:hAnsi="Times New Roman"/>
          <w:sz w:val="28"/>
          <w:szCs w:val="28"/>
          <w:lang w:eastAsia="ru-RU"/>
        </w:rPr>
        <w:t>16; от 06.04.2015 № 44; от 07.12.2015 № 170; от 30.12.2015 № 192; от 02.08.2016 № 99; от 27.12.2016 № 140)</w:t>
      </w:r>
      <w:r>
        <w:rPr>
          <w:rFonts w:ascii="Times New Roman" w:hAnsi="Times New Roman"/>
          <w:sz w:val="28"/>
          <w:szCs w:val="28"/>
          <w:lang w:eastAsia="ru-RU"/>
        </w:rPr>
        <w:t xml:space="preserve"> изменение, дополнив её частью 4 следующего содержания:</w:t>
      </w:r>
    </w:p>
    <w:p w:rsidR="001166F2" w:rsidRDefault="001166F2" w:rsidP="00D62172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«4. Лицо, уполномоченное решением общего собрания собственников помещений на оказание услуг по представлению платёжных документов, в том числе с использованием государственной информационной системы жилищно-коммунального хозяйства, на уплату взносов на капитальный ремонт </w:t>
      </w:r>
      <w:r>
        <w:rPr>
          <w:rFonts w:ascii="Times New Roman" w:hAnsi="Times New Roman"/>
          <w:sz w:val="28"/>
          <w:szCs w:val="28"/>
        </w:rPr>
        <w:br/>
        <w:t xml:space="preserve">на специальный счёт, обязано не позднее 5 числа месяца, следующего  </w:t>
      </w:r>
      <w:r>
        <w:rPr>
          <w:rFonts w:ascii="Times New Roman" w:hAnsi="Times New Roman"/>
          <w:sz w:val="28"/>
          <w:szCs w:val="28"/>
        </w:rPr>
        <w:br/>
        <w:t>за отчётным, представлять  владельцу специального счёта на бумажном носителе и в электронной форме сведения о размере средств, начисленных в качестве взносов на капитальный ремонт.».</w:t>
      </w:r>
    </w:p>
    <w:p w:rsidR="001166F2" w:rsidRPr="00D62172" w:rsidRDefault="001166F2" w:rsidP="00475591">
      <w:pPr>
        <w:pStyle w:val="BodyText"/>
        <w:tabs>
          <w:tab w:val="left" w:pos="8100"/>
        </w:tabs>
        <w:jc w:val="left"/>
        <w:rPr>
          <w:b/>
          <w:sz w:val="16"/>
          <w:szCs w:val="28"/>
        </w:rPr>
      </w:pPr>
    </w:p>
    <w:p w:rsidR="001166F2" w:rsidRPr="00D62172" w:rsidRDefault="001166F2" w:rsidP="00475591">
      <w:pPr>
        <w:pStyle w:val="BodyText"/>
        <w:tabs>
          <w:tab w:val="left" w:pos="8100"/>
        </w:tabs>
        <w:jc w:val="left"/>
        <w:rPr>
          <w:b/>
          <w:szCs w:val="28"/>
        </w:rPr>
      </w:pPr>
    </w:p>
    <w:p w:rsidR="001166F2" w:rsidRDefault="001166F2" w:rsidP="00475591">
      <w:pPr>
        <w:pStyle w:val="BodyText"/>
        <w:tabs>
          <w:tab w:val="left" w:pos="8100"/>
        </w:tabs>
        <w:jc w:val="left"/>
        <w:rPr>
          <w:b/>
          <w:szCs w:val="28"/>
        </w:rPr>
      </w:pPr>
    </w:p>
    <w:p w:rsidR="001166F2" w:rsidRPr="00532A17" w:rsidRDefault="001166F2" w:rsidP="00475591">
      <w:pPr>
        <w:pStyle w:val="BodyText"/>
        <w:tabs>
          <w:tab w:val="left" w:pos="8100"/>
        </w:tabs>
        <w:jc w:val="left"/>
        <w:rPr>
          <w:b/>
          <w:szCs w:val="28"/>
        </w:rPr>
      </w:pPr>
      <w:r w:rsidRPr="00532A17">
        <w:rPr>
          <w:b/>
          <w:szCs w:val="28"/>
        </w:rPr>
        <w:t>Губернатор</w:t>
      </w:r>
      <w:r>
        <w:rPr>
          <w:b/>
          <w:szCs w:val="28"/>
        </w:rPr>
        <w:t xml:space="preserve"> </w:t>
      </w:r>
      <w:r w:rsidRPr="00532A17">
        <w:rPr>
          <w:b/>
          <w:szCs w:val="28"/>
        </w:rPr>
        <w:t xml:space="preserve">Ульяновской области                                      </w:t>
      </w:r>
      <w:r>
        <w:rPr>
          <w:b/>
          <w:szCs w:val="28"/>
        </w:rPr>
        <w:t xml:space="preserve">   </w:t>
      </w:r>
      <w:r w:rsidRPr="00532A17">
        <w:rPr>
          <w:b/>
          <w:szCs w:val="28"/>
        </w:rPr>
        <w:t xml:space="preserve">      </w:t>
      </w:r>
      <w:r>
        <w:rPr>
          <w:b/>
          <w:szCs w:val="28"/>
        </w:rPr>
        <w:t xml:space="preserve"> </w:t>
      </w:r>
      <w:r w:rsidRPr="00532A17">
        <w:rPr>
          <w:b/>
          <w:szCs w:val="28"/>
        </w:rPr>
        <w:t xml:space="preserve">        С.И.Морозов</w:t>
      </w:r>
    </w:p>
    <w:p w:rsidR="001166F2" w:rsidRDefault="001166F2" w:rsidP="00D621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66F2" w:rsidRDefault="001166F2" w:rsidP="00D621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66F2" w:rsidRPr="00475591" w:rsidRDefault="001166F2" w:rsidP="00D621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5591">
        <w:rPr>
          <w:rFonts w:ascii="Times New Roman" w:hAnsi="Times New Roman"/>
          <w:sz w:val="28"/>
          <w:szCs w:val="28"/>
        </w:rPr>
        <w:t>г. Ульяно</w:t>
      </w:r>
      <w:r>
        <w:rPr>
          <w:rFonts w:ascii="Times New Roman" w:hAnsi="Times New Roman"/>
          <w:sz w:val="28"/>
          <w:szCs w:val="28"/>
        </w:rPr>
        <w:t>в</w:t>
      </w:r>
      <w:r w:rsidRPr="00475591">
        <w:rPr>
          <w:rFonts w:ascii="Times New Roman" w:hAnsi="Times New Roman"/>
          <w:sz w:val="28"/>
          <w:szCs w:val="28"/>
        </w:rPr>
        <w:t>ск</w:t>
      </w:r>
    </w:p>
    <w:p w:rsidR="001166F2" w:rsidRPr="00475591" w:rsidRDefault="001166F2" w:rsidP="00D621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 апреля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2017</w:t>
        </w:r>
        <w:r w:rsidRPr="00475591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475591">
        <w:rPr>
          <w:rFonts w:ascii="Times New Roman" w:hAnsi="Times New Roman"/>
          <w:sz w:val="28"/>
          <w:szCs w:val="28"/>
        </w:rPr>
        <w:t>.</w:t>
      </w:r>
    </w:p>
    <w:p w:rsidR="001166F2" w:rsidRPr="00481CA2" w:rsidRDefault="001166F2" w:rsidP="00D62172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559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39</w:t>
      </w:r>
      <w:r w:rsidRPr="00475591">
        <w:rPr>
          <w:rFonts w:ascii="Times New Roman" w:hAnsi="Times New Roman"/>
          <w:sz w:val="28"/>
          <w:szCs w:val="28"/>
        </w:rPr>
        <w:t>-ЗО</w:t>
      </w:r>
    </w:p>
    <w:sectPr w:rsidR="001166F2" w:rsidRPr="00481CA2" w:rsidSect="00D62172">
      <w:footerReference w:type="default" r:id="rId6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6F2" w:rsidRDefault="001166F2" w:rsidP="00CA6D59">
      <w:pPr>
        <w:spacing w:after="0" w:line="240" w:lineRule="auto"/>
      </w:pPr>
      <w:r>
        <w:separator/>
      </w:r>
    </w:p>
  </w:endnote>
  <w:endnote w:type="continuationSeparator" w:id="0">
    <w:p w:rsidR="001166F2" w:rsidRDefault="001166F2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6F2" w:rsidRPr="00D62172" w:rsidRDefault="001166F2" w:rsidP="00D62172">
    <w:pPr>
      <w:pStyle w:val="Footer"/>
      <w:jc w:val="right"/>
      <w:rPr>
        <w:rFonts w:ascii="Times New Roman" w:hAnsi="Times New Roman"/>
        <w:sz w:val="16"/>
      </w:rPr>
    </w:pPr>
    <w:r w:rsidRPr="00D62172">
      <w:rPr>
        <w:rFonts w:ascii="Times New Roman" w:hAnsi="Times New Roman"/>
        <w:sz w:val="16"/>
      </w:rPr>
      <w:t>0304ар1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6F2" w:rsidRDefault="001166F2" w:rsidP="00CA6D59">
      <w:pPr>
        <w:spacing w:after="0" w:line="240" w:lineRule="auto"/>
      </w:pPr>
      <w:r>
        <w:separator/>
      </w:r>
    </w:p>
  </w:footnote>
  <w:footnote w:type="continuationSeparator" w:id="0">
    <w:p w:rsidR="001166F2" w:rsidRDefault="001166F2" w:rsidP="00CA6D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46EF"/>
    <w:rsid w:val="000837CC"/>
    <w:rsid w:val="00094FB5"/>
    <w:rsid w:val="000C2467"/>
    <w:rsid w:val="000D306F"/>
    <w:rsid w:val="000F7173"/>
    <w:rsid w:val="001047C9"/>
    <w:rsid w:val="001166F2"/>
    <w:rsid w:val="001304C8"/>
    <w:rsid w:val="00132641"/>
    <w:rsid w:val="001968AE"/>
    <w:rsid w:val="001A21FF"/>
    <w:rsid w:val="001A3AC2"/>
    <w:rsid w:val="001B5B4B"/>
    <w:rsid w:val="001D7351"/>
    <w:rsid w:val="002149D9"/>
    <w:rsid w:val="00215AC9"/>
    <w:rsid w:val="002317CE"/>
    <w:rsid w:val="00247073"/>
    <w:rsid w:val="00252B43"/>
    <w:rsid w:val="00273635"/>
    <w:rsid w:val="00285BBA"/>
    <w:rsid w:val="002A1705"/>
    <w:rsid w:val="002E1FB8"/>
    <w:rsid w:val="002E6F4B"/>
    <w:rsid w:val="00302703"/>
    <w:rsid w:val="00397C04"/>
    <w:rsid w:val="004346EF"/>
    <w:rsid w:val="004436D7"/>
    <w:rsid w:val="004679A8"/>
    <w:rsid w:val="00475591"/>
    <w:rsid w:val="00481CA2"/>
    <w:rsid w:val="004C61B6"/>
    <w:rsid w:val="00517D47"/>
    <w:rsid w:val="00532A17"/>
    <w:rsid w:val="0054604D"/>
    <w:rsid w:val="00552561"/>
    <w:rsid w:val="005547CA"/>
    <w:rsid w:val="00556958"/>
    <w:rsid w:val="005745F1"/>
    <w:rsid w:val="005934B2"/>
    <w:rsid w:val="005A503D"/>
    <w:rsid w:val="005C6D31"/>
    <w:rsid w:val="005F76D7"/>
    <w:rsid w:val="00606382"/>
    <w:rsid w:val="00611C16"/>
    <w:rsid w:val="00650C4B"/>
    <w:rsid w:val="00667968"/>
    <w:rsid w:val="006F014F"/>
    <w:rsid w:val="006F1142"/>
    <w:rsid w:val="006F1EDF"/>
    <w:rsid w:val="00730AA6"/>
    <w:rsid w:val="00760962"/>
    <w:rsid w:val="00760C54"/>
    <w:rsid w:val="00776482"/>
    <w:rsid w:val="007C0993"/>
    <w:rsid w:val="007E0B8F"/>
    <w:rsid w:val="00815B00"/>
    <w:rsid w:val="008E1DC3"/>
    <w:rsid w:val="00900694"/>
    <w:rsid w:val="0090775A"/>
    <w:rsid w:val="00942781"/>
    <w:rsid w:val="00974146"/>
    <w:rsid w:val="00A415D0"/>
    <w:rsid w:val="00B566FA"/>
    <w:rsid w:val="00B70831"/>
    <w:rsid w:val="00B87DA4"/>
    <w:rsid w:val="00BD182D"/>
    <w:rsid w:val="00C05765"/>
    <w:rsid w:val="00C17076"/>
    <w:rsid w:val="00C305B6"/>
    <w:rsid w:val="00C46A45"/>
    <w:rsid w:val="00C51E75"/>
    <w:rsid w:val="00C624EC"/>
    <w:rsid w:val="00C6468A"/>
    <w:rsid w:val="00C77143"/>
    <w:rsid w:val="00CA6D59"/>
    <w:rsid w:val="00CF49E6"/>
    <w:rsid w:val="00D0667B"/>
    <w:rsid w:val="00D150AC"/>
    <w:rsid w:val="00D460D5"/>
    <w:rsid w:val="00D6174B"/>
    <w:rsid w:val="00D62172"/>
    <w:rsid w:val="00D94EBC"/>
    <w:rsid w:val="00DD1836"/>
    <w:rsid w:val="00DF4ECA"/>
    <w:rsid w:val="00E12E6D"/>
    <w:rsid w:val="00E843CF"/>
    <w:rsid w:val="00EA4EAC"/>
    <w:rsid w:val="00EE0F36"/>
    <w:rsid w:val="00EF6EF4"/>
    <w:rsid w:val="00F230D3"/>
    <w:rsid w:val="00F73B66"/>
    <w:rsid w:val="00F812AB"/>
    <w:rsid w:val="00FC371B"/>
    <w:rsid w:val="00FD2E94"/>
    <w:rsid w:val="00FE0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AA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81CA2"/>
    <w:rPr>
      <w:rFonts w:ascii="Times New Roman" w:hAnsi="Times New Roman" w:cs="Times New Roman"/>
      <w:sz w:val="24"/>
      <w:lang w:eastAsia="ru-RU"/>
    </w:rPr>
  </w:style>
  <w:style w:type="paragraph" w:styleId="Header">
    <w:name w:val="header"/>
    <w:basedOn w:val="Normal"/>
    <w:link w:val="HeaderChar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6D5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A6D5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PlusTitle">
    <w:name w:val="ConsPlusTitle"/>
    <w:uiPriority w:val="99"/>
    <w:rsid w:val="00C624EC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19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233</Words>
  <Characters>1331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А. Черненко</dc:creator>
  <cp:keywords/>
  <dc:description/>
  <cp:lastModifiedBy>Пользователь</cp:lastModifiedBy>
  <cp:revision>6</cp:revision>
  <cp:lastPrinted>2017-03-22T12:41:00Z</cp:lastPrinted>
  <dcterms:created xsi:type="dcterms:W3CDTF">2017-04-03T13:14:00Z</dcterms:created>
  <dcterms:modified xsi:type="dcterms:W3CDTF">2017-04-28T10:44:00Z</dcterms:modified>
</cp:coreProperties>
</file>