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8C3" w:rsidRDefault="00AD68C3" w:rsidP="00DA52E8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AD68C3" w:rsidRDefault="00AD68C3" w:rsidP="00DA52E8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D68C3" w:rsidRDefault="00AD68C3" w:rsidP="00DA52E8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D68C3" w:rsidRDefault="00AD68C3" w:rsidP="00DA52E8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D68C3" w:rsidRDefault="00AD68C3" w:rsidP="00DA52E8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D68C3" w:rsidRDefault="00AD68C3" w:rsidP="00DA52E8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D68C3" w:rsidRDefault="00AD68C3" w:rsidP="00DA52E8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D68C3" w:rsidRPr="00F21134" w:rsidRDefault="00AD68C3" w:rsidP="00DA52E8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21134">
        <w:rPr>
          <w:rFonts w:ascii="Times New Roman" w:hAnsi="Times New Roman" w:cs="Times New Roman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1134">
        <w:rPr>
          <w:rFonts w:ascii="Times New Roman" w:hAnsi="Times New Roman" w:cs="Times New Roman"/>
          <w:sz w:val="28"/>
          <w:szCs w:val="28"/>
        </w:rPr>
        <w:t xml:space="preserve"> в статью 2 Закона Ульяновской области </w:t>
      </w:r>
    </w:p>
    <w:p w:rsidR="00AD68C3" w:rsidRPr="002B6A99" w:rsidRDefault="00AD68C3" w:rsidP="00DA52E8">
      <w:pPr>
        <w:pStyle w:val="ConsPlusTitle"/>
        <w:widowControl/>
        <w:tabs>
          <w:tab w:val="left" w:pos="8820"/>
        </w:tabs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2B6A9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81974">
        <w:rPr>
          <w:rFonts w:ascii="Times New Roman" w:hAnsi="Times New Roman" w:cs="Times New Roman"/>
          <w:sz w:val="28"/>
          <w:szCs w:val="28"/>
        </w:rPr>
        <w:t>«</w:t>
      </w:r>
      <w:r w:rsidRPr="00581974">
        <w:rPr>
          <w:rFonts w:ascii="Times New Roman" w:hAnsi="Times New Roman" w:cs="Times New Roman"/>
          <w:bCs w:val="0"/>
          <w:color w:val="000001"/>
          <w:sz w:val="28"/>
          <w:szCs w:val="28"/>
        </w:rPr>
        <w:t xml:space="preserve">О </w:t>
      </w:r>
      <w:r>
        <w:rPr>
          <w:rFonts w:ascii="Times New Roman" w:hAnsi="Times New Roman" w:cs="Times New Roman"/>
          <w:bCs w:val="0"/>
          <w:color w:val="000001"/>
          <w:sz w:val="28"/>
          <w:szCs w:val="28"/>
        </w:rPr>
        <w:t>п</w:t>
      </w:r>
      <w:r w:rsidRPr="00581974">
        <w:rPr>
          <w:rFonts w:ascii="Times New Roman" w:hAnsi="Times New Roman" w:cs="Times New Roman"/>
          <w:bCs w:val="0"/>
          <w:color w:val="000001"/>
          <w:sz w:val="28"/>
          <w:szCs w:val="28"/>
        </w:rPr>
        <w:t xml:space="preserve">еречне должностных лиц исполнительных органов  государственной власти Ульяновской области, уполномоченных составлять протоколы </w:t>
      </w:r>
      <w:r>
        <w:rPr>
          <w:rFonts w:ascii="Times New Roman" w:hAnsi="Times New Roman" w:cs="Times New Roman"/>
          <w:bCs w:val="0"/>
          <w:color w:val="000001"/>
          <w:sz w:val="28"/>
          <w:szCs w:val="28"/>
        </w:rPr>
        <w:br/>
      </w:r>
      <w:r w:rsidRPr="00581974">
        <w:rPr>
          <w:rFonts w:ascii="Times New Roman" w:hAnsi="Times New Roman" w:cs="Times New Roman"/>
          <w:bCs w:val="0"/>
          <w:color w:val="000001"/>
          <w:sz w:val="28"/>
          <w:szCs w:val="28"/>
        </w:rPr>
        <w:t xml:space="preserve">об отдельных административных правонарушениях, предусмотренных </w:t>
      </w:r>
      <w:r>
        <w:rPr>
          <w:rFonts w:ascii="Times New Roman" w:hAnsi="Times New Roman" w:cs="Times New Roman"/>
          <w:bCs w:val="0"/>
          <w:color w:val="000001"/>
          <w:sz w:val="28"/>
          <w:szCs w:val="28"/>
        </w:rPr>
        <w:t>К</w:t>
      </w:r>
      <w:r w:rsidRPr="00581974">
        <w:rPr>
          <w:rFonts w:ascii="Times New Roman" w:hAnsi="Times New Roman" w:cs="Times New Roman"/>
          <w:bCs w:val="0"/>
          <w:color w:val="000001"/>
          <w:sz w:val="28"/>
          <w:szCs w:val="28"/>
        </w:rPr>
        <w:t xml:space="preserve">одексом Российской Федерации об </w:t>
      </w:r>
      <w:r>
        <w:rPr>
          <w:rFonts w:ascii="Times New Roman" w:hAnsi="Times New Roman" w:cs="Times New Roman"/>
          <w:bCs w:val="0"/>
          <w:color w:val="000001"/>
          <w:sz w:val="28"/>
          <w:szCs w:val="28"/>
        </w:rPr>
        <w:t>а</w:t>
      </w:r>
      <w:r w:rsidRPr="00581974">
        <w:rPr>
          <w:rFonts w:ascii="Times New Roman" w:hAnsi="Times New Roman" w:cs="Times New Roman"/>
          <w:bCs w:val="0"/>
          <w:color w:val="000001"/>
          <w:sz w:val="28"/>
          <w:szCs w:val="28"/>
        </w:rPr>
        <w:t>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надзора»</w:t>
      </w:r>
    </w:p>
    <w:p w:rsidR="00AD68C3" w:rsidRDefault="00AD68C3" w:rsidP="0042311A">
      <w:pPr>
        <w:pStyle w:val="FORMATTEXT"/>
        <w:jc w:val="center"/>
        <w:rPr>
          <w:bCs/>
          <w:sz w:val="28"/>
          <w:szCs w:val="28"/>
        </w:rPr>
      </w:pPr>
    </w:p>
    <w:p w:rsidR="00AD68C3" w:rsidRDefault="00AD68C3" w:rsidP="0042311A">
      <w:pPr>
        <w:pStyle w:val="FORMATTEXT"/>
        <w:jc w:val="center"/>
        <w:rPr>
          <w:bCs/>
          <w:sz w:val="28"/>
          <w:szCs w:val="28"/>
        </w:rPr>
      </w:pPr>
    </w:p>
    <w:p w:rsidR="00AD68C3" w:rsidRPr="006C3F1A" w:rsidRDefault="00AD68C3" w:rsidP="0042311A">
      <w:pPr>
        <w:pStyle w:val="FORMATTEXT"/>
        <w:jc w:val="center"/>
        <w:rPr>
          <w:bCs/>
          <w:sz w:val="44"/>
          <w:szCs w:val="28"/>
        </w:rPr>
      </w:pPr>
      <w:r>
        <w:t>Принят Законодательным Собранием Ульяновской области 19 апреля 2017 года</w:t>
      </w:r>
    </w:p>
    <w:p w:rsidR="00AD68C3" w:rsidRDefault="00AD68C3" w:rsidP="0042311A">
      <w:pPr>
        <w:pStyle w:val="FORMATTEXT"/>
        <w:jc w:val="center"/>
        <w:rPr>
          <w:bCs/>
          <w:sz w:val="28"/>
          <w:szCs w:val="28"/>
        </w:rPr>
      </w:pPr>
    </w:p>
    <w:p w:rsidR="00AD68C3" w:rsidRPr="00C63C84" w:rsidRDefault="00AD68C3" w:rsidP="0042311A">
      <w:pPr>
        <w:pStyle w:val="FORMATTEXT"/>
        <w:jc w:val="center"/>
        <w:rPr>
          <w:bCs/>
          <w:sz w:val="40"/>
          <w:szCs w:val="28"/>
        </w:rPr>
      </w:pPr>
    </w:p>
    <w:p w:rsidR="00AD68C3" w:rsidRPr="00786578" w:rsidRDefault="00AD68C3" w:rsidP="006C3F1A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578">
        <w:rPr>
          <w:rFonts w:ascii="Times New Roman" w:hAnsi="Times New Roman" w:cs="Times New Roman"/>
          <w:sz w:val="28"/>
          <w:szCs w:val="28"/>
        </w:rPr>
        <w:t xml:space="preserve">Внести </w:t>
      </w:r>
      <w:bookmarkStart w:id="0" w:name="_GoBack"/>
      <w:bookmarkEnd w:id="0"/>
      <w:r w:rsidRPr="0078657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пункт 9 части 1 </w:t>
      </w:r>
      <w:r w:rsidRPr="00786578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86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86578">
        <w:rPr>
          <w:rFonts w:ascii="Times New Roman" w:hAnsi="Times New Roman" w:cs="Times New Roman"/>
          <w:sz w:val="28"/>
          <w:szCs w:val="28"/>
        </w:rPr>
        <w:t xml:space="preserve"> Закона Ульяновской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78657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86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апреля </w:t>
      </w:r>
      <w:r w:rsidRPr="0078657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86578">
        <w:rPr>
          <w:rFonts w:ascii="Times New Roman" w:hAnsi="Times New Roman" w:cs="Times New Roman"/>
          <w:sz w:val="28"/>
          <w:szCs w:val="28"/>
        </w:rPr>
        <w:t xml:space="preserve"> года № 26-ЗО </w:t>
      </w:r>
      <w:r w:rsidRPr="00581974">
        <w:rPr>
          <w:rFonts w:ascii="Times New Roman" w:hAnsi="Times New Roman" w:cs="Times New Roman"/>
          <w:sz w:val="28"/>
          <w:szCs w:val="28"/>
        </w:rPr>
        <w:t>«</w:t>
      </w:r>
      <w:r w:rsidRPr="00581974"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 xml:space="preserve">О </w:t>
      </w:r>
      <w:r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>п</w:t>
      </w:r>
      <w:r w:rsidRPr="00581974"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>еречне должност</w:t>
      </w:r>
      <w:r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 xml:space="preserve">ных лиц исполнительных органов </w:t>
      </w:r>
      <w:r w:rsidRPr="00581974"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 xml:space="preserve">государственной власти Ульяновской области, уполномоченных составлять протоколы об отдельных административных правонарушениях, предусмотренных </w:t>
      </w:r>
      <w:r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>К</w:t>
      </w:r>
      <w:r w:rsidRPr="00581974"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 xml:space="preserve">одексом Российской Федерации об </w:t>
      </w:r>
      <w:r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>а</w:t>
      </w:r>
      <w:r w:rsidRPr="00581974"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>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надзора»</w:t>
      </w:r>
      <w:r>
        <w:rPr>
          <w:rFonts w:ascii="Times New Roman" w:hAnsi="Times New Roman" w:cs="Times New Roman"/>
          <w:bCs/>
          <w:color w:val="000001"/>
          <w:sz w:val="28"/>
          <w:szCs w:val="28"/>
          <w:lang w:eastAsia="ru-RU"/>
        </w:rPr>
        <w:t xml:space="preserve">                 </w:t>
      </w:r>
      <w:r w:rsidRPr="00786578">
        <w:rPr>
          <w:rFonts w:ascii="Times New Roman" w:hAnsi="Times New Roman" w:cs="Times New Roman"/>
          <w:sz w:val="28"/>
          <w:szCs w:val="28"/>
        </w:rPr>
        <w:t xml:space="preserve"> </w:t>
      </w:r>
      <w:r w:rsidRPr="000614F8">
        <w:rPr>
          <w:rFonts w:ascii="Times New Roman" w:hAnsi="Times New Roman" w:cs="Times New Roman"/>
          <w:color w:val="000000"/>
          <w:sz w:val="28"/>
          <w:szCs w:val="28"/>
        </w:rPr>
        <w:t>(«Ульяновская правда» от 06.04.2015 № 44</w:t>
      </w:r>
      <w:r>
        <w:rPr>
          <w:rFonts w:ascii="Times New Roman" w:hAnsi="Times New Roman" w:cs="Times New Roman"/>
          <w:color w:val="000000"/>
          <w:sz w:val="28"/>
          <w:szCs w:val="28"/>
        </w:rPr>
        <w:t>; от 07.09.2015 № 124; от 09.11.2015            № 156; от 14.03.2016 № 31; от 02.08.2016 № 99; от 08.11.2016 № 127;                             от 27.12.2016 № 140; от 07.03.2017 № 16; от 31.03.2017 № 23)</w:t>
      </w:r>
      <w:r w:rsidRPr="00061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6578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е, изложив его в следующей редакции:</w:t>
      </w:r>
    </w:p>
    <w:p w:rsidR="00AD68C3" w:rsidRDefault="00AD68C3" w:rsidP="006C3F1A">
      <w:pPr>
        <w:spacing w:line="365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«9)</w:t>
      </w:r>
      <w:r w:rsidRPr="00C50720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в Агентстве регионального государственного строительного надзора Ульяновской области:</w:t>
      </w:r>
    </w:p>
    <w:p w:rsidR="00AD68C3" w:rsidRDefault="00AD68C3" w:rsidP="006C3F1A">
      <w:pPr>
        <w:spacing w:line="365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руководитель Агентства регионального государственного строительного надзора Ульяновской области;</w:t>
      </w:r>
    </w:p>
    <w:p w:rsidR="00AD68C3" w:rsidRDefault="00AD68C3" w:rsidP="006C3F1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заместитель руководителя Агентства регионального государственного строительного надзора Ульяновской области – начальник отдела регионального государственного строительного надзора, консультант и главный специалист-эксперт указанного отдела;».</w:t>
      </w:r>
    </w:p>
    <w:p w:rsidR="00AD68C3" w:rsidRPr="006C3F1A" w:rsidRDefault="00AD68C3" w:rsidP="006C3F1A">
      <w:pPr>
        <w:ind w:firstLine="709"/>
        <w:jc w:val="both"/>
        <w:rPr>
          <w:color w:val="000000"/>
          <w:sz w:val="20"/>
          <w:szCs w:val="28"/>
        </w:rPr>
      </w:pPr>
    </w:p>
    <w:p w:rsidR="00AD68C3" w:rsidRPr="0058406B" w:rsidRDefault="00AD68C3" w:rsidP="006C3F1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68C3" w:rsidRDefault="00AD68C3" w:rsidP="006C3F1A">
      <w:pPr>
        <w:jc w:val="both"/>
        <w:rPr>
          <w:color w:val="000000"/>
          <w:sz w:val="28"/>
          <w:szCs w:val="28"/>
        </w:rPr>
      </w:pPr>
    </w:p>
    <w:p w:rsidR="00AD68C3" w:rsidRPr="006E4624" w:rsidRDefault="00AD68C3" w:rsidP="003F12C2">
      <w:pPr>
        <w:ind w:right="20"/>
        <w:rPr>
          <w:b/>
          <w:sz w:val="28"/>
          <w:szCs w:val="28"/>
        </w:rPr>
      </w:pPr>
      <w:r w:rsidRPr="006E4624">
        <w:rPr>
          <w:b/>
          <w:sz w:val="28"/>
          <w:szCs w:val="28"/>
        </w:rPr>
        <w:t>Губернатор</w:t>
      </w:r>
      <w:r>
        <w:rPr>
          <w:b/>
          <w:sz w:val="28"/>
          <w:szCs w:val="28"/>
        </w:rPr>
        <w:t xml:space="preserve"> </w:t>
      </w:r>
      <w:r w:rsidRPr="006E4624">
        <w:rPr>
          <w:b/>
          <w:sz w:val="28"/>
          <w:szCs w:val="28"/>
        </w:rPr>
        <w:t xml:space="preserve">Ульяновской области               </w:t>
      </w:r>
      <w:r>
        <w:rPr>
          <w:b/>
          <w:sz w:val="28"/>
          <w:szCs w:val="28"/>
        </w:rPr>
        <w:t xml:space="preserve">   </w:t>
      </w:r>
      <w:r w:rsidRPr="006E46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</w:t>
      </w:r>
      <w:r w:rsidRPr="006E4624">
        <w:rPr>
          <w:b/>
          <w:sz w:val="28"/>
          <w:szCs w:val="28"/>
        </w:rPr>
        <w:t xml:space="preserve">С.И.Морозов </w:t>
      </w:r>
    </w:p>
    <w:p w:rsidR="00AD68C3" w:rsidRDefault="00AD68C3" w:rsidP="00D27C92"/>
    <w:p w:rsidR="00AD68C3" w:rsidRDefault="00AD68C3" w:rsidP="00D27C92"/>
    <w:p w:rsidR="00AD68C3" w:rsidRDefault="00AD68C3" w:rsidP="006C3F1A"/>
    <w:p w:rsidR="00AD68C3" w:rsidRPr="001C3095" w:rsidRDefault="00AD68C3" w:rsidP="006C3F1A">
      <w:pPr>
        <w:jc w:val="center"/>
        <w:rPr>
          <w:sz w:val="28"/>
          <w:szCs w:val="28"/>
        </w:rPr>
      </w:pPr>
      <w:r w:rsidRPr="001C3095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1C3095">
        <w:rPr>
          <w:sz w:val="28"/>
          <w:szCs w:val="28"/>
        </w:rPr>
        <w:t>Ульяновск</w:t>
      </w:r>
    </w:p>
    <w:p w:rsidR="00AD68C3" w:rsidRPr="001C3095" w:rsidRDefault="00AD68C3" w:rsidP="006C3F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22 апреля </w:t>
      </w:r>
      <w:smartTag w:uri="urn:schemas-microsoft-com:office:smarttags" w:element="metricconverter">
        <w:smartTagPr>
          <w:attr w:name="ProductID" w:val="2017 г"/>
        </w:smartTagPr>
        <w:r>
          <w:rPr>
            <w:sz w:val="28"/>
            <w:szCs w:val="28"/>
          </w:rPr>
          <w:t xml:space="preserve">2017 </w:t>
        </w:r>
        <w:r w:rsidRPr="001C3095">
          <w:rPr>
            <w:sz w:val="28"/>
            <w:szCs w:val="28"/>
          </w:rPr>
          <w:t>г</w:t>
        </w:r>
      </w:smartTag>
      <w:r w:rsidRPr="001C3095">
        <w:rPr>
          <w:sz w:val="28"/>
          <w:szCs w:val="28"/>
        </w:rPr>
        <w:t>.</w:t>
      </w:r>
    </w:p>
    <w:p w:rsidR="00AD68C3" w:rsidRDefault="00AD68C3" w:rsidP="006C3F1A">
      <w:pPr>
        <w:jc w:val="center"/>
        <w:rPr>
          <w:sz w:val="28"/>
          <w:szCs w:val="28"/>
        </w:rPr>
      </w:pPr>
      <w:r w:rsidRPr="001C3095">
        <w:rPr>
          <w:sz w:val="28"/>
          <w:szCs w:val="28"/>
        </w:rPr>
        <w:t xml:space="preserve">№ </w:t>
      </w:r>
      <w:r>
        <w:rPr>
          <w:sz w:val="28"/>
          <w:szCs w:val="28"/>
        </w:rPr>
        <w:t>36</w:t>
      </w:r>
      <w:r w:rsidRPr="001C3095">
        <w:rPr>
          <w:sz w:val="28"/>
          <w:szCs w:val="28"/>
        </w:rPr>
        <w:t xml:space="preserve"> -ЗО</w:t>
      </w:r>
    </w:p>
    <w:p w:rsidR="00AD68C3" w:rsidRDefault="00AD68C3" w:rsidP="006C3F1A"/>
    <w:sectPr w:rsidR="00AD68C3" w:rsidSect="00C63C84">
      <w:headerReference w:type="even" r:id="rId7"/>
      <w:headerReference w:type="default" r:id="rId8"/>
      <w:footerReference w:type="first" r:id="rId9"/>
      <w:footnotePr>
        <w:pos w:val="beneathText"/>
      </w:footnotePr>
      <w:endnotePr>
        <w:numFmt w:val="decimal"/>
        <w:numStart w:val="2"/>
      </w:endnotePr>
      <w:pgSz w:w="11905" w:h="16837" w:code="9"/>
      <w:pgMar w:top="1134" w:right="567" w:bottom="1134" w:left="1418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8C3" w:rsidRDefault="00AD68C3">
      <w:r>
        <w:separator/>
      </w:r>
    </w:p>
  </w:endnote>
  <w:endnote w:type="continuationSeparator" w:id="0">
    <w:p w:rsidR="00AD68C3" w:rsidRDefault="00AD68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8C3" w:rsidRPr="001D3CEA" w:rsidRDefault="00AD68C3" w:rsidP="001D3CEA">
    <w:pPr>
      <w:pStyle w:val="Footer"/>
      <w:jc w:val="right"/>
      <w:rPr>
        <w:sz w:val="16"/>
      </w:rPr>
    </w:pPr>
    <w:r w:rsidRPr="001D3CEA">
      <w:rPr>
        <w:sz w:val="16"/>
      </w:rPr>
      <w:t>1002кк1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8C3" w:rsidRDefault="00AD68C3">
      <w:r>
        <w:separator/>
      </w:r>
    </w:p>
  </w:footnote>
  <w:footnote w:type="continuationSeparator" w:id="0">
    <w:p w:rsidR="00AD68C3" w:rsidRDefault="00AD68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8C3" w:rsidRDefault="00AD68C3" w:rsidP="007A4B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D68C3" w:rsidRDefault="00AD68C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8C3" w:rsidRPr="005E2793" w:rsidRDefault="00AD68C3" w:rsidP="007A4B5A">
    <w:pPr>
      <w:pStyle w:val="Header"/>
      <w:jc w:val="center"/>
      <w:rPr>
        <w:rStyle w:val="PageNumber"/>
        <w:sz w:val="28"/>
        <w:szCs w:val="28"/>
      </w:rPr>
    </w:pPr>
    <w:r w:rsidRPr="005E2793">
      <w:rPr>
        <w:rStyle w:val="PageNumber"/>
        <w:sz w:val="28"/>
        <w:szCs w:val="28"/>
      </w:rPr>
      <w:fldChar w:fldCharType="begin"/>
    </w:r>
    <w:r w:rsidRPr="005E2793">
      <w:rPr>
        <w:rStyle w:val="PageNumber"/>
        <w:sz w:val="28"/>
        <w:szCs w:val="28"/>
      </w:rPr>
      <w:instrText xml:space="preserve">PAGE  </w:instrText>
    </w:r>
    <w:r w:rsidRPr="005E2793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5E2793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B35E6"/>
    <w:multiLevelType w:val="hybridMultilevel"/>
    <w:tmpl w:val="21447B8A"/>
    <w:lvl w:ilvl="0" w:tplc="613CCC3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5D693D02"/>
    <w:multiLevelType w:val="hybridMultilevel"/>
    <w:tmpl w:val="2444C3DE"/>
    <w:lvl w:ilvl="0" w:tplc="B41294A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7F941FE9"/>
    <w:multiLevelType w:val="hybridMultilevel"/>
    <w:tmpl w:val="FA460DA6"/>
    <w:lvl w:ilvl="0" w:tplc="8B12D738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pos w:val="beneathText"/>
    <w:footnote w:id="-1"/>
    <w:footnote w:id="0"/>
  </w:footnotePr>
  <w:endnotePr>
    <w:numFmt w:val="decimal"/>
    <w:numStart w:val="2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3F7"/>
    <w:rsid w:val="00002A66"/>
    <w:rsid w:val="0000517F"/>
    <w:rsid w:val="00010650"/>
    <w:rsid w:val="00011AFC"/>
    <w:rsid w:val="00012015"/>
    <w:rsid w:val="00016653"/>
    <w:rsid w:val="00024D0C"/>
    <w:rsid w:val="00025A22"/>
    <w:rsid w:val="00025A2B"/>
    <w:rsid w:val="00030DF6"/>
    <w:rsid w:val="000349DD"/>
    <w:rsid w:val="000352EC"/>
    <w:rsid w:val="00040ED0"/>
    <w:rsid w:val="00045D06"/>
    <w:rsid w:val="00055866"/>
    <w:rsid w:val="00055C51"/>
    <w:rsid w:val="00055F69"/>
    <w:rsid w:val="000614F8"/>
    <w:rsid w:val="000631D7"/>
    <w:rsid w:val="000655B7"/>
    <w:rsid w:val="00070CF5"/>
    <w:rsid w:val="00073E59"/>
    <w:rsid w:val="00081D37"/>
    <w:rsid w:val="00084216"/>
    <w:rsid w:val="0008663F"/>
    <w:rsid w:val="00090676"/>
    <w:rsid w:val="00090EAB"/>
    <w:rsid w:val="0009238E"/>
    <w:rsid w:val="000953CF"/>
    <w:rsid w:val="00096B7C"/>
    <w:rsid w:val="000975D1"/>
    <w:rsid w:val="000A4212"/>
    <w:rsid w:val="000A6569"/>
    <w:rsid w:val="000B62FC"/>
    <w:rsid w:val="000B7257"/>
    <w:rsid w:val="000C002D"/>
    <w:rsid w:val="000C0799"/>
    <w:rsid w:val="000C104F"/>
    <w:rsid w:val="000D7764"/>
    <w:rsid w:val="000E1C08"/>
    <w:rsid w:val="000F01FE"/>
    <w:rsid w:val="000F679C"/>
    <w:rsid w:val="0010469E"/>
    <w:rsid w:val="00107AB9"/>
    <w:rsid w:val="00111887"/>
    <w:rsid w:val="0011656E"/>
    <w:rsid w:val="001169E5"/>
    <w:rsid w:val="001175C0"/>
    <w:rsid w:val="00121036"/>
    <w:rsid w:val="00124CBA"/>
    <w:rsid w:val="001264F3"/>
    <w:rsid w:val="00132A00"/>
    <w:rsid w:val="00135988"/>
    <w:rsid w:val="00137AB7"/>
    <w:rsid w:val="00142C71"/>
    <w:rsid w:val="00143C20"/>
    <w:rsid w:val="00145A9E"/>
    <w:rsid w:val="001460F9"/>
    <w:rsid w:val="001547BA"/>
    <w:rsid w:val="00154BC7"/>
    <w:rsid w:val="00154CAE"/>
    <w:rsid w:val="00156115"/>
    <w:rsid w:val="00165908"/>
    <w:rsid w:val="00171779"/>
    <w:rsid w:val="0017218A"/>
    <w:rsid w:val="0017777E"/>
    <w:rsid w:val="00182FAC"/>
    <w:rsid w:val="00185695"/>
    <w:rsid w:val="001926E7"/>
    <w:rsid w:val="001A1352"/>
    <w:rsid w:val="001A27F2"/>
    <w:rsid w:val="001A35BF"/>
    <w:rsid w:val="001A53CC"/>
    <w:rsid w:val="001A54A3"/>
    <w:rsid w:val="001A6706"/>
    <w:rsid w:val="001B5BBD"/>
    <w:rsid w:val="001C16B8"/>
    <w:rsid w:val="001C3095"/>
    <w:rsid w:val="001C4578"/>
    <w:rsid w:val="001C7A8D"/>
    <w:rsid w:val="001D1DA9"/>
    <w:rsid w:val="001D391F"/>
    <w:rsid w:val="001D3CEA"/>
    <w:rsid w:val="001D63AD"/>
    <w:rsid w:val="001F0921"/>
    <w:rsid w:val="001F41F6"/>
    <w:rsid w:val="001F6D28"/>
    <w:rsid w:val="001F75E8"/>
    <w:rsid w:val="00200D3D"/>
    <w:rsid w:val="002068EA"/>
    <w:rsid w:val="0021038C"/>
    <w:rsid w:val="00214D36"/>
    <w:rsid w:val="002205BB"/>
    <w:rsid w:val="00222177"/>
    <w:rsid w:val="00222B70"/>
    <w:rsid w:val="00225217"/>
    <w:rsid w:val="00232221"/>
    <w:rsid w:val="00233234"/>
    <w:rsid w:val="002363E7"/>
    <w:rsid w:val="00237DF9"/>
    <w:rsid w:val="00242045"/>
    <w:rsid w:val="00245D71"/>
    <w:rsid w:val="002472DE"/>
    <w:rsid w:val="002525E6"/>
    <w:rsid w:val="002556B2"/>
    <w:rsid w:val="00256678"/>
    <w:rsid w:val="002603FF"/>
    <w:rsid w:val="002625B2"/>
    <w:rsid w:val="00264B64"/>
    <w:rsid w:val="00266572"/>
    <w:rsid w:val="00267112"/>
    <w:rsid w:val="002702FF"/>
    <w:rsid w:val="00271B33"/>
    <w:rsid w:val="00273E8C"/>
    <w:rsid w:val="0027736F"/>
    <w:rsid w:val="0028239E"/>
    <w:rsid w:val="0028445F"/>
    <w:rsid w:val="00285601"/>
    <w:rsid w:val="00286DA1"/>
    <w:rsid w:val="00287C38"/>
    <w:rsid w:val="002936B5"/>
    <w:rsid w:val="002B5795"/>
    <w:rsid w:val="002B64BE"/>
    <w:rsid w:val="002B6A99"/>
    <w:rsid w:val="002B762F"/>
    <w:rsid w:val="002B7DF1"/>
    <w:rsid w:val="002C2EB0"/>
    <w:rsid w:val="002C7749"/>
    <w:rsid w:val="002D3F92"/>
    <w:rsid w:val="002D561A"/>
    <w:rsid w:val="002E11B9"/>
    <w:rsid w:val="002F0252"/>
    <w:rsid w:val="002F5157"/>
    <w:rsid w:val="002F759C"/>
    <w:rsid w:val="002F7A35"/>
    <w:rsid w:val="003011DD"/>
    <w:rsid w:val="0030417D"/>
    <w:rsid w:val="0031147F"/>
    <w:rsid w:val="0031220A"/>
    <w:rsid w:val="00313B6E"/>
    <w:rsid w:val="00314437"/>
    <w:rsid w:val="003332FA"/>
    <w:rsid w:val="00333614"/>
    <w:rsid w:val="003418A4"/>
    <w:rsid w:val="00343C05"/>
    <w:rsid w:val="00343E2C"/>
    <w:rsid w:val="0035238F"/>
    <w:rsid w:val="00353C50"/>
    <w:rsid w:val="00363390"/>
    <w:rsid w:val="003667A8"/>
    <w:rsid w:val="0037185F"/>
    <w:rsid w:val="00371D45"/>
    <w:rsid w:val="00372D68"/>
    <w:rsid w:val="003739CC"/>
    <w:rsid w:val="00380201"/>
    <w:rsid w:val="00380C61"/>
    <w:rsid w:val="00383CBB"/>
    <w:rsid w:val="0038625B"/>
    <w:rsid w:val="00387B7C"/>
    <w:rsid w:val="003A15FD"/>
    <w:rsid w:val="003A3C2E"/>
    <w:rsid w:val="003B1B27"/>
    <w:rsid w:val="003B1B45"/>
    <w:rsid w:val="003C1D1C"/>
    <w:rsid w:val="003C3F12"/>
    <w:rsid w:val="003D06AA"/>
    <w:rsid w:val="003D4345"/>
    <w:rsid w:val="003D7189"/>
    <w:rsid w:val="003D7DE7"/>
    <w:rsid w:val="003E41AB"/>
    <w:rsid w:val="003E54EE"/>
    <w:rsid w:val="003E5FA5"/>
    <w:rsid w:val="003E77E6"/>
    <w:rsid w:val="003F12C2"/>
    <w:rsid w:val="00412CB4"/>
    <w:rsid w:val="0042311A"/>
    <w:rsid w:val="00423C0C"/>
    <w:rsid w:val="004246D2"/>
    <w:rsid w:val="00425A01"/>
    <w:rsid w:val="00427516"/>
    <w:rsid w:val="00446920"/>
    <w:rsid w:val="00452367"/>
    <w:rsid w:val="004544B9"/>
    <w:rsid w:val="00454A90"/>
    <w:rsid w:val="00454C32"/>
    <w:rsid w:val="00460FBA"/>
    <w:rsid w:val="004650DA"/>
    <w:rsid w:val="00484FDE"/>
    <w:rsid w:val="004909DF"/>
    <w:rsid w:val="00491F72"/>
    <w:rsid w:val="004A2857"/>
    <w:rsid w:val="004A3985"/>
    <w:rsid w:val="004A71FA"/>
    <w:rsid w:val="004B3771"/>
    <w:rsid w:val="004B5633"/>
    <w:rsid w:val="004B6696"/>
    <w:rsid w:val="004C1043"/>
    <w:rsid w:val="004D12B1"/>
    <w:rsid w:val="004D2695"/>
    <w:rsid w:val="004D42C0"/>
    <w:rsid w:val="004E7990"/>
    <w:rsid w:val="004F284B"/>
    <w:rsid w:val="004F6806"/>
    <w:rsid w:val="00502C64"/>
    <w:rsid w:val="00502D38"/>
    <w:rsid w:val="00513619"/>
    <w:rsid w:val="005147C2"/>
    <w:rsid w:val="00514FC8"/>
    <w:rsid w:val="00517B8B"/>
    <w:rsid w:val="00525919"/>
    <w:rsid w:val="005317B2"/>
    <w:rsid w:val="0054128B"/>
    <w:rsid w:val="00541BB6"/>
    <w:rsid w:val="005440C4"/>
    <w:rsid w:val="00545238"/>
    <w:rsid w:val="00545A3F"/>
    <w:rsid w:val="00550E16"/>
    <w:rsid w:val="00555A88"/>
    <w:rsid w:val="005622C2"/>
    <w:rsid w:val="0056575F"/>
    <w:rsid w:val="00570128"/>
    <w:rsid w:val="00576716"/>
    <w:rsid w:val="00581974"/>
    <w:rsid w:val="0058331C"/>
    <w:rsid w:val="0058406B"/>
    <w:rsid w:val="00584BFF"/>
    <w:rsid w:val="00585025"/>
    <w:rsid w:val="00590514"/>
    <w:rsid w:val="005907BF"/>
    <w:rsid w:val="00595A8D"/>
    <w:rsid w:val="005A09B2"/>
    <w:rsid w:val="005A1111"/>
    <w:rsid w:val="005A4AB8"/>
    <w:rsid w:val="005A5839"/>
    <w:rsid w:val="005B2352"/>
    <w:rsid w:val="005B5733"/>
    <w:rsid w:val="005B5E69"/>
    <w:rsid w:val="005B7890"/>
    <w:rsid w:val="005B7F0A"/>
    <w:rsid w:val="005C0622"/>
    <w:rsid w:val="005C31B4"/>
    <w:rsid w:val="005C3351"/>
    <w:rsid w:val="005C33B5"/>
    <w:rsid w:val="005C48ED"/>
    <w:rsid w:val="005D0656"/>
    <w:rsid w:val="005E2793"/>
    <w:rsid w:val="005E32A2"/>
    <w:rsid w:val="005F167A"/>
    <w:rsid w:val="005F4B72"/>
    <w:rsid w:val="005F5265"/>
    <w:rsid w:val="006003FA"/>
    <w:rsid w:val="00602FFE"/>
    <w:rsid w:val="00605321"/>
    <w:rsid w:val="00606189"/>
    <w:rsid w:val="0061145A"/>
    <w:rsid w:val="0062188E"/>
    <w:rsid w:val="0062355A"/>
    <w:rsid w:val="00625478"/>
    <w:rsid w:val="00630FB6"/>
    <w:rsid w:val="00647A49"/>
    <w:rsid w:val="00651EDE"/>
    <w:rsid w:val="0065496F"/>
    <w:rsid w:val="00654DB8"/>
    <w:rsid w:val="006745EE"/>
    <w:rsid w:val="00680902"/>
    <w:rsid w:val="0069183C"/>
    <w:rsid w:val="0069388F"/>
    <w:rsid w:val="0069502C"/>
    <w:rsid w:val="00696363"/>
    <w:rsid w:val="006A3900"/>
    <w:rsid w:val="006A422A"/>
    <w:rsid w:val="006A6D96"/>
    <w:rsid w:val="006A711B"/>
    <w:rsid w:val="006B4BDB"/>
    <w:rsid w:val="006B5FE4"/>
    <w:rsid w:val="006B7FAB"/>
    <w:rsid w:val="006C00DD"/>
    <w:rsid w:val="006C3F1A"/>
    <w:rsid w:val="006C5CFF"/>
    <w:rsid w:val="006C7851"/>
    <w:rsid w:val="006D00FD"/>
    <w:rsid w:val="006D16B6"/>
    <w:rsid w:val="006D3058"/>
    <w:rsid w:val="006D68B6"/>
    <w:rsid w:val="006E1FEA"/>
    <w:rsid w:val="006E4624"/>
    <w:rsid w:val="006F1808"/>
    <w:rsid w:val="006F207F"/>
    <w:rsid w:val="006F2DF7"/>
    <w:rsid w:val="006F3661"/>
    <w:rsid w:val="006F7682"/>
    <w:rsid w:val="0070429C"/>
    <w:rsid w:val="007122AE"/>
    <w:rsid w:val="00720E8F"/>
    <w:rsid w:val="00725DAB"/>
    <w:rsid w:val="00726021"/>
    <w:rsid w:val="00726EFB"/>
    <w:rsid w:val="0073044C"/>
    <w:rsid w:val="0073457F"/>
    <w:rsid w:val="0073564E"/>
    <w:rsid w:val="00735C5E"/>
    <w:rsid w:val="00735DF1"/>
    <w:rsid w:val="007417F9"/>
    <w:rsid w:val="007426EF"/>
    <w:rsid w:val="0074338C"/>
    <w:rsid w:val="00744F3A"/>
    <w:rsid w:val="00750F16"/>
    <w:rsid w:val="007567B6"/>
    <w:rsid w:val="0077288E"/>
    <w:rsid w:val="00776BF1"/>
    <w:rsid w:val="00776D01"/>
    <w:rsid w:val="007778BA"/>
    <w:rsid w:val="007824B1"/>
    <w:rsid w:val="007835E7"/>
    <w:rsid w:val="00786578"/>
    <w:rsid w:val="00790B24"/>
    <w:rsid w:val="00792202"/>
    <w:rsid w:val="00792B28"/>
    <w:rsid w:val="00793700"/>
    <w:rsid w:val="00796970"/>
    <w:rsid w:val="007A371C"/>
    <w:rsid w:val="007A399E"/>
    <w:rsid w:val="007A411A"/>
    <w:rsid w:val="007A4B5A"/>
    <w:rsid w:val="007B020E"/>
    <w:rsid w:val="007B062F"/>
    <w:rsid w:val="007B5FB2"/>
    <w:rsid w:val="007B6D9A"/>
    <w:rsid w:val="007B6E96"/>
    <w:rsid w:val="007C0AC7"/>
    <w:rsid w:val="007C4D3C"/>
    <w:rsid w:val="007C5D20"/>
    <w:rsid w:val="007E5276"/>
    <w:rsid w:val="007F0767"/>
    <w:rsid w:val="0080547E"/>
    <w:rsid w:val="008130FE"/>
    <w:rsid w:val="0081467D"/>
    <w:rsid w:val="00816FE4"/>
    <w:rsid w:val="00820920"/>
    <w:rsid w:val="008231AC"/>
    <w:rsid w:val="008242D8"/>
    <w:rsid w:val="008278C6"/>
    <w:rsid w:val="00832F8E"/>
    <w:rsid w:val="00833DC7"/>
    <w:rsid w:val="00833F36"/>
    <w:rsid w:val="00844241"/>
    <w:rsid w:val="008518A4"/>
    <w:rsid w:val="00854781"/>
    <w:rsid w:val="008629EF"/>
    <w:rsid w:val="00866725"/>
    <w:rsid w:val="00870364"/>
    <w:rsid w:val="0087084A"/>
    <w:rsid w:val="00874A3A"/>
    <w:rsid w:val="00874F75"/>
    <w:rsid w:val="00877F05"/>
    <w:rsid w:val="0088036C"/>
    <w:rsid w:val="008824ED"/>
    <w:rsid w:val="00883FC9"/>
    <w:rsid w:val="0088772F"/>
    <w:rsid w:val="0089037D"/>
    <w:rsid w:val="00891553"/>
    <w:rsid w:val="00891E09"/>
    <w:rsid w:val="0089484F"/>
    <w:rsid w:val="008A3F06"/>
    <w:rsid w:val="008C419C"/>
    <w:rsid w:val="008D5C21"/>
    <w:rsid w:val="008E2EF7"/>
    <w:rsid w:val="008F10FD"/>
    <w:rsid w:val="008F1606"/>
    <w:rsid w:val="008F52E4"/>
    <w:rsid w:val="008F7945"/>
    <w:rsid w:val="00902D97"/>
    <w:rsid w:val="009036D5"/>
    <w:rsid w:val="0090642D"/>
    <w:rsid w:val="00910768"/>
    <w:rsid w:val="00915FFA"/>
    <w:rsid w:val="00925640"/>
    <w:rsid w:val="009341B7"/>
    <w:rsid w:val="009351D5"/>
    <w:rsid w:val="00941002"/>
    <w:rsid w:val="00941114"/>
    <w:rsid w:val="00944AA2"/>
    <w:rsid w:val="00944F28"/>
    <w:rsid w:val="00945D4A"/>
    <w:rsid w:val="00945F7A"/>
    <w:rsid w:val="00962B99"/>
    <w:rsid w:val="0096329C"/>
    <w:rsid w:val="0096363D"/>
    <w:rsid w:val="00964561"/>
    <w:rsid w:val="00966FD0"/>
    <w:rsid w:val="0098311F"/>
    <w:rsid w:val="009A3D9E"/>
    <w:rsid w:val="009A54C2"/>
    <w:rsid w:val="009B42A6"/>
    <w:rsid w:val="009B4C28"/>
    <w:rsid w:val="009B6357"/>
    <w:rsid w:val="009B79F8"/>
    <w:rsid w:val="009C0063"/>
    <w:rsid w:val="009C1C2F"/>
    <w:rsid w:val="009C5736"/>
    <w:rsid w:val="009C7678"/>
    <w:rsid w:val="009C77D3"/>
    <w:rsid w:val="009D0929"/>
    <w:rsid w:val="009D1871"/>
    <w:rsid w:val="009D2F73"/>
    <w:rsid w:val="009D3C71"/>
    <w:rsid w:val="009D76C0"/>
    <w:rsid w:val="009E1FA1"/>
    <w:rsid w:val="009E667D"/>
    <w:rsid w:val="00A0155E"/>
    <w:rsid w:val="00A02103"/>
    <w:rsid w:val="00A05D82"/>
    <w:rsid w:val="00A07464"/>
    <w:rsid w:val="00A07CAC"/>
    <w:rsid w:val="00A27694"/>
    <w:rsid w:val="00A3462A"/>
    <w:rsid w:val="00A406F4"/>
    <w:rsid w:val="00A43E2A"/>
    <w:rsid w:val="00A452D8"/>
    <w:rsid w:val="00A627DB"/>
    <w:rsid w:val="00A70C74"/>
    <w:rsid w:val="00A85864"/>
    <w:rsid w:val="00A92D79"/>
    <w:rsid w:val="00AA12FF"/>
    <w:rsid w:val="00AA425D"/>
    <w:rsid w:val="00AA5C4C"/>
    <w:rsid w:val="00AB6287"/>
    <w:rsid w:val="00AC2616"/>
    <w:rsid w:val="00AC6D2F"/>
    <w:rsid w:val="00AC73C2"/>
    <w:rsid w:val="00AC7993"/>
    <w:rsid w:val="00AD38D3"/>
    <w:rsid w:val="00AD68C3"/>
    <w:rsid w:val="00AE5CEC"/>
    <w:rsid w:val="00AF28D1"/>
    <w:rsid w:val="00AF31C4"/>
    <w:rsid w:val="00AF54BA"/>
    <w:rsid w:val="00B02725"/>
    <w:rsid w:val="00B0772B"/>
    <w:rsid w:val="00B12C6F"/>
    <w:rsid w:val="00B13D9D"/>
    <w:rsid w:val="00B1406F"/>
    <w:rsid w:val="00B15D8B"/>
    <w:rsid w:val="00B17AE6"/>
    <w:rsid w:val="00B21BC7"/>
    <w:rsid w:val="00B3065E"/>
    <w:rsid w:val="00B309B6"/>
    <w:rsid w:val="00B34371"/>
    <w:rsid w:val="00B363D2"/>
    <w:rsid w:val="00B3646D"/>
    <w:rsid w:val="00B40A3C"/>
    <w:rsid w:val="00B4627E"/>
    <w:rsid w:val="00B47CA4"/>
    <w:rsid w:val="00B55D58"/>
    <w:rsid w:val="00B64213"/>
    <w:rsid w:val="00B8399B"/>
    <w:rsid w:val="00B93F40"/>
    <w:rsid w:val="00B94C51"/>
    <w:rsid w:val="00B94F8B"/>
    <w:rsid w:val="00BA03B9"/>
    <w:rsid w:val="00BA19F7"/>
    <w:rsid w:val="00BB0C1A"/>
    <w:rsid w:val="00BB3CB8"/>
    <w:rsid w:val="00BB4F14"/>
    <w:rsid w:val="00BB52EC"/>
    <w:rsid w:val="00BB5E08"/>
    <w:rsid w:val="00BC0931"/>
    <w:rsid w:val="00BC10DA"/>
    <w:rsid w:val="00BD68E5"/>
    <w:rsid w:val="00BE2838"/>
    <w:rsid w:val="00BF1688"/>
    <w:rsid w:val="00BF1C08"/>
    <w:rsid w:val="00BF27D5"/>
    <w:rsid w:val="00BF67D1"/>
    <w:rsid w:val="00BF69A1"/>
    <w:rsid w:val="00BF6A4F"/>
    <w:rsid w:val="00BF7F0A"/>
    <w:rsid w:val="00C03CCE"/>
    <w:rsid w:val="00C03CD0"/>
    <w:rsid w:val="00C06293"/>
    <w:rsid w:val="00C104AE"/>
    <w:rsid w:val="00C15743"/>
    <w:rsid w:val="00C16CD1"/>
    <w:rsid w:val="00C178FD"/>
    <w:rsid w:val="00C2255E"/>
    <w:rsid w:val="00C225DF"/>
    <w:rsid w:val="00C26FBA"/>
    <w:rsid w:val="00C3268C"/>
    <w:rsid w:val="00C3521A"/>
    <w:rsid w:val="00C36A9D"/>
    <w:rsid w:val="00C37D46"/>
    <w:rsid w:val="00C422C4"/>
    <w:rsid w:val="00C42D80"/>
    <w:rsid w:val="00C43457"/>
    <w:rsid w:val="00C46C27"/>
    <w:rsid w:val="00C50720"/>
    <w:rsid w:val="00C61BDD"/>
    <w:rsid w:val="00C63C84"/>
    <w:rsid w:val="00C74623"/>
    <w:rsid w:val="00C8154D"/>
    <w:rsid w:val="00C86EC7"/>
    <w:rsid w:val="00C90E45"/>
    <w:rsid w:val="00C92C1F"/>
    <w:rsid w:val="00C94EB0"/>
    <w:rsid w:val="00CA18F6"/>
    <w:rsid w:val="00CA6392"/>
    <w:rsid w:val="00CA78AA"/>
    <w:rsid w:val="00CB7B08"/>
    <w:rsid w:val="00CC68CD"/>
    <w:rsid w:val="00CE137B"/>
    <w:rsid w:val="00CE63E8"/>
    <w:rsid w:val="00CE7EA8"/>
    <w:rsid w:val="00CF0282"/>
    <w:rsid w:val="00CF2DEB"/>
    <w:rsid w:val="00D00377"/>
    <w:rsid w:val="00D00678"/>
    <w:rsid w:val="00D00F1C"/>
    <w:rsid w:val="00D037D5"/>
    <w:rsid w:val="00D10D35"/>
    <w:rsid w:val="00D10D5E"/>
    <w:rsid w:val="00D14B8F"/>
    <w:rsid w:val="00D15723"/>
    <w:rsid w:val="00D173C5"/>
    <w:rsid w:val="00D20810"/>
    <w:rsid w:val="00D25FEF"/>
    <w:rsid w:val="00D27C92"/>
    <w:rsid w:val="00D31E45"/>
    <w:rsid w:val="00D338FF"/>
    <w:rsid w:val="00D3788A"/>
    <w:rsid w:val="00D40F0D"/>
    <w:rsid w:val="00D4711C"/>
    <w:rsid w:val="00D50AED"/>
    <w:rsid w:val="00D6448F"/>
    <w:rsid w:val="00D66924"/>
    <w:rsid w:val="00D730CA"/>
    <w:rsid w:val="00D90059"/>
    <w:rsid w:val="00D90F56"/>
    <w:rsid w:val="00D92003"/>
    <w:rsid w:val="00D95E50"/>
    <w:rsid w:val="00DA02EE"/>
    <w:rsid w:val="00DA13F7"/>
    <w:rsid w:val="00DA52E8"/>
    <w:rsid w:val="00DA6784"/>
    <w:rsid w:val="00DA7BC9"/>
    <w:rsid w:val="00DB10A8"/>
    <w:rsid w:val="00DB2B6C"/>
    <w:rsid w:val="00DB33E6"/>
    <w:rsid w:val="00DB6525"/>
    <w:rsid w:val="00DC004F"/>
    <w:rsid w:val="00DC14E2"/>
    <w:rsid w:val="00DC389F"/>
    <w:rsid w:val="00DC39F7"/>
    <w:rsid w:val="00DC5DF4"/>
    <w:rsid w:val="00DC7A2F"/>
    <w:rsid w:val="00DD4F2C"/>
    <w:rsid w:val="00DD5A6D"/>
    <w:rsid w:val="00DD5CA7"/>
    <w:rsid w:val="00DE225C"/>
    <w:rsid w:val="00DE2AA1"/>
    <w:rsid w:val="00DE5B69"/>
    <w:rsid w:val="00DF55C2"/>
    <w:rsid w:val="00E04BDE"/>
    <w:rsid w:val="00E151A8"/>
    <w:rsid w:val="00E1696C"/>
    <w:rsid w:val="00E20810"/>
    <w:rsid w:val="00E24991"/>
    <w:rsid w:val="00E27DD8"/>
    <w:rsid w:val="00E32F15"/>
    <w:rsid w:val="00E34B4A"/>
    <w:rsid w:val="00E404D5"/>
    <w:rsid w:val="00E44F17"/>
    <w:rsid w:val="00E53377"/>
    <w:rsid w:val="00E5687E"/>
    <w:rsid w:val="00E63111"/>
    <w:rsid w:val="00E650E9"/>
    <w:rsid w:val="00E6627D"/>
    <w:rsid w:val="00E67836"/>
    <w:rsid w:val="00E70C67"/>
    <w:rsid w:val="00E72AFF"/>
    <w:rsid w:val="00E87EA6"/>
    <w:rsid w:val="00E92851"/>
    <w:rsid w:val="00E93281"/>
    <w:rsid w:val="00E9378A"/>
    <w:rsid w:val="00EA08B2"/>
    <w:rsid w:val="00EA3592"/>
    <w:rsid w:val="00EA7A79"/>
    <w:rsid w:val="00EB0827"/>
    <w:rsid w:val="00EB4E04"/>
    <w:rsid w:val="00EC348E"/>
    <w:rsid w:val="00EC60F9"/>
    <w:rsid w:val="00ED32B2"/>
    <w:rsid w:val="00EE3BE3"/>
    <w:rsid w:val="00EE4D83"/>
    <w:rsid w:val="00EE7FA1"/>
    <w:rsid w:val="00EF16F9"/>
    <w:rsid w:val="00EF6E90"/>
    <w:rsid w:val="00EF7099"/>
    <w:rsid w:val="00F0153B"/>
    <w:rsid w:val="00F01663"/>
    <w:rsid w:val="00F05C7B"/>
    <w:rsid w:val="00F17A66"/>
    <w:rsid w:val="00F21134"/>
    <w:rsid w:val="00F237DE"/>
    <w:rsid w:val="00F26929"/>
    <w:rsid w:val="00F35669"/>
    <w:rsid w:val="00F42DF4"/>
    <w:rsid w:val="00F43BDD"/>
    <w:rsid w:val="00F47486"/>
    <w:rsid w:val="00F47EA9"/>
    <w:rsid w:val="00F60C87"/>
    <w:rsid w:val="00F624F1"/>
    <w:rsid w:val="00F62B28"/>
    <w:rsid w:val="00F71A5A"/>
    <w:rsid w:val="00F73AB2"/>
    <w:rsid w:val="00F7676F"/>
    <w:rsid w:val="00F8423E"/>
    <w:rsid w:val="00F8449C"/>
    <w:rsid w:val="00F87686"/>
    <w:rsid w:val="00F93ECF"/>
    <w:rsid w:val="00F946C8"/>
    <w:rsid w:val="00F94E6A"/>
    <w:rsid w:val="00FA21A8"/>
    <w:rsid w:val="00FA5D69"/>
    <w:rsid w:val="00FB2EC6"/>
    <w:rsid w:val="00FB2F98"/>
    <w:rsid w:val="00FB3199"/>
    <w:rsid w:val="00FC5AA2"/>
    <w:rsid w:val="00FC5F3B"/>
    <w:rsid w:val="00FE2B01"/>
    <w:rsid w:val="00FE611A"/>
    <w:rsid w:val="00FE6262"/>
    <w:rsid w:val="00FF0035"/>
    <w:rsid w:val="00FF0C9D"/>
    <w:rsid w:val="00FF7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3F7"/>
    <w:pPr>
      <w:suppressAutoHyphens/>
    </w:pPr>
    <w:rPr>
      <w:sz w:val="24"/>
      <w:szCs w:val="24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A52E8"/>
    <w:pPr>
      <w:keepNext/>
      <w:suppressAutoHyphens w:val="0"/>
      <w:ind w:right="546"/>
      <w:jc w:val="center"/>
      <w:outlineLvl w:val="3"/>
    </w:pPr>
    <w:rPr>
      <w:b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DA52E8"/>
    <w:rPr>
      <w:rFonts w:cs="Times New Roman"/>
      <w:b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A13F7"/>
    <w:rPr>
      <w:rFonts w:cs="Times New Roman"/>
    </w:rPr>
  </w:style>
  <w:style w:type="character" w:customStyle="1" w:styleId="FontStyle22">
    <w:name w:val="Font Style22"/>
    <w:uiPriority w:val="99"/>
    <w:rsid w:val="00DA13F7"/>
    <w:rPr>
      <w:rFonts w:ascii="Times New Roman" w:hAnsi="Times New Roman"/>
      <w:b/>
      <w:sz w:val="26"/>
    </w:rPr>
  </w:style>
  <w:style w:type="paragraph" w:customStyle="1" w:styleId="ConsPlusNormal">
    <w:name w:val="ConsPlusNormal"/>
    <w:uiPriority w:val="99"/>
    <w:rsid w:val="00DA13F7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DA13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eastAsia="ar-SA" w:bidi="ar-SA"/>
    </w:rPr>
  </w:style>
  <w:style w:type="paragraph" w:customStyle="1" w:styleId="Style5">
    <w:name w:val="Style5"/>
    <w:basedOn w:val="Normal"/>
    <w:uiPriority w:val="99"/>
    <w:rsid w:val="00DA13F7"/>
    <w:pPr>
      <w:widowControl w:val="0"/>
      <w:autoSpaceDE w:val="0"/>
      <w:spacing w:line="328" w:lineRule="exact"/>
      <w:jc w:val="center"/>
    </w:pPr>
    <w:rPr>
      <w:rFonts w:ascii="Arial" w:hAnsi="Arial"/>
    </w:rPr>
  </w:style>
  <w:style w:type="paragraph" w:customStyle="1" w:styleId="FORMATTEXT">
    <w:name w:val=".FORMATTEXT"/>
    <w:uiPriority w:val="99"/>
    <w:rsid w:val="00DA13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">
    <w:name w:val="Знак Знак1"/>
    <w:basedOn w:val="Normal"/>
    <w:uiPriority w:val="99"/>
    <w:rsid w:val="0096329C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DA52E8"/>
    <w:pPr>
      <w:suppressAutoHyphens w:val="0"/>
      <w:spacing w:line="204" w:lineRule="auto"/>
    </w:pPr>
    <w:rPr>
      <w:rFonts w:ascii="Arial Narrow" w:hAnsi="Arial Narrow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A52E8"/>
    <w:rPr>
      <w:rFonts w:ascii="Arial Narrow" w:hAnsi="Arial Narrow" w:cs="Times New Roman"/>
      <w:lang w:val="ru-RU" w:eastAsia="ru-RU"/>
    </w:rPr>
  </w:style>
  <w:style w:type="paragraph" w:customStyle="1" w:styleId="ConsPlusTitle">
    <w:name w:val="ConsPlusTitle"/>
    <w:uiPriority w:val="99"/>
    <w:rsid w:val="00DA52E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">
    <w:name w:val="Знак Знак2"/>
    <w:basedOn w:val="Normal"/>
    <w:uiPriority w:val="99"/>
    <w:rsid w:val="00DA52E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7B7C"/>
  </w:style>
  <w:style w:type="paragraph" w:styleId="DocumentMap">
    <w:name w:val="Document Map"/>
    <w:basedOn w:val="Normal"/>
    <w:link w:val="DocumentMapChar"/>
    <w:uiPriority w:val="99"/>
    <w:semiHidden/>
    <w:rsid w:val="008D5C2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  <w:lang w:eastAsia="ar-SA" w:bidi="ar-SA"/>
    </w:rPr>
  </w:style>
  <w:style w:type="paragraph" w:styleId="Footer">
    <w:name w:val="footer"/>
    <w:basedOn w:val="Normal"/>
    <w:link w:val="FooterChar"/>
    <w:uiPriority w:val="99"/>
    <w:rsid w:val="001D3CE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D3CEA"/>
    <w:rPr>
      <w:rFonts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rsid w:val="00C63C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63C84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310</Words>
  <Characters>1772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user</dc:creator>
  <cp:keywords/>
  <dc:description/>
  <cp:lastModifiedBy>Пользователь</cp:lastModifiedBy>
  <cp:revision>8</cp:revision>
  <cp:lastPrinted>2017-04-18T11:24:00Z</cp:lastPrinted>
  <dcterms:created xsi:type="dcterms:W3CDTF">2017-02-10T07:21:00Z</dcterms:created>
  <dcterms:modified xsi:type="dcterms:W3CDTF">2017-04-28T10:45:00Z</dcterms:modified>
</cp:coreProperties>
</file>