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7D4" w:rsidRDefault="006827D4" w:rsidP="001E7E61">
      <w:pPr>
        <w:pStyle w:val="ConsPlusTitle"/>
        <w:jc w:val="center"/>
        <w:rPr>
          <w:sz w:val="32"/>
          <w:szCs w:val="32"/>
        </w:rPr>
      </w:pPr>
      <w:r>
        <w:rPr>
          <w:sz w:val="32"/>
          <w:szCs w:val="32"/>
        </w:rPr>
        <w:t>ЗАКОН УЛЬЯНОВСКОЙ ОБЛАСТИ</w:t>
      </w:r>
    </w:p>
    <w:p w:rsidR="006827D4" w:rsidRDefault="006827D4" w:rsidP="001E7E61">
      <w:pPr>
        <w:pStyle w:val="ConsPlusTitle"/>
        <w:jc w:val="center"/>
        <w:rPr>
          <w:sz w:val="32"/>
          <w:szCs w:val="32"/>
        </w:rPr>
      </w:pPr>
    </w:p>
    <w:p w:rsidR="006827D4" w:rsidRDefault="006827D4" w:rsidP="00ED4BA5">
      <w:pPr>
        <w:pStyle w:val="ConsPlusTitle"/>
        <w:jc w:val="center"/>
        <w:rPr>
          <w:sz w:val="28"/>
          <w:szCs w:val="28"/>
        </w:rPr>
      </w:pPr>
    </w:p>
    <w:p w:rsidR="006827D4" w:rsidRDefault="006827D4" w:rsidP="00ED4BA5">
      <w:pPr>
        <w:pStyle w:val="ConsPlusTitle"/>
        <w:jc w:val="center"/>
        <w:rPr>
          <w:sz w:val="28"/>
          <w:szCs w:val="28"/>
        </w:rPr>
      </w:pPr>
    </w:p>
    <w:p w:rsidR="006827D4" w:rsidRDefault="006827D4" w:rsidP="00ED4BA5">
      <w:pPr>
        <w:pStyle w:val="ConsPlusTitle"/>
        <w:jc w:val="center"/>
        <w:rPr>
          <w:sz w:val="28"/>
          <w:szCs w:val="28"/>
        </w:rPr>
      </w:pPr>
    </w:p>
    <w:p w:rsidR="006827D4" w:rsidRDefault="006827D4" w:rsidP="00ED4BA5">
      <w:pPr>
        <w:autoSpaceDE w:val="0"/>
        <w:autoSpaceDN w:val="0"/>
        <w:adjustRightInd w:val="0"/>
        <w:jc w:val="center"/>
        <w:rPr>
          <w:b/>
          <w:bCs/>
          <w:sz w:val="28"/>
          <w:szCs w:val="28"/>
        </w:rPr>
      </w:pPr>
      <w:r>
        <w:rPr>
          <w:b/>
          <w:bCs/>
          <w:sz w:val="28"/>
          <w:szCs w:val="28"/>
        </w:rPr>
        <w:t xml:space="preserve">О внесении изменения в статью 2 Закона Ульяновской области </w:t>
      </w:r>
    </w:p>
    <w:p w:rsidR="006827D4" w:rsidRDefault="006827D4" w:rsidP="00ED4BA5">
      <w:pPr>
        <w:autoSpaceDE w:val="0"/>
        <w:autoSpaceDN w:val="0"/>
        <w:adjustRightInd w:val="0"/>
        <w:jc w:val="center"/>
        <w:rPr>
          <w:b/>
          <w:bCs/>
          <w:sz w:val="28"/>
          <w:szCs w:val="28"/>
        </w:rPr>
      </w:pPr>
      <w:r>
        <w:rPr>
          <w:b/>
          <w:bCs/>
          <w:sz w:val="28"/>
          <w:szCs w:val="28"/>
        </w:rPr>
        <w:t>«О перечне должностных лиц исполнительных органов государственной власти Ульяновской области, уполномоченных составлять протоколы</w:t>
      </w:r>
    </w:p>
    <w:p w:rsidR="006827D4" w:rsidRDefault="006827D4" w:rsidP="00ED4BA5">
      <w:pPr>
        <w:autoSpaceDE w:val="0"/>
        <w:autoSpaceDN w:val="0"/>
        <w:adjustRightInd w:val="0"/>
        <w:jc w:val="center"/>
        <w:rPr>
          <w:b/>
          <w:bCs/>
          <w:sz w:val="28"/>
          <w:szCs w:val="28"/>
        </w:rPr>
      </w:pPr>
      <w:r>
        <w:rPr>
          <w:b/>
          <w:bCs/>
          <w:sz w:val="28"/>
          <w:szCs w:val="28"/>
        </w:rP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p>
    <w:p w:rsidR="006827D4" w:rsidRDefault="006827D4" w:rsidP="00ED4BA5">
      <w:pPr>
        <w:autoSpaceDE w:val="0"/>
        <w:autoSpaceDN w:val="0"/>
        <w:adjustRightInd w:val="0"/>
        <w:jc w:val="center"/>
        <w:rPr>
          <w:b/>
          <w:bCs/>
          <w:sz w:val="28"/>
          <w:szCs w:val="28"/>
        </w:rPr>
      </w:pPr>
      <w:r>
        <w:rPr>
          <w:b/>
          <w:bCs/>
          <w:sz w:val="28"/>
          <w:szCs w:val="28"/>
        </w:rPr>
        <w:t>им полномочий в области федерального государственного надзора»</w:t>
      </w:r>
    </w:p>
    <w:p w:rsidR="006827D4" w:rsidRDefault="006827D4" w:rsidP="002175A6">
      <w:pPr>
        <w:pStyle w:val="ConsPlusTitle"/>
        <w:rPr>
          <w:sz w:val="28"/>
          <w:szCs w:val="28"/>
        </w:rPr>
      </w:pPr>
    </w:p>
    <w:p w:rsidR="006827D4" w:rsidRDefault="006827D4" w:rsidP="002175A6">
      <w:pPr>
        <w:pStyle w:val="ConsPlusTitle"/>
        <w:rPr>
          <w:sz w:val="28"/>
          <w:szCs w:val="28"/>
        </w:rPr>
      </w:pPr>
    </w:p>
    <w:p w:rsidR="006827D4" w:rsidRDefault="006827D4" w:rsidP="002175A6">
      <w:pPr>
        <w:pStyle w:val="ConsPlusTitle"/>
        <w:rPr>
          <w:sz w:val="28"/>
          <w:szCs w:val="28"/>
        </w:rPr>
      </w:pPr>
    </w:p>
    <w:p w:rsidR="006827D4" w:rsidRDefault="006827D4" w:rsidP="002175A6">
      <w:pPr>
        <w:pStyle w:val="ConsPlusTitle"/>
        <w:rPr>
          <w:sz w:val="28"/>
          <w:szCs w:val="28"/>
        </w:rPr>
      </w:pPr>
    </w:p>
    <w:p w:rsidR="006827D4" w:rsidRDefault="006827D4" w:rsidP="002175A6">
      <w:pPr>
        <w:pStyle w:val="ConsPlusTitle"/>
        <w:rPr>
          <w:sz w:val="28"/>
          <w:szCs w:val="28"/>
        </w:rPr>
      </w:pPr>
    </w:p>
    <w:p w:rsidR="006827D4" w:rsidRDefault="006827D4" w:rsidP="002175A6">
      <w:pPr>
        <w:pStyle w:val="ConsPlusTitle"/>
        <w:rPr>
          <w:sz w:val="28"/>
          <w:szCs w:val="28"/>
        </w:rPr>
      </w:pPr>
    </w:p>
    <w:p w:rsidR="006827D4" w:rsidRDefault="006827D4" w:rsidP="00DB0C82">
      <w:pPr>
        <w:pStyle w:val="ListParagraph"/>
        <w:tabs>
          <w:tab w:val="left" w:pos="1134"/>
        </w:tabs>
        <w:autoSpaceDE w:val="0"/>
        <w:autoSpaceDN w:val="0"/>
        <w:adjustRightInd w:val="0"/>
        <w:ind w:left="0" w:firstLine="709"/>
        <w:jc w:val="both"/>
        <w:rPr>
          <w:b/>
          <w:bCs/>
          <w:sz w:val="28"/>
          <w:szCs w:val="28"/>
        </w:rPr>
      </w:pPr>
      <w:r w:rsidRPr="00692BF1">
        <w:rPr>
          <w:b/>
          <w:bCs/>
          <w:sz w:val="28"/>
          <w:szCs w:val="28"/>
        </w:rPr>
        <w:t>Статья 1</w:t>
      </w:r>
    </w:p>
    <w:p w:rsidR="006827D4" w:rsidRPr="00692BF1" w:rsidRDefault="006827D4" w:rsidP="00DB0C82">
      <w:pPr>
        <w:pStyle w:val="ListParagraph"/>
        <w:tabs>
          <w:tab w:val="left" w:pos="1134"/>
        </w:tabs>
        <w:autoSpaceDE w:val="0"/>
        <w:autoSpaceDN w:val="0"/>
        <w:adjustRightInd w:val="0"/>
        <w:ind w:left="0" w:firstLine="709"/>
        <w:jc w:val="both"/>
        <w:rPr>
          <w:b/>
          <w:bCs/>
          <w:sz w:val="28"/>
          <w:szCs w:val="28"/>
        </w:rPr>
      </w:pPr>
    </w:p>
    <w:p w:rsidR="006827D4" w:rsidRDefault="006827D4" w:rsidP="00E14344">
      <w:pPr>
        <w:pStyle w:val="ConsPlusNormal"/>
        <w:spacing w:line="360" w:lineRule="auto"/>
        <w:ind w:firstLine="709"/>
        <w:jc w:val="both"/>
      </w:pPr>
      <w:r w:rsidRPr="00E14344">
        <w:t>Внести в</w:t>
      </w:r>
      <w:r>
        <w:t xml:space="preserve"> часть 2</w:t>
      </w:r>
      <w:r w:rsidRPr="00E14344">
        <w:t xml:space="preserve"> </w:t>
      </w:r>
      <w:r>
        <w:t xml:space="preserve">статьи 2 </w:t>
      </w:r>
      <w:r w:rsidRPr="00E14344">
        <w:t>Закон</w:t>
      </w:r>
      <w:r>
        <w:t>а</w:t>
      </w:r>
      <w:r w:rsidRPr="00E14344">
        <w:t xml:space="preserve"> Ульяновской области от 1 апреля 2015 года № 26-ЗО «</w:t>
      </w:r>
      <w:r w:rsidRPr="00E14344">
        <w:rPr>
          <w:bCs/>
        </w:rPr>
        <w:t xml:space="preserve">О перечне должностных лиц исполнительных органов государственной власти Ульяновской области, уполномоченных составлять протоколы </w:t>
      </w:r>
      <w:r>
        <w:rPr>
          <w:bCs/>
        </w:rPr>
        <w:br/>
      </w:r>
      <w:r w:rsidRPr="00E14344">
        <w:rPr>
          <w:bCs/>
        </w:rPr>
        <w:t xml:space="preserve">об отдельных административных правонарушениях, предусмотренных </w:t>
      </w:r>
      <w:r>
        <w:rPr>
          <w:bCs/>
        </w:rPr>
        <w:t>К</w:t>
      </w:r>
      <w:r w:rsidRPr="00E14344">
        <w:rPr>
          <w:bCs/>
        </w:rPr>
        <w:t xml:space="preserve">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Pr>
          <w:bCs/>
        </w:rPr>
        <w:br/>
      </w:r>
      <w:r w:rsidRPr="00E14344">
        <w:rPr>
          <w:bCs/>
        </w:rPr>
        <w:t>в области федерального государственного надзора</w:t>
      </w:r>
      <w:r>
        <w:rPr>
          <w:bCs/>
        </w:rPr>
        <w:t xml:space="preserve">» («Ульяновская правда» </w:t>
      </w:r>
      <w:r>
        <w:rPr>
          <w:bCs/>
        </w:rPr>
        <w:br/>
        <w:t xml:space="preserve">от 06.04.2015 № 44; от 07.09.2015 № 124; от 09.11.2015  № 156; от </w:t>
      </w:r>
      <w:r>
        <w:t xml:space="preserve">14.03.2016 </w:t>
      </w:r>
      <w:r>
        <w:br/>
        <w:t xml:space="preserve">№ 31; от 02.08.2016 № 99; от </w:t>
      </w:r>
      <w:r w:rsidRPr="001B1053">
        <w:t>08.11.2016</w:t>
      </w:r>
      <w:r>
        <w:t xml:space="preserve"> </w:t>
      </w:r>
      <w:bookmarkStart w:id="0" w:name="_GoBack"/>
      <w:bookmarkEnd w:id="0"/>
      <w:r>
        <w:t>№ 127; от</w:t>
      </w:r>
      <w:r w:rsidRPr="001B1053">
        <w:t xml:space="preserve"> 27.12.2016</w:t>
      </w:r>
      <w:r w:rsidRPr="00276013">
        <w:t xml:space="preserve"> </w:t>
      </w:r>
      <w:r>
        <w:t>№ 140; от 07.03.2017 № 16; от 31.03.2017 № 23) изменение, изложив её в следующей редакции:</w:t>
      </w:r>
    </w:p>
    <w:p w:rsidR="006827D4" w:rsidRDefault="006827D4" w:rsidP="00F91F56">
      <w:pPr>
        <w:autoSpaceDE w:val="0"/>
        <w:autoSpaceDN w:val="0"/>
        <w:adjustRightInd w:val="0"/>
        <w:spacing w:line="360" w:lineRule="auto"/>
        <w:ind w:firstLine="709"/>
        <w:jc w:val="both"/>
        <w:rPr>
          <w:sz w:val="28"/>
          <w:szCs w:val="28"/>
        </w:rPr>
      </w:pPr>
      <w:r>
        <w:t>«</w:t>
      </w:r>
      <w:r w:rsidRPr="007D598F">
        <w:rPr>
          <w:sz w:val="28"/>
          <w:szCs w:val="28"/>
        </w:rPr>
        <w:t>2.</w:t>
      </w:r>
      <w:r>
        <w:rPr>
          <w:sz w:val="28"/>
          <w:szCs w:val="28"/>
        </w:rPr>
        <w:t xml:space="preserve"> При осуществлении Правительством Ульяновской области полномочий по внутреннему государственному финансовому контролю протоколы </w:t>
      </w:r>
      <w:r>
        <w:rPr>
          <w:sz w:val="28"/>
          <w:szCs w:val="28"/>
        </w:rPr>
        <w:br/>
        <w:t>об административных правонарушениях составляют следующие должностные лица контрольного управления администрации Губернатора Ульяновской области:</w:t>
      </w:r>
    </w:p>
    <w:p w:rsidR="006827D4" w:rsidRDefault="006827D4" w:rsidP="00F91F56">
      <w:pPr>
        <w:autoSpaceDE w:val="0"/>
        <w:autoSpaceDN w:val="0"/>
        <w:adjustRightInd w:val="0"/>
        <w:spacing w:line="360" w:lineRule="auto"/>
        <w:ind w:firstLine="709"/>
        <w:jc w:val="both"/>
        <w:rPr>
          <w:sz w:val="28"/>
          <w:szCs w:val="28"/>
        </w:rPr>
      </w:pPr>
      <w:r>
        <w:rPr>
          <w:sz w:val="28"/>
          <w:szCs w:val="28"/>
        </w:rPr>
        <w:t>1) заместитель начальника контрольного управления администрации Губернатора Ульяновской области – начальник департамента</w:t>
      </w:r>
      <w:r w:rsidRPr="006873CD">
        <w:rPr>
          <w:sz w:val="28"/>
          <w:szCs w:val="28"/>
        </w:rPr>
        <w:t xml:space="preserve"> </w:t>
      </w:r>
      <w:r w:rsidRPr="006234B4">
        <w:rPr>
          <w:sz w:val="28"/>
          <w:szCs w:val="28"/>
        </w:rPr>
        <w:t xml:space="preserve">контроля </w:t>
      </w:r>
      <w:r>
        <w:rPr>
          <w:sz w:val="28"/>
          <w:szCs w:val="28"/>
        </w:rPr>
        <w:br/>
      </w:r>
      <w:r w:rsidRPr="006234B4">
        <w:rPr>
          <w:sz w:val="28"/>
          <w:szCs w:val="28"/>
        </w:rPr>
        <w:t>за соблюдением бюджетного законодательства Российской Федерации</w:t>
      </w:r>
      <w:r>
        <w:rPr>
          <w:sz w:val="28"/>
          <w:szCs w:val="28"/>
        </w:rPr>
        <w:t>, главный советник, ведущий консультант, консультант указанного департамента;</w:t>
      </w:r>
    </w:p>
    <w:p w:rsidR="006827D4" w:rsidRDefault="006827D4" w:rsidP="00F91F56">
      <w:pPr>
        <w:autoSpaceDE w:val="0"/>
        <w:autoSpaceDN w:val="0"/>
        <w:adjustRightInd w:val="0"/>
        <w:spacing w:line="360" w:lineRule="auto"/>
        <w:ind w:firstLine="709"/>
        <w:jc w:val="both"/>
        <w:rPr>
          <w:sz w:val="28"/>
          <w:szCs w:val="28"/>
        </w:rPr>
      </w:pPr>
      <w:r>
        <w:rPr>
          <w:sz w:val="28"/>
          <w:szCs w:val="28"/>
        </w:rPr>
        <w:t>2) начальник департамента</w:t>
      </w:r>
      <w:r w:rsidRPr="00CE6FE2">
        <w:t xml:space="preserve"> </w:t>
      </w:r>
      <w:r w:rsidRPr="00CE6FE2">
        <w:rPr>
          <w:sz w:val="28"/>
          <w:szCs w:val="28"/>
        </w:rPr>
        <w:t>контроля за составлением и исполнением областного бюджета в отношении расходов, связанных с осуществлением закупок</w:t>
      </w:r>
      <w:r>
        <w:rPr>
          <w:sz w:val="28"/>
          <w:szCs w:val="28"/>
        </w:rPr>
        <w:t>, ведущий консультант, консультант и главный специалист-эксперт указанного департамента.».</w:t>
      </w:r>
    </w:p>
    <w:p w:rsidR="006827D4" w:rsidRDefault="006827D4" w:rsidP="00DB0C82">
      <w:pPr>
        <w:autoSpaceDE w:val="0"/>
        <w:autoSpaceDN w:val="0"/>
        <w:adjustRightInd w:val="0"/>
        <w:ind w:firstLine="709"/>
        <w:jc w:val="both"/>
        <w:rPr>
          <w:sz w:val="28"/>
          <w:szCs w:val="28"/>
        </w:rPr>
      </w:pPr>
    </w:p>
    <w:p w:rsidR="006827D4" w:rsidRDefault="006827D4" w:rsidP="00DB0C82">
      <w:pPr>
        <w:pStyle w:val="ListParagraph"/>
        <w:tabs>
          <w:tab w:val="left" w:pos="1134"/>
        </w:tabs>
        <w:autoSpaceDE w:val="0"/>
        <w:autoSpaceDN w:val="0"/>
        <w:adjustRightInd w:val="0"/>
        <w:ind w:left="0" w:firstLine="709"/>
        <w:jc w:val="both"/>
        <w:rPr>
          <w:b/>
          <w:bCs/>
          <w:sz w:val="28"/>
          <w:szCs w:val="28"/>
        </w:rPr>
      </w:pPr>
      <w:r w:rsidRPr="00692BF1">
        <w:rPr>
          <w:b/>
          <w:bCs/>
          <w:sz w:val="28"/>
          <w:szCs w:val="28"/>
        </w:rPr>
        <w:t xml:space="preserve">Статья </w:t>
      </w:r>
      <w:r>
        <w:rPr>
          <w:b/>
          <w:bCs/>
          <w:sz w:val="28"/>
          <w:szCs w:val="28"/>
        </w:rPr>
        <w:t>2</w:t>
      </w:r>
    </w:p>
    <w:p w:rsidR="006827D4" w:rsidRPr="00692BF1" w:rsidRDefault="006827D4" w:rsidP="00DB0C82">
      <w:pPr>
        <w:pStyle w:val="ListParagraph"/>
        <w:tabs>
          <w:tab w:val="left" w:pos="1134"/>
        </w:tabs>
        <w:autoSpaceDE w:val="0"/>
        <w:autoSpaceDN w:val="0"/>
        <w:adjustRightInd w:val="0"/>
        <w:ind w:left="0" w:firstLine="709"/>
        <w:jc w:val="both"/>
        <w:rPr>
          <w:b/>
          <w:bCs/>
          <w:sz w:val="28"/>
          <w:szCs w:val="28"/>
        </w:rPr>
      </w:pPr>
    </w:p>
    <w:p w:rsidR="006827D4" w:rsidRDefault="006827D4" w:rsidP="00F91F56">
      <w:pPr>
        <w:autoSpaceDE w:val="0"/>
        <w:autoSpaceDN w:val="0"/>
        <w:adjustRightInd w:val="0"/>
        <w:spacing w:line="360" w:lineRule="auto"/>
        <w:ind w:firstLine="709"/>
        <w:jc w:val="both"/>
        <w:rPr>
          <w:sz w:val="28"/>
          <w:szCs w:val="28"/>
        </w:rPr>
      </w:pPr>
      <w:r>
        <w:rPr>
          <w:sz w:val="28"/>
          <w:szCs w:val="28"/>
        </w:rPr>
        <w:t xml:space="preserve">Положения части 2 статьи 2 </w:t>
      </w:r>
      <w:r w:rsidRPr="00807DBF">
        <w:rPr>
          <w:sz w:val="28"/>
          <w:szCs w:val="28"/>
        </w:rPr>
        <w:t xml:space="preserve">Закона Ульяновской области от 1 апреля </w:t>
      </w:r>
      <w:r>
        <w:rPr>
          <w:sz w:val="28"/>
          <w:szCs w:val="28"/>
        </w:rPr>
        <w:br/>
      </w:r>
      <w:r w:rsidRPr="00807DBF">
        <w:rPr>
          <w:sz w:val="28"/>
          <w:szCs w:val="28"/>
        </w:rPr>
        <w:t>2015 года № 26-ЗО «</w:t>
      </w:r>
      <w:r w:rsidRPr="00807DBF">
        <w:rPr>
          <w:bCs/>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Pr>
          <w:bCs/>
          <w:sz w:val="28"/>
          <w:szCs w:val="28"/>
        </w:rPr>
        <w:br/>
      </w:r>
      <w:r w:rsidRPr="00807DBF">
        <w:rPr>
          <w:bCs/>
          <w:sz w:val="28"/>
          <w:szCs w:val="28"/>
        </w:rPr>
        <w:t>в области федерального государственного надзора»</w:t>
      </w:r>
      <w:r>
        <w:rPr>
          <w:bCs/>
          <w:sz w:val="28"/>
          <w:szCs w:val="28"/>
        </w:rPr>
        <w:t xml:space="preserve"> (в редакции настоящего Закона) применяются со дня</w:t>
      </w:r>
      <w:r w:rsidRPr="00807DBF">
        <w:rPr>
          <w:sz w:val="28"/>
          <w:szCs w:val="28"/>
        </w:rPr>
        <w:t>,</w:t>
      </w:r>
      <w:r>
        <w:rPr>
          <w:sz w:val="28"/>
          <w:szCs w:val="28"/>
        </w:rPr>
        <w:t xml:space="preserve"> следующего за днём внесения в единый государственный реестр юридических лиц записи о прекращении деятельности Департамента внутреннего государственного финансового контроля Ульяновской области в связи с его присоединением к Правительству Ульяновской области, </w:t>
      </w:r>
      <w:r>
        <w:rPr>
          <w:sz w:val="28"/>
          <w:szCs w:val="28"/>
        </w:rPr>
        <w:br/>
        <w:t>но не ранее дня вступления настоящего Закона в силу.</w:t>
      </w:r>
    </w:p>
    <w:p w:rsidR="006827D4" w:rsidRPr="00ED4BA5" w:rsidRDefault="006827D4" w:rsidP="00E84EDD">
      <w:pPr>
        <w:pStyle w:val="ListParagraph"/>
        <w:tabs>
          <w:tab w:val="left" w:pos="993"/>
        </w:tabs>
        <w:autoSpaceDE w:val="0"/>
        <w:autoSpaceDN w:val="0"/>
        <w:adjustRightInd w:val="0"/>
        <w:ind w:left="0" w:firstLine="709"/>
        <w:jc w:val="both"/>
        <w:rPr>
          <w:sz w:val="16"/>
          <w:szCs w:val="28"/>
        </w:rPr>
      </w:pPr>
    </w:p>
    <w:p w:rsidR="006827D4" w:rsidRDefault="006827D4" w:rsidP="00E84EDD">
      <w:pPr>
        <w:pStyle w:val="ListParagraph"/>
        <w:tabs>
          <w:tab w:val="left" w:pos="993"/>
        </w:tabs>
        <w:autoSpaceDE w:val="0"/>
        <w:autoSpaceDN w:val="0"/>
        <w:adjustRightInd w:val="0"/>
        <w:ind w:left="0" w:firstLine="709"/>
        <w:jc w:val="both"/>
        <w:rPr>
          <w:sz w:val="28"/>
          <w:szCs w:val="28"/>
        </w:rPr>
      </w:pPr>
    </w:p>
    <w:p w:rsidR="006827D4" w:rsidRPr="00A06B78" w:rsidRDefault="006827D4" w:rsidP="00E84EDD">
      <w:pPr>
        <w:pStyle w:val="ListParagraph"/>
        <w:tabs>
          <w:tab w:val="left" w:pos="993"/>
        </w:tabs>
        <w:autoSpaceDE w:val="0"/>
        <w:autoSpaceDN w:val="0"/>
        <w:adjustRightInd w:val="0"/>
        <w:ind w:left="0" w:firstLine="709"/>
        <w:jc w:val="both"/>
        <w:rPr>
          <w:sz w:val="28"/>
          <w:szCs w:val="28"/>
        </w:rPr>
      </w:pPr>
    </w:p>
    <w:p w:rsidR="006827D4" w:rsidRPr="006D1300" w:rsidRDefault="006827D4" w:rsidP="00ED4BA5">
      <w:pPr>
        <w:tabs>
          <w:tab w:val="left" w:pos="7920"/>
        </w:tabs>
        <w:jc w:val="both"/>
        <w:rPr>
          <w:b/>
          <w:sz w:val="28"/>
          <w:szCs w:val="28"/>
        </w:rPr>
      </w:pPr>
      <w:r>
        <w:rPr>
          <w:b/>
          <w:sz w:val="28"/>
          <w:szCs w:val="28"/>
        </w:rPr>
        <w:t>Губернатор</w:t>
      </w:r>
      <w:r w:rsidRPr="006D1300">
        <w:rPr>
          <w:b/>
          <w:sz w:val="28"/>
          <w:szCs w:val="28"/>
        </w:rPr>
        <w:t xml:space="preserve"> Ульяновской области</w:t>
      </w:r>
      <w:r w:rsidRPr="006D1300">
        <w:rPr>
          <w:b/>
          <w:sz w:val="28"/>
          <w:szCs w:val="28"/>
        </w:rPr>
        <w:tab/>
        <w:t xml:space="preserve">   </w:t>
      </w:r>
      <w:r>
        <w:rPr>
          <w:b/>
          <w:sz w:val="28"/>
          <w:szCs w:val="28"/>
        </w:rPr>
        <w:t xml:space="preserve"> </w:t>
      </w:r>
      <w:r w:rsidRPr="006D1300">
        <w:rPr>
          <w:b/>
          <w:sz w:val="28"/>
          <w:szCs w:val="28"/>
        </w:rPr>
        <w:t>С.И.Морозов</w:t>
      </w:r>
    </w:p>
    <w:p w:rsidR="006827D4" w:rsidRDefault="006827D4" w:rsidP="007A594B">
      <w:pPr>
        <w:jc w:val="center"/>
        <w:rPr>
          <w:sz w:val="28"/>
          <w:szCs w:val="28"/>
        </w:rPr>
      </w:pPr>
    </w:p>
    <w:p w:rsidR="006827D4" w:rsidRDefault="006827D4" w:rsidP="00E84EDD">
      <w:pPr>
        <w:jc w:val="center"/>
        <w:rPr>
          <w:sz w:val="28"/>
          <w:szCs w:val="28"/>
        </w:rPr>
      </w:pPr>
    </w:p>
    <w:p w:rsidR="006827D4" w:rsidRPr="00A06B78" w:rsidRDefault="006827D4" w:rsidP="00E84EDD">
      <w:pPr>
        <w:jc w:val="center"/>
        <w:rPr>
          <w:sz w:val="28"/>
          <w:szCs w:val="28"/>
        </w:rPr>
      </w:pPr>
    </w:p>
    <w:p w:rsidR="006827D4" w:rsidRPr="00A06B78" w:rsidRDefault="006827D4" w:rsidP="00ED4BA5">
      <w:pPr>
        <w:jc w:val="center"/>
        <w:rPr>
          <w:sz w:val="28"/>
          <w:szCs w:val="28"/>
        </w:rPr>
      </w:pPr>
      <w:r w:rsidRPr="00A06B78">
        <w:rPr>
          <w:sz w:val="28"/>
          <w:szCs w:val="28"/>
        </w:rPr>
        <w:t>г. Ульяновск</w:t>
      </w:r>
    </w:p>
    <w:p w:rsidR="006827D4" w:rsidRPr="00A06B78" w:rsidRDefault="006827D4" w:rsidP="00ED4BA5">
      <w:pPr>
        <w:jc w:val="center"/>
        <w:rPr>
          <w:sz w:val="28"/>
          <w:szCs w:val="28"/>
        </w:rPr>
      </w:pPr>
      <w:r>
        <w:rPr>
          <w:sz w:val="28"/>
          <w:szCs w:val="28"/>
        </w:rPr>
        <w:t>22 апреля</w:t>
      </w:r>
      <w:r w:rsidRPr="00A06B78">
        <w:rPr>
          <w:sz w:val="28"/>
          <w:szCs w:val="28"/>
        </w:rPr>
        <w:t xml:space="preserve"> </w:t>
      </w:r>
      <w:smartTag w:uri="urn:schemas-microsoft-com:office:smarttags" w:element="metricconverter">
        <w:smartTagPr>
          <w:attr w:name="ProductID" w:val="2017 г"/>
        </w:smartTagPr>
        <w:r w:rsidRPr="00A06B78">
          <w:rPr>
            <w:sz w:val="28"/>
            <w:szCs w:val="28"/>
          </w:rPr>
          <w:t>201</w:t>
        </w:r>
        <w:r>
          <w:rPr>
            <w:sz w:val="28"/>
            <w:szCs w:val="28"/>
          </w:rPr>
          <w:t>7</w:t>
        </w:r>
        <w:r w:rsidRPr="00A06B78">
          <w:rPr>
            <w:sz w:val="28"/>
            <w:szCs w:val="28"/>
          </w:rPr>
          <w:t xml:space="preserve"> г</w:t>
        </w:r>
      </w:smartTag>
      <w:r w:rsidRPr="00A06B78">
        <w:rPr>
          <w:sz w:val="28"/>
          <w:szCs w:val="28"/>
        </w:rPr>
        <w:t>.</w:t>
      </w:r>
    </w:p>
    <w:p w:rsidR="006827D4" w:rsidRPr="00645ED4" w:rsidRDefault="006827D4" w:rsidP="00ED4BA5">
      <w:pPr>
        <w:jc w:val="center"/>
        <w:rPr>
          <w:sz w:val="28"/>
          <w:szCs w:val="28"/>
        </w:rPr>
      </w:pPr>
      <w:r w:rsidRPr="00A06B78">
        <w:rPr>
          <w:sz w:val="28"/>
          <w:szCs w:val="28"/>
        </w:rPr>
        <w:t xml:space="preserve">№ </w:t>
      </w:r>
      <w:r>
        <w:rPr>
          <w:sz w:val="28"/>
          <w:szCs w:val="28"/>
        </w:rPr>
        <w:t>35</w:t>
      </w:r>
      <w:r w:rsidRPr="00A06B78">
        <w:rPr>
          <w:sz w:val="28"/>
          <w:szCs w:val="28"/>
        </w:rPr>
        <w:t xml:space="preserve"> -ЗО</w:t>
      </w:r>
    </w:p>
    <w:sectPr w:rsidR="006827D4" w:rsidRPr="00645ED4" w:rsidSect="00ED4BA5">
      <w:headerReference w:type="default" r:id="rId7"/>
      <w:footerReference w:type="first" r:id="rId8"/>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7D4" w:rsidRDefault="006827D4">
      <w:r>
        <w:separator/>
      </w:r>
    </w:p>
  </w:endnote>
  <w:endnote w:type="continuationSeparator" w:id="0">
    <w:p w:rsidR="006827D4" w:rsidRDefault="0068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7D4" w:rsidRPr="00ED4BA5" w:rsidRDefault="006827D4" w:rsidP="00ED4BA5">
    <w:pPr>
      <w:pStyle w:val="Footer"/>
      <w:jc w:val="right"/>
      <w:rPr>
        <w:sz w:val="16"/>
        <w:szCs w:val="16"/>
      </w:rPr>
    </w:pPr>
    <w:r>
      <w:rPr>
        <w:sz w:val="16"/>
        <w:szCs w:val="16"/>
      </w:rPr>
      <w:t>0903км1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7D4" w:rsidRDefault="006827D4">
      <w:r>
        <w:separator/>
      </w:r>
    </w:p>
  </w:footnote>
  <w:footnote w:type="continuationSeparator" w:id="0">
    <w:p w:rsidR="006827D4" w:rsidRDefault="006827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7D4" w:rsidRDefault="006827D4">
    <w:pPr>
      <w:pStyle w:val="Header"/>
      <w:jc w:val="center"/>
      <w:rPr>
        <w:sz w:val="28"/>
        <w:szCs w:val="28"/>
      </w:rPr>
    </w:pPr>
    <w:r w:rsidRPr="0026282E">
      <w:rPr>
        <w:sz w:val="28"/>
        <w:szCs w:val="28"/>
      </w:rPr>
      <w:fldChar w:fldCharType="begin"/>
    </w:r>
    <w:r w:rsidRPr="0026282E">
      <w:rPr>
        <w:sz w:val="28"/>
        <w:szCs w:val="28"/>
      </w:rPr>
      <w:instrText xml:space="preserve"> PAGE   \* MERGEFORMAT </w:instrText>
    </w:r>
    <w:r w:rsidRPr="0026282E">
      <w:rPr>
        <w:sz w:val="28"/>
        <w:szCs w:val="28"/>
      </w:rPr>
      <w:fldChar w:fldCharType="separate"/>
    </w:r>
    <w:r>
      <w:rPr>
        <w:noProof/>
        <w:sz w:val="28"/>
        <w:szCs w:val="28"/>
      </w:rPr>
      <w:t>2</w:t>
    </w:r>
    <w:r w:rsidRPr="0026282E">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3604"/>
    <w:multiLevelType w:val="hybridMultilevel"/>
    <w:tmpl w:val="F760DD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D304DC"/>
    <w:multiLevelType w:val="hybridMultilevel"/>
    <w:tmpl w:val="2D2C6D70"/>
    <w:lvl w:ilvl="0" w:tplc="5D4CB9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F1D6F2E"/>
    <w:multiLevelType w:val="hybridMultilevel"/>
    <w:tmpl w:val="1062C1EA"/>
    <w:lvl w:ilvl="0" w:tplc="0B6EF9FE">
      <w:start w:val="1"/>
      <w:numFmt w:val="decimal"/>
      <w:lvlText w:val="%1)"/>
      <w:lvlJc w:val="left"/>
      <w:pPr>
        <w:ind w:left="1965" w:hanging="360"/>
      </w:pPr>
      <w:rPr>
        <w:rFonts w:cs="Times New Roman" w:hint="default"/>
      </w:rPr>
    </w:lvl>
    <w:lvl w:ilvl="1" w:tplc="04190019" w:tentative="1">
      <w:start w:val="1"/>
      <w:numFmt w:val="lowerLetter"/>
      <w:lvlText w:val="%2."/>
      <w:lvlJc w:val="left"/>
      <w:pPr>
        <w:ind w:left="2685" w:hanging="360"/>
      </w:pPr>
      <w:rPr>
        <w:rFonts w:cs="Times New Roman"/>
      </w:rPr>
    </w:lvl>
    <w:lvl w:ilvl="2" w:tplc="0419001B" w:tentative="1">
      <w:start w:val="1"/>
      <w:numFmt w:val="lowerRoman"/>
      <w:lvlText w:val="%3."/>
      <w:lvlJc w:val="right"/>
      <w:pPr>
        <w:ind w:left="3405" w:hanging="180"/>
      </w:pPr>
      <w:rPr>
        <w:rFonts w:cs="Times New Roman"/>
      </w:rPr>
    </w:lvl>
    <w:lvl w:ilvl="3" w:tplc="0419000F" w:tentative="1">
      <w:start w:val="1"/>
      <w:numFmt w:val="decimal"/>
      <w:lvlText w:val="%4."/>
      <w:lvlJc w:val="left"/>
      <w:pPr>
        <w:ind w:left="4125" w:hanging="360"/>
      </w:pPr>
      <w:rPr>
        <w:rFonts w:cs="Times New Roman"/>
      </w:rPr>
    </w:lvl>
    <w:lvl w:ilvl="4" w:tplc="04190019" w:tentative="1">
      <w:start w:val="1"/>
      <w:numFmt w:val="lowerLetter"/>
      <w:lvlText w:val="%5."/>
      <w:lvlJc w:val="left"/>
      <w:pPr>
        <w:ind w:left="4845" w:hanging="360"/>
      </w:pPr>
      <w:rPr>
        <w:rFonts w:cs="Times New Roman"/>
      </w:rPr>
    </w:lvl>
    <w:lvl w:ilvl="5" w:tplc="0419001B" w:tentative="1">
      <w:start w:val="1"/>
      <w:numFmt w:val="lowerRoman"/>
      <w:lvlText w:val="%6."/>
      <w:lvlJc w:val="right"/>
      <w:pPr>
        <w:ind w:left="5565" w:hanging="180"/>
      </w:pPr>
      <w:rPr>
        <w:rFonts w:cs="Times New Roman"/>
      </w:rPr>
    </w:lvl>
    <w:lvl w:ilvl="6" w:tplc="0419000F" w:tentative="1">
      <w:start w:val="1"/>
      <w:numFmt w:val="decimal"/>
      <w:lvlText w:val="%7."/>
      <w:lvlJc w:val="left"/>
      <w:pPr>
        <w:ind w:left="6285" w:hanging="360"/>
      </w:pPr>
      <w:rPr>
        <w:rFonts w:cs="Times New Roman"/>
      </w:rPr>
    </w:lvl>
    <w:lvl w:ilvl="7" w:tplc="04190019" w:tentative="1">
      <w:start w:val="1"/>
      <w:numFmt w:val="lowerLetter"/>
      <w:lvlText w:val="%8."/>
      <w:lvlJc w:val="left"/>
      <w:pPr>
        <w:ind w:left="7005" w:hanging="360"/>
      </w:pPr>
      <w:rPr>
        <w:rFonts w:cs="Times New Roman"/>
      </w:rPr>
    </w:lvl>
    <w:lvl w:ilvl="8" w:tplc="0419001B" w:tentative="1">
      <w:start w:val="1"/>
      <w:numFmt w:val="lowerRoman"/>
      <w:lvlText w:val="%9."/>
      <w:lvlJc w:val="right"/>
      <w:pPr>
        <w:ind w:left="7725" w:hanging="180"/>
      </w:pPr>
      <w:rPr>
        <w:rFonts w:cs="Times New Roman"/>
      </w:rPr>
    </w:lvl>
  </w:abstractNum>
  <w:abstractNum w:abstractNumId="3">
    <w:nsid w:val="119F3632"/>
    <w:multiLevelType w:val="hybridMultilevel"/>
    <w:tmpl w:val="69D0D9C4"/>
    <w:lvl w:ilvl="0" w:tplc="4064BD7A">
      <w:start w:val="1"/>
      <w:numFmt w:val="decimal"/>
      <w:lvlText w:val="%1)"/>
      <w:lvlJc w:val="left"/>
      <w:pPr>
        <w:ind w:left="1965" w:hanging="360"/>
      </w:pPr>
      <w:rPr>
        <w:rFonts w:cs="Times New Roman" w:hint="default"/>
      </w:rPr>
    </w:lvl>
    <w:lvl w:ilvl="1" w:tplc="04190019" w:tentative="1">
      <w:start w:val="1"/>
      <w:numFmt w:val="lowerLetter"/>
      <w:lvlText w:val="%2."/>
      <w:lvlJc w:val="left"/>
      <w:pPr>
        <w:ind w:left="2685" w:hanging="360"/>
      </w:pPr>
      <w:rPr>
        <w:rFonts w:cs="Times New Roman"/>
      </w:rPr>
    </w:lvl>
    <w:lvl w:ilvl="2" w:tplc="0419001B" w:tentative="1">
      <w:start w:val="1"/>
      <w:numFmt w:val="lowerRoman"/>
      <w:lvlText w:val="%3."/>
      <w:lvlJc w:val="right"/>
      <w:pPr>
        <w:ind w:left="3405" w:hanging="180"/>
      </w:pPr>
      <w:rPr>
        <w:rFonts w:cs="Times New Roman"/>
      </w:rPr>
    </w:lvl>
    <w:lvl w:ilvl="3" w:tplc="0419000F" w:tentative="1">
      <w:start w:val="1"/>
      <w:numFmt w:val="decimal"/>
      <w:lvlText w:val="%4."/>
      <w:lvlJc w:val="left"/>
      <w:pPr>
        <w:ind w:left="4125" w:hanging="360"/>
      </w:pPr>
      <w:rPr>
        <w:rFonts w:cs="Times New Roman"/>
      </w:rPr>
    </w:lvl>
    <w:lvl w:ilvl="4" w:tplc="04190019" w:tentative="1">
      <w:start w:val="1"/>
      <w:numFmt w:val="lowerLetter"/>
      <w:lvlText w:val="%5."/>
      <w:lvlJc w:val="left"/>
      <w:pPr>
        <w:ind w:left="4845" w:hanging="360"/>
      </w:pPr>
      <w:rPr>
        <w:rFonts w:cs="Times New Roman"/>
      </w:rPr>
    </w:lvl>
    <w:lvl w:ilvl="5" w:tplc="0419001B" w:tentative="1">
      <w:start w:val="1"/>
      <w:numFmt w:val="lowerRoman"/>
      <w:lvlText w:val="%6."/>
      <w:lvlJc w:val="right"/>
      <w:pPr>
        <w:ind w:left="5565" w:hanging="180"/>
      </w:pPr>
      <w:rPr>
        <w:rFonts w:cs="Times New Roman"/>
      </w:rPr>
    </w:lvl>
    <w:lvl w:ilvl="6" w:tplc="0419000F" w:tentative="1">
      <w:start w:val="1"/>
      <w:numFmt w:val="decimal"/>
      <w:lvlText w:val="%7."/>
      <w:lvlJc w:val="left"/>
      <w:pPr>
        <w:ind w:left="6285" w:hanging="360"/>
      </w:pPr>
      <w:rPr>
        <w:rFonts w:cs="Times New Roman"/>
      </w:rPr>
    </w:lvl>
    <w:lvl w:ilvl="7" w:tplc="04190019" w:tentative="1">
      <w:start w:val="1"/>
      <w:numFmt w:val="lowerLetter"/>
      <w:lvlText w:val="%8."/>
      <w:lvlJc w:val="left"/>
      <w:pPr>
        <w:ind w:left="7005" w:hanging="360"/>
      </w:pPr>
      <w:rPr>
        <w:rFonts w:cs="Times New Roman"/>
      </w:rPr>
    </w:lvl>
    <w:lvl w:ilvl="8" w:tplc="0419001B" w:tentative="1">
      <w:start w:val="1"/>
      <w:numFmt w:val="lowerRoman"/>
      <w:lvlText w:val="%9."/>
      <w:lvlJc w:val="right"/>
      <w:pPr>
        <w:ind w:left="7725" w:hanging="180"/>
      </w:pPr>
      <w:rPr>
        <w:rFonts w:cs="Times New Roman"/>
      </w:rPr>
    </w:lvl>
  </w:abstractNum>
  <w:abstractNum w:abstractNumId="4">
    <w:nsid w:val="14BF052E"/>
    <w:multiLevelType w:val="hybridMultilevel"/>
    <w:tmpl w:val="7BB89FB8"/>
    <w:lvl w:ilvl="0" w:tplc="EEDE3B30">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5256AF3"/>
    <w:multiLevelType w:val="hybridMultilevel"/>
    <w:tmpl w:val="CC08ED4E"/>
    <w:lvl w:ilvl="0" w:tplc="4AFE6CC8">
      <w:start w:val="1"/>
      <w:numFmt w:val="decimal"/>
      <w:lvlText w:val="%1)"/>
      <w:lvlJc w:val="left"/>
      <w:pPr>
        <w:ind w:left="1965" w:hanging="360"/>
      </w:pPr>
      <w:rPr>
        <w:rFonts w:cs="Times New Roman" w:hint="default"/>
      </w:rPr>
    </w:lvl>
    <w:lvl w:ilvl="1" w:tplc="04190019" w:tentative="1">
      <w:start w:val="1"/>
      <w:numFmt w:val="lowerLetter"/>
      <w:lvlText w:val="%2."/>
      <w:lvlJc w:val="left"/>
      <w:pPr>
        <w:ind w:left="2685" w:hanging="360"/>
      </w:pPr>
      <w:rPr>
        <w:rFonts w:cs="Times New Roman"/>
      </w:rPr>
    </w:lvl>
    <w:lvl w:ilvl="2" w:tplc="0419001B" w:tentative="1">
      <w:start w:val="1"/>
      <w:numFmt w:val="lowerRoman"/>
      <w:lvlText w:val="%3."/>
      <w:lvlJc w:val="right"/>
      <w:pPr>
        <w:ind w:left="3405" w:hanging="180"/>
      </w:pPr>
      <w:rPr>
        <w:rFonts w:cs="Times New Roman"/>
      </w:rPr>
    </w:lvl>
    <w:lvl w:ilvl="3" w:tplc="0419000F" w:tentative="1">
      <w:start w:val="1"/>
      <w:numFmt w:val="decimal"/>
      <w:lvlText w:val="%4."/>
      <w:lvlJc w:val="left"/>
      <w:pPr>
        <w:ind w:left="4125" w:hanging="360"/>
      </w:pPr>
      <w:rPr>
        <w:rFonts w:cs="Times New Roman"/>
      </w:rPr>
    </w:lvl>
    <w:lvl w:ilvl="4" w:tplc="04190019" w:tentative="1">
      <w:start w:val="1"/>
      <w:numFmt w:val="lowerLetter"/>
      <w:lvlText w:val="%5."/>
      <w:lvlJc w:val="left"/>
      <w:pPr>
        <w:ind w:left="4845" w:hanging="360"/>
      </w:pPr>
      <w:rPr>
        <w:rFonts w:cs="Times New Roman"/>
      </w:rPr>
    </w:lvl>
    <w:lvl w:ilvl="5" w:tplc="0419001B" w:tentative="1">
      <w:start w:val="1"/>
      <w:numFmt w:val="lowerRoman"/>
      <w:lvlText w:val="%6."/>
      <w:lvlJc w:val="right"/>
      <w:pPr>
        <w:ind w:left="5565" w:hanging="180"/>
      </w:pPr>
      <w:rPr>
        <w:rFonts w:cs="Times New Roman"/>
      </w:rPr>
    </w:lvl>
    <w:lvl w:ilvl="6" w:tplc="0419000F" w:tentative="1">
      <w:start w:val="1"/>
      <w:numFmt w:val="decimal"/>
      <w:lvlText w:val="%7."/>
      <w:lvlJc w:val="left"/>
      <w:pPr>
        <w:ind w:left="6285" w:hanging="360"/>
      </w:pPr>
      <w:rPr>
        <w:rFonts w:cs="Times New Roman"/>
      </w:rPr>
    </w:lvl>
    <w:lvl w:ilvl="7" w:tplc="04190019" w:tentative="1">
      <w:start w:val="1"/>
      <w:numFmt w:val="lowerLetter"/>
      <w:lvlText w:val="%8."/>
      <w:lvlJc w:val="left"/>
      <w:pPr>
        <w:ind w:left="7005" w:hanging="360"/>
      </w:pPr>
      <w:rPr>
        <w:rFonts w:cs="Times New Roman"/>
      </w:rPr>
    </w:lvl>
    <w:lvl w:ilvl="8" w:tplc="0419001B" w:tentative="1">
      <w:start w:val="1"/>
      <w:numFmt w:val="lowerRoman"/>
      <w:lvlText w:val="%9."/>
      <w:lvlJc w:val="right"/>
      <w:pPr>
        <w:ind w:left="7725" w:hanging="180"/>
      </w:pPr>
      <w:rPr>
        <w:rFonts w:cs="Times New Roman"/>
      </w:rPr>
    </w:lvl>
  </w:abstractNum>
  <w:abstractNum w:abstractNumId="6">
    <w:nsid w:val="19DA6900"/>
    <w:multiLevelType w:val="hybridMultilevel"/>
    <w:tmpl w:val="D802537E"/>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1EAF4D50"/>
    <w:multiLevelType w:val="hybridMultilevel"/>
    <w:tmpl w:val="40A2D1EA"/>
    <w:lvl w:ilvl="0" w:tplc="CF18752A">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26FD75B0"/>
    <w:multiLevelType w:val="hybridMultilevel"/>
    <w:tmpl w:val="104EFC2E"/>
    <w:lvl w:ilvl="0" w:tplc="23280F4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CF436BE"/>
    <w:multiLevelType w:val="hybridMultilevel"/>
    <w:tmpl w:val="7716E3C2"/>
    <w:lvl w:ilvl="0" w:tplc="297E317A">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2D56760F"/>
    <w:multiLevelType w:val="hybridMultilevel"/>
    <w:tmpl w:val="88A240BE"/>
    <w:lvl w:ilvl="0" w:tplc="B8D8BB1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37353279"/>
    <w:multiLevelType w:val="hybridMultilevel"/>
    <w:tmpl w:val="FD4E3512"/>
    <w:lvl w:ilvl="0" w:tplc="E8629616">
      <w:start w:val="1"/>
      <w:numFmt w:val="decimal"/>
      <w:lvlText w:val="%1."/>
      <w:lvlJc w:val="left"/>
      <w:pPr>
        <w:ind w:left="1700" w:hanging="9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B09017C"/>
    <w:multiLevelType w:val="hybridMultilevel"/>
    <w:tmpl w:val="255A40BC"/>
    <w:lvl w:ilvl="0" w:tplc="9148FC06">
      <w:start w:val="1"/>
      <w:numFmt w:val="decimal"/>
      <w:lvlText w:val="%1)"/>
      <w:lvlJc w:val="left"/>
      <w:pPr>
        <w:ind w:left="1965" w:hanging="360"/>
      </w:pPr>
      <w:rPr>
        <w:rFonts w:cs="Times New Roman" w:hint="default"/>
      </w:rPr>
    </w:lvl>
    <w:lvl w:ilvl="1" w:tplc="04190019" w:tentative="1">
      <w:start w:val="1"/>
      <w:numFmt w:val="lowerLetter"/>
      <w:lvlText w:val="%2."/>
      <w:lvlJc w:val="left"/>
      <w:pPr>
        <w:ind w:left="2685" w:hanging="360"/>
      </w:pPr>
      <w:rPr>
        <w:rFonts w:cs="Times New Roman"/>
      </w:rPr>
    </w:lvl>
    <w:lvl w:ilvl="2" w:tplc="0419001B" w:tentative="1">
      <w:start w:val="1"/>
      <w:numFmt w:val="lowerRoman"/>
      <w:lvlText w:val="%3."/>
      <w:lvlJc w:val="right"/>
      <w:pPr>
        <w:ind w:left="3405" w:hanging="180"/>
      </w:pPr>
      <w:rPr>
        <w:rFonts w:cs="Times New Roman"/>
      </w:rPr>
    </w:lvl>
    <w:lvl w:ilvl="3" w:tplc="0419000F" w:tentative="1">
      <w:start w:val="1"/>
      <w:numFmt w:val="decimal"/>
      <w:lvlText w:val="%4."/>
      <w:lvlJc w:val="left"/>
      <w:pPr>
        <w:ind w:left="4125" w:hanging="360"/>
      </w:pPr>
      <w:rPr>
        <w:rFonts w:cs="Times New Roman"/>
      </w:rPr>
    </w:lvl>
    <w:lvl w:ilvl="4" w:tplc="04190019" w:tentative="1">
      <w:start w:val="1"/>
      <w:numFmt w:val="lowerLetter"/>
      <w:lvlText w:val="%5."/>
      <w:lvlJc w:val="left"/>
      <w:pPr>
        <w:ind w:left="4845" w:hanging="360"/>
      </w:pPr>
      <w:rPr>
        <w:rFonts w:cs="Times New Roman"/>
      </w:rPr>
    </w:lvl>
    <w:lvl w:ilvl="5" w:tplc="0419001B" w:tentative="1">
      <w:start w:val="1"/>
      <w:numFmt w:val="lowerRoman"/>
      <w:lvlText w:val="%6."/>
      <w:lvlJc w:val="right"/>
      <w:pPr>
        <w:ind w:left="5565" w:hanging="180"/>
      </w:pPr>
      <w:rPr>
        <w:rFonts w:cs="Times New Roman"/>
      </w:rPr>
    </w:lvl>
    <w:lvl w:ilvl="6" w:tplc="0419000F" w:tentative="1">
      <w:start w:val="1"/>
      <w:numFmt w:val="decimal"/>
      <w:lvlText w:val="%7."/>
      <w:lvlJc w:val="left"/>
      <w:pPr>
        <w:ind w:left="6285" w:hanging="360"/>
      </w:pPr>
      <w:rPr>
        <w:rFonts w:cs="Times New Roman"/>
      </w:rPr>
    </w:lvl>
    <w:lvl w:ilvl="7" w:tplc="04190019" w:tentative="1">
      <w:start w:val="1"/>
      <w:numFmt w:val="lowerLetter"/>
      <w:lvlText w:val="%8."/>
      <w:lvlJc w:val="left"/>
      <w:pPr>
        <w:ind w:left="7005" w:hanging="360"/>
      </w:pPr>
      <w:rPr>
        <w:rFonts w:cs="Times New Roman"/>
      </w:rPr>
    </w:lvl>
    <w:lvl w:ilvl="8" w:tplc="0419001B" w:tentative="1">
      <w:start w:val="1"/>
      <w:numFmt w:val="lowerRoman"/>
      <w:lvlText w:val="%9."/>
      <w:lvlJc w:val="right"/>
      <w:pPr>
        <w:ind w:left="7725" w:hanging="180"/>
      </w:pPr>
      <w:rPr>
        <w:rFonts w:cs="Times New Roman"/>
      </w:rPr>
    </w:lvl>
  </w:abstractNum>
  <w:abstractNum w:abstractNumId="13">
    <w:nsid w:val="43013D2F"/>
    <w:multiLevelType w:val="hybridMultilevel"/>
    <w:tmpl w:val="01B01AE2"/>
    <w:lvl w:ilvl="0" w:tplc="27B80408">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9D53B7D"/>
    <w:multiLevelType w:val="hybridMultilevel"/>
    <w:tmpl w:val="7B588168"/>
    <w:lvl w:ilvl="0" w:tplc="6108FD7E">
      <w:start w:val="1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E0D0655"/>
    <w:multiLevelType w:val="hybridMultilevel"/>
    <w:tmpl w:val="A380DBB8"/>
    <w:lvl w:ilvl="0" w:tplc="1C96190E">
      <w:start w:val="1"/>
      <w:numFmt w:val="decimal"/>
      <w:lvlText w:val="%1)"/>
      <w:lvlJc w:val="left"/>
      <w:pPr>
        <w:ind w:left="1965" w:hanging="360"/>
      </w:pPr>
      <w:rPr>
        <w:rFonts w:cs="Times New Roman" w:hint="default"/>
      </w:rPr>
    </w:lvl>
    <w:lvl w:ilvl="1" w:tplc="04190019" w:tentative="1">
      <w:start w:val="1"/>
      <w:numFmt w:val="lowerLetter"/>
      <w:lvlText w:val="%2."/>
      <w:lvlJc w:val="left"/>
      <w:pPr>
        <w:ind w:left="2685" w:hanging="360"/>
      </w:pPr>
      <w:rPr>
        <w:rFonts w:cs="Times New Roman"/>
      </w:rPr>
    </w:lvl>
    <w:lvl w:ilvl="2" w:tplc="0419001B" w:tentative="1">
      <w:start w:val="1"/>
      <w:numFmt w:val="lowerRoman"/>
      <w:lvlText w:val="%3."/>
      <w:lvlJc w:val="right"/>
      <w:pPr>
        <w:ind w:left="3405" w:hanging="180"/>
      </w:pPr>
      <w:rPr>
        <w:rFonts w:cs="Times New Roman"/>
      </w:rPr>
    </w:lvl>
    <w:lvl w:ilvl="3" w:tplc="0419000F" w:tentative="1">
      <w:start w:val="1"/>
      <w:numFmt w:val="decimal"/>
      <w:lvlText w:val="%4."/>
      <w:lvlJc w:val="left"/>
      <w:pPr>
        <w:ind w:left="4125" w:hanging="360"/>
      </w:pPr>
      <w:rPr>
        <w:rFonts w:cs="Times New Roman"/>
      </w:rPr>
    </w:lvl>
    <w:lvl w:ilvl="4" w:tplc="04190019" w:tentative="1">
      <w:start w:val="1"/>
      <w:numFmt w:val="lowerLetter"/>
      <w:lvlText w:val="%5."/>
      <w:lvlJc w:val="left"/>
      <w:pPr>
        <w:ind w:left="4845" w:hanging="360"/>
      </w:pPr>
      <w:rPr>
        <w:rFonts w:cs="Times New Roman"/>
      </w:rPr>
    </w:lvl>
    <w:lvl w:ilvl="5" w:tplc="0419001B" w:tentative="1">
      <w:start w:val="1"/>
      <w:numFmt w:val="lowerRoman"/>
      <w:lvlText w:val="%6."/>
      <w:lvlJc w:val="right"/>
      <w:pPr>
        <w:ind w:left="5565" w:hanging="180"/>
      </w:pPr>
      <w:rPr>
        <w:rFonts w:cs="Times New Roman"/>
      </w:rPr>
    </w:lvl>
    <w:lvl w:ilvl="6" w:tplc="0419000F" w:tentative="1">
      <w:start w:val="1"/>
      <w:numFmt w:val="decimal"/>
      <w:lvlText w:val="%7."/>
      <w:lvlJc w:val="left"/>
      <w:pPr>
        <w:ind w:left="6285" w:hanging="360"/>
      </w:pPr>
      <w:rPr>
        <w:rFonts w:cs="Times New Roman"/>
      </w:rPr>
    </w:lvl>
    <w:lvl w:ilvl="7" w:tplc="04190019" w:tentative="1">
      <w:start w:val="1"/>
      <w:numFmt w:val="lowerLetter"/>
      <w:lvlText w:val="%8."/>
      <w:lvlJc w:val="left"/>
      <w:pPr>
        <w:ind w:left="7005" w:hanging="360"/>
      </w:pPr>
      <w:rPr>
        <w:rFonts w:cs="Times New Roman"/>
      </w:rPr>
    </w:lvl>
    <w:lvl w:ilvl="8" w:tplc="0419001B" w:tentative="1">
      <w:start w:val="1"/>
      <w:numFmt w:val="lowerRoman"/>
      <w:lvlText w:val="%9."/>
      <w:lvlJc w:val="right"/>
      <w:pPr>
        <w:ind w:left="7725" w:hanging="180"/>
      </w:pPr>
      <w:rPr>
        <w:rFonts w:cs="Times New Roman"/>
      </w:rPr>
    </w:lvl>
  </w:abstractNum>
  <w:abstractNum w:abstractNumId="16">
    <w:nsid w:val="56F0704A"/>
    <w:multiLevelType w:val="hybridMultilevel"/>
    <w:tmpl w:val="E7F2BDEC"/>
    <w:lvl w:ilvl="0" w:tplc="BF3E5616">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571579F4"/>
    <w:multiLevelType w:val="hybridMultilevel"/>
    <w:tmpl w:val="7924F762"/>
    <w:lvl w:ilvl="0" w:tplc="EBA6FA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589C18D2"/>
    <w:multiLevelType w:val="hybridMultilevel"/>
    <w:tmpl w:val="5EB6E856"/>
    <w:lvl w:ilvl="0" w:tplc="0F3479F6">
      <w:start w:val="14"/>
      <w:numFmt w:val="decimal"/>
      <w:lvlText w:val="%1)"/>
      <w:lvlJc w:val="left"/>
      <w:pPr>
        <w:ind w:left="1099" w:hanging="390"/>
      </w:pPr>
      <w:rPr>
        <w:rFonts w:cs="Times New Roman" w:hint="default"/>
      </w:rPr>
    </w:lvl>
    <w:lvl w:ilvl="1" w:tplc="E8629616">
      <w:start w:val="1"/>
      <w:numFmt w:val="decimal"/>
      <w:lvlText w:val="%2."/>
      <w:lvlJc w:val="left"/>
      <w:pPr>
        <w:ind w:left="1700" w:hanging="990"/>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59525E93"/>
    <w:multiLevelType w:val="hybridMultilevel"/>
    <w:tmpl w:val="D0D891F2"/>
    <w:lvl w:ilvl="0" w:tplc="B68CCAFC">
      <w:start w:val="1"/>
      <w:numFmt w:val="decimal"/>
      <w:lvlText w:val="%1."/>
      <w:lvlJc w:val="left"/>
      <w:pPr>
        <w:ind w:left="1605" w:hanging="106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nsid w:val="5A344200"/>
    <w:multiLevelType w:val="hybridMultilevel"/>
    <w:tmpl w:val="391443EA"/>
    <w:lvl w:ilvl="0" w:tplc="62108888">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21">
    <w:nsid w:val="5C2F3A38"/>
    <w:multiLevelType w:val="hybridMultilevel"/>
    <w:tmpl w:val="FC5024BC"/>
    <w:lvl w:ilvl="0" w:tplc="75A4854A">
      <w:start w:val="1"/>
      <w:numFmt w:val="decimal"/>
      <w:lvlText w:val="%1)"/>
      <w:lvlJc w:val="left"/>
      <w:pPr>
        <w:ind w:left="1983" w:hanging="990"/>
      </w:pPr>
      <w:rPr>
        <w:rFonts w:eastAsia="Times New Roman"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5E5775D0"/>
    <w:multiLevelType w:val="hybridMultilevel"/>
    <w:tmpl w:val="FC5024BC"/>
    <w:lvl w:ilvl="0" w:tplc="75A4854A">
      <w:start w:val="1"/>
      <w:numFmt w:val="decimal"/>
      <w:lvlText w:val="%1)"/>
      <w:lvlJc w:val="left"/>
      <w:pPr>
        <w:ind w:left="1983" w:hanging="990"/>
      </w:pPr>
      <w:rPr>
        <w:rFonts w:eastAsia="Times New Roman"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5ECD33E1"/>
    <w:multiLevelType w:val="hybridMultilevel"/>
    <w:tmpl w:val="B0461028"/>
    <w:lvl w:ilvl="0" w:tplc="27B804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4C408E1"/>
    <w:multiLevelType w:val="hybridMultilevel"/>
    <w:tmpl w:val="41F827AC"/>
    <w:lvl w:ilvl="0" w:tplc="6360F83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65CC146E"/>
    <w:multiLevelType w:val="hybridMultilevel"/>
    <w:tmpl w:val="46F8EE64"/>
    <w:lvl w:ilvl="0" w:tplc="A3CA28F2">
      <w:start w:val="1"/>
      <w:numFmt w:val="decimal"/>
      <w:lvlText w:val="%1)"/>
      <w:lvlJc w:val="left"/>
      <w:pPr>
        <w:ind w:left="1965" w:hanging="360"/>
      </w:pPr>
      <w:rPr>
        <w:rFonts w:cs="Times New Roman" w:hint="default"/>
      </w:rPr>
    </w:lvl>
    <w:lvl w:ilvl="1" w:tplc="04190019" w:tentative="1">
      <w:start w:val="1"/>
      <w:numFmt w:val="lowerLetter"/>
      <w:lvlText w:val="%2."/>
      <w:lvlJc w:val="left"/>
      <w:pPr>
        <w:ind w:left="2685" w:hanging="360"/>
      </w:pPr>
      <w:rPr>
        <w:rFonts w:cs="Times New Roman"/>
      </w:rPr>
    </w:lvl>
    <w:lvl w:ilvl="2" w:tplc="0419001B" w:tentative="1">
      <w:start w:val="1"/>
      <w:numFmt w:val="lowerRoman"/>
      <w:lvlText w:val="%3."/>
      <w:lvlJc w:val="right"/>
      <w:pPr>
        <w:ind w:left="3405" w:hanging="180"/>
      </w:pPr>
      <w:rPr>
        <w:rFonts w:cs="Times New Roman"/>
      </w:rPr>
    </w:lvl>
    <w:lvl w:ilvl="3" w:tplc="0419000F" w:tentative="1">
      <w:start w:val="1"/>
      <w:numFmt w:val="decimal"/>
      <w:lvlText w:val="%4."/>
      <w:lvlJc w:val="left"/>
      <w:pPr>
        <w:ind w:left="4125" w:hanging="360"/>
      </w:pPr>
      <w:rPr>
        <w:rFonts w:cs="Times New Roman"/>
      </w:rPr>
    </w:lvl>
    <w:lvl w:ilvl="4" w:tplc="04190019" w:tentative="1">
      <w:start w:val="1"/>
      <w:numFmt w:val="lowerLetter"/>
      <w:lvlText w:val="%5."/>
      <w:lvlJc w:val="left"/>
      <w:pPr>
        <w:ind w:left="4845" w:hanging="360"/>
      </w:pPr>
      <w:rPr>
        <w:rFonts w:cs="Times New Roman"/>
      </w:rPr>
    </w:lvl>
    <w:lvl w:ilvl="5" w:tplc="0419001B" w:tentative="1">
      <w:start w:val="1"/>
      <w:numFmt w:val="lowerRoman"/>
      <w:lvlText w:val="%6."/>
      <w:lvlJc w:val="right"/>
      <w:pPr>
        <w:ind w:left="5565" w:hanging="180"/>
      </w:pPr>
      <w:rPr>
        <w:rFonts w:cs="Times New Roman"/>
      </w:rPr>
    </w:lvl>
    <w:lvl w:ilvl="6" w:tplc="0419000F" w:tentative="1">
      <w:start w:val="1"/>
      <w:numFmt w:val="decimal"/>
      <w:lvlText w:val="%7."/>
      <w:lvlJc w:val="left"/>
      <w:pPr>
        <w:ind w:left="6285" w:hanging="360"/>
      </w:pPr>
      <w:rPr>
        <w:rFonts w:cs="Times New Roman"/>
      </w:rPr>
    </w:lvl>
    <w:lvl w:ilvl="7" w:tplc="04190019" w:tentative="1">
      <w:start w:val="1"/>
      <w:numFmt w:val="lowerLetter"/>
      <w:lvlText w:val="%8."/>
      <w:lvlJc w:val="left"/>
      <w:pPr>
        <w:ind w:left="7005" w:hanging="360"/>
      </w:pPr>
      <w:rPr>
        <w:rFonts w:cs="Times New Roman"/>
      </w:rPr>
    </w:lvl>
    <w:lvl w:ilvl="8" w:tplc="0419001B" w:tentative="1">
      <w:start w:val="1"/>
      <w:numFmt w:val="lowerRoman"/>
      <w:lvlText w:val="%9."/>
      <w:lvlJc w:val="right"/>
      <w:pPr>
        <w:ind w:left="7725" w:hanging="180"/>
      </w:pPr>
      <w:rPr>
        <w:rFonts w:cs="Times New Roman"/>
      </w:rPr>
    </w:lvl>
  </w:abstractNum>
  <w:abstractNum w:abstractNumId="26">
    <w:nsid w:val="682930CF"/>
    <w:multiLevelType w:val="hybridMultilevel"/>
    <w:tmpl w:val="0E80A35E"/>
    <w:lvl w:ilvl="0" w:tplc="BB68397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6E92370E"/>
    <w:multiLevelType w:val="hybridMultilevel"/>
    <w:tmpl w:val="5BC4C590"/>
    <w:lvl w:ilvl="0" w:tplc="7E7E106C">
      <w:start w:val="7"/>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8">
    <w:nsid w:val="6F5727A3"/>
    <w:multiLevelType w:val="hybridMultilevel"/>
    <w:tmpl w:val="FC5024BC"/>
    <w:lvl w:ilvl="0" w:tplc="75A4854A">
      <w:start w:val="1"/>
      <w:numFmt w:val="decimal"/>
      <w:lvlText w:val="%1)"/>
      <w:lvlJc w:val="left"/>
      <w:pPr>
        <w:ind w:left="1983" w:hanging="99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7AB836B3"/>
    <w:multiLevelType w:val="hybridMultilevel"/>
    <w:tmpl w:val="4F780F88"/>
    <w:lvl w:ilvl="0" w:tplc="401825E0">
      <w:start w:val="1"/>
      <w:numFmt w:val="decimal"/>
      <w:lvlText w:val="%1)"/>
      <w:lvlJc w:val="left"/>
      <w:pPr>
        <w:ind w:left="1965" w:hanging="360"/>
      </w:pPr>
      <w:rPr>
        <w:rFonts w:cs="Times New Roman" w:hint="default"/>
      </w:rPr>
    </w:lvl>
    <w:lvl w:ilvl="1" w:tplc="04190019" w:tentative="1">
      <w:start w:val="1"/>
      <w:numFmt w:val="lowerLetter"/>
      <w:lvlText w:val="%2."/>
      <w:lvlJc w:val="left"/>
      <w:pPr>
        <w:ind w:left="2685" w:hanging="360"/>
      </w:pPr>
      <w:rPr>
        <w:rFonts w:cs="Times New Roman"/>
      </w:rPr>
    </w:lvl>
    <w:lvl w:ilvl="2" w:tplc="0419001B" w:tentative="1">
      <w:start w:val="1"/>
      <w:numFmt w:val="lowerRoman"/>
      <w:lvlText w:val="%3."/>
      <w:lvlJc w:val="right"/>
      <w:pPr>
        <w:ind w:left="3405" w:hanging="180"/>
      </w:pPr>
      <w:rPr>
        <w:rFonts w:cs="Times New Roman"/>
      </w:rPr>
    </w:lvl>
    <w:lvl w:ilvl="3" w:tplc="0419000F" w:tentative="1">
      <w:start w:val="1"/>
      <w:numFmt w:val="decimal"/>
      <w:lvlText w:val="%4."/>
      <w:lvlJc w:val="left"/>
      <w:pPr>
        <w:ind w:left="4125" w:hanging="360"/>
      </w:pPr>
      <w:rPr>
        <w:rFonts w:cs="Times New Roman"/>
      </w:rPr>
    </w:lvl>
    <w:lvl w:ilvl="4" w:tplc="04190019" w:tentative="1">
      <w:start w:val="1"/>
      <w:numFmt w:val="lowerLetter"/>
      <w:lvlText w:val="%5."/>
      <w:lvlJc w:val="left"/>
      <w:pPr>
        <w:ind w:left="4845" w:hanging="360"/>
      </w:pPr>
      <w:rPr>
        <w:rFonts w:cs="Times New Roman"/>
      </w:rPr>
    </w:lvl>
    <w:lvl w:ilvl="5" w:tplc="0419001B" w:tentative="1">
      <w:start w:val="1"/>
      <w:numFmt w:val="lowerRoman"/>
      <w:lvlText w:val="%6."/>
      <w:lvlJc w:val="right"/>
      <w:pPr>
        <w:ind w:left="5565" w:hanging="180"/>
      </w:pPr>
      <w:rPr>
        <w:rFonts w:cs="Times New Roman"/>
      </w:rPr>
    </w:lvl>
    <w:lvl w:ilvl="6" w:tplc="0419000F" w:tentative="1">
      <w:start w:val="1"/>
      <w:numFmt w:val="decimal"/>
      <w:lvlText w:val="%7."/>
      <w:lvlJc w:val="left"/>
      <w:pPr>
        <w:ind w:left="6285" w:hanging="360"/>
      </w:pPr>
      <w:rPr>
        <w:rFonts w:cs="Times New Roman"/>
      </w:rPr>
    </w:lvl>
    <w:lvl w:ilvl="7" w:tplc="04190019" w:tentative="1">
      <w:start w:val="1"/>
      <w:numFmt w:val="lowerLetter"/>
      <w:lvlText w:val="%8."/>
      <w:lvlJc w:val="left"/>
      <w:pPr>
        <w:ind w:left="7005" w:hanging="360"/>
      </w:pPr>
      <w:rPr>
        <w:rFonts w:cs="Times New Roman"/>
      </w:rPr>
    </w:lvl>
    <w:lvl w:ilvl="8" w:tplc="0419001B" w:tentative="1">
      <w:start w:val="1"/>
      <w:numFmt w:val="lowerRoman"/>
      <w:lvlText w:val="%9."/>
      <w:lvlJc w:val="right"/>
      <w:pPr>
        <w:ind w:left="7725" w:hanging="180"/>
      </w:pPr>
      <w:rPr>
        <w:rFonts w:cs="Times New Roman"/>
      </w:rPr>
    </w:lvl>
  </w:abstractNum>
  <w:abstractNum w:abstractNumId="30">
    <w:nsid w:val="7DBB45A0"/>
    <w:multiLevelType w:val="hybridMultilevel"/>
    <w:tmpl w:val="6F9A089C"/>
    <w:lvl w:ilvl="0" w:tplc="142AEC58">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1">
    <w:nsid w:val="7F552A77"/>
    <w:multiLevelType w:val="hybridMultilevel"/>
    <w:tmpl w:val="10ECA156"/>
    <w:lvl w:ilvl="0" w:tplc="9EC09406">
      <w:start w:val="1"/>
      <w:numFmt w:val="decimal"/>
      <w:lvlText w:val="%1)"/>
      <w:lvlJc w:val="left"/>
      <w:pPr>
        <w:ind w:left="900" w:hanging="360"/>
      </w:pPr>
      <w:rPr>
        <w:rFonts w:eastAsia="Times New Roman" w:cs="Times New Roman" w:hint="default"/>
        <w:color w:val="000000"/>
        <w:sz w:val="29"/>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0"/>
  </w:num>
  <w:num w:numId="2">
    <w:abstractNumId w:val="4"/>
  </w:num>
  <w:num w:numId="3">
    <w:abstractNumId w:val="30"/>
  </w:num>
  <w:num w:numId="4">
    <w:abstractNumId w:val="9"/>
  </w:num>
  <w:num w:numId="5">
    <w:abstractNumId w:val="19"/>
  </w:num>
  <w:num w:numId="6">
    <w:abstractNumId w:val="12"/>
  </w:num>
  <w:num w:numId="7">
    <w:abstractNumId w:val="5"/>
  </w:num>
  <w:num w:numId="8">
    <w:abstractNumId w:val="1"/>
  </w:num>
  <w:num w:numId="9">
    <w:abstractNumId w:val="15"/>
  </w:num>
  <w:num w:numId="10">
    <w:abstractNumId w:val="25"/>
  </w:num>
  <w:num w:numId="11">
    <w:abstractNumId w:val="29"/>
  </w:num>
  <w:num w:numId="12">
    <w:abstractNumId w:val="10"/>
  </w:num>
  <w:num w:numId="13">
    <w:abstractNumId w:val="3"/>
  </w:num>
  <w:num w:numId="14">
    <w:abstractNumId w:val="2"/>
  </w:num>
  <w:num w:numId="15">
    <w:abstractNumId w:val="31"/>
  </w:num>
  <w:num w:numId="16">
    <w:abstractNumId w:val="8"/>
  </w:num>
  <w:num w:numId="17">
    <w:abstractNumId w:val="18"/>
  </w:num>
  <w:num w:numId="18">
    <w:abstractNumId w:val="14"/>
  </w:num>
  <w:num w:numId="19">
    <w:abstractNumId w:val="24"/>
  </w:num>
  <w:num w:numId="20">
    <w:abstractNumId w:val="26"/>
  </w:num>
  <w:num w:numId="21">
    <w:abstractNumId w:val="0"/>
  </w:num>
  <w:num w:numId="22">
    <w:abstractNumId w:val="6"/>
  </w:num>
  <w:num w:numId="23">
    <w:abstractNumId w:val="22"/>
  </w:num>
  <w:num w:numId="24">
    <w:abstractNumId w:val="28"/>
  </w:num>
  <w:num w:numId="25">
    <w:abstractNumId w:val="21"/>
  </w:num>
  <w:num w:numId="26">
    <w:abstractNumId w:val="16"/>
  </w:num>
  <w:num w:numId="27">
    <w:abstractNumId w:val="7"/>
  </w:num>
  <w:num w:numId="28">
    <w:abstractNumId w:val="23"/>
  </w:num>
  <w:num w:numId="29">
    <w:abstractNumId w:val="13"/>
  </w:num>
  <w:num w:numId="30">
    <w:abstractNumId w:val="11"/>
  </w:num>
  <w:num w:numId="31">
    <w:abstractNumId w:val="27"/>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1974"/>
    <w:rsid w:val="00002290"/>
    <w:rsid w:val="00002E68"/>
    <w:rsid w:val="0000382D"/>
    <w:rsid w:val="0000459D"/>
    <w:rsid w:val="00005413"/>
    <w:rsid w:val="000075E3"/>
    <w:rsid w:val="00012802"/>
    <w:rsid w:val="00013493"/>
    <w:rsid w:val="000145C0"/>
    <w:rsid w:val="00014DEC"/>
    <w:rsid w:val="00015AF1"/>
    <w:rsid w:val="00015C89"/>
    <w:rsid w:val="000169CD"/>
    <w:rsid w:val="00017114"/>
    <w:rsid w:val="00021126"/>
    <w:rsid w:val="0002154C"/>
    <w:rsid w:val="00021573"/>
    <w:rsid w:val="00022DC3"/>
    <w:rsid w:val="00022DDD"/>
    <w:rsid w:val="00023495"/>
    <w:rsid w:val="000241DA"/>
    <w:rsid w:val="00024585"/>
    <w:rsid w:val="000246F9"/>
    <w:rsid w:val="0002496F"/>
    <w:rsid w:val="00024E8D"/>
    <w:rsid w:val="000257B5"/>
    <w:rsid w:val="000260C0"/>
    <w:rsid w:val="00027211"/>
    <w:rsid w:val="00027ACA"/>
    <w:rsid w:val="00030759"/>
    <w:rsid w:val="000308AC"/>
    <w:rsid w:val="000310C2"/>
    <w:rsid w:val="000314CB"/>
    <w:rsid w:val="00032228"/>
    <w:rsid w:val="00032BE0"/>
    <w:rsid w:val="0003345A"/>
    <w:rsid w:val="0003348C"/>
    <w:rsid w:val="00033A98"/>
    <w:rsid w:val="00033C88"/>
    <w:rsid w:val="00033F21"/>
    <w:rsid w:val="000361C9"/>
    <w:rsid w:val="000364BB"/>
    <w:rsid w:val="0004361C"/>
    <w:rsid w:val="0004596B"/>
    <w:rsid w:val="000459B9"/>
    <w:rsid w:val="00045BA4"/>
    <w:rsid w:val="0005087A"/>
    <w:rsid w:val="000509DC"/>
    <w:rsid w:val="00051E17"/>
    <w:rsid w:val="00054464"/>
    <w:rsid w:val="00054BE6"/>
    <w:rsid w:val="0005544C"/>
    <w:rsid w:val="00055C44"/>
    <w:rsid w:val="00056E08"/>
    <w:rsid w:val="00057ED6"/>
    <w:rsid w:val="0006105F"/>
    <w:rsid w:val="000615E8"/>
    <w:rsid w:val="00061A12"/>
    <w:rsid w:val="00062E61"/>
    <w:rsid w:val="00067F5F"/>
    <w:rsid w:val="00070316"/>
    <w:rsid w:val="00070ED6"/>
    <w:rsid w:val="000715F1"/>
    <w:rsid w:val="00071E8F"/>
    <w:rsid w:val="00071F69"/>
    <w:rsid w:val="0007498B"/>
    <w:rsid w:val="0007559B"/>
    <w:rsid w:val="00075630"/>
    <w:rsid w:val="000762FB"/>
    <w:rsid w:val="0007683F"/>
    <w:rsid w:val="00076B5A"/>
    <w:rsid w:val="0007740F"/>
    <w:rsid w:val="000816FF"/>
    <w:rsid w:val="00081971"/>
    <w:rsid w:val="00082328"/>
    <w:rsid w:val="000852D1"/>
    <w:rsid w:val="00085CF2"/>
    <w:rsid w:val="000866C7"/>
    <w:rsid w:val="00086C01"/>
    <w:rsid w:val="00087462"/>
    <w:rsid w:val="000874E3"/>
    <w:rsid w:val="00087633"/>
    <w:rsid w:val="00087B3B"/>
    <w:rsid w:val="00087FC3"/>
    <w:rsid w:val="00092030"/>
    <w:rsid w:val="0009205A"/>
    <w:rsid w:val="000923D9"/>
    <w:rsid w:val="00092FA7"/>
    <w:rsid w:val="000932CD"/>
    <w:rsid w:val="00095082"/>
    <w:rsid w:val="000950A6"/>
    <w:rsid w:val="000957F4"/>
    <w:rsid w:val="00096625"/>
    <w:rsid w:val="00096AB3"/>
    <w:rsid w:val="00097FDF"/>
    <w:rsid w:val="000A22C2"/>
    <w:rsid w:val="000A3BBE"/>
    <w:rsid w:val="000A6CAF"/>
    <w:rsid w:val="000A6E69"/>
    <w:rsid w:val="000A76F6"/>
    <w:rsid w:val="000A7E57"/>
    <w:rsid w:val="000A7E6A"/>
    <w:rsid w:val="000B0A81"/>
    <w:rsid w:val="000B2CD1"/>
    <w:rsid w:val="000B3329"/>
    <w:rsid w:val="000B4DEE"/>
    <w:rsid w:val="000B4E37"/>
    <w:rsid w:val="000B517D"/>
    <w:rsid w:val="000B557C"/>
    <w:rsid w:val="000B5767"/>
    <w:rsid w:val="000B5C22"/>
    <w:rsid w:val="000B5FDB"/>
    <w:rsid w:val="000B78C7"/>
    <w:rsid w:val="000B7D95"/>
    <w:rsid w:val="000C08E0"/>
    <w:rsid w:val="000C0C40"/>
    <w:rsid w:val="000C1A6B"/>
    <w:rsid w:val="000C1DA3"/>
    <w:rsid w:val="000C2862"/>
    <w:rsid w:val="000C2903"/>
    <w:rsid w:val="000C2D82"/>
    <w:rsid w:val="000C3FB1"/>
    <w:rsid w:val="000C5770"/>
    <w:rsid w:val="000C6A22"/>
    <w:rsid w:val="000C73D4"/>
    <w:rsid w:val="000C7820"/>
    <w:rsid w:val="000C7D1B"/>
    <w:rsid w:val="000D0782"/>
    <w:rsid w:val="000D12AB"/>
    <w:rsid w:val="000D1FE6"/>
    <w:rsid w:val="000D2644"/>
    <w:rsid w:val="000D271E"/>
    <w:rsid w:val="000D2CC6"/>
    <w:rsid w:val="000D318D"/>
    <w:rsid w:val="000D3769"/>
    <w:rsid w:val="000D67AB"/>
    <w:rsid w:val="000D7492"/>
    <w:rsid w:val="000D7AA4"/>
    <w:rsid w:val="000E032C"/>
    <w:rsid w:val="000E0CC1"/>
    <w:rsid w:val="000E2E3F"/>
    <w:rsid w:val="000E5535"/>
    <w:rsid w:val="000E5AD9"/>
    <w:rsid w:val="000E5BE2"/>
    <w:rsid w:val="000E64D2"/>
    <w:rsid w:val="000E6DC0"/>
    <w:rsid w:val="000E6F75"/>
    <w:rsid w:val="000E740A"/>
    <w:rsid w:val="000E7995"/>
    <w:rsid w:val="000F04E2"/>
    <w:rsid w:val="000F11EA"/>
    <w:rsid w:val="000F25EE"/>
    <w:rsid w:val="000F330C"/>
    <w:rsid w:val="000F4071"/>
    <w:rsid w:val="000F4299"/>
    <w:rsid w:val="000F6124"/>
    <w:rsid w:val="000F7C78"/>
    <w:rsid w:val="0010005C"/>
    <w:rsid w:val="001024C9"/>
    <w:rsid w:val="00102E00"/>
    <w:rsid w:val="00103034"/>
    <w:rsid w:val="00104319"/>
    <w:rsid w:val="001055C0"/>
    <w:rsid w:val="001059C1"/>
    <w:rsid w:val="001059CE"/>
    <w:rsid w:val="0010615A"/>
    <w:rsid w:val="00106765"/>
    <w:rsid w:val="00107210"/>
    <w:rsid w:val="00110672"/>
    <w:rsid w:val="00110B4B"/>
    <w:rsid w:val="001117DC"/>
    <w:rsid w:val="00111A99"/>
    <w:rsid w:val="00113183"/>
    <w:rsid w:val="00113AD6"/>
    <w:rsid w:val="0011633A"/>
    <w:rsid w:val="00117E42"/>
    <w:rsid w:val="001210D6"/>
    <w:rsid w:val="00121D19"/>
    <w:rsid w:val="00123E2D"/>
    <w:rsid w:val="00123FDC"/>
    <w:rsid w:val="00125614"/>
    <w:rsid w:val="00125868"/>
    <w:rsid w:val="00125FC5"/>
    <w:rsid w:val="00126718"/>
    <w:rsid w:val="0012715C"/>
    <w:rsid w:val="001275BC"/>
    <w:rsid w:val="0013048F"/>
    <w:rsid w:val="00130498"/>
    <w:rsid w:val="00131971"/>
    <w:rsid w:val="00133A8B"/>
    <w:rsid w:val="00133B40"/>
    <w:rsid w:val="00134977"/>
    <w:rsid w:val="00135426"/>
    <w:rsid w:val="00135BC2"/>
    <w:rsid w:val="00137705"/>
    <w:rsid w:val="00137782"/>
    <w:rsid w:val="00137995"/>
    <w:rsid w:val="00137A57"/>
    <w:rsid w:val="001406F2"/>
    <w:rsid w:val="0014190F"/>
    <w:rsid w:val="00142503"/>
    <w:rsid w:val="001445E3"/>
    <w:rsid w:val="00144AE8"/>
    <w:rsid w:val="0014527B"/>
    <w:rsid w:val="001473B7"/>
    <w:rsid w:val="0015249D"/>
    <w:rsid w:val="001529D9"/>
    <w:rsid w:val="00152A33"/>
    <w:rsid w:val="00152E19"/>
    <w:rsid w:val="00153A2C"/>
    <w:rsid w:val="0015566E"/>
    <w:rsid w:val="00155708"/>
    <w:rsid w:val="00155E3E"/>
    <w:rsid w:val="001563BE"/>
    <w:rsid w:val="00157813"/>
    <w:rsid w:val="001600D1"/>
    <w:rsid w:val="00160865"/>
    <w:rsid w:val="00161665"/>
    <w:rsid w:val="001618C3"/>
    <w:rsid w:val="001618E0"/>
    <w:rsid w:val="00161E8A"/>
    <w:rsid w:val="00163524"/>
    <w:rsid w:val="00165697"/>
    <w:rsid w:val="00165A33"/>
    <w:rsid w:val="00165F7A"/>
    <w:rsid w:val="0016681E"/>
    <w:rsid w:val="0016755F"/>
    <w:rsid w:val="00170C35"/>
    <w:rsid w:val="00171452"/>
    <w:rsid w:val="00171511"/>
    <w:rsid w:val="00171564"/>
    <w:rsid w:val="00172098"/>
    <w:rsid w:val="00172517"/>
    <w:rsid w:val="00172870"/>
    <w:rsid w:val="0017353A"/>
    <w:rsid w:val="001751EB"/>
    <w:rsid w:val="0017690C"/>
    <w:rsid w:val="00176A35"/>
    <w:rsid w:val="00177542"/>
    <w:rsid w:val="00181AB5"/>
    <w:rsid w:val="00182D94"/>
    <w:rsid w:val="00183BA8"/>
    <w:rsid w:val="00183FDF"/>
    <w:rsid w:val="001843EB"/>
    <w:rsid w:val="00184403"/>
    <w:rsid w:val="001859CC"/>
    <w:rsid w:val="00186AB5"/>
    <w:rsid w:val="00186C0E"/>
    <w:rsid w:val="001876E7"/>
    <w:rsid w:val="001878C7"/>
    <w:rsid w:val="00187B28"/>
    <w:rsid w:val="001903FC"/>
    <w:rsid w:val="00193FC2"/>
    <w:rsid w:val="00194F86"/>
    <w:rsid w:val="00195762"/>
    <w:rsid w:val="00195EA2"/>
    <w:rsid w:val="00196DBA"/>
    <w:rsid w:val="00196F0B"/>
    <w:rsid w:val="001970B0"/>
    <w:rsid w:val="001971AB"/>
    <w:rsid w:val="00197868"/>
    <w:rsid w:val="0019792C"/>
    <w:rsid w:val="00197F67"/>
    <w:rsid w:val="001A2EAE"/>
    <w:rsid w:val="001A53BC"/>
    <w:rsid w:val="001A58A9"/>
    <w:rsid w:val="001A5B36"/>
    <w:rsid w:val="001B02A5"/>
    <w:rsid w:val="001B0C1F"/>
    <w:rsid w:val="001B0EE6"/>
    <w:rsid w:val="001B1053"/>
    <w:rsid w:val="001B1C60"/>
    <w:rsid w:val="001B4D54"/>
    <w:rsid w:val="001B511B"/>
    <w:rsid w:val="001B59B1"/>
    <w:rsid w:val="001B7B4F"/>
    <w:rsid w:val="001B7B93"/>
    <w:rsid w:val="001B7E82"/>
    <w:rsid w:val="001C088F"/>
    <w:rsid w:val="001C1A46"/>
    <w:rsid w:val="001C401C"/>
    <w:rsid w:val="001C5114"/>
    <w:rsid w:val="001C5147"/>
    <w:rsid w:val="001C6F9F"/>
    <w:rsid w:val="001D09F5"/>
    <w:rsid w:val="001D2B02"/>
    <w:rsid w:val="001D4865"/>
    <w:rsid w:val="001D4C6D"/>
    <w:rsid w:val="001D60FE"/>
    <w:rsid w:val="001D7A7C"/>
    <w:rsid w:val="001E08E4"/>
    <w:rsid w:val="001E1104"/>
    <w:rsid w:val="001E25B1"/>
    <w:rsid w:val="001E30A4"/>
    <w:rsid w:val="001E3F19"/>
    <w:rsid w:val="001E5C9D"/>
    <w:rsid w:val="001E7423"/>
    <w:rsid w:val="001E7E61"/>
    <w:rsid w:val="001F15E5"/>
    <w:rsid w:val="001F17DB"/>
    <w:rsid w:val="001F29A7"/>
    <w:rsid w:val="001F492B"/>
    <w:rsid w:val="001F6B96"/>
    <w:rsid w:val="002011ED"/>
    <w:rsid w:val="00201982"/>
    <w:rsid w:val="002023DB"/>
    <w:rsid w:val="00204E41"/>
    <w:rsid w:val="0020517F"/>
    <w:rsid w:val="002056EF"/>
    <w:rsid w:val="00206012"/>
    <w:rsid w:val="00206285"/>
    <w:rsid w:val="002068C3"/>
    <w:rsid w:val="00206B1C"/>
    <w:rsid w:val="002100CF"/>
    <w:rsid w:val="00210B17"/>
    <w:rsid w:val="00210E68"/>
    <w:rsid w:val="002111DD"/>
    <w:rsid w:val="00211E96"/>
    <w:rsid w:val="00213B6E"/>
    <w:rsid w:val="00214147"/>
    <w:rsid w:val="00214DC2"/>
    <w:rsid w:val="00216A38"/>
    <w:rsid w:val="0021747A"/>
    <w:rsid w:val="002175A6"/>
    <w:rsid w:val="002175DB"/>
    <w:rsid w:val="0021773E"/>
    <w:rsid w:val="002200D5"/>
    <w:rsid w:val="00221341"/>
    <w:rsid w:val="00223CF5"/>
    <w:rsid w:val="00225587"/>
    <w:rsid w:val="00225FDE"/>
    <w:rsid w:val="002262D9"/>
    <w:rsid w:val="002269B1"/>
    <w:rsid w:val="00226D2A"/>
    <w:rsid w:val="00230D86"/>
    <w:rsid w:val="00231373"/>
    <w:rsid w:val="00231D5B"/>
    <w:rsid w:val="00235D3C"/>
    <w:rsid w:val="00235FAB"/>
    <w:rsid w:val="002361EE"/>
    <w:rsid w:val="002372ED"/>
    <w:rsid w:val="002376C4"/>
    <w:rsid w:val="002376C6"/>
    <w:rsid w:val="00241354"/>
    <w:rsid w:val="00241A22"/>
    <w:rsid w:val="00242ADB"/>
    <w:rsid w:val="00243346"/>
    <w:rsid w:val="00243CB4"/>
    <w:rsid w:val="0024511B"/>
    <w:rsid w:val="002455E6"/>
    <w:rsid w:val="00245F89"/>
    <w:rsid w:val="002505E3"/>
    <w:rsid w:val="002528E7"/>
    <w:rsid w:val="0025382E"/>
    <w:rsid w:val="00254228"/>
    <w:rsid w:val="00254A1F"/>
    <w:rsid w:val="00254DEF"/>
    <w:rsid w:val="0025558C"/>
    <w:rsid w:val="00255ABD"/>
    <w:rsid w:val="0026010A"/>
    <w:rsid w:val="00260387"/>
    <w:rsid w:val="0026079E"/>
    <w:rsid w:val="002609DC"/>
    <w:rsid w:val="00260E86"/>
    <w:rsid w:val="002612DD"/>
    <w:rsid w:val="0026282E"/>
    <w:rsid w:val="00262DC4"/>
    <w:rsid w:val="00265BB5"/>
    <w:rsid w:val="00267076"/>
    <w:rsid w:val="00267372"/>
    <w:rsid w:val="00273925"/>
    <w:rsid w:val="00273F2A"/>
    <w:rsid w:val="002747A1"/>
    <w:rsid w:val="002753E6"/>
    <w:rsid w:val="00275A78"/>
    <w:rsid w:val="00276013"/>
    <w:rsid w:val="0027744D"/>
    <w:rsid w:val="00277D32"/>
    <w:rsid w:val="00277E96"/>
    <w:rsid w:val="00277EC4"/>
    <w:rsid w:val="0028123C"/>
    <w:rsid w:val="002814CD"/>
    <w:rsid w:val="00281DB4"/>
    <w:rsid w:val="00283B04"/>
    <w:rsid w:val="00284314"/>
    <w:rsid w:val="00284D73"/>
    <w:rsid w:val="002854E7"/>
    <w:rsid w:val="00290481"/>
    <w:rsid w:val="00291473"/>
    <w:rsid w:val="00291A3F"/>
    <w:rsid w:val="0029262C"/>
    <w:rsid w:val="00292748"/>
    <w:rsid w:val="00292B35"/>
    <w:rsid w:val="002933DA"/>
    <w:rsid w:val="00293484"/>
    <w:rsid w:val="00294603"/>
    <w:rsid w:val="00294C6E"/>
    <w:rsid w:val="00294E3B"/>
    <w:rsid w:val="002965CE"/>
    <w:rsid w:val="00296736"/>
    <w:rsid w:val="00296EA5"/>
    <w:rsid w:val="002970BC"/>
    <w:rsid w:val="0029768A"/>
    <w:rsid w:val="002A1676"/>
    <w:rsid w:val="002A196E"/>
    <w:rsid w:val="002A1F50"/>
    <w:rsid w:val="002A217A"/>
    <w:rsid w:val="002A32BF"/>
    <w:rsid w:val="002A33A3"/>
    <w:rsid w:val="002A4003"/>
    <w:rsid w:val="002A5AA6"/>
    <w:rsid w:val="002A65E9"/>
    <w:rsid w:val="002A6E50"/>
    <w:rsid w:val="002A6EF0"/>
    <w:rsid w:val="002A74D7"/>
    <w:rsid w:val="002A77F7"/>
    <w:rsid w:val="002B144C"/>
    <w:rsid w:val="002B1FB2"/>
    <w:rsid w:val="002B30CF"/>
    <w:rsid w:val="002B3B24"/>
    <w:rsid w:val="002B5D8C"/>
    <w:rsid w:val="002B719E"/>
    <w:rsid w:val="002C01E9"/>
    <w:rsid w:val="002C1085"/>
    <w:rsid w:val="002C1D22"/>
    <w:rsid w:val="002C217F"/>
    <w:rsid w:val="002C5987"/>
    <w:rsid w:val="002C670D"/>
    <w:rsid w:val="002C67AB"/>
    <w:rsid w:val="002C753F"/>
    <w:rsid w:val="002D1320"/>
    <w:rsid w:val="002D2132"/>
    <w:rsid w:val="002D2CA0"/>
    <w:rsid w:val="002D4A8E"/>
    <w:rsid w:val="002D5458"/>
    <w:rsid w:val="002D57E8"/>
    <w:rsid w:val="002D5CB2"/>
    <w:rsid w:val="002D6BF7"/>
    <w:rsid w:val="002D6E12"/>
    <w:rsid w:val="002D7C4B"/>
    <w:rsid w:val="002E1864"/>
    <w:rsid w:val="002E2DEB"/>
    <w:rsid w:val="002E316E"/>
    <w:rsid w:val="002E3986"/>
    <w:rsid w:val="002E3D0B"/>
    <w:rsid w:val="002E42B1"/>
    <w:rsid w:val="002E5EEB"/>
    <w:rsid w:val="002E5FED"/>
    <w:rsid w:val="002E734E"/>
    <w:rsid w:val="002E7C54"/>
    <w:rsid w:val="002F001C"/>
    <w:rsid w:val="002F1E82"/>
    <w:rsid w:val="002F2E00"/>
    <w:rsid w:val="002F2FBA"/>
    <w:rsid w:val="002F594B"/>
    <w:rsid w:val="002F5E1B"/>
    <w:rsid w:val="002F78B1"/>
    <w:rsid w:val="00301C10"/>
    <w:rsid w:val="00302065"/>
    <w:rsid w:val="00302A8A"/>
    <w:rsid w:val="003034EE"/>
    <w:rsid w:val="003036C4"/>
    <w:rsid w:val="003036F6"/>
    <w:rsid w:val="003038B7"/>
    <w:rsid w:val="00303AB2"/>
    <w:rsid w:val="0030441C"/>
    <w:rsid w:val="003054AF"/>
    <w:rsid w:val="00305F9A"/>
    <w:rsid w:val="003062FC"/>
    <w:rsid w:val="00306695"/>
    <w:rsid w:val="00307F1B"/>
    <w:rsid w:val="00310FDD"/>
    <w:rsid w:val="00312C5E"/>
    <w:rsid w:val="003130FC"/>
    <w:rsid w:val="00313129"/>
    <w:rsid w:val="00313B4B"/>
    <w:rsid w:val="003160FB"/>
    <w:rsid w:val="003172BD"/>
    <w:rsid w:val="00317BB1"/>
    <w:rsid w:val="00320F9A"/>
    <w:rsid w:val="00321AAE"/>
    <w:rsid w:val="00321CA1"/>
    <w:rsid w:val="003223D5"/>
    <w:rsid w:val="003229F1"/>
    <w:rsid w:val="0032379C"/>
    <w:rsid w:val="0032496D"/>
    <w:rsid w:val="00324C34"/>
    <w:rsid w:val="00325307"/>
    <w:rsid w:val="0032560B"/>
    <w:rsid w:val="00325785"/>
    <w:rsid w:val="00326E2B"/>
    <w:rsid w:val="0033007C"/>
    <w:rsid w:val="00330735"/>
    <w:rsid w:val="0033179B"/>
    <w:rsid w:val="00333266"/>
    <w:rsid w:val="003337C9"/>
    <w:rsid w:val="00334103"/>
    <w:rsid w:val="00334369"/>
    <w:rsid w:val="00334AEE"/>
    <w:rsid w:val="00335CA7"/>
    <w:rsid w:val="00337D51"/>
    <w:rsid w:val="00340BDA"/>
    <w:rsid w:val="00340D0B"/>
    <w:rsid w:val="00341019"/>
    <w:rsid w:val="003431BB"/>
    <w:rsid w:val="00344E34"/>
    <w:rsid w:val="003462FF"/>
    <w:rsid w:val="00346E88"/>
    <w:rsid w:val="00350755"/>
    <w:rsid w:val="00350A01"/>
    <w:rsid w:val="00350B0F"/>
    <w:rsid w:val="00350DE6"/>
    <w:rsid w:val="00350DEF"/>
    <w:rsid w:val="00350E1A"/>
    <w:rsid w:val="00351294"/>
    <w:rsid w:val="0035461F"/>
    <w:rsid w:val="00354FA5"/>
    <w:rsid w:val="00356C55"/>
    <w:rsid w:val="003607E0"/>
    <w:rsid w:val="0036109D"/>
    <w:rsid w:val="003619EF"/>
    <w:rsid w:val="00365DA3"/>
    <w:rsid w:val="00366D28"/>
    <w:rsid w:val="00370435"/>
    <w:rsid w:val="003715D2"/>
    <w:rsid w:val="00371623"/>
    <w:rsid w:val="00371C99"/>
    <w:rsid w:val="00372430"/>
    <w:rsid w:val="00372AB4"/>
    <w:rsid w:val="00373225"/>
    <w:rsid w:val="00373712"/>
    <w:rsid w:val="00375398"/>
    <w:rsid w:val="003758EE"/>
    <w:rsid w:val="003759DC"/>
    <w:rsid w:val="00375CAC"/>
    <w:rsid w:val="00376BD5"/>
    <w:rsid w:val="00377DA0"/>
    <w:rsid w:val="003802E3"/>
    <w:rsid w:val="003813C0"/>
    <w:rsid w:val="00381CAA"/>
    <w:rsid w:val="00383547"/>
    <w:rsid w:val="00383BE4"/>
    <w:rsid w:val="0038458D"/>
    <w:rsid w:val="00384F1E"/>
    <w:rsid w:val="00385EE2"/>
    <w:rsid w:val="00386682"/>
    <w:rsid w:val="00387054"/>
    <w:rsid w:val="00391870"/>
    <w:rsid w:val="00392117"/>
    <w:rsid w:val="00393ECE"/>
    <w:rsid w:val="0039509C"/>
    <w:rsid w:val="00395C77"/>
    <w:rsid w:val="003962F4"/>
    <w:rsid w:val="00397028"/>
    <w:rsid w:val="00397CA0"/>
    <w:rsid w:val="00397ED4"/>
    <w:rsid w:val="003A06B8"/>
    <w:rsid w:val="003A0F0A"/>
    <w:rsid w:val="003A224D"/>
    <w:rsid w:val="003A2316"/>
    <w:rsid w:val="003A3136"/>
    <w:rsid w:val="003A376D"/>
    <w:rsid w:val="003A3ED6"/>
    <w:rsid w:val="003A427D"/>
    <w:rsid w:val="003A445F"/>
    <w:rsid w:val="003A4778"/>
    <w:rsid w:val="003A4F2D"/>
    <w:rsid w:val="003A6AF4"/>
    <w:rsid w:val="003B14D9"/>
    <w:rsid w:val="003B24E1"/>
    <w:rsid w:val="003B3610"/>
    <w:rsid w:val="003B466F"/>
    <w:rsid w:val="003B6389"/>
    <w:rsid w:val="003B6B48"/>
    <w:rsid w:val="003B745D"/>
    <w:rsid w:val="003C0157"/>
    <w:rsid w:val="003C0C7B"/>
    <w:rsid w:val="003C1EA1"/>
    <w:rsid w:val="003C2106"/>
    <w:rsid w:val="003C3231"/>
    <w:rsid w:val="003C3CB8"/>
    <w:rsid w:val="003C4E6A"/>
    <w:rsid w:val="003C55E5"/>
    <w:rsid w:val="003C5833"/>
    <w:rsid w:val="003C5C3B"/>
    <w:rsid w:val="003C5DA8"/>
    <w:rsid w:val="003C746B"/>
    <w:rsid w:val="003D01B2"/>
    <w:rsid w:val="003D1276"/>
    <w:rsid w:val="003D155A"/>
    <w:rsid w:val="003D288F"/>
    <w:rsid w:val="003D2C77"/>
    <w:rsid w:val="003D4E56"/>
    <w:rsid w:val="003D5E19"/>
    <w:rsid w:val="003D5F30"/>
    <w:rsid w:val="003D70C5"/>
    <w:rsid w:val="003D7222"/>
    <w:rsid w:val="003E1D0D"/>
    <w:rsid w:val="003E2906"/>
    <w:rsid w:val="003E45B5"/>
    <w:rsid w:val="003E5C41"/>
    <w:rsid w:val="003E731A"/>
    <w:rsid w:val="003E7815"/>
    <w:rsid w:val="003E79E3"/>
    <w:rsid w:val="003E7D68"/>
    <w:rsid w:val="003E7D87"/>
    <w:rsid w:val="003F0238"/>
    <w:rsid w:val="003F03BF"/>
    <w:rsid w:val="003F0BC8"/>
    <w:rsid w:val="003F0D9C"/>
    <w:rsid w:val="003F0DB2"/>
    <w:rsid w:val="003F152D"/>
    <w:rsid w:val="003F2270"/>
    <w:rsid w:val="003F23C8"/>
    <w:rsid w:val="003F29B9"/>
    <w:rsid w:val="003F29C2"/>
    <w:rsid w:val="003F46FB"/>
    <w:rsid w:val="003F6FB0"/>
    <w:rsid w:val="00400F8D"/>
    <w:rsid w:val="0040146D"/>
    <w:rsid w:val="00401C12"/>
    <w:rsid w:val="004041D6"/>
    <w:rsid w:val="00405910"/>
    <w:rsid w:val="00405AA5"/>
    <w:rsid w:val="00405C0D"/>
    <w:rsid w:val="00405D66"/>
    <w:rsid w:val="00405FF6"/>
    <w:rsid w:val="00406448"/>
    <w:rsid w:val="00407617"/>
    <w:rsid w:val="00407D2E"/>
    <w:rsid w:val="0041157F"/>
    <w:rsid w:val="00411F1D"/>
    <w:rsid w:val="00411F8F"/>
    <w:rsid w:val="00412047"/>
    <w:rsid w:val="004137F0"/>
    <w:rsid w:val="0041436E"/>
    <w:rsid w:val="004159BF"/>
    <w:rsid w:val="00417C9B"/>
    <w:rsid w:val="004205CF"/>
    <w:rsid w:val="00421DE9"/>
    <w:rsid w:val="004229C9"/>
    <w:rsid w:val="00424866"/>
    <w:rsid w:val="00424C24"/>
    <w:rsid w:val="0042600F"/>
    <w:rsid w:val="0042655D"/>
    <w:rsid w:val="00427E56"/>
    <w:rsid w:val="004301F2"/>
    <w:rsid w:val="00430BC8"/>
    <w:rsid w:val="00430E84"/>
    <w:rsid w:val="00433232"/>
    <w:rsid w:val="00435A62"/>
    <w:rsid w:val="00435FC2"/>
    <w:rsid w:val="0043756D"/>
    <w:rsid w:val="004378F8"/>
    <w:rsid w:val="00437A16"/>
    <w:rsid w:val="00441047"/>
    <w:rsid w:val="00442539"/>
    <w:rsid w:val="0044262F"/>
    <w:rsid w:val="00442A86"/>
    <w:rsid w:val="00443255"/>
    <w:rsid w:val="00443B1D"/>
    <w:rsid w:val="00443B21"/>
    <w:rsid w:val="00445D91"/>
    <w:rsid w:val="00446D7C"/>
    <w:rsid w:val="00447D4A"/>
    <w:rsid w:val="00450519"/>
    <w:rsid w:val="0045080C"/>
    <w:rsid w:val="004510B7"/>
    <w:rsid w:val="0045134F"/>
    <w:rsid w:val="00451573"/>
    <w:rsid w:val="00452C15"/>
    <w:rsid w:val="00453539"/>
    <w:rsid w:val="004571AA"/>
    <w:rsid w:val="00457E10"/>
    <w:rsid w:val="00460417"/>
    <w:rsid w:val="00461131"/>
    <w:rsid w:val="00461546"/>
    <w:rsid w:val="0046197A"/>
    <w:rsid w:val="004636F7"/>
    <w:rsid w:val="00463EBB"/>
    <w:rsid w:val="00464963"/>
    <w:rsid w:val="004666FB"/>
    <w:rsid w:val="00471131"/>
    <w:rsid w:val="004718F7"/>
    <w:rsid w:val="00471926"/>
    <w:rsid w:val="004735C7"/>
    <w:rsid w:val="004736C0"/>
    <w:rsid w:val="00473D30"/>
    <w:rsid w:val="00473D79"/>
    <w:rsid w:val="00473FCE"/>
    <w:rsid w:val="00474657"/>
    <w:rsid w:val="00474724"/>
    <w:rsid w:val="00474F50"/>
    <w:rsid w:val="00476538"/>
    <w:rsid w:val="00476866"/>
    <w:rsid w:val="00477660"/>
    <w:rsid w:val="004779B9"/>
    <w:rsid w:val="004801C8"/>
    <w:rsid w:val="004802EB"/>
    <w:rsid w:val="004806A6"/>
    <w:rsid w:val="004815A0"/>
    <w:rsid w:val="00482970"/>
    <w:rsid w:val="004836FC"/>
    <w:rsid w:val="0048389E"/>
    <w:rsid w:val="00487833"/>
    <w:rsid w:val="0049023C"/>
    <w:rsid w:val="00490B02"/>
    <w:rsid w:val="00491526"/>
    <w:rsid w:val="00491DEF"/>
    <w:rsid w:val="00492657"/>
    <w:rsid w:val="00493B46"/>
    <w:rsid w:val="00494C29"/>
    <w:rsid w:val="004954A6"/>
    <w:rsid w:val="00495E21"/>
    <w:rsid w:val="00496684"/>
    <w:rsid w:val="00496A58"/>
    <w:rsid w:val="00496D7D"/>
    <w:rsid w:val="004971CF"/>
    <w:rsid w:val="004A0313"/>
    <w:rsid w:val="004A2797"/>
    <w:rsid w:val="004A3CA5"/>
    <w:rsid w:val="004A546B"/>
    <w:rsid w:val="004A5FD3"/>
    <w:rsid w:val="004A64B6"/>
    <w:rsid w:val="004A6B78"/>
    <w:rsid w:val="004A6F61"/>
    <w:rsid w:val="004A73FB"/>
    <w:rsid w:val="004B0C4C"/>
    <w:rsid w:val="004B1159"/>
    <w:rsid w:val="004B1990"/>
    <w:rsid w:val="004B1B6E"/>
    <w:rsid w:val="004B1C90"/>
    <w:rsid w:val="004B2BCA"/>
    <w:rsid w:val="004B2F48"/>
    <w:rsid w:val="004B49D1"/>
    <w:rsid w:val="004B5819"/>
    <w:rsid w:val="004B5FB7"/>
    <w:rsid w:val="004B69AA"/>
    <w:rsid w:val="004C04DA"/>
    <w:rsid w:val="004C0A0D"/>
    <w:rsid w:val="004C10A7"/>
    <w:rsid w:val="004C3119"/>
    <w:rsid w:val="004C52C7"/>
    <w:rsid w:val="004C612F"/>
    <w:rsid w:val="004C615C"/>
    <w:rsid w:val="004C6240"/>
    <w:rsid w:val="004C68F7"/>
    <w:rsid w:val="004C6F49"/>
    <w:rsid w:val="004C72DD"/>
    <w:rsid w:val="004C7F2A"/>
    <w:rsid w:val="004D15AD"/>
    <w:rsid w:val="004D1AA9"/>
    <w:rsid w:val="004D1D05"/>
    <w:rsid w:val="004D2F73"/>
    <w:rsid w:val="004D3571"/>
    <w:rsid w:val="004D50EE"/>
    <w:rsid w:val="004D5F5D"/>
    <w:rsid w:val="004D694F"/>
    <w:rsid w:val="004D6ABC"/>
    <w:rsid w:val="004E01E6"/>
    <w:rsid w:val="004E1351"/>
    <w:rsid w:val="004E1CC4"/>
    <w:rsid w:val="004E1FA2"/>
    <w:rsid w:val="004E22C3"/>
    <w:rsid w:val="004E31C1"/>
    <w:rsid w:val="004E42A0"/>
    <w:rsid w:val="004E4453"/>
    <w:rsid w:val="004E49F6"/>
    <w:rsid w:val="004E50F9"/>
    <w:rsid w:val="004E5417"/>
    <w:rsid w:val="004E5946"/>
    <w:rsid w:val="004F0921"/>
    <w:rsid w:val="004F1F36"/>
    <w:rsid w:val="004F4760"/>
    <w:rsid w:val="004F7A4F"/>
    <w:rsid w:val="00500DBD"/>
    <w:rsid w:val="00501DA7"/>
    <w:rsid w:val="00501ECD"/>
    <w:rsid w:val="00502A1C"/>
    <w:rsid w:val="0050311C"/>
    <w:rsid w:val="005047CF"/>
    <w:rsid w:val="005048EE"/>
    <w:rsid w:val="0050574E"/>
    <w:rsid w:val="005074B5"/>
    <w:rsid w:val="00511599"/>
    <w:rsid w:val="00512167"/>
    <w:rsid w:val="0051237A"/>
    <w:rsid w:val="0051281F"/>
    <w:rsid w:val="00515CC7"/>
    <w:rsid w:val="005163EF"/>
    <w:rsid w:val="00516CFC"/>
    <w:rsid w:val="00517924"/>
    <w:rsid w:val="00517F1A"/>
    <w:rsid w:val="00521937"/>
    <w:rsid w:val="0052321B"/>
    <w:rsid w:val="005242AB"/>
    <w:rsid w:val="005251B4"/>
    <w:rsid w:val="00525755"/>
    <w:rsid w:val="0052726D"/>
    <w:rsid w:val="00527BAA"/>
    <w:rsid w:val="00532CC6"/>
    <w:rsid w:val="005341F3"/>
    <w:rsid w:val="005349BA"/>
    <w:rsid w:val="0053515C"/>
    <w:rsid w:val="005351D5"/>
    <w:rsid w:val="00535CDB"/>
    <w:rsid w:val="005362C4"/>
    <w:rsid w:val="00536314"/>
    <w:rsid w:val="005415A0"/>
    <w:rsid w:val="00541DCE"/>
    <w:rsid w:val="005422CC"/>
    <w:rsid w:val="00542395"/>
    <w:rsid w:val="00543260"/>
    <w:rsid w:val="00546896"/>
    <w:rsid w:val="00546BFD"/>
    <w:rsid w:val="0054742C"/>
    <w:rsid w:val="005508EA"/>
    <w:rsid w:val="00550A87"/>
    <w:rsid w:val="00550EBF"/>
    <w:rsid w:val="00552359"/>
    <w:rsid w:val="00554A74"/>
    <w:rsid w:val="0055508D"/>
    <w:rsid w:val="0055527F"/>
    <w:rsid w:val="00555A4A"/>
    <w:rsid w:val="00555CDA"/>
    <w:rsid w:val="00557DC4"/>
    <w:rsid w:val="00557FE4"/>
    <w:rsid w:val="005612EC"/>
    <w:rsid w:val="00561ADE"/>
    <w:rsid w:val="00563D8D"/>
    <w:rsid w:val="00566B90"/>
    <w:rsid w:val="0057222B"/>
    <w:rsid w:val="005724DC"/>
    <w:rsid w:val="005754DD"/>
    <w:rsid w:val="005769F8"/>
    <w:rsid w:val="00576E9C"/>
    <w:rsid w:val="0058003D"/>
    <w:rsid w:val="00580877"/>
    <w:rsid w:val="00581E27"/>
    <w:rsid w:val="00582C2A"/>
    <w:rsid w:val="00584A9B"/>
    <w:rsid w:val="00585B73"/>
    <w:rsid w:val="0058682E"/>
    <w:rsid w:val="005872D3"/>
    <w:rsid w:val="00587FF4"/>
    <w:rsid w:val="00590814"/>
    <w:rsid w:val="00590BDF"/>
    <w:rsid w:val="00593AB3"/>
    <w:rsid w:val="00593EED"/>
    <w:rsid w:val="00594634"/>
    <w:rsid w:val="00596BC3"/>
    <w:rsid w:val="00597192"/>
    <w:rsid w:val="005A0083"/>
    <w:rsid w:val="005A08FD"/>
    <w:rsid w:val="005A0B7D"/>
    <w:rsid w:val="005A11F3"/>
    <w:rsid w:val="005A159C"/>
    <w:rsid w:val="005A19E4"/>
    <w:rsid w:val="005A3067"/>
    <w:rsid w:val="005A3C49"/>
    <w:rsid w:val="005A3E1A"/>
    <w:rsid w:val="005A4A58"/>
    <w:rsid w:val="005A51CA"/>
    <w:rsid w:val="005A51F9"/>
    <w:rsid w:val="005A61CB"/>
    <w:rsid w:val="005A6916"/>
    <w:rsid w:val="005A7807"/>
    <w:rsid w:val="005B1C9F"/>
    <w:rsid w:val="005B1EB2"/>
    <w:rsid w:val="005B2E4C"/>
    <w:rsid w:val="005B30A6"/>
    <w:rsid w:val="005B35C0"/>
    <w:rsid w:val="005B3A26"/>
    <w:rsid w:val="005B5ACD"/>
    <w:rsid w:val="005B5C42"/>
    <w:rsid w:val="005B5D16"/>
    <w:rsid w:val="005C0B59"/>
    <w:rsid w:val="005C0C5D"/>
    <w:rsid w:val="005C30E2"/>
    <w:rsid w:val="005C3454"/>
    <w:rsid w:val="005C3C47"/>
    <w:rsid w:val="005C4282"/>
    <w:rsid w:val="005C42EA"/>
    <w:rsid w:val="005C47E5"/>
    <w:rsid w:val="005C4A98"/>
    <w:rsid w:val="005C519D"/>
    <w:rsid w:val="005C60A3"/>
    <w:rsid w:val="005D0451"/>
    <w:rsid w:val="005D218A"/>
    <w:rsid w:val="005D40D6"/>
    <w:rsid w:val="005D5CE0"/>
    <w:rsid w:val="005D5D66"/>
    <w:rsid w:val="005D68C1"/>
    <w:rsid w:val="005D6A4F"/>
    <w:rsid w:val="005E14CD"/>
    <w:rsid w:val="005E1854"/>
    <w:rsid w:val="005E2DCB"/>
    <w:rsid w:val="005E4042"/>
    <w:rsid w:val="005E41E9"/>
    <w:rsid w:val="005E4663"/>
    <w:rsid w:val="005E6723"/>
    <w:rsid w:val="005F0ADB"/>
    <w:rsid w:val="005F1E91"/>
    <w:rsid w:val="005F1F06"/>
    <w:rsid w:val="005F3120"/>
    <w:rsid w:val="005F3816"/>
    <w:rsid w:val="00600BE3"/>
    <w:rsid w:val="00601B27"/>
    <w:rsid w:val="00601D2E"/>
    <w:rsid w:val="00602C15"/>
    <w:rsid w:val="006037A4"/>
    <w:rsid w:val="00605069"/>
    <w:rsid w:val="00605276"/>
    <w:rsid w:val="00605C40"/>
    <w:rsid w:val="0060710D"/>
    <w:rsid w:val="006100E4"/>
    <w:rsid w:val="0061153E"/>
    <w:rsid w:val="00611C6B"/>
    <w:rsid w:val="00611CAA"/>
    <w:rsid w:val="006126FE"/>
    <w:rsid w:val="00613A13"/>
    <w:rsid w:val="00615D93"/>
    <w:rsid w:val="00615E15"/>
    <w:rsid w:val="0061649C"/>
    <w:rsid w:val="00617266"/>
    <w:rsid w:val="0061742A"/>
    <w:rsid w:val="00617696"/>
    <w:rsid w:val="006178BD"/>
    <w:rsid w:val="00620435"/>
    <w:rsid w:val="00620BB8"/>
    <w:rsid w:val="0062185F"/>
    <w:rsid w:val="00622066"/>
    <w:rsid w:val="006229EA"/>
    <w:rsid w:val="00622EBB"/>
    <w:rsid w:val="00623435"/>
    <w:rsid w:val="006234B4"/>
    <w:rsid w:val="0062441A"/>
    <w:rsid w:val="006249F5"/>
    <w:rsid w:val="00624BD7"/>
    <w:rsid w:val="00624F77"/>
    <w:rsid w:val="00625D3C"/>
    <w:rsid w:val="006278CA"/>
    <w:rsid w:val="006301CB"/>
    <w:rsid w:val="00631BF7"/>
    <w:rsid w:val="00631C51"/>
    <w:rsid w:val="00631DA2"/>
    <w:rsid w:val="006321BD"/>
    <w:rsid w:val="006328DA"/>
    <w:rsid w:val="00633DB7"/>
    <w:rsid w:val="00633F0F"/>
    <w:rsid w:val="00634C37"/>
    <w:rsid w:val="00634FC5"/>
    <w:rsid w:val="00635267"/>
    <w:rsid w:val="006358A3"/>
    <w:rsid w:val="00635E8F"/>
    <w:rsid w:val="00636B00"/>
    <w:rsid w:val="00636FA6"/>
    <w:rsid w:val="00637754"/>
    <w:rsid w:val="006403C0"/>
    <w:rsid w:val="006405A7"/>
    <w:rsid w:val="00640E13"/>
    <w:rsid w:val="00641134"/>
    <w:rsid w:val="006419DC"/>
    <w:rsid w:val="00643156"/>
    <w:rsid w:val="0064540C"/>
    <w:rsid w:val="00645678"/>
    <w:rsid w:val="00645ED4"/>
    <w:rsid w:val="00645F71"/>
    <w:rsid w:val="006501CC"/>
    <w:rsid w:val="00650954"/>
    <w:rsid w:val="006517DE"/>
    <w:rsid w:val="0065225F"/>
    <w:rsid w:val="00653D15"/>
    <w:rsid w:val="00653DB9"/>
    <w:rsid w:val="0065569C"/>
    <w:rsid w:val="00656594"/>
    <w:rsid w:val="00656D2F"/>
    <w:rsid w:val="00656DBF"/>
    <w:rsid w:val="00657342"/>
    <w:rsid w:val="006579A7"/>
    <w:rsid w:val="006613E5"/>
    <w:rsid w:val="0066234E"/>
    <w:rsid w:val="00662370"/>
    <w:rsid w:val="0066316A"/>
    <w:rsid w:val="00663625"/>
    <w:rsid w:val="00663DC4"/>
    <w:rsid w:val="00663E6C"/>
    <w:rsid w:val="006648C2"/>
    <w:rsid w:val="00664A17"/>
    <w:rsid w:val="00665C61"/>
    <w:rsid w:val="006673DC"/>
    <w:rsid w:val="0066761D"/>
    <w:rsid w:val="00670688"/>
    <w:rsid w:val="0067084D"/>
    <w:rsid w:val="0067209D"/>
    <w:rsid w:val="0067302E"/>
    <w:rsid w:val="0067352C"/>
    <w:rsid w:val="00673CD3"/>
    <w:rsid w:val="00673E9D"/>
    <w:rsid w:val="00673FCF"/>
    <w:rsid w:val="0067429A"/>
    <w:rsid w:val="00674718"/>
    <w:rsid w:val="006753EB"/>
    <w:rsid w:val="006765C3"/>
    <w:rsid w:val="00676A63"/>
    <w:rsid w:val="006822A6"/>
    <w:rsid w:val="006827D4"/>
    <w:rsid w:val="00684820"/>
    <w:rsid w:val="0068588D"/>
    <w:rsid w:val="006865E7"/>
    <w:rsid w:val="00686686"/>
    <w:rsid w:val="00686B1B"/>
    <w:rsid w:val="006873CD"/>
    <w:rsid w:val="00687436"/>
    <w:rsid w:val="0069111A"/>
    <w:rsid w:val="00691216"/>
    <w:rsid w:val="00691ADC"/>
    <w:rsid w:val="006928B0"/>
    <w:rsid w:val="00692954"/>
    <w:rsid w:val="00692B98"/>
    <w:rsid w:val="00692BF1"/>
    <w:rsid w:val="006940D4"/>
    <w:rsid w:val="0069493C"/>
    <w:rsid w:val="00694D47"/>
    <w:rsid w:val="00695A45"/>
    <w:rsid w:val="006A20BB"/>
    <w:rsid w:val="006A2115"/>
    <w:rsid w:val="006A4789"/>
    <w:rsid w:val="006A48A9"/>
    <w:rsid w:val="006A4C17"/>
    <w:rsid w:val="006A51DD"/>
    <w:rsid w:val="006A56D7"/>
    <w:rsid w:val="006A7791"/>
    <w:rsid w:val="006A7A86"/>
    <w:rsid w:val="006A7EBA"/>
    <w:rsid w:val="006B1BDE"/>
    <w:rsid w:val="006B1FEB"/>
    <w:rsid w:val="006B3149"/>
    <w:rsid w:val="006B3CD9"/>
    <w:rsid w:val="006B4524"/>
    <w:rsid w:val="006B466B"/>
    <w:rsid w:val="006B5C04"/>
    <w:rsid w:val="006C16DE"/>
    <w:rsid w:val="006C1D69"/>
    <w:rsid w:val="006C3AF2"/>
    <w:rsid w:val="006C4F60"/>
    <w:rsid w:val="006D1300"/>
    <w:rsid w:val="006D1E63"/>
    <w:rsid w:val="006D2B06"/>
    <w:rsid w:val="006D59B7"/>
    <w:rsid w:val="006D6464"/>
    <w:rsid w:val="006D6FCE"/>
    <w:rsid w:val="006D72C2"/>
    <w:rsid w:val="006D7A66"/>
    <w:rsid w:val="006D7D85"/>
    <w:rsid w:val="006E0FD5"/>
    <w:rsid w:val="006E469F"/>
    <w:rsid w:val="006E4BC0"/>
    <w:rsid w:val="006E5737"/>
    <w:rsid w:val="006E6F08"/>
    <w:rsid w:val="006F015B"/>
    <w:rsid w:val="006F174D"/>
    <w:rsid w:val="006F1DC8"/>
    <w:rsid w:val="006F2A80"/>
    <w:rsid w:val="006F347F"/>
    <w:rsid w:val="006F3549"/>
    <w:rsid w:val="006F4BDA"/>
    <w:rsid w:val="006F5103"/>
    <w:rsid w:val="006F61D1"/>
    <w:rsid w:val="006F62B6"/>
    <w:rsid w:val="006F6358"/>
    <w:rsid w:val="006F7335"/>
    <w:rsid w:val="00700D27"/>
    <w:rsid w:val="00703150"/>
    <w:rsid w:val="0070601D"/>
    <w:rsid w:val="00706111"/>
    <w:rsid w:val="00706AAA"/>
    <w:rsid w:val="00706BD2"/>
    <w:rsid w:val="00706D24"/>
    <w:rsid w:val="00706E7C"/>
    <w:rsid w:val="007070C0"/>
    <w:rsid w:val="00707B9A"/>
    <w:rsid w:val="00707C60"/>
    <w:rsid w:val="007108C2"/>
    <w:rsid w:val="007108CC"/>
    <w:rsid w:val="00710D76"/>
    <w:rsid w:val="007119B2"/>
    <w:rsid w:val="00711F42"/>
    <w:rsid w:val="007122DA"/>
    <w:rsid w:val="00712BB4"/>
    <w:rsid w:val="00713C08"/>
    <w:rsid w:val="00713FFF"/>
    <w:rsid w:val="00714EB6"/>
    <w:rsid w:val="007155E5"/>
    <w:rsid w:val="00715C02"/>
    <w:rsid w:val="00715EC8"/>
    <w:rsid w:val="00716483"/>
    <w:rsid w:val="00716673"/>
    <w:rsid w:val="00716F12"/>
    <w:rsid w:val="00717238"/>
    <w:rsid w:val="00717EB4"/>
    <w:rsid w:val="00721459"/>
    <w:rsid w:val="007224E0"/>
    <w:rsid w:val="00725E3D"/>
    <w:rsid w:val="00727327"/>
    <w:rsid w:val="0072793A"/>
    <w:rsid w:val="00727DFC"/>
    <w:rsid w:val="007325FF"/>
    <w:rsid w:val="007370EA"/>
    <w:rsid w:val="00737C13"/>
    <w:rsid w:val="00737ED3"/>
    <w:rsid w:val="00740579"/>
    <w:rsid w:val="007412F5"/>
    <w:rsid w:val="00741C82"/>
    <w:rsid w:val="0074232F"/>
    <w:rsid w:val="00744EC3"/>
    <w:rsid w:val="00747137"/>
    <w:rsid w:val="00747298"/>
    <w:rsid w:val="007474C5"/>
    <w:rsid w:val="00747A44"/>
    <w:rsid w:val="00747D9D"/>
    <w:rsid w:val="00747DC5"/>
    <w:rsid w:val="007539A2"/>
    <w:rsid w:val="00754182"/>
    <w:rsid w:val="0075444D"/>
    <w:rsid w:val="0075552A"/>
    <w:rsid w:val="00755734"/>
    <w:rsid w:val="00755DA3"/>
    <w:rsid w:val="0075658F"/>
    <w:rsid w:val="00760929"/>
    <w:rsid w:val="00762CA5"/>
    <w:rsid w:val="00764EAA"/>
    <w:rsid w:val="00766E0B"/>
    <w:rsid w:val="007707BD"/>
    <w:rsid w:val="00771623"/>
    <w:rsid w:val="00772AD8"/>
    <w:rsid w:val="00774D90"/>
    <w:rsid w:val="00776035"/>
    <w:rsid w:val="00780A7A"/>
    <w:rsid w:val="0078142A"/>
    <w:rsid w:val="00781A61"/>
    <w:rsid w:val="0078371D"/>
    <w:rsid w:val="00783BBB"/>
    <w:rsid w:val="00783E49"/>
    <w:rsid w:val="00784DBD"/>
    <w:rsid w:val="00785F5D"/>
    <w:rsid w:val="00787B64"/>
    <w:rsid w:val="007909F4"/>
    <w:rsid w:val="00790CD4"/>
    <w:rsid w:val="00791CF0"/>
    <w:rsid w:val="00792896"/>
    <w:rsid w:val="00794522"/>
    <w:rsid w:val="00794FDA"/>
    <w:rsid w:val="00795AD3"/>
    <w:rsid w:val="00797659"/>
    <w:rsid w:val="007A0FC7"/>
    <w:rsid w:val="007A170B"/>
    <w:rsid w:val="007A1974"/>
    <w:rsid w:val="007A21D6"/>
    <w:rsid w:val="007A304C"/>
    <w:rsid w:val="007A3F46"/>
    <w:rsid w:val="007A440E"/>
    <w:rsid w:val="007A444F"/>
    <w:rsid w:val="007A46E7"/>
    <w:rsid w:val="007A4A33"/>
    <w:rsid w:val="007A4E7D"/>
    <w:rsid w:val="007A594B"/>
    <w:rsid w:val="007A5EA2"/>
    <w:rsid w:val="007A6A30"/>
    <w:rsid w:val="007B0400"/>
    <w:rsid w:val="007B1ACA"/>
    <w:rsid w:val="007B3016"/>
    <w:rsid w:val="007B30C8"/>
    <w:rsid w:val="007B3898"/>
    <w:rsid w:val="007B3AFD"/>
    <w:rsid w:val="007B4611"/>
    <w:rsid w:val="007B5B98"/>
    <w:rsid w:val="007B5C5A"/>
    <w:rsid w:val="007C016F"/>
    <w:rsid w:val="007C3ED9"/>
    <w:rsid w:val="007C5A4A"/>
    <w:rsid w:val="007C6525"/>
    <w:rsid w:val="007C6A32"/>
    <w:rsid w:val="007C7AD2"/>
    <w:rsid w:val="007C7E47"/>
    <w:rsid w:val="007D141E"/>
    <w:rsid w:val="007D255A"/>
    <w:rsid w:val="007D38F2"/>
    <w:rsid w:val="007D38F5"/>
    <w:rsid w:val="007D598F"/>
    <w:rsid w:val="007E04A0"/>
    <w:rsid w:val="007E156A"/>
    <w:rsid w:val="007E2A83"/>
    <w:rsid w:val="007E2D21"/>
    <w:rsid w:val="007E3B9F"/>
    <w:rsid w:val="007E5316"/>
    <w:rsid w:val="007E61C0"/>
    <w:rsid w:val="007E6B3F"/>
    <w:rsid w:val="007F0BC8"/>
    <w:rsid w:val="007F12EB"/>
    <w:rsid w:val="007F186D"/>
    <w:rsid w:val="007F2E9C"/>
    <w:rsid w:val="007F41D1"/>
    <w:rsid w:val="007F4A38"/>
    <w:rsid w:val="007F5417"/>
    <w:rsid w:val="007F5521"/>
    <w:rsid w:val="007F5C02"/>
    <w:rsid w:val="007F6762"/>
    <w:rsid w:val="007F71B7"/>
    <w:rsid w:val="007F72CC"/>
    <w:rsid w:val="00801B2F"/>
    <w:rsid w:val="0080330E"/>
    <w:rsid w:val="0080384E"/>
    <w:rsid w:val="00803867"/>
    <w:rsid w:val="0080392D"/>
    <w:rsid w:val="00806AA1"/>
    <w:rsid w:val="008070FD"/>
    <w:rsid w:val="008076CB"/>
    <w:rsid w:val="00807DBF"/>
    <w:rsid w:val="00810583"/>
    <w:rsid w:val="00810AD2"/>
    <w:rsid w:val="008127A1"/>
    <w:rsid w:val="00812E27"/>
    <w:rsid w:val="00812F80"/>
    <w:rsid w:val="008148BB"/>
    <w:rsid w:val="008159DB"/>
    <w:rsid w:val="00815C7C"/>
    <w:rsid w:val="00816003"/>
    <w:rsid w:val="008173DC"/>
    <w:rsid w:val="008204C5"/>
    <w:rsid w:val="00820B19"/>
    <w:rsid w:val="008210E9"/>
    <w:rsid w:val="00821FA5"/>
    <w:rsid w:val="00822154"/>
    <w:rsid w:val="00823642"/>
    <w:rsid w:val="0082432C"/>
    <w:rsid w:val="008257C4"/>
    <w:rsid w:val="00825A73"/>
    <w:rsid w:val="00827403"/>
    <w:rsid w:val="008312C8"/>
    <w:rsid w:val="00831750"/>
    <w:rsid w:val="00831A6B"/>
    <w:rsid w:val="00832906"/>
    <w:rsid w:val="00834240"/>
    <w:rsid w:val="0083491A"/>
    <w:rsid w:val="00834B26"/>
    <w:rsid w:val="0083549A"/>
    <w:rsid w:val="008361EC"/>
    <w:rsid w:val="008370E3"/>
    <w:rsid w:val="0084199E"/>
    <w:rsid w:val="008441F6"/>
    <w:rsid w:val="008443F3"/>
    <w:rsid w:val="008445A4"/>
    <w:rsid w:val="00845494"/>
    <w:rsid w:val="00846AC5"/>
    <w:rsid w:val="00847DCC"/>
    <w:rsid w:val="00847DF4"/>
    <w:rsid w:val="00851564"/>
    <w:rsid w:val="00852ACB"/>
    <w:rsid w:val="00854326"/>
    <w:rsid w:val="00860D62"/>
    <w:rsid w:val="0086196E"/>
    <w:rsid w:val="00862185"/>
    <w:rsid w:val="00865309"/>
    <w:rsid w:val="00866D88"/>
    <w:rsid w:val="0086742C"/>
    <w:rsid w:val="0087115E"/>
    <w:rsid w:val="00871653"/>
    <w:rsid w:val="00871CC4"/>
    <w:rsid w:val="0087268D"/>
    <w:rsid w:val="00872AC8"/>
    <w:rsid w:val="00872D4B"/>
    <w:rsid w:val="00874A65"/>
    <w:rsid w:val="008751A8"/>
    <w:rsid w:val="00876321"/>
    <w:rsid w:val="0087680A"/>
    <w:rsid w:val="00876C4F"/>
    <w:rsid w:val="00877012"/>
    <w:rsid w:val="0087757F"/>
    <w:rsid w:val="00877FF9"/>
    <w:rsid w:val="0088007F"/>
    <w:rsid w:val="0088223E"/>
    <w:rsid w:val="00883715"/>
    <w:rsid w:val="00884216"/>
    <w:rsid w:val="008844A4"/>
    <w:rsid w:val="00884DC7"/>
    <w:rsid w:val="008857DF"/>
    <w:rsid w:val="00885CAA"/>
    <w:rsid w:val="0088684D"/>
    <w:rsid w:val="008868EC"/>
    <w:rsid w:val="00886DA3"/>
    <w:rsid w:val="00887715"/>
    <w:rsid w:val="00887ADD"/>
    <w:rsid w:val="0089038D"/>
    <w:rsid w:val="00890DAB"/>
    <w:rsid w:val="00891CA6"/>
    <w:rsid w:val="008929DE"/>
    <w:rsid w:val="00893859"/>
    <w:rsid w:val="00893B0B"/>
    <w:rsid w:val="00894B3F"/>
    <w:rsid w:val="0089616A"/>
    <w:rsid w:val="00896429"/>
    <w:rsid w:val="00896C0D"/>
    <w:rsid w:val="008A019A"/>
    <w:rsid w:val="008A04CF"/>
    <w:rsid w:val="008A06D2"/>
    <w:rsid w:val="008A09C1"/>
    <w:rsid w:val="008A0CEB"/>
    <w:rsid w:val="008A1A58"/>
    <w:rsid w:val="008A2061"/>
    <w:rsid w:val="008A51E4"/>
    <w:rsid w:val="008A5B43"/>
    <w:rsid w:val="008A6B1E"/>
    <w:rsid w:val="008A6F16"/>
    <w:rsid w:val="008A6FC2"/>
    <w:rsid w:val="008B04B5"/>
    <w:rsid w:val="008B13F7"/>
    <w:rsid w:val="008B1C48"/>
    <w:rsid w:val="008B2C89"/>
    <w:rsid w:val="008B31F9"/>
    <w:rsid w:val="008B3634"/>
    <w:rsid w:val="008B4032"/>
    <w:rsid w:val="008B45D0"/>
    <w:rsid w:val="008B5DA6"/>
    <w:rsid w:val="008B6764"/>
    <w:rsid w:val="008C000F"/>
    <w:rsid w:val="008C01B4"/>
    <w:rsid w:val="008C0E4F"/>
    <w:rsid w:val="008C0F17"/>
    <w:rsid w:val="008C1B3C"/>
    <w:rsid w:val="008C400F"/>
    <w:rsid w:val="008C55E1"/>
    <w:rsid w:val="008C620B"/>
    <w:rsid w:val="008C6F1E"/>
    <w:rsid w:val="008C725B"/>
    <w:rsid w:val="008C7CA2"/>
    <w:rsid w:val="008D0B31"/>
    <w:rsid w:val="008D107E"/>
    <w:rsid w:val="008D15EA"/>
    <w:rsid w:val="008D21DF"/>
    <w:rsid w:val="008D303B"/>
    <w:rsid w:val="008D4A9D"/>
    <w:rsid w:val="008D5951"/>
    <w:rsid w:val="008D6896"/>
    <w:rsid w:val="008D702D"/>
    <w:rsid w:val="008E0988"/>
    <w:rsid w:val="008E0C5C"/>
    <w:rsid w:val="008E26BC"/>
    <w:rsid w:val="008E35BA"/>
    <w:rsid w:val="008E39DB"/>
    <w:rsid w:val="008E455C"/>
    <w:rsid w:val="008E6904"/>
    <w:rsid w:val="008E743B"/>
    <w:rsid w:val="008E78F2"/>
    <w:rsid w:val="008F01E8"/>
    <w:rsid w:val="008F03E0"/>
    <w:rsid w:val="008F1481"/>
    <w:rsid w:val="008F17B6"/>
    <w:rsid w:val="008F24C2"/>
    <w:rsid w:val="008F3581"/>
    <w:rsid w:val="008F64DF"/>
    <w:rsid w:val="008F6B7E"/>
    <w:rsid w:val="008F6DE0"/>
    <w:rsid w:val="009005D5"/>
    <w:rsid w:val="00900902"/>
    <w:rsid w:val="00900DD7"/>
    <w:rsid w:val="0090120C"/>
    <w:rsid w:val="00912204"/>
    <w:rsid w:val="0091338B"/>
    <w:rsid w:val="0091343D"/>
    <w:rsid w:val="009134B2"/>
    <w:rsid w:val="00913AF4"/>
    <w:rsid w:val="00913B66"/>
    <w:rsid w:val="0091491E"/>
    <w:rsid w:val="009170C0"/>
    <w:rsid w:val="0092217E"/>
    <w:rsid w:val="0092342E"/>
    <w:rsid w:val="009243B1"/>
    <w:rsid w:val="00924600"/>
    <w:rsid w:val="00924E4A"/>
    <w:rsid w:val="00925658"/>
    <w:rsid w:val="00925900"/>
    <w:rsid w:val="009273F7"/>
    <w:rsid w:val="00930E4B"/>
    <w:rsid w:val="0093116C"/>
    <w:rsid w:val="00931484"/>
    <w:rsid w:val="00931906"/>
    <w:rsid w:val="009333A4"/>
    <w:rsid w:val="00935B0F"/>
    <w:rsid w:val="00936FFB"/>
    <w:rsid w:val="009371A7"/>
    <w:rsid w:val="009371CE"/>
    <w:rsid w:val="00937251"/>
    <w:rsid w:val="00937561"/>
    <w:rsid w:val="009406EF"/>
    <w:rsid w:val="00940D48"/>
    <w:rsid w:val="00941738"/>
    <w:rsid w:val="00941A07"/>
    <w:rsid w:val="009436ED"/>
    <w:rsid w:val="009457EB"/>
    <w:rsid w:val="009461AB"/>
    <w:rsid w:val="00947112"/>
    <w:rsid w:val="00947A31"/>
    <w:rsid w:val="00947EEF"/>
    <w:rsid w:val="0095080A"/>
    <w:rsid w:val="0095084C"/>
    <w:rsid w:val="00951095"/>
    <w:rsid w:val="00951ACA"/>
    <w:rsid w:val="009525FD"/>
    <w:rsid w:val="00952A79"/>
    <w:rsid w:val="00953F8D"/>
    <w:rsid w:val="00954B15"/>
    <w:rsid w:val="00954B24"/>
    <w:rsid w:val="00955EC7"/>
    <w:rsid w:val="00960AB9"/>
    <w:rsid w:val="0096118D"/>
    <w:rsid w:val="009613B1"/>
    <w:rsid w:val="00961C70"/>
    <w:rsid w:val="00962E27"/>
    <w:rsid w:val="00967CE8"/>
    <w:rsid w:val="00970A77"/>
    <w:rsid w:val="00971E2F"/>
    <w:rsid w:val="00972ED3"/>
    <w:rsid w:val="00972FAF"/>
    <w:rsid w:val="0097422F"/>
    <w:rsid w:val="009742AF"/>
    <w:rsid w:val="00976CCD"/>
    <w:rsid w:val="00980BF6"/>
    <w:rsid w:val="009813D5"/>
    <w:rsid w:val="009821DC"/>
    <w:rsid w:val="00983554"/>
    <w:rsid w:val="009847D2"/>
    <w:rsid w:val="00985110"/>
    <w:rsid w:val="009862B7"/>
    <w:rsid w:val="0098641C"/>
    <w:rsid w:val="00986813"/>
    <w:rsid w:val="009875A6"/>
    <w:rsid w:val="00987964"/>
    <w:rsid w:val="00987C95"/>
    <w:rsid w:val="009906FA"/>
    <w:rsid w:val="00991426"/>
    <w:rsid w:val="00992ADF"/>
    <w:rsid w:val="00992DFF"/>
    <w:rsid w:val="00995D55"/>
    <w:rsid w:val="00996B98"/>
    <w:rsid w:val="00996FE2"/>
    <w:rsid w:val="009976A4"/>
    <w:rsid w:val="009A0048"/>
    <w:rsid w:val="009A110E"/>
    <w:rsid w:val="009A163F"/>
    <w:rsid w:val="009A5C15"/>
    <w:rsid w:val="009A5FCB"/>
    <w:rsid w:val="009A719F"/>
    <w:rsid w:val="009A71F6"/>
    <w:rsid w:val="009A78D6"/>
    <w:rsid w:val="009A7A73"/>
    <w:rsid w:val="009A7DF6"/>
    <w:rsid w:val="009A7F5B"/>
    <w:rsid w:val="009B0868"/>
    <w:rsid w:val="009B0FAF"/>
    <w:rsid w:val="009B28AC"/>
    <w:rsid w:val="009B4392"/>
    <w:rsid w:val="009B497C"/>
    <w:rsid w:val="009B5452"/>
    <w:rsid w:val="009B573D"/>
    <w:rsid w:val="009B5C11"/>
    <w:rsid w:val="009C0499"/>
    <w:rsid w:val="009C08EF"/>
    <w:rsid w:val="009C15B1"/>
    <w:rsid w:val="009C1D16"/>
    <w:rsid w:val="009C1FE0"/>
    <w:rsid w:val="009C3AAE"/>
    <w:rsid w:val="009C4091"/>
    <w:rsid w:val="009C634D"/>
    <w:rsid w:val="009D15E0"/>
    <w:rsid w:val="009D1A0F"/>
    <w:rsid w:val="009D26D4"/>
    <w:rsid w:val="009D3C48"/>
    <w:rsid w:val="009D4729"/>
    <w:rsid w:val="009D4A13"/>
    <w:rsid w:val="009D4A33"/>
    <w:rsid w:val="009D4C6D"/>
    <w:rsid w:val="009D605C"/>
    <w:rsid w:val="009D6E4E"/>
    <w:rsid w:val="009D7103"/>
    <w:rsid w:val="009E0E8B"/>
    <w:rsid w:val="009E3D38"/>
    <w:rsid w:val="009E4092"/>
    <w:rsid w:val="009E4AC4"/>
    <w:rsid w:val="009E5E7A"/>
    <w:rsid w:val="009E73D0"/>
    <w:rsid w:val="009E79B9"/>
    <w:rsid w:val="009F0229"/>
    <w:rsid w:val="009F0714"/>
    <w:rsid w:val="009F1B00"/>
    <w:rsid w:val="009F1DDE"/>
    <w:rsid w:val="009F22DB"/>
    <w:rsid w:val="009F2544"/>
    <w:rsid w:val="009F2ADB"/>
    <w:rsid w:val="009F2B2D"/>
    <w:rsid w:val="009F43AE"/>
    <w:rsid w:val="009F5655"/>
    <w:rsid w:val="009F76E3"/>
    <w:rsid w:val="009F7FD7"/>
    <w:rsid w:val="00A02849"/>
    <w:rsid w:val="00A02A98"/>
    <w:rsid w:val="00A02F61"/>
    <w:rsid w:val="00A03E56"/>
    <w:rsid w:val="00A04342"/>
    <w:rsid w:val="00A06B78"/>
    <w:rsid w:val="00A078C0"/>
    <w:rsid w:val="00A07FB7"/>
    <w:rsid w:val="00A11492"/>
    <w:rsid w:val="00A122AC"/>
    <w:rsid w:val="00A14BE0"/>
    <w:rsid w:val="00A15272"/>
    <w:rsid w:val="00A1590B"/>
    <w:rsid w:val="00A1755A"/>
    <w:rsid w:val="00A17803"/>
    <w:rsid w:val="00A21522"/>
    <w:rsid w:val="00A22065"/>
    <w:rsid w:val="00A229EC"/>
    <w:rsid w:val="00A23312"/>
    <w:rsid w:val="00A23A0B"/>
    <w:rsid w:val="00A23C05"/>
    <w:rsid w:val="00A24C00"/>
    <w:rsid w:val="00A25352"/>
    <w:rsid w:val="00A2593E"/>
    <w:rsid w:val="00A266F3"/>
    <w:rsid w:val="00A2767C"/>
    <w:rsid w:val="00A27A92"/>
    <w:rsid w:val="00A302BB"/>
    <w:rsid w:val="00A30475"/>
    <w:rsid w:val="00A312B3"/>
    <w:rsid w:val="00A3212D"/>
    <w:rsid w:val="00A321A1"/>
    <w:rsid w:val="00A326A1"/>
    <w:rsid w:val="00A331BE"/>
    <w:rsid w:val="00A337F8"/>
    <w:rsid w:val="00A358CD"/>
    <w:rsid w:val="00A35C07"/>
    <w:rsid w:val="00A36083"/>
    <w:rsid w:val="00A376EA"/>
    <w:rsid w:val="00A37FC3"/>
    <w:rsid w:val="00A37FD1"/>
    <w:rsid w:val="00A4023F"/>
    <w:rsid w:val="00A41670"/>
    <w:rsid w:val="00A42A30"/>
    <w:rsid w:val="00A42C6D"/>
    <w:rsid w:val="00A45E53"/>
    <w:rsid w:val="00A460DC"/>
    <w:rsid w:val="00A46936"/>
    <w:rsid w:val="00A46C23"/>
    <w:rsid w:val="00A47742"/>
    <w:rsid w:val="00A47DAC"/>
    <w:rsid w:val="00A504CD"/>
    <w:rsid w:val="00A50CE4"/>
    <w:rsid w:val="00A51448"/>
    <w:rsid w:val="00A514C7"/>
    <w:rsid w:val="00A528C9"/>
    <w:rsid w:val="00A5365C"/>
    <w:rsid w:val="00A53A6C"/>
    <w:rsid w:val="00A53E22"/>
    <w:rsid w:val="00A5466C"/>
    <w:rsid w:val="00A55527"/>
    <w:rsid w:val="00A55AB7"/>
    <w:rsid w:val="00A56FED"/>
    <w:rsid w:val="00A570EB"/>
    <w:rsid w:val="00A571F7"/>
    <w:rsid w:val="00A604FC"/>
    <w:rsid w:val="00A60B2B"/>
    <w:rsid w:val="00A612E7"/>
    <w:rsid w:val="00A62269"/>
    <w:rsid w:val="00A6480A"/>
    <w:rsid w:val="00A70125"/>
    <w:rsid w:val="00A709B7"/>
    <w:rsid w:val="00A70E96"/>
    <w:rsid w:val="00A71A2F"/>
    <w:rsid w:val="00A71A97"/>
    <w:rsid w:val="00A7250C"/>
    <w:rsid w:val="00A7394E"/>
    <w:rsid w:val="00A74292"/>
    <w:rsid w:val="00A769BB"/>
    <w:rsid w:val="00A76F22"/>
    <w:rsid w:val="00A77027"/>
    <w:rsid w:val="00A80BBF"/>
    <w:rsid w:val="00A81205"/>
    <w:rsid w:val="00A81F11"/>
    <w:rsid w:val="00A83FAD"/>
    <w:rsid w:val="00A846D9"/>
    <w:rsid w:val="00A86423"/>
    <w:rsid w:val="00A865C4"/>
    <w:rsid w:val="00A910DF"/>
    <w:rsid w:val="00A9115E"/>
    <w:rsid w:val="00A91535"/>
    <w:rsid w:val="00A91E7C"/>
    <w:rsid w:val="00A96ED1"/>
    <w:rsid w:val="00A97B8F"/>
    <w:rsid w:val="00A97F41"/>
    <w:rsid w:val="00A97F73"/>
    <w:rsid w:val="00AA089C"/>
    <w:rsid w:val="00AA11FE"/>
    <w:rsid w:val="00AA1565"/>
    <w:rsid w:val="00AA1880"/>
    <w:rsid w:val="00AA1C03"/>
    <w:rsid w:val="00AA28DB"/>
    <w:rsid w:val="00AA3FE7"/>
    <w:rsid w:val="00AA50E7"/>
    <w:rsid w:val="00AA5768"/>
    <w:rsid w:val="00AA5D7F"/>
    <w:rsid w:val="00AA5E01"/>
    <w:rsid w:val="00AA7068"/>
    <w:rsid w:val="00AB2C0B"/>
    <w:rsid w:val="00AB4708"/>
    <w:rsid w:val="00AB5089"/>
    <w:rsid w:val="00AB5FA4"/>
    <w:rsid w:val="00AB713E"/>
    <w:rsid w:val="00AB7433"/>
    <w:rsid w:val="00AB7B01"/>
    <w:rsid w:val="00AC0142"/>
    <w:rsid w:val="00AC0316"/>
    <w:rsid w:val="00AC15E7"/>
    <w:rsid w:val="00AC1B4F"/>
    <w:rsid w:val="00AC243F"/>
    <w:rsid w:val="00AC2C0C"/>
    <w:rsid w:val="00AC32B4"/>
    <w:rsid w:val="00AC41FE"/>
    <w:rsid w:val="00AC47F2"/>
    <w:rsid w:val="00AC4F21"/>
    <w:rsid w:val="00AC5210"/>
    <w:rsid w:val="00AC634A"/>
    <w:rsid w:val="00AC71AB"/>
    <w:rsid w:val="00AC71FC"/>
    <w:rsid w:val="00AC7C8A"/>
    <w:rsid w:val="00AD050A"/>
    <w:rsid w:val="00AD1397"/>
    <w:rsid w:val="00AD231D"/>
    <w:rsid w:val="00AD27C1"/>
    <w:rsid w:val="00AD2C55"/>
    <w:rsid w:val="00AD413F"/>
    <w:rsid w:val="00AD51F2"/>
    <w:rsid w:val="00AD76B1"/>
    <w:rsid w:val="00AE01AD"/>
    <w:rsid w:val="00AE02A1"/>
    <w:rsid w:val="00AE0CB3"/>
    <w:rsid w:val="00AE1D33"/>
    <w:rsid w:val="00AE29BA"/>
    <w:rsid w:val="00AE2FE0"/>
    <w:rsid w:val="00AE32F1"/>
    <w:rsid w:val="00AE3B66"/>
    <w:rsid w:val="00AE3F16"/>
    <w:rsid w:val="00AE740C"/>
    <w:rsid w:val="00AE7489"/>
    <w:rsid w:val="00AF0FC2"/>
    <w:rsid w:val="00AF21DF"/>
    <w:rsid w:val="00AF247E"/>
    <w:rsid w:val="00AF2AA1"/>
    <w:rsid w:val="00AF2ABC"/>
    <w:rsid w:val="00AF3325"/>
    <w:rsid w:val="00AF3C38"/>
    <w:rsid w:val="00AF53AF"/>
    <w:rsid w:val="00AF5FAB"/>
    <w:rsid w:val="00AF6384"/>
    <w:rsid w:val="00AF6813"/>
    <w:rsid w:val="00AF6E89"/>
    <w:rsid w:val="00AF72D1"/>
    <w:rsid w:val="00B007E6"/>
    <w:rsid w:val="00B01339"/>
    <w:rsid w:val="00B01835"/>
    <w:rsid w:val="00B01F4E"/>
    <w:rsid w:val="00B02F97"/>
    <w:rsid w:val="00B060C2"/>
    <w:rsid w:val="00B06715"/>
    <w:rsid w:val="00B06C08"/>
    <w:rsid w:val="00B06D80"/>
    <w:rsid w:val="00B10A0E"/>
    <w:rsid w:val="00B12EBB"/>
    <w:rsid w:val="00B133C4"/>
    <w:rsid w:val="00B13498"/>
    <w:rsid w:val="00B1443F"/>
    <w:rsid w:val="00B145E0"/>
    <w:rsid w:val="00B14B9B"/>
    <w:rsid w:val="00B16168"/>
    <w:rsid w:val="00B175B7"/>
    <w:rsid w:val="00B17917"/>
    <w:rsid w:val="00B17A1D"/>
    <w:rsid w:val="00B22FB2"/>
    <w:rsid w:val="00B23AA5"/>
    <w:rsid w:val="00B25730"/>
    <w:rsid w:val="00B27A54"/>
    <w:rsid w:val="00B30949"/>
    <w:rsid w:val="00B31182"/>
    <w:rsid w:val="00B33F7B"/>
    <w:rsid w:val="00B35F9E"/>
    <w:rsid w:val="00B3773F"/>
    <w:rsid w:val="00B37E2D"/>
    <w:rsid w:val="00B4283F"/>
    <w:rsid w:val="00B42FEC"/>
    <w:rsid w:val="00B43A82"/>
    <w:rsid w:val="00B46288"/>
    <w:rsid w:val="00B46DF3"/>
    <w:rsid w:val="00B47F7A"/>
    <w:rsid w:val="00B5064C"/>
    <w:rsid w:val="00B53A08"/>
    <w:rsid w:val="00B551D9"/>
    <w:rsid w:val="00B56FAB"/>
    <w:rsid w:val="00B57226"/>
    <w:rsid w:val="00B57896"/>
    <w:rsid w:val="00B607BF"/>
    <w:rsid w:val="00B612F8"/>
    <w:rsid w:val="00B61871"/>
    <w:rsid w:val="00B62232"/>
    <w:rsid w:val="00B62EE8"/>
    <w:rsid w:val="00B62FDB"/>
    <w:rsid w:val="00B63307"/>
    <w:rsid w:val="00B63AF9"/>
    <w:rsid w:val="00B64579"/>
    <w:rsid w:val="00B6479C"/>
    <w:rsid w:val="00B65103"/>
    <w:rsid w:val="00B65553"/>
    <w:rsid w:val="00B667E9"/>
    <w:rsid w:val="00B66F96"/>
    <w:rsid w:val="00B6704B"/>
    <w:rsid w:val="00B676DD"/>
    <w:rsid w:val="00B706AD"/>
    <w:rsid w:val="00B719FB"/>
    <w:rsid w:val="00B71A47"/>
    <w:rsid w:val="00B720AC"/>
    <w:rsid w:val="00B725DF"/>
    <w:rsid w:val="00B72E4F"/>
    <w:rsid w:val="00B73D2A"/>
    <w:rsid w:val="00B74704"/>
    <w:rsid w:val="00B751F1"/>
    <w:rsid w:val="00B754D9"/>
    <w:rsid w:val="00B75590"/>
    <w:rsid w:val="00B75D3B"/>
    <w:rsid w:val="00B77E06"/>
    <w:rsid w:val="00B800D9"/>
    <w:rsid w:val="00B803FD"/>
    <w:rsid w:val="00B8047B"/>
    <w:rsid w:val="00B81F0E"/>
    <w:rsid w:val="00B8293B"/>
    <w:rsid w:val="00B83730"/>
    <w:rsid w:val="00B84D9D"/>
    <w:rsid w:val="00B85058"/>
    <w:rsid w:val="00B92293"/>
    <w:rsid w:val="00B92458"/>
    <w:rsid w:val="00B927DD"/>
    <w:rsid w:val="00B92FC9"/>
    <w:rsid w:val="00B93303"/>
    <w:rsid w:val="00B94E2F"/>
    <w:rsid w:val="00B95BC3"/>
    <w:rsid w:val="00B96B21"/>
    <w:rsid w:val="00B970FD"/>
    <w:rsid w:val="00B971A4"/>
    <w:rsid w:val="00B97B41"/>
    <w:rsid w:val="00BA08CB"/>
    <w:rsid w:val="00BA2253"/>
    <w:rsid w:val="00BA4353"/>
    <w:rsid w:val="00BA5176"/>
    <w:rsid w:val="00BA68C3"/>
    <w:rsid w:val="00BA708F"/>
    <w:rsid w:val="00BB066E"/>
    <w:rsid w:val="00BB0CA8"/>
    <w:rsid w:val="00BB1AB6"/>
    <w:rsid w:val="00BB7F52"/>
    <w:rsid w:val="00BC11CD"/>
    <w:rsid w:val="00BC1BD5"/>
    <w:rsid w:val="00BC2F18"/>
    <w:rsid w:val="00BC3029"/>
    <w:rsid w:val="00BC4778"/>
    <w:rsid w:val="00BC54F8"/>
    <w:rsid w:val="00BC74ED"/>
    <w:rsid w:val="00BC7D61"/>
    <w:rsid w:val="00BD1B1A"/>
    <w:rsid w:val="00BD2C7D"/>
    <w:rsid w:val="00BD37F4"/>
    <w:rsid w:val="00BD479C"/>
    <w:rsid w:val="00BD63EF"/>
    <w:rsid w:val="00BD6872"/>
    <w:rsid w:val="00BD6D44"/>
    <w:rsid w:val="00BD7072"/>
    <w:rsid w:val="00BE1B79"/>
    <w:rsid w:val="00BE3512"/>
    <w:rsid w:val="00BE39C5"/>
    <w:rsid w:val="00BE43DD"/>
    <w:rsid w:val="00BE6BD4"/>
    <w:rsid w:val="00BE79C4"/>
    <w:rsid w:val="00BF0369"/>
    <w:rsid w:val="00BF03EA"/>
    <w:rsid w:val="00BF0A81"/>
    <w:rsid w:val="00BF1AE6"/>
    <w:rsid w:val="00BF2870"/>
    <w:rsid w:val="00BF3C74"/>
    <w:rsid w:val="00BF494C"/>
    <w:rsid w:val="00BF74AF"/>
    <w:rsid w:val="00C0053B"/>
    <w:rsid w:val="00C00663"/>
    <w:rsid w:val="00C00A0C"/>
    <w:rsid w:val="00C00E4E"/>
    <w:rsid w:val="00C02A3D"/>
    <w:rsid w:val="00C03EFA"/>
    <w:rsid w:val="00C05BBD"/>
    <w:rsid w:val="00C065F4"/>
    <w:rsid w:val="00C1008C"/>
    <w:rsid w:val="00C102A4"/>
    <w:rsid w:val="00C11647"/>
    <w:rsid w:val="00C12875"/>
    <w:rsid w:val="00C14542"/>
    <w:rsid w:val="00C16879"/>
    <w:rsid w:val="00C17186"/>
    <w:rsid w:val="00C211DE"/>
    <w:rsid w:val="00C2154A"/>
    <w:rsid w:val="00C218C6"/>
    <w:rsid w:val="00C22033"/>
    <w:rsid w:val="00C22241"/>
    <w:rsid w:val="00C222C4"/>
    <w:rsid w:val="00C22345"/>
    <w:rsid w:val="00C2242B"/>
    <w:rsid w:val="00C224CC"/>
    <w:rsid w:val="00C2336D"/>
    <w:rsid w:val="00C26419"/>
    <w:rsid w:val="00C3122F"/>
    <w:rsid w:val="00C31AB5"/>
    <w:rsid w:val="00C32C96"/>
    <w:rsid w:val="00C33889"/>
    <w:rsid w:val="00C3455B"/>
    <w:rsid w:val="00C34E5A"/>
    <w:rsid w:val="00C3577D"/>
    <w:rsid w:val="00C35C48"/>
    <w:rsid w:val="00C35C7F"/>
    <w:rsid w:val="00C41E82"/>
    <w:rsid w:val="00C43B22"/>
    <w:rsid w:val="00C43C42"/>
    <w:rsid w:val="00C43E94"/>
    <w:rsid w:val="00C440EC"/>
    <w:rsid w:val="00C44D95"/>
    <w:rsid w:val="00C466D3"/>
    <w:rsid w:val="00C512E6"/>
    <w:rsid w:val="00C51A83"/>
    <w:rsid w:val="00C5216F"/>
    <w:rsid w:val="00C526E3"/>
    <w:rsid w:val="00C5335E"/>
    <w:rsid w:val="00C54160"/>
    <w:rsid w:val="00C546AF"/>
    <w:rsid w:val="00C55EE0"/>
    <w:rsid w:val="00C56340"/>
    <w:rsid w:val="00C56E9C"/>
    <w:rsid w:val="00C57BF4"/>
    <w:rsid w:val="00C648B0"/>
    <w:rsid w:val="00C65FBE"/>
    <w:rsid w:val="00C665E9"/>
    <w:rsid w:val="00C71D24"/>
    <w:rsid w:val="00C7297D"/>
    <w:rsid w:val="00C72F78"/>
    <w:rsid w:val="00C7386A"/>
    <w:rsid w:val="00C73EBB"/>
    <w:rsid w:val="00C75852"/>
    <w:rsid w:val="00C760C9"/>
    <w:rsid w:val="00C77452"/>
    <w:rsid w:val="00C77D44"/>
    <w:rsid w:val="00C77EB5"/>
    <w:rsid w:val="00C77FDD"/>
    <w:rsid w:val="00C81379"/>
    <w:rsid w:val="00C81751"/>
    <w:rsid w:val="00C82388"/>
    <w:rsid w:val="00C82583"/>
    <w:rsid w:val="00C84257"/>
    <w:rsid w:val="00C84B4E"/>
    <w:rsid w:val="00C861EF"/>
    <w:rsid w:val="00C87207"/>
    <w:rsid w:val="00C9039C"/>
    <w:rsid w:val="00C916EB"/>
    <w:rsid w:val="00C91A97"/>
    <w:rsid w:val="00C9234D"/>
    <w:rsid w:val="00C92576"/>
    <w:rsid w:val="00C9513C"/>
    <w:rsid w:val="00C9659F"/>
    <w:rsid w:val="00C96855"/>
    <w:rsid w:val="00C96915"/>
    <w:rsid w:val="00CA05BC"/>
    <w:rsid w:val="00CA1378"/>
    <w:rsid w:val="00CA2069"/>
    <w:rsid w:val="00CA2530"/>
    <w:rsid w:val="00CA4CFA"/>
    <w:rsid w:val="00CA598C"/>
    <w:rsid w:val="00CB03EA"/>
    <w:rsid w:val="00CB16D2"/>
    <w:rsid w:val="00CB24E1"/>
    <w:rsid w:val="00CB2859"/>
    <w:rsid w:val="00CB3F77"/>
    <w:rsid w:val="00CB76E7"/>
    <w:rsid w:val="00CC079F"/>
    <w:rsid w:val="00CC13FB"/>
    <w:rsid w:val="00CC15CF"/>
    <w:rsid w:val="00CC292E"/>
    <w:rsid w:val="00CC29E9"/>
    <w:rsid w:val="00CC2C69"/>
    <w:rsid w:val="00CC4504"/>
    <w:rsid w:val="00CC450E"/>
    <w:rsid w:val="00CC4AC9"/>
    <w:rsid w:val="00CD0A05"/>
    <w:rsid w:val="00CD1B8C"/>
    <w:rsid w:val="00CD270C"/>
    <w:rsid w:val="00CD2A9C"/>
    <w:rsid w:val="00CD2FD4"/>
    <w:rsid w:val="00CD33DA"/>
    <w:rsid w:val="00CD39DA"/>
    <w:rsid w:val="00CD425F"/>
    <w:rsid w:val="00CD4BE1"/>
    <w:rsid w:val="00CD5A02"/>
    <w:rsid w:val="00CD6847"/>
    <w:rsid w:val="00CD729E"/>
    <w:rsid w:val="00CD7739"/>
    <w:rsid w:val="00CD77BC"/>
    <w:rsid w:val="00CD7926"/>
    <w:rsid w:val="00CE09A9"/>
    <w:rsid w:val="00CE2146"/>
    <w:rsid w:val="00CE2D5A"/>
    <w:rsid w:val="00CE3575"/>
    <w:rsid w:val="00CE3922"/>
    <w:rsid w:val="00CE4739"/>
    <w:rsid w:val="00CE4BD9"/>
    <w:rsid w:val="00CE4EA4"/>
    <w:rsid w:val="00CE6772"/>
    <w:rsid w:val="00CE6FE2"/>
    <w:rsid w:val="00CE7278"/>
    <w:rsid w:val="00CF0988"/>
    <w:rsid w:val="00CF2496"/>
    <w:rsid w:val="00CF28F6"/>
    <w:rsid w:val="00CF3124"/>
    <w:rsid w:val="00CF460E"/>
    <w:rsid w:val="00CF4D63"/>
    <w:rsid w:val="00CF571A"/>
    <w:rsid w:val="00CF739A"/>
    <w:rsid w:val="00D00706"/>
    <w:rsid w:val="00D00D0D"/>
    <w:rsid w:val="00D01741"/>
    <w:rsid w:val="00D02729"/>
    <w:rsid w:val="00D0377A"/>
    <w:rsid w:val="00D03C5C"/>
    <w:rsid w:val="00D03FA7"/>
    <w:rsid w:val="00D044D5"/>
    <w:rsid w:val="00D070F4"/>
    <w:rsid w:val="00D11BE6"/>
    <w:rsid w:val="00D11EE7"/>
    <w:rsid w:val="00D123D2"/>
    <w:rsid w:val="00D14165"/>
    <w:rsid w:val="00D144FF"/>
    <w:rsid w:val="00D14815"/>
    <w:rsid w:val="00D14E51"/>
    <w:rsid w:val="00D16B3E"/>
    <w:rsid w:val="00D17141"/>
    <w:rsid w:val="00D172A5"/>
    <w:rsid w:val="00D1732E"/>
    <w:rsid w:val="00D20121"/>
    <w:rsid w:val="00D213C4"/>
    <w:rsid w:val="00D213D2"/>
    <w:rsid w:val="00D231E6"/>
    <w:rsid w:val="00D23B5B"/>
    <w:rsid w:val="00D25072"/>
    <w:rsid w:val="00D25AE7"/>
    <w:rsid w:val="00D25C90"/>
    <w:rsid w:val="00D26165"/>
    <w:rsid w:val="00D3021E"/>
    <w:rsid w:val="00D30C6F"/>
    <w:rsid w:val="00D30C7E"/>
    <w:rsid w:val="00D3180B"/>
    <w:rsid w:val="00D3338C"/>
    <w:rsid w:val="00D336B1"/>
    <w:rsid w:val="00D3393B"/>
    <w:rsid w:val="00D36B29"/>
    <w:rsid w:val="00D3716C"/>
    <w:rsid w:val="00D3799D"/>
    <w:rsid w:val="00D4181A"/>
    <w:rsid w:val="00D42368"/>
    <w:rsid w:val="00D426EF"/>
    <w:rsid w:val="00D43989"/>
    <w:rsid w:val="00D43CFE"/>
    <w:rsid w:val="00D43E5A"/>
    <w:rsid w:val="00D4485B"/>
    <w:rsid w:val="00D45A70"/>
    <w:rsid w:val="00D46926"/>
    <w:rsid w:val="00D47B66"/>
    <w:rsid w:val="00D47F6C"/>
    <w:rsid w:val="00D47FE9"/>
    <w:rsid w:val="00D5354A"/>
    <w:rsid w:val="00D5425C"/>
    <w:rsid w:val="00D55EE9"/>
    <w:rsid w:val="00D56718"/>
    <w:rsid w:val="00D56DDC"/>
    <w:rsid w:val="00D602FF"/>
    <w:rsid w:val="00D61B1A"/>
    <w:rsid w:val="00D623B9"/>
    <w:rsid w:val="00D625BF"/>
    <w:rsid w:val="00D62DC4"/>
    <w:rsid w:val="00D634C1"/>
    <w:rsid w:val="00D64219"/>
    <w:rsid w:val="00D645A2"/>
    <w:rsid w:val="00D64CFD"/>
    <w:rsid w:val="00D64F8A"/>
    <w:rsid w:val="00D67293"/>
    <w:rsid w:val="00D706B6"/>
    <w:rsid w:val="00D70B7A"/>
    <w:rsid w:val="00D73074"/>
    <w:rsid w:val="00D748FD"/>
    <w:rsid w:val="00D77BDF"/>
    <w:rsid w:val="00D8039F"/>
    <w:rsid w:val="00D81983"/>
    <w:rsid w:val="00D81EF6"/>
    <w:rsid w:val="00D82506"/>
    <w:rsid w:val="00D837BD"/>
    <w:rsid w:val="00D8426D"/>
    <w:rsid w:val="00D847E4"/>
    <w:rsid w:val="00D85E2F"/>
    <w:rsid w:val="00D868A7"/>
    <w:rsid w:val="00D87D9A"/>
    <w:rsid w:val="00D87EE5"/>
    <w:rsid w:val="00D908DE"/>
    <w:rsid w:val="00D910FD"/>
    <w:rsid w:val="00D9164E"/>
    <w:rsid w:val="00D922BA"/>
    <w:rsid w:val="00D92F68"/>
    <w:rsid w:val="00D93CE4"/>
    <w:rsid w:val="00D94579"/>
    <w:rsid w:val="00D95807"/>
    <w:rsid w:val="00D96002"/>
    <w:rsid w:val="00D96AD9"/>
    <w:rsid w:val="00D96D1E"/>
    <w:rsid w:val="00D97346"/>
    <w:rsid w:val="00D97A00"/>
    <w:rsid w:val="00DA292B"/>
    <w:rsid w:val="00DA3783"/>
    <w:rsid w:val="00DA3B68"/>
    <w:rsid w:val="00DA56F0"/>
    <w:rsid w:val="00DA581B"/>
    <w:rsid w:val="00DA583B"/>
    <w:rsid w:val="00DA6EDE"/>
    <w:rsid w:val="00DA7EBA"/>
    <w:rsid w:val="00DB0C82"/>
    <w:rsid w:val="00DB0F59"/>
    <w:rsid w:val="00DB21F7"/>
    <w:rsid w:val="00DB3256"/>
    <w:rsid w:val="00DB39B8"/>
    <w:rsid w:val="00DB55FD"/>
    <w:rsid w:val="00DB5F31"/>
    <w:rsid w:val="00DB617C"/>
    <w:rsid w:val="00DB7A2A"/>
    <w:rsid w:val="00DC0D30"/>
    <w:rsid w:val="00DC4FAD"/>
    <w:rsid w:val="00DC4FD8"/>
    <w:rsid w:val="00DC5737"/>
    <w:rsid w:val="00DC663A"/>
    <w:rsid w:val="00DC750A"/>
    <w:rsid w:val="00DC77AD"/>
    <w:rsid w:val="00DD0781"/>
    <w:rsid w:val="00DD07A0"/>
    <w:rsid w:val="00DD0B11"/>
    <w:rsid w:val="00DD0FC1"/>
    <w:rsid w:val="00DD27EB"/>
    <w:rsid w:val="00DD51E5"/>
    <w:rsid w:val="00DD53C4"/>
    <w:rsid w:val="00DD602F"/>
    <w:rsid w:val="00DD672B"/>
    <w:rsid w:val="00DD7759"/>
    <w:rsid w:val="00DD7D8C"/>
    <w:rsid w:val="00DE02AF"/>
    <w:rsid w:val="00DE233F"/>
    <w:rsid w:val="00DE3C16"/>
    <w:rsid w:val="00DE460D"/>
    <w:rsid w:val="00DE5F68"/>
    <w:rsid w:val="00DF29E9"/>
    <w:rsid w:val="00DF3B03"/>
    <w:rsid w:val="00DF42D3"/>
    <w:rsid w:val="00DF67C1"/>
    <w:rsid w:val="00DF72BF"/>
    <w:rsid w:val="00DF7C82"/>
    <w:rsid w:val="00E0008D"/>
    <w:rsid w:val="00E00891"/>
    <w:rsid w:val="00E00E17"/>
    <w:rsid w:val="00E0179A"/>
    <w:rsid w:val="00E0188D"/>
    <w:rsid w:val="00E0192B"/>
    <w:rsid w:val="00E022F1"/>
    <w:rsid w:val="00E02F11"/>
    <w:rsid w:val="00E03E10"/>
    <w:rsid w:val="00E03FE0"/>
    <w:rsid w:val="00E048A4"/>
    <w:rsid w:val="00E062C0"/>
    <w:rsid w:val="00E06B6A"/>
    <w:rsid w:val="00E072C5"/>
    <w:rsid w:val="00E10930"/>
    <w:rsid w:val="00E11712"/>
    <w:rsid w:val="00E11960"/>
    <w:rsid w:val="00E14344"/>
    <w:rsid w:val="00E148A3"/>
    <w:rsid w:val="00E150F7"/>
    <w:rsid w:val="00E1518F"/>
    <w:rsid w:val="00E15595"/>
    <w:rsid w:val="00E15612"/>
    <w:rsid w:val="00E15EC5"/>
    <w:rsid w:val="00E169F1"/>
    <w:rsid w:val="00E20596"/>
    <w:rsid w:val="00E219D8"/>
    <w:rsid w:val="00E21D52"/>
    <w:rsid w:val="00E21DE3"/>
    <w:rsid w:val="00E23A9A"/>
    <w:rsid w:val="00E24AF4"/>
    <w:rsid w:val="00E25085"/>
    <w:rsid w:val="00E258C2"/>
    <w:rsid w:val="00E2654D"/>
    <w:rsid w:val="00E26C69"/>
    <w:rsid w:val="00E2758F"/>
    <w:rsid w:val="00E27E1E"/>
    <w:rsid w:val="00E32686"/>
    <w:rsid w:val="00E326A9"/>
    <w:rsid w:val="00E33A01"/>
    <w:rsid w:val="00E34657"/>
    <w:rsid w:val="00E34C53"/>
    <w:rsid w:val="00E35262"/>
    <w:rsid w:val="00E406C0"/>
    <w:rsid w:val="00E41F7A"/>
    <w:rsid w:val="00E44E6C"/>
    <w:rsid w:val="00E45371"/>
    <w:rsid w:val="00E5218A"/>
    <w:rsid w:val="00E52C98"/>
    <w:rsid w:val="00E542EA"/>
    <w:rsid w:val="00E54695"/>
    <w:rsid w:val="00E54BBA"/>
    <w:rsid w:val="00E54D49"/>
    <w:rsid w:val="00E55171"/>
    <w:rsid w:val="00E55FD4"/>
    <w:rsid w:val="00E60228"/>
    <w:rsid w:val="00E60CC2"/>
    <w:rsid w:val="00E61A30"/>
    <w:rsid w:val="00E62CCA"/>
    <w:rsid w:val="00E630BD"/>
    <w:rsid w:val="00E6320E"/>
    <w:rsid w:val="00E66941"/>
    <w:rsid w:val="00E679FB"/>
    <w:rsid w:val="00E719EB"/>
    <w:rsid w:val="00E71DD6"/>
    <w:rsid w:val="00E730D5"/>
    <w:rsid w:val="00E733FA"/>
    <w:rsid w:val="00E73B48"/>
    <w:rsid w:val="00E744C1"/>
    <w:rsid w:val="00E749D8"/>
    <w:rsid w:val="00E755DE"/>
    <w:rsid w:val="00E76788"/>
    <w:rsid w:val="00E76C5F"/>
    <w:rsid w:val="00E803B3"/>
    <w:rsid w:val="00E80F7A"/>
    <w:rsid w:val="00E81670"/>
    <w:rsid w:val="00E817BA"/>
    <w:rsid w:val="00E8213B"/>
    <w:rsid w:val="00E82D9E"/>
    <w:rsid w:val="00E82F28"/>
    <w:rsid w:val="00E84EDD"/>
    <w:rsid w:val="00E90A87"/>
    <w:rsid w:val="00E91A76"/>
    <w:rsid w:val="00E91C4E"/>
    <w:rsid w:val="00E92CCD"/>
    <w:rsid w:val="00E93A1C"/>
    <w:rsid w:val="00E93C66"/>
    <w:rsid w:val="00E94E11"/>
    <w:rsid w:val="00E94FB1"/>
    <w:rsid w:val="00E9567D"/>
    <w:rsid w:val="00E96CA8"/>
    <w:rsid w:val="00EA0E42"/>
    <w:rsid w:val="00EA0EEA"/>
    <w:rsid w:val="00EA1616"/>
    <w:rsid w:val="00EA1F4D"/>
    <w:rsid w:val="00EA21A2"/>
    <w:rsid w:val="00EA2BD6"/>
    <w:rsid w:val="00EA3C73"/>
    <w:rsid w:val="00EA4D64"/>
    <w:rsid w:val="00EA506E"/>
    <w:rsid w:val="00EA7585"/>
    <w:rsid w:val="00EA77B3"/>
    <w:rsid w:val="00EA7B59"/>
    <w:rsid w:val="00EB0184"/>
    <w:rsid w:val="00EB1F29"/>
    <w:rsid w:val="00EB313D"/>
    <w:rsid w:val="00EB340E"/>
    <w:rsid w:val="00EB3EDC"/>
    <w:rsid w:val="00EB4E4A"/>
    <w:rsid w:val="00EB5D29"/>
    <w:rsid w:val="00EB6E99"/>
    <w:rsid w:val="00EB73CC"/>
    <w:rsid w:val="00EC119C"/>
    <w:rsid w:val="00EC1AF0"/>
    <w:rsid w:val="00EC21AC"/>
    <w:rsid w:val="00EC3298"/>
    <w:rsid w:val="00EC4198"/>
    <w:rsid w:val="00EC4F93"/>
    <w:rsid w:val="00EC5B25"/>
    <w:rsid w:val="00EC7050"/>
    <w:rsid w:val="00EC7A30"/>
    <w:rsid w:val="00EC7C95"/>
    <w:rsid w:val="00ED3C45"/>
    <w:rsid w:val="00ED3C55"/>
    <w:rsid w:val="00ED4108"/>
    <w:rsid w:val="00ED4BA5"/>
    <w:rsid w:val="00ED53F6"/>
    <w:rsid w:val="00ED659C"/>
    <w:rsid w:val="00ED7FF2"/>
    <w:rsid w:val="00EE1529"/>
    <w:rsid w:val="00EE1B78"/>
    <w:rsid w:val="00EE1C62"/>
    <w:rsid w:val="00EE24D8"/>
    <w:rsid w:val="00EE4166"/>
    <w:rsid w:val="00EE47EC"/>
    <w:rsid w:val="00EE4B49"/>
    <w:rsid w:val="00EE4CCD"/>
    <w:rsid w:val="00EE4F34"/>
    <w:rsid w:val="00EE4F55"/>
    <w:rsid w:val="00EE6A63"/>
    <w:rsid w:val="00EE6B18"/>
    <w:rsid w:val="00EF04E8"/>
    <w:rsid w:val="00EF0D0A"/>
    <w:rsid w:val="00EF1CFF"/>
    <w:rsid w:val="00EF3B97"/>
    <w:rsid w:val="00EF5C82"/>
    <w:rsid w:val="00EF5DC4"/>
    <w:rsid w:val="00EF5F81"/>
    <w:rsid w:val="00EF61C4"/>
    <w:rsid w:val="00EF6D09"/>
    <w:rsid w:val="00EF6DE3"/>
    <w:rsid w:val="00EF71F8"/>
    <w:rsid w:val="00F0017B"/>
    <w:rsid w:val="00F007F9"/>
    <w:rsid w:val="00F0180B"/>
    <w:rsid w:val="00F01CAD"/>
    <w:rsid w:val="00F03191"/>
    <w:rsid w:val="00F03392"/>
    <w:rsid w:val="00F03F89"/>
    <w:rsid w:val="00F11738"/>
    <w:rsid w:val="00F12E64"/>
    <w:rsid w:val="00F13FC2"/>
    <w:rsid w:val="00F145C6"/>
    <w:rsid w:val="00F14CCB"/>
    <w:rsid w:val="00F1569C"/>
    <w:rsid w:val="00F15703"/>
    <w:rsid w:val="00F15FAB"/>
    <w:rsid w:val="00F1630E"/>
    <w:rsid w:val="00F17094"/>
    <w:rsid w:val="00F17543"/>
    <w:rsid w:val="00F20A3B"/>
    <w:rsid w:val="00F212F8"/>
    <w:rsid w:val="00F2395A"/>
    <w:rsid w:val="00F23A5A"/>
    <w:rsid w:val="00F24326"/>
    <w:rsid w:val="00F24D73"/>
    <w:rsid w:val="00F258E8"/>
    <w:rsid w:val="00F2608D"/>
    <w:rsid w:val="00F2708C"/>
    <w:rsid w:val="00F273C4"/>
    <w:rsid w:val="00F31254"/>
    <w:rsid w:val="00F33B31"/>
    <w:rsid w:val="00F35225"/>
    <w:rsid w:val="00F35C6C"/>
    <w:rsid w:val="00F36636"/>
    <w:rsid w:val="00F36A83"/>
    <w:rsid w:val="00F37449"/>
    <w:rsid w:val="00F37A8C"/>
    <w:rsid w:val="00F4148C"/>
    <w:rsid w:val="00F41BE4"/>
    <w:rsid w:val="00F4263F"/>
    <w:rsid w:val="00F43B1E"/>
    <w:rsid w:val="00F43BAE"/>
    <w:rsid w:val="00F4455C"/>
    <w:rsid w:val="00F44A7A"/>
    <w:rsid w:val="00F45243"/>
    <w:rsid w:val="00F45473"/>
    <w:rsid w:val="00F471AB"/>
    <w:rsid w:val="00F47F8B"/>
    <w:rsid w:val="00F502D8"/>
    <w:rsid w:val="00F507EF"/>
    <w:rsid w:val="00F5088F"/>
    <w:rsid w:val="00F51F2D"/>
    <w:rsid w:val="00F524B7"/>
    <w:rsid w:val="00F563EB"/>
    <w:rsid w:val="00F603F7"/>
    <w:rsid w:val="00F60D77"/>
    <w:rsid w:val="00F611FD"/>
    <w:rsid w:val="00F616C7"/>
    <w:rsid w:val="00F616F3"/>
    <w:rsid w:val="00F61AD8"/>
    <w:rsid w:val="00F62321"/>
    <w:rsid w:val="00F6242B"/>
    <w:rsid w:val="00F63449"/>
    <w:rsid w:val="00F649E3"/>
    <w:rsid w:val="00F64E01"/>
    <w:rsid w:val="00F65263"/>
    <w:rsid w:val="00F67445"/>
    <w:rsid w:val="00F70423"/>
    <w:rsid w:val="00F7145F"/>
    <w:rsid w:val="00F71A99"/>
    <w:rsid w:val="00F724D2"/>
    <w:rsid w:val="00F724FA"/>
    <w:rsid w:val="00F727FE"/>
    <w:rsid w:val="00F72C4B"/>
    <w:rsid w:val="00F73C9C"/>
    <w:rsid w:val="00F7401B"/>
    <w:rsid w:val="00F74721"/>
    <w:rsid w:val="00F74E50"/>
    <w:rsid w:val="00F74EEA"/>
    <w:rsid w:val="00F76B50"/>
    <w:rsid w:val="00F76FD8"/>
    <w:rsid w:val="00F775FE"/>
    <w:rsid w:val="00F77E6D"/>
    <w:rsid w:val="00F806C3"/>
    <w:rsid w:val="00F809E1"/>
    <w:rsid w:val="00F81916"/>
    <w:rsid w:val="00F83468"/>
    <w:rsid w:val="00F83F33"/>
    <w:rsid w:val="00F87444"/>
    <w:rsid w:val="00F90605"/>
    <w:rsid w:val="00F9146C"/>
    <w:rsid w:val="00F917C3"/>
    <w:rsid w:val="00F91B6F"/>
    <w:rsid w:val="00F91F56"/>
    <w:rsid w:val="00F92366"/>
    <w:rsid w:val="00F925F4"/>
    <w:rsid w:val="00F92758"/>
    <w:rsid w:val="00F94C9B"/>
    <w:rsid w:val="00F95550"/>
    <w:rsid w:val="00F95857"/>
    <w:rsid w:val="00F96772"/>
    <w:rsid w:val="00FA0660"/>
    <w:rsid w:val="00FA0719"/>
    <w:rsid w:val="00FA12E5"/>
    <w:rsid w:val="00FA271D"/>
    <w:rsid w:val="00FA277F"/>
    <w:rsid w:val="00FA6592"/>
    <w:rsid w:val="00FA69A8"/>
    <w:rsid w:val="00FA6F1A"/>
    <w:rsid w:val="00FB16E4"/>
    <w:rsid w:val="00FB1FF1"/>
    <w:rsid w:val="00FB23B3"/>
    <w:rsid w:val="00FB4316"/>
    <w:rsid w:val="00FB4995"/>
    <w:rsid w:val="00FB4A3C"/>
    <w:rsid w:val="00FB6299"/>
    <w:rsid w:val="00FC1A24"/>
    <w:rsid w:val="00FC20ED"/>
    <w:rsid w:val="00FC2D10"/>
    <w:rsid w:val="00FC3884"/>
    <w:rsid w:val="00FC3CD3"/>
    <w:rsid w:val="00FC54B5"/>
    <w:rsid w:val="00FC6350"/>
    <w:rsid w:val="00FD0B2B"/>
    <w:rsid w:val="00FD2349"/>
    <w:rsid w:val="00FD353F"/>
    <w:rsid w:val="00FD4F8E"/>
    <w:rsid w:val="00FD51FA"/>
    <w:rsid w:val="00FD590A"/>
    <w:rsid w:val="00FD696F"/>
    <w:rsid w:val="00FE05BD"/>
    <w:rsid w:val="00FE1630"/>
    <w:rsid w:val="00FE2494"/>
    <w:rsid w:val="00FE3480"/>
    <w:rsid w:val="00FE35F6"/>
    <w:rsid w:val="00FE3A5B"/>
    <w:rsid w:val="00FE4D5A"/>
    <w:rsid w:val="00FE4E75"/>
    <w:rsid w:val="00FE6381"/>
    <w:rsid w:val="00FE652F"/>
    <w:rsid w:val="00FF4DBF"/>
    <w:rsid w:val="00FF5041"/>
    <w:rsid w:val="00FF553D"/>
    <w:rsid w:val="00FF5A4B"/>
    <w:rsid w:val="00FF5DC2"/>
    <w:rsid w:val="00FF6593"/>
    <w:rsid w:val="00FF66EB"/>
    <w:rsid w:val="00FF771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974"/>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7A1974"/>
    <w:pPr>
      <w:widowControl w:val="0"/>
      <w:autoSpaceDE w:val="0"/>
      <w:autoSpaceDN w:val="0"/>
      <w:adjustRightInd w:val="0"/>
    </w:pPr>
    <w:rPr>
      <w:rFonts w:eastAsia="Times New Roman"/>
      <w:b/>
      <w:bCs/>
      <w:sz w:val="24"/>
      <w:szCs w:val="24"/>
    </w:rPr>
  </w:style>
  <w:style w:type="paragraph" w:styleId="Header">
    <w:name w:val="header"/>
    <w:basedOn w:val="Normal"/>
    <w:link w:val="HeaderChar"/>
    <w:uiPriority w:val="99"/>
    <w:rsid w:val="007A1974"/>
    <w:pPr>
      <w:tabs>
        <w:tab w:val="center" w:pos="4677"/>
        <w:tab w:val="right" w:pos="9355"/>
      </w:tabs>
    </w:pPr>
  </w:style>
  <w:style w:type="character" w:customStyle="1" w:styleId="HeaderChar">
    <w:name w:val="Header Char"/>
    <w:basedOn w:val="DefaultParagraphFont"/>
    <w:link w:val="Header"/>
    <w:uiPriority w:val="99"/>
    <w:locked/>
    <w:rsid w:val="007A1974"/>
    <w:rPr>
      <w:rFonts w:eastAsia="Times New Roman" w:cs="Times New Roman"/>
      <w:sz w:val="24"/>
      <w:szCs w:val="24"/>
      <w:lang w:eastAsia="ru-RU"/>
    </w:rPr>
  </w:style>
  <w:style w:type="paragraph" w:styleId="BalloonText">
    <w:name w:val="Balloon Text"/>
    <w:basedOn w:val="Normal"/>
    <w:link w:val="BalloonTextChar"/>
    <w:uiPriority w:val="99"/>
    <w:semiHidden/>
    <w:rsid w:val="002455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55E6"/>
    <w:rPr>
      <w:rFonts w:ascii="Tahoma" w:hAnsi="Tahoma" w:cs="Tahoma"/>
      <w:sz w:val="16"/>
      <w:szCs w:val="16"/>
    </w:rPr>
  </w:style>
  <w:style w:type="character" w:customStyle="1" w:styleId="apple-converted-space">
    <w:name w:val="apple-converted-space"/>
    <w:basedOn w:val="DefaultParagraphFont"/>
    <w:uiPriority w:val="99"/>
    <w:rsid w:val="00820B19"/>
    <w:rPr>
      <w:rFonts w:cs="Times New Roman"/>
    </w:rPr>
  </w:style>
  <w:style w:type="paragraph" w:styleId="Footer">
    <w:name w:val="footer"/>
    <w:basedOn w:val="Normal"/>
    <w:link w:val="FooterChar"/>
    <w:uiPriority w:val="99"/>
    <w:rsid w:val="00D5354A"/>
    <w:pPr>
      <w:tabs>
        <w:tab w:val="center" w:pos="4677"/>
        <w:tab w:val="right" w:pos="9355"/>
      </w:tabs>
    </w:pPr>
  </w:style>
  <w:style w:type="character" w:customStyle="1" w:styleId="FooterChar">
    <w:name w:val="Footer Char"/>
    <w:basedOn w:val="DefaultParagraphFont"/>
    <w:link w:val="Footer"/>
    <w:uiPriority w:val="99"/>
    <w:locked/>
    <w:rsid w:val="00D5354A"/>
    <w:rPr>
      <w:rFonts w:eastAsia="Times New Roman" w:cs="Times New Roman"/>
      <w:sz w:val="24"/>
      <w:szCs w:val="24"/>
    </w:rPr>
  </w:style>
  <w:style w:type="paragraph" w:styleId="ListParagraph">
    <w:name w:val="List Paragraph"/>
    <w:basedOn w:val="Normal"/>
    <w:uiPriority w:val="99"/>
    <w:qFormat/>
    <w:rsid w:val="00E44E6C"/>
    <w:pPr>
      <w:ind w:left="720"/>
      <w:contextualSpacing/>
    </w:pPr>
  </w:style>
  <w:style w:type="paragraph" w:customStyle="1" w:styleId="ConsPlusNormal">
    <w:name w:val="ConsPlusNormal"/>
    <w:uiPriority w:val="99"/>
    <w:rsid w:val="001E7E61"/>
    <w:pPr>
      <w:autoSpaceDE w:val="0"/>
      <w:autoSpaceDN w:val="0"/>
      <w:adjustRightInd w:val="0"/>
    </w:pPr>
    <w:rPr>
      <w:sz w:val="28"/>
      <w:szCs w:val="28"/>
    </w:rPr>
  </w:style>
  <w:style w:type="table" w:styleId="TableGrid">
    <w:name w:val="Table Grid"/>
    <w:basedOn w:val="TableNormal"/>
    <w:uiPriority w:val="99"/>
    <w:rsid w:val="002A6EF0"/>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Прижатый влево"/>
    <w:basedOn w:val="Normal"/>
    <w:next w:val="Normal"/>
    <w:uiPriority w:val="99"/>
    <w:rsid w:val="00F74EEA"/>
    <w:pPr>
      <w:autoSpaceDE w:val="0"/>
      <w:autoSpaceDN w:val="0"/>
      <w:adjustRightInd w:val="0"/>
    </w:pPr>
    <w:rPr>
      <w:rFonts w:ascii="Arial" w:eastAsia="Calibri"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467</Words>
  <Characters>2662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6</cp:revision>
  <cp:lastPrinted>2017-04-06T08:01:00Z</cp:lastPrinted>
  <dcterms:created xsi:type="dcterms:W3CDTF">2017-03-09T10:16:00Z</dcterms:created>
  <dcterms:modified xsi:type="dcterms:W3CDTF">2017-04-28T10:34:00Z</dcterms:modified>
</cp:coreProperties>
</file>