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F4" w:rsidRDefault="00D12CF4" w:rsidP="00921A66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УЛЬЯНОВСКОЙ ОБЛАСТИ</w:t>
      </w:r>
    </w:p>
    <w:p w:rsidR="00D12CF4" w:rsidRDefault="00D12CF4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D12CF4" w:rsidRDefault="00D12CF4" w:rsidP="00C72DFD">
      <w:pPr>
        <w:pStyle w:val="ConsPlusTitle"/>
        <w:rPr>
          <w:color w:val="000000"/>
          <w:sz w:val="28"/>
          <w:szCs w:val="28"/>
        </w:rPr>
      </w:pPr>
    </w:p>
    <w:p w:rsidR="00D12CF4" w:rsidRDefault="00D12CF4" w:rsidP="00C72DFD">
      <w:pPr>
        <w:pStyle w:val="ConsPlusTitle"/>
        <w:rPr>
          <w:color w:val="000000"/>
          <w:sz w:val="28"/>
          <w:szCs w:val="28"/>
        </w:rPr>
      </w:pPr>
    </w:p>
    <w:p w:rsidR="00D12CF4" w:rsidRDefault="00D12CF4" w:rsidP="00C72DFD">
      <w:pPr>
        <w:pStyle w:val="ConsPlusTitle"/>
        <w:rPr>
          <w:color w:val="000000"/>
          <w:sz w:val="28"/>
          <w:szCs w:val="28"/>
        </w:rPr>
      </w:pPr>
    </w:p>
    <w:p w:rsidR="00D12CF4" w:rsidRDefault="00D12CF4" w:rsidP="00C72DFD">
      <w:pPr>
        <w:pStyle w:val="ConsPlusTitle"/>
        <w:rPr>
          <w:color w:val="000000"/>
          <w:sz w:val="28"/>
          <w:szCs w:val="28"/>
        </w:rPr>
      </w:pPr>
    </w:p>
    <w:p w:rsidR="00D12CF4" w:rsidRDefault="00D12CF4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D12CF4" w:rsidRPr="00606EEA" w:rsidRDefault="00D12CF4" w:rsidP="00BC494D">
      <w:pPr>
        <w:pStyle w:val="ConsPlusTitle"/>
        <w:jc w:val="center"/>
        <w:rPr>
          <w:color w:val="000000"/>
          <w:sz w:val="28"/>
          <w:szCs w:val="28"/>
        </w:rPr>
      </w:pPr>
      <w:r w:rsidRPr="00606EEA">
        <w:rPr>
          <w:color w:val="000000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 xml:space="preserve">отдельные законодательные акты </w:t>
      </w:r>
      <w:r>
        <w:rPr>
          <w:color w:val="000000"/>
          <w:sz w:val="28"/>
          <w:szCs w:val="28"/>
        </w:rPr>
        <w:br/>
      </w:r>
      <w:bookmarkStart w:id="0" w:name="_GoBack"/>
      <w:bookmarkEnd w:id="0"/>
      <w:r>
        <w:rPr>
          <w:color w:val="000000"/>
          <w:sz w:val="28"/>
          <w:szCs w:val="28"/>
        </w:rPr>
        <w:t>Ульяновской области и признании утратившими силу законодательного акта (отдельных положений законодательных актов) Ульяновской области</w:t>
      </w:r>
    </w:p>
    <w:p w:rsidR="00D12CF4" w:rsidRDefault="00D12CF4" w:rsidP="00921A66">
      <w:pPr>
        <w:jc w:val="both"/>
        <w:rPr>
          <w:sz w:val="28"/>
        </w:rPr>
      </w:pPr>
    </w:p>
    <w:p w:rsidR="00D12CF4" w:rsidRDefault="00D12CF4" w:rsidP="00921A66">
      <w:pPr>
        <w:jc w:val="both"/>
        <w:rPr>
          <w:sz w:val="28"/>
        </w:rPr>
      </w:pPr>
    </w:p>
    <w:p w:rsidR="00D12CF4" w:rsidRPr="00F87AFF" w:rsidRDefault="00D12CF4" w:rsidP="000B0495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18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</w:t>
      </w:r>
      <w:r w:rsidRPr="00F87AFF">
        <w:rPr>
          <w:rFonts w:ascii="Times New Roman" w:hAnsi="Times New Roman" w:cs="Times New Roman"/>
          <w:sz w:val="24"/>
          <w:szCs w:val="24"/>
        </w:rPr>
        <w:t>ря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12CF4" w:rsidRDefault="00D12CF4" w:rsidP="00921A66">
      <w:pPr>
        <w:jc w:val="both"/>
        <w:rPr>
          <w:sz w:val="28"/>
        </w:rPr>
      </w:pPr>
    </w:p>
    <w:p w:rsidR="00D12CF4" w:rsidRDefault="00D12CF4" w:rsidP="00921A66">
      <w:pPr>
        <w:jc w:val="both"/>
        <w:rPr>
          <w:sz w:val="28"/>
        </w:rPr>
      </w:pPr>
    </w:p>
    <w:p w:rsidR="00D12CF4" w:rsidRDefault="00D12CF4" w:rsidP="00921A66">
      <w:pPr>
        <w:jc w:val="both"/>
        <w:rPr>
          <w:sz w:val="28"/>
        </w:rPr>
      </w:pPr>
    </w:p>
    <w:p w:rsidR="00D12CF4" w:rsidRPr="00816FC3" w:rsidRDefault="00D12CF4" w:rsidP="00614E67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 xml:space="preserve">Статья 1 </w:t>
      </w:r>
    </w:p>
    <w:p w:rsidR="00D12CF4" w:rsidRDefault="00D12CF4" w:rsidP="00614E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12CF4" w:rsidRPr="00816FC3" w:rsidRDefault="00D12CF4" w:rsidP="00614E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12CF4" w:rsidRPr="00816FC3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6FC3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статью 36 </w:t>
      </w:r>
      <w:r w:rsidRPr="00816FC3">
        <w:rPr>
          <w:sz w:val="28"/>
          <w:szCs w:val="28"/>
        </w:rPr>
        <w:t>Кодекс</w:t>
      </w:r>
      <w:r>
        <w:rPr>
          <w:sz w:val="28"/>
          <w:szCs w:val="28"/>
        </w:rPr>
        <w:t>а</w:t>
      </w:r>
      <w:r w:rsidRPr="00816FC3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об административных правонарушениях («Ульяновская правда»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04.03.2011 № 23; от 12.08.2011 № 89; от 07.12.2011 № 138; от 02.03.2012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22; от 06.04.2012 № 36;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11.04.2012 № 38; от 27.04.2012 № 44;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24.07.2012 № 78; от 10.10.2012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111; от</w:t>
      </w:r>
      <w:r w:rsidRPr="00816FC3">
        <w:rPr>
          <w:b/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12.12.2012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138-139;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08.02.2013 № 14; от 06.03.2013 № 25;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07.09.2013 № 109;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08.11.2013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143; от 31.12.2013 № 174; от 24.04.2014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№ 59; от 09.06.2014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82-83;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08.12.2014 № 180; от 06.04.2015 № 44;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08.06.2015 № 76-77;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09.07.2015 № 93; от 13.10.2015 № 143;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07.12.2015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170; от 14.03.2016 № 31</w:t>
      </w:r>
      <w:r>
        <w:rPr>
          <w:sz w:val="28"/>
          <w:szCs w:val="28"/>
        </w:rPr>
        <w:t xml:space="preserve">; </w:t>
      </w:r>
      <w:r w:rsidRPr="00816FC3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816FC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816FC3">
        <w:rPr>
          <w:sz w:val="28"/>
          <w:szCs w:val="28"/>
        </w:rPr>
        <w:t>.2016 № 1</w:t>
      </w:r>
      <w:r>
        <w:rPr>
          <w:sz w:val="28"/>
          <w:szCs w:val="28"/>
        </w:rPr>
        <w:t>09</w:t>
      </w:r>
      <w:r w:rsidRPr="00816FC3">
        <w:rPr>
          <w:sz w:val="28"/>
          <w:szCs w:val="28"/>
        </w:rPr>
        <w:t>) следующие изменения:</w:t>
      </w:r>
    </w:p>
    <w:p w:rsidR="00D12CF4" w:rsidRPr="00D15F0E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D15F0E">
        <w:rPr>
          <w:color w:val="000000"/>
          <w:sz w:val="28"/>
          <w:szCs w:val="28"/>
        </w:rPr>
        <w:t xml:space="preserve">) </w:t>
      </w:r>
      <w:hyperlink r:id="rId7" w:history="1">
        <w:r w:rsidRPr="00D15F0E">
          <w:rPr>
            <w:color w:val="000000"/>
            <w:sz w:val="28"/>
            <w:szCs w:val="28"/>
          </w:rPr>
          <w:t>пункт 1 части 2</w:t>
        </w:r>
      </w:hyperlink>
      <w:r w:rsidRPr="00D15F0E">
        <w:rPr>
          <w:color w:val="000000"/>
          <w:sz w:val="28"/>
          <w:szCs w:val="28"/>
        </w:rPr>
        <w:t xml:space="preserve"> изложить в следующей редакции:</w:t>
      </w:r>
    </w:p>
    <w:p w:rsidR="00D12CF4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D15F0E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283941">
        <w:rPr>
          <w:sz w:val="28"/>
          <w:szCs w:val="28"/>
        </w:rPr>
        <w:t>ачальник</w:t>
      </w:r>
      <w:r>
        <w:rPr>
          <w:sz w:val="28"/>
          <w:szCs w:val="28"/>
        </w:rPr>
        <w:t>, заместитель н</w:t>
      </w:r>
      <w:r w:rsidRPr="00283941">
        <w:rPr>
          <w:sz w:val="28"/>
          <w:szCs w:val="28"/>
        </w:rPr>
        <w:t>ачальник</w:t>
      </w:r>
      <w:r>
        <w:rPr>
          <w:sz w:val="28"/>
          <w:szCs w:val="28"/>
        </w:rPr>
        <w:t>а,</w:t>
      </w:r>
      <w:r w:rsidRPr="00283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главный советник и консультант управления по вопросам общественной безопасности </w:t>
      </w:r>
      <w:r w:rsidRPr="0028394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283941">
        <w:rPr>
          <w:sz w:val="28"/>
          <w:szCs w:val="28"/>
        </w:rPr>
        <w:t>Губер</w:t>
      </w:r>
      <w:r>
        <w:rPr>
          <w:sz w:val="28"/>
          <w:szCs w:val="28"/>
        </w:rPr>
        <w:t xml:space="preserve">натора Ульяновской области, а также должностные лица органов внутренних дел (полиции) в случае, если передача им соответствующих полномочий предусмотрена соглашением между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</w:t>
      </w:r>
      <w:r>
        <w:rPr>
          <w:sz w:val="28"/>
          <w:szCs w:val="28"/>
        </w:rPr>
        <w:br/>
        <w:t xml:space="preserve">и Правительством Ульяновской области, – </w:t>
      </w:r>
      <w:r>
        <w:rPr>
          <w:color w:val="000000"/>
          <w:sz w:val="28"/>
          <w:szCs w:val="28"/>
        </w:rPr>
        <w:t>об административных правонарушениях, предусмотренных статьёй 4</w:t>
      </w:r>
      <w:r w:rsidRPr="00D15F0E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 настоящего Кодекса;</w:t>
      </w:r>
      <w:r>
        <w:rPr>
          <w:sz w:val="28"/>
          <w:szCs w:val="28"/>
        </w:rPr>
        <w:t>»;</w:t>
      </w:r>
    </w:p>
    <w:p w:rsidR="00D12CF4" w:rsidRPr="005158D6" w:rsidRDefault="00D12CF4" w:rsidP="00614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5158D6">
        <w:rPr>
          <w:color w:val="000000"/>
          <w:sz w:val="28"/>
          <w:szCs w:val="28"/>
        </w:rPr>
        <w:t xml:space="preserve">) </w:t>
      </w:r>
      <w:hyperlink r:id="rId8" w:history="1">
        <w:r w:rsidRPr="005158D6">
          <w:rPr>
            <w:color w:val="000000"/>
            <w:sz w:val="28"/>
            <w:szCs w:val="28"/>
          </w:rPr>
          <w:t>часть 4</w:t>
        </w:r>
      </w:hyperlink>
      <w:r w:rsidRPr="005158D6">
        <w:rPr>
          <w:color w:val="000000"/>
          <w:sz w:val="28"/>
          <w:szCs w:val="28"/>
        </w:rPr>
        <w:t xml:space="preserve"> признать утративш</w:t>
      </w:r>
      <w:r>
        <w:rPr>
          <w:color w:val="000000"/>
          <w:sz w:val="28"/>
          <w:szCs w:val="28"/>
        </w:rPr>
        <w:t>ей</w:t>
      </w:r>
      <w:r w:rsidRPr="005158D6">
        <w:rPr>
          <w:color w:val="000000"/>
          <w:sz w:val="28"/>
          <w:szCs w:val="28"/>
        </w:rPr>
        <w:t xml:space="preserve"> силу.</w:t>
      </w:r>
    </w:p>
    <w:p w:rsidR="00D12CF4" w:rsidRDefault="00D12CF4" w:rsidP="00614E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2CF4" w:rsidRPr="005158D6" w:rsidRDefault="00D12CF4" w:rsidP="00614E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2CF4" w:rsidRDefault="00D12CF4" w:rsidP="00614E67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>Статья 2</w:t>
      </w:r>
    </w:p>
    <w:p w:rsidR="00D12CF4" w:rsidRDefault="00D12CF4" w:rsidP="00614E67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D12CF4" w:rsidRDefault="00D12CF4" w:rsidP="00614E67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D12CF4" w:rsidRPr="00823C9E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23C9E">
        <w:rPr>
          <w:bCs/>
          <w:color w:val="000000"/>
          <w:sz w:val="28"/>
          <w:szCs w:val="28"/>
        </w:rPr>
        <w:t>Внести в</w:t>
      </w:r>
      <w:r>
        <w:rPr>
          <w:bCs/>
          <w:color w:val="000000"/>
          <w:sz w:val="28"/>
          <w:szCs w:val="28"/>
        </w:rPr>
        <w:t xml:space="preserve"> статью 3</w:t>
      </w:r>
      <w:r w:rsidRPr="00823C9E">
        <w:rPr>
          <w:bCs/>
          <w:color w:val="000000"/>
          <w:sz w:val="28"/>
          <w:szCs w:val="28"/>
        </w:rPr>
        <w:t xml:space="preserve"> </w:t>
      </w:r>
      <w:hyperlink r:id="rId9" w:history="1">
        <w:r w:rsidRPr="00823C9E">
          <w:rPr>
            <w:bCs/>
            <w:color w:val="000000"/>
            <w:sz w:val="28"/>
            <w:szCs w:val="28"/>
          </w:rPr>
          <w:t>Закон</w:t>
        </w:r>
      </w:hyperlink>
      <w:r>
        <w:rPr>
          <w:bCs/>
          <w:color w:val="000000"/>
          <w:sz w:val="28"/>
          <w:szCs w:val="28"/>
        </w:rPr>
        <w:t>а</w:t>
      </w:r>
      <w:r w:rsidRPr="00823C9E">
        <w:rPr>
          <w:bCs/>
          <w:color w:val="000000"/>
          <w:sz w:val="28"/>
          <w:szCs w:val="28"/>
        </w:rPr>
        <w:t xml:space="preserve"> Ульяновской области от 8 августа 2011 года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>№</w:t>
      </w:r>
      <w:r w:rsidRPr="00823C9E">
        <w:rPr>
          <w:bCs/>
          <w:color w:val="000000"/>
          <w:sz w:val="28"/>
          <w:szCs w:val="28"/>
        </w:rPr>
        <w:t xml:space="preserve"> 121-ЗО </w:t>
      </w:r>
      <w:r>
        <w:rPr>
          <w:bCs/>
          <w:color w:val="000000"/>
          <w:sz w:val="28"/>
          <w:szCs w:val="28"/>
        </w:rPr>
        <w:t>«</w:t>
      </w:r>
      <w:r w:rsidRPr="00823C9E">
        <w:rPr>
          <w:bCs/>
          <w:color w:val="000000"/>
          <w:sz w:val="28"/>
          <w:szCs w:val="28"/>
        </w:rPr>
        <w:t>О некоторых мерах по обеспечению покоя граждан и тишины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>на территории Ульяновской области»</w:t>
      </w:r>
      <w:r w:rsidRPr="00823C9E">
        <w:rPr>
          <w:bCs/>
          <w:color w:val="000000"/>
          <w:sz w:val="28"/>
          <w:szCs w:val="28"/>
        </w:rPr>
        <w:t xml:space="preserve"> (</w:t>
      </w:r>
      <w:r>
        <w:rPr>
          <w:bCs/>
          <w:color w:val="000000"/>
          <w:sz w:val="28"/>
          <w:szCs w:val="28"/>
        </w:rPr>
        <w:t>«</w:t>
      </w:r>
      <w:r w:rsidRPr="00823C9E">
        <w:rPr>
          <w:bCs/>
          <w:color w:val="000000"/>
          <w:sz w:val="28"/>
          <w:szCs w:val="28"/>
        </w:rPr>
        <w:t>Ульяновская правда</w:t>
      </w:r>
      <w:r>
        <w:rPr>
          <w:bCs/>
          <w:color w:val="000000"/>
          <w:sz w:val="28"/>
          <w:szCs w:val="28"/>
        </w:rPr>
        <w:t>»</w:t>
      </w:r>
      <w:r w:rsidRPr="00823C9E">
        <w:rPr>
          <w:bCs/>
          <w:color w:val="000000"/>
          <w:sz w:val="28"/>
          <w:szCs w:val="28"/>
        </w:rPr>
        <w:t xml:space="preserve"> от 12.08.2011 </w:t>
      </w:r>
      <w:r>
        <w:rPr>
          <w:bCs/>
          <w:color w:val="000000"/>
          <w:sz w:val="28"/>
          <w:szCs w:val="28"/>
        </w:rPr>
        <w:t>№</w:t>
      </w:r>
      <w:r w:rsidRPr="00823C9E">
        <w:rPr>
          <w:bCs/>
          <w:color w:val="000000"/>
          <w:sz w:val="28"/>
          <w:szCs w:val="28"/>
        </w:rPr>
        <w:t xml:space="preserve"> 89; от 04.05.2012</w:t>
      </w:r>
      <w:r>
        <w:rPr>
          <w:bCs/>
          <w:color w:val="000000"/>
          <w:sz w:val="28"/>
          <w:szCs w:val="28"/>
        </w:rPr>
        <w:t xml:space="preserve"> №</w:t>
      </w:r>
      <w:r w:rsidRPr="00823C9E">
        <w:rPr>
          <w:bCs/>
          <w:color w:val="000000"/>
          <w:sz w:val="28"/>
          <w:szCs w:val="28"/>
        </w:rPr>
        <w:t xml:space="preserve"> 45;</w:t>
      </w:r>
      <w:r>
        <w:rPr>
          <w:bCs/>
          <w:color w:val="000000"/>
          <w:sz w:val="28"/>
          <w:szCs w:val="28"/>
        </w:rPr>
        <w:t xml:space="preserve"> </w:t>
      </w:r>
      <w:r w:rsidRPr="00823C9E">
        <w:rPr>
          <w:bCs/>
          <w:color w:val="000000"/>
          <w:sz w:val="28"/>
          <w:szCs w:val="28"/>
        </w:rPr>
        <w:t xml:space="preserve">от 11.11.2013 </w:t>
      </w:r>
      <w:r>
        <w:rPr>
          <w:bCs/>
          <w:color w:val="000000"/>
          <w:sz w:val="28"/>
          <w:szCs w:val="28"/>
        </w:rPr>
        <w:t>№</w:t>
      </w:r>
      <w:r w:rsidRPr="00823C9E">
        <w:rPr>
          <w:bCs/>
          <w:color w:val="000000"/>
          <w:sz w:val="28"/>
          <w:szCs w:val="28"/>
        </w:rPr>
        <w:t xml:space="preserve"> 144</w:t>
      </w:r>
      <w:r>
        <w:rPr>
          <w:bCs/>
          <w:color w:val="000000"/>
          <w:sz w:val="28"/>
          <w:szCs w:val="28"/>
        </w:rPr>
        <w:t>;</w:t>
      </w:r>
      <w:r w:rsidRPr="00823C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09.06.2014 № 82-83; от 06.06.2016 </w:t>
      </w:r>
      <w:r>
        <w:rPr>
          <w:sz w:val="28"/>
          <w:szCs w:val="28"/>
        </w:rPr>
        <w:br/>
        <w:t>№ 75-76</w:t>
      </w:r>
      <w:r w:rsidRPr="00823C9E">
        <w:rPr>
          <w:bCs/>
          <w:color w:val="000000"/>
          <w:sz w:val="28"/>
          <w:szCs w:val="28"/>
        </w:rPr>
        <w:t>) следующие изменения:</w:t>
      </w:r>
    </w:p>
    <w:p w:rsidR="00D12CF4" w:rsidRDefault="00D12CF4" w:rsidP="00614E67">
      <w:pPr>
        <w:numPr>
          <w:ilvl w:val="0"/>
          <w:numId w:val="3"/>
        </w:numPr>
        <w:tabs>
          <w:tab w:val="clear" w:pos="1070"/>
          <w:tab w:val="left" w:pos="993"/>
        </w:tabs>
        <w:autoSpaceDE w:val="0"/>
        <w:autoSpaceDN w:val="0"/>
        <w:adjustRightInd w:val="0"/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3 части 1 признать утратившим силу;</w:t>
      </w:r>
    </w:p>
    <w:p w:rsidR="00D12CF4" w:rsidRDefault="00D12CF4" w:rsidP="00614E67">
      <w:pPr>
        <w:numPr>
          <w:ilvl w:val="0"/>
          <w:numId w:val="3"/>
        </w:numPr>
        <w:tabs>
          <w:tab w:val="clear" w:pos="1070"/>
          <w:tab w:val="left" w:pos="993"/>
        </w:tabs>
        <w:autoSpaceDE w:val="0"/>
        <w:autoSpaceDN w:val="0"/>
        <w:adjustRightInd w:val="0"/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6 части 2 изложить в следующей редакции:</w:t>
      </w:r>
    </w:p>
    <w:p w:rsidR="00D12CF4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«6) совершение связанных с празднованием Нового года действий </w:t>
      </w:r>
      <w:r>
        <w:rPr>
          <w:sz w:val="28"/>
          <w:szCs w:val="28"/>
        </w:rPr>
        <w:br/>
        <w:t>с 23 часов 31 декабря до 4 часов 1 января;».</w:t>
      </w:r>
    </w:p>
    <w:p w:rsidR="00D12CF4" w:rsidRPr="00707988" w:rsidRDefault="00D12CF4" w:rsidP="00614E67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8"/>
        </w:rPr>
      </w:pPr>
    </w:p>
    <w:p w:rsidR="00D12CF4" w:rsidRPr="00816FC3" w:rsidRDefault="00D12CF4" w:rsidP="00614E67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D12CF4" w:rsidRPr="00816FC3" w:rsidRDefault="00D12CF4" w:rsidP="00614E67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3</w:t>
      </w:r>
    </w:p>
    <w:p w:rsidR="00D12CF4" w:rsidRDefault="00D12CF4" w:rsidP="00614E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12CF4" w:rsidRPr="00816FC3" w:rsidRDefault="00D12CF4" w:rsidP="00614E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12CF4" w:rsidRPr="00816FC3" w:rsidRDefault="00D12CF4" w:rsidP="00614E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6FC3">
        <w:rPr>
          <w:sz w:val="28"/>
          <w:szCs w:val="28"/>
        </w:rPr>
        <w:t>Признать утратившими силу:</w:t>
      </w:r>
    </w:p>
    <w:p w:rsidR="00D12CF4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Закон Ульяновской области от 30 ноября 2011 года № 210-ЗО </w:t>
      </w:r>
      <w:r>
        <w:rPr>
          <w:sz w:val="28"/>
          <w:szCs w:val="28"/>
        </w:rPr>
        <w:br/>
        <w:t xml:space="preserve">«О внесении изменений в статью 36 Кодекса Ульяновской области </w:t>
      </w:r>
      <w:r>
        <w:rPr>
          <w:sz w:val="28"/>
          <w:szCs w:val="28"/>
        </w:rPr>
        <w:br/>
        <w:t xml:space="preserve">об административных правонарушениях» («Ульяновская правда» от 07.12.2011 </w:t>
      </w:r>
      <w:r>
        <w:rPr>
          <w:sz w:val="28"/>
          <w:szCs w:val="28"/>
        </w:rPr>
        <w:br/>
        <w:t>№ 138);</w:t>
      </w:r>
    </w:p>
    <w:p w:rsidR="00D12CF4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абзац третий подпункта «б» пункта 4 статьи 1 Закона Ульяновской области от 3 июня 2014 года № 88-ЗО «О внесении изменений в отдельные законодательные акты Ульяновской области» («Ульяновская правда» </w:t>
      </w:r>
      <w:r>
        <w:rPr>
          <w:sz w:val="28"/>
          <w:szCs w:val="28"/>
        </w:rPr>
        <w:br/>
        <w:t xml:space="preserve">от 09.06.2014 № 82-83) в части внесения предусмотренного им изменения в пункт 3 части 1 статьи 3 Закона Ульяновской области от 8 августа 2011 года № 121-ЗО </w:t>
      </w:r>
      <w:r>
        <w:rPr>
          <w:bCs/>
          <w:color w:val="000000"/>
          <w:sz w:val="28"/>
          <w:szCs w:val="28"/>
        </w:rPr>
        <w:t>«</w:t>
      </w:r>
      <w:r w:rsidRPr="00823C9E">
        <w:rPr>
          <w:bCs/>
          <w:color w:val="000000"/>
          <w:sz w:val="28"/>
          <w:szCs w:val="28"/>
        </w:rPr>
        <w:t>О некоторых мерах по обеспечению покоя граждан и тишины</w:t>
      </w:r>
      <w:r>
        <w:rPr>
          <w:bCs/>
          <w:color w:val="000000"/>
          <w:sz w:val="28"/>
          <w:szCs w:val="28"/>
        </w:rPr>
        <w:t xml:space="preserve"> на территории Ульяновской области»</w:t>
      </w:r>
      <w:r>
        <w:rPr>
          <w:sz w:val="28"/>
          <w:szCs w:val="28"/>
        </w:rPr>
        <w:t>;</w:t>
      </w:r>
    </w:p>
    <w:p w:rsidR="00D12CF4" w:rsidRDefault="00D12CF4" w:rsidP="00614E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подпункт «б» пункта 3 статьи 1, пункт 1 статьи 2 и статью 3 Закона Ульяновской области от 1 апреля 2015 года № 27-ЗО «О внесении изменений </w:t>
      </w:r>
      <w:r>
        <w:rPr>
          <w:sz w:val="28"/>
          <w:szCs w:val="28"/>
        </w:rPr>
        <w:br/>
        <w:t xml:space="preserve">в Кодекс Ульяновской области об административных правонарушениях </w:t>
      </w:r>
      <w:r>
        <w:rPr>
          <w:sz w:val="28"/>
          <w:szCs w:val="28"/>
        </w:rPr>
        <w:br/>
        <w:t>и о признании утратившими силу отдельных законодательных актов (отдельного положения законодательного акта) Ульяновской области» («Ульяновская правда» от 06.04.2015 № 44).</w:t>
      </w:r>
    </w:p>
    <w:p w:rsidR="00D12CF4" w:rsidRPr="00707988" w:rsidRDefault="00D12CF4" w:rsidP="00614E67">
      <w:pPr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p w:rsidR="00D12CF4" w:rsidRDefault="00D12CF4" w:rsidP="00614E67">
      <w:pPr>
        <w:widowControl w:val="0"/>
        <w:tabs>
          <w:tab w:val="left" w:pos="2745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D12CF4" w:rsidRPr="00FF7B33" w:rsidRDefault="00D12CF4" w:rsidP="00614E67">
      <w:pPr>
        <w:widowControl w:val="0"/>
        <w:tabs>
          <w:tab w:val="left" w:pos="2745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FF7B33">
        <w:rPr>
          <w:b/>
          <w:sz w:val="28"/>
          <w:szCs w:val="28"/>
        </w:rPr>
        <w:t>Статья 4</w:t>
      </w:r>
    </w:p>
    <w:p w:rsidR="00D12CF4" w:rsidRDefault="00D12CF4" w:rsidP="00614E6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12CF4" w:rsidRDefault="00D12CF4" w:rsidP="00614E6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12CF4" w:rsidRDefault="00D12CF4" w:rsidP="00614E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Положения пункта 1 части 2 статьи 36 Кодекса Ульяновской области </w:t>
      </w:r>
      <w:r>
        <w:rPr>
          <w:sz w:val="28"/>
          <w:szCs w:val="28"/>
        </w:rPr>
        <w:br/>
        <w:t>об административных правонарушениях (в редакции настоящего Закона), касающиеся составления протоколов об административных правонарушениях, предусмотренных статьёй 4</w:t>
      </w:r>
      <w:r w:rsidRPr="00FF7B3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Кодекса Ульяновской области об административных правонарушениях, должностными лицами органов внутренних дел (полиции), применяются со дня вступления в силу распоряжения Правительства Российской Федерации об утверждении соглашения, указанного в пункте 1 части 2 статьи 36 Кодекса Ульяновской области об административных правонарушениях </w:t>
      </w:r>
      <w:r>
        <w:rPr>
          <w:sz w:val="28"/>
          <w:szCs w:val="28"/>
        </w:rPr>
        <w:br/>
        <w:t>(в редакции настоящего Закона), но не ранее чем через десять дней после дня официального опубликования настоящего Закона.</w:t>
      </w:r>
    </w:p>
    <w:p w:rsidR="00D12CF4" w:rsidRPr="00707988" w:rsidRDefault="00D12CF4" w:rsidP="000922AF">
      <w:pPr>
        <w:widowControl w:val="0"/>
        <w:autoSpaceDE w:val="0"/>
        <w:autoSpaceDN w:val="0"/>
        <w:adjustRightInd w:val="0"/>
        <w:ind w:firstLine="700"/>
        <w:rPr>
          <w:sz w:val="20"/>
          <w:szCs w:val="28"/>
        </w:rPr>
      </w:pPr>
    </w:p>
    <w:p w:rsidR="00D12CF4" w:rsidRDefault="00D12CF4" w:rsidP="000922AF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D12CF4" w:rsidRDefault="00D12CF4" w:rsidP="000922AF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D12CF4" w:rsidRPr="00F40FB6" w:rsidRDefault="00D12CF4" w:rsidP="00814238">
      <w:pPr>
        <w:jc w:val="both"/>
        <w:rPr>
          <w:sz w:val="28"/>
        </w:rPr>
      </w:pPr>
      <w:r w:rsidRPr="00F40FB6">
        <w:rPr>
          <w:b/>
          <w:sz w:val="28"/>
        </w:rPr>
        <w:t>Губернатор</w:t>
      </w:r>
      <w:r>
        <w:rPr>
          <w:b/>
          <w:sz w:val="28"/>
        </w:rPr>
        <w:t xml:space="preserve"> </w:t>
      </w:r>
      <w:r w:rsidRPr="00F40FB6">
        <w:rPr>
          <w:b/>
          <w:sz w:val="28"/>
        </w:rPr>
        <w:t>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>
        <w:rPr>
          <w:b/>
          <w:sz w:val="28"/>
        </w:rPr>
        <w:tab/>
        <w:t xml:space="preserve">                </w:t>
      </w:r>
      <w:r w:rsidRPr="00F40FB6">
        <w:rPr>
          <w:b/>
          <w:sz w:val="28"/>
        </w:rPr>
        <w:t>С.И.Морозов</w:t>
      </w:r>
    </w:p>
    <w:p w:rsidR="00D12CF4" w:rsidRDefault="00D12CF4" w:rsidP="00A86EBB">
      <w:pPr>
        <w:jc w:val="both"/>
        <w:rPr>
          <w:sz w:val="28"/>
        </w:rPr>
      </w:pPr>
    </w:p>
    <w:p w:rsidR="00D12CF4" w:rsidRDefault="00D12CF4" w:rsidP="00A86EBB">
      <w:pPr>
        <w:jc w:val="both"/>
        <w:rPr>
          <w:sz w:val="28"/>
        </w:rPr>
      </w:pPr>
    </w:p>
    <w:p w:rsidR="00D12CF4" w:rsidRDefault="00D12CF4" w:rsidP="00A86EBB">
      <w:pPr>
        <w:jc w:val="both"/>
        <w:rPr>
          <w:sz w:val="28"/>
        </w:rPr>
      </w:pPr>
    </w:p>
    <w:p w:rsidR="00D12CF4" w:rsidRPr="00F40FB6" w:rsidRDefault="00D12CF4" w:rsidP="00707988">
      <w:pPr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D12CF4" w:rsidRPr="00F40FB6" w:rsidRDefault="00D12CF4" w:rsidP="00707988">
      <w:pPr>
        <w:jc w:val="center"/>
        <w:rPr>
          <w:sz w:val="28"/>
        </w:rPr>
      </w:pPr>
      <w:r>
        <w:rPr>
          <w:sz w:val="28"/>
        </w:rPr>
        <w:t>20 января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F40FB6">
          <w:rPr>
            <w:sz w:val="28"/>
          </w:rPr>
          <w:t>201</w:t>
        </w:r>
        <w:r>
          <w:rPr>
            <w:sz w:val="28"/>
          </w:rPr>
          <w:t>7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D12CF4" w:rsidRPr="003F6BD8" w:rsidRDefault="00D12CF4" w:rsidP="00707988">
      <w:pPr>
        <w:jc w:val="center"/>
        <w:rPr>
          <w:sz w:val="28"/>
          <w:szCs w:val="28"/>
        </w:rPr>
      </w:pPr>
      <w:r w:rsidRPr="00F40FB6">
        <w:rPr>
          <w:sz w:val="28"/>
        </w:rPr>
        <w:t xml:space="preserve">№ </w:t>
      </w:r>
      <w:r>
        <w:rPr>
          <w:sz w:val="28"/>
        </w:rPr>
        <w:t>3</w:t>
      </w:r>
      <w:r w:rsidRPr="00F40FB6">
        <w:rPr>
          <w:sz w:val="28"/>
        </w:rPr>
        <w:t>-ЗО</w:t>
      </w:r>
    </w:p>
    <w:sectPr w:rsidR="00D12CF4" w:rsidRPr="003F6BD8" w:rsidSect="00C72D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567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CF4" w:rsidRDefault="00D12CF4">
      <w:r>
        <w:separator/>
      </w:r>
    </w:p>
  </w:endnote>
  <w:endnote w:type="continuationSeparator" w:id="0">
    <w:p w:rsidR="00D12CF4" w:rsidRDefault="00D12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CF4" w:rsidRDefault="00D12C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CF4" w:rsidRDefault="00D12C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CF4" w:rsidRPr="00707988" w:rsidRDefault="00D12CF4" w:rsidP="00707988">
    <w:pPr>
      <w:pStyle w:val="Footer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CF4" w:rsidRDefault="00D12CF4">
      <w:r>
        <w:separator/>
      </w:r>
    </w:p>
  </w:footnote>
  <w:footnote w:type="continuationSeparator" w:id="0">
    <w:p w:rsidR="00D12CF4" w:rsidRDefault="00D12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CF4" w:rsidRDefault="00D12CF4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CF4" w:rsidRDefault="00D12C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CF4" w:rsidRPr="004E39DE" w:rsidRDefault="00D12CF4" w:rsidP="008913F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4E39DE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CF4" w:rsidRDefault="00D12C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Heading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07A2"/>
    <w:rsid w:val="00002C82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429F"/>
    <w:rsid w:val="000251A6"/>
    <w:rsid w:val="00025D76"/>
    <w:rsid w:val="000260BB"/>
    <w:rsid w:val="00026AAC"/>
    <w:rsid w:val="0003148B"/>
    <w:rsid w:val="00031B65"/>
    <w:rsid w:val="000340EC"/>
    <w:rsid w:val="000366B2"/>
    <w:rsid w:val="00037851"/>
    <w:rsid w:val="00040655"/>
    <w:rsid w:val="0004098C"/>
    <w:rsid w:val="0004358D"/>
    <w:rsid w:val="000476BF"/>
    <w:rsid w:val="00047FFD"/>
    <w:rsid w:val="00050812"/>
    <w:rsid w:val="00051B87"/>
    <w:rsid w:val="00052CF6"/>
    <w:rsid w:val="000531BE"/>
    <w:rsid w:val="00053D38"/>
    <w:rsid w:val="00054436"/>
    <w:rsid w:val="00062366"/>
    <w:rsid w:val="00064782"/>
    <w:rsid w:val="00065456"/>
    <w:rsid w:val="0006556B"/>
    <w:rsid w:val="000658E7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1CFA"/>
    <w:rsid w:val="00082A43"/>
    <w:rsid w:val="000833D2"/>
    <w:rsid w:val="000845A7"/>
    <w:rsid w:val="00084CFE"/>
    <w:rsid w:val="00090100"/>
    <w:rsid w:val="000922AF"/>
    <w:rsid w:val="0009461F"/>
    <w:rsid w:val="00095861"/>
    <w:rsid w:val="00096336"/>
    <w:rsid w:val="0009686E"/>
    <w:rsid w:val="000A10D8"/>
    <w:rsid w:val="000A4663"/>
    <w:rsid w:val="000B010C"/>
    <w:rsid w:val="000B0495"/>
    <w:rsid w:val="000B1F05"/>
    <w:rsid w:val="000B2D7B"/>
    <w:rsid w:val="000B3219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36BF"/>
    <w:rsid w:val="00103D1F"/>
    <w:rsid w:val="0010508E"/>
    <w:rsid w:val="00106DE3"/>
    <w:rsid w:val="0011246A"/>
    <w:rsid w:val="00115CDC"/>
    <w:rsid w:val="00115F6C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2587"/>
    <w:rsid w:val="001333BD"/>
    <w:rsid w:val="001347B4"/>
    <w:rsid w:val="00134A2A"/>
    <w:rsid w:val="00135362"/>
    <w:rsid w:val="0014032E"/>
    <w:rsid w:val="001423A0"/>
    <w:rsid w:val="001441A6"/>
    <w:rsid w:val="001445BD"/>
    <w:rsid w:val="00144EC1"/>
    <w:rsid w:val="001459E3"/>
    <w:rsid w:val="00146C31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226"/>
    <w:rsid w:val="001929BF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A64"/>
    <w:rsid w:val="001F63D3"/>
    <w:rsid w:val="001F6C48"/>
    <w:rsid w:val="001F7544"/>
    <w:rsid w:val="00200022"/>
    <w:rsid w:val="00200CFF"/>
    <w:rsid w:val="00201091"/>
    <w:rsid w:val="0020120B"/>
    <w:rsid w:val="00203F4E"/>
    <w:rsid w:val="00205841"/>
    <w:rsid w:val="00212653"/>
    <w:rsid w:val="002156C5"/>
    <w:rsid w:val="00217DE3"/>
    <w:rsid w:val="00217EFB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3FFE"/>
    <w:rsid w:val="0026537E"/>
    <w:rsid w:val="00266C68"/>
    <w:rsid w:val="002674DB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3836"/>
    <w:rsid w:val="002A022B"/>
    <w:rsid w:val="002A03B2"/>
    <w:rsid w:val="002A36C7"/>
    <w:rsid w:val="002A4AA3"/>
    <w:rsid w:val="002A6196"/>
    <w:rsid w:val="002A70AC"/>
    <w:rsid w:val="002B1264"/>
    <w:rsid w:val="002B1BBC"/>
    <w:rsid w:val="002B4EB8"/>
    <w:rsid w:val="002B6749"/>
    <w:rsid w:val="002B6FF8"/>
    <w:rsid w:val="002B7B41"/>
    <w:rsid w:val="002C32EB"/>
    <w:rsid w:val="002C474B"/>
    <w:rsid w:val="002C6FAB"/>
    <w:rsid w:val="002C7172"/>
    <w:rsid w:val="002D037C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2538"/>
    <w:rsid w:val="002E2DF6"/>
    <w:rsid w:val="002E2E1A"/>
    <w:rsid w:val="002E3EDA"/>
    <w:rsid w:val="002E4253"/>
    <w:rsid w:val="002E442F"/>
    <w:rsid w:val="002E6292"/>
    <w:rsid w:val="002E7454"/>
    <w:rsid w:val="002F5265"/>
    <w:rsid w:val="00310C9B"/>
    <w:rsid w:val="00311343"/>
    <w:rsid w:val="00311757"/>
    <w:rsid w:val="003133AB"/>
    <w:rsid w:val="0031442C"/>
    <w:rsid w:val="00314D6E"/>
    <w:rsid w:val="00316854"/>
    <w:rsid w:val="00316AE9"/>
    <w:rsid w:val="00320A53"/>
    <w:rsid w:val="00324047"/>
    <w:rsid w:val="0032431B"/>
    <w:rsid w:val="00325A99"/>
    <w:rsid w:val="00325BF0"/>
    <w:rsid w:val="003269FD"/>
    <w:rsid w:val="00327536"/>
    <w:rsid w:val="00331B85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6580"/>
    <w:rsid w:val="00376C47"/>
    <w:rsid w:val="00381CFC"/>
    <w:rsid w:val="003821BE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5F46"/>
    <w:rsid w:val="0044124F"/>
    <w:rsid w:val="00442354"/>
    <w:rsid w:val="0044394C"/>
    <w:rsid w:val="004447FF"/>
    <w:rsid w:val="00445477"/>
    <w:rsid w:val="004460FD"/>
    <w:rsid w:val="0044613C"/>
    <w:rsid w:val="00446610"/>
    <w:rsid w:val="00447D0F"/>
    <w:rsid w:val="00450374"/>
    <w:rsid w:val="00460280"/>
    <w:rsid w:val="004615A8"/>
    <w:rsid w:val="00465CAD"/>
    <w:rsid w:val="0046602D"/>
    <w:rsid w:val="00466E85"/>
    <w:rsid w:val="00467FA3"/>
    <w:rsid w:val="00467FB0"/>
    <w:rsid w:val="004759EE"/>
    <w:rsid w:val="004768A7"/>
    <w:rsid w:val="004768C4"/>
    <w:rsid w:val="004826FA"/>
    <w:rsid w:val="0049674C"/>
    <w:rsid w:val="004A1ABF"/>
    <w:rsid w:val="004A581C"/>
    <w:rsid w:val="004A797D"/>
    <w:rsid w:val="004B228D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C41"/>
    <w:rsid w:val="004C647B"/>
    <w:rsid w:val="004C6D36"/>
    <w:rsid w:val="004D04C9"/>
    <w:rsid w:val="004D1300"/>
    <w:rsid w:val="004D16DF"/>
    <w:rsid w:val="004D328E"/>
    <w:rsid w:val="004D3544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AAD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9EE"/>
    <w:rsid w:val="00556F0A"/>
    <w:rsid w:val="00557600"/>
    <w:rsid w:val="00557D3C"/>
    <w:rsid w:val="0056251C"/>
    <w:rsid w:val="00562699"/>
    <w:rsid w:val="005636D7"/>
    <w:rsid w:val="005669E4"/>
    <w:rsid w:val="0057018D"/>
    <w:rsid w:val="00571B0D"/>
    <w:rsid w:val="00572402"/>
    <w:rsid w:val="00574384"/>
    <w:rsid w:val="00576943"/>
    <w:rsid w:val="00576D4F"/>
    <w:rsid w:val="0057709F"/>
    <w:rsid w:val="005808B0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6941"/>
    <w:rsid w:val="005D7EA5"/>
    <w:rsid w:val="005E072E"/>
    <w:rsid w:val="005E0A09"/>
    <w:rsid w:val="005E1374"/>
    <w:rsid w:val="005E287C"/>
    <w:rsid w:val="005E2C84"/>
    <w:rsid w:val="005E3732"/>
    <w:rsid w:val="005E4272"/>
    <w:rsid w:val="005E5600"/>
    <w:rsid w:val="005E6940"/>
    <w:rsid w:val="005E795B"/>
    <w:rsid w:val="005F1876"/>
    <w:rsid w:val="005F57C3"/>
    <w:rsid w:val="005F6C5B"/>
    <w:rsid w:val="005F7F6D"/>
    <w:rsid w:val="00600778"/>
    <w:rsid w:val="0060175A"/>
    <w:rsid w:val="00601A4E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4E67"/>
    <w:rsid w:val="00615903"/>
    <w:rsid w:val="00616174"/>
    <w:rsid w:val="006162CF"/>
    <w:rsid w:val="006171E1"/>
    <w:rsid w:val="0062091D"/>
    <w:rsid w:val="00621F60"/>
    <w:rsid w:val="006220D5"/>
    <w:rsid w:val="00622F84"/>
    <w:rsid w:val="00624F93"/>
    <w:rsid w:val="00625201"/>
    <w:rsid w:val="00625246"/>
    <w:rsid w:val="00626213"/>
    <w:rsid w:val="00626F19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F82"/>
    <w:rsid w:val="00644984"/>
    <w:rsid w:val="00644C5E"/>
    <w:rsid w:val="006454C6"/>
    <w:rsid w:val="0064605C"/>
    <w:rsid w:val="00647B71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7879"/>
    <w:rsid w:val="00707988"/>
    <w:rsid w:val="007079A6"/>
    <w:rsid w:val="00710B08"/>
    <w:rsid w:val="00710EC1"/>
    <w:rsid w:val="00710F0C"/>
    <w:rsid w:val="00711161"/>
    <w:rsid w:val="00711443"/>
    <w:rsid w:val="00712ED5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1FE9"/>
    <w:rsid w:val="00745569"/>
    <w:rsid w:val="00746A82"/>
    <w:rsid w:val="00747D08"/>
    <w:rsid w:val="00752931"/>
    <w:rsid w:val="0075507B"/>
    <w:rsid w:val="00756CD4"/>
    <w:rsid w:val="00760AA4"/>
    <w:rsid w:val="00760DEB"/>
    <w:rsid w:val="00763920"/>
    <w:rsid w:val="00765794"/>
    <w:rsid w:val="00770070"/>
    <w:rsid w:val="00775838"/>
    <w:rsid w:val="0077608F"/>
    <w:rsid w:val="00776678"/>
    <w:rsid w:val="00776DD9"/>
    <w:rsid w:val="00780C6C"/>
    <w:rsid w:val="00784207"/>
    <w:rsid w:val="007849EC"/>
    <w:rsid w:val="00785F1B"/>
    <w:rsid w:val="0078669B"/>
    <w:rsid w:val="007903B1"/>
    <w:rsid w:val="00790493"/>
    <w:rsid w:val="007908A6"/>
    <w:rsid w:val="007947E9"/>
    <w:rsid w:val="007A0630"/>
    <w:rsid w:val="007A0B75"/>
    <w:rsid w:val="007A19C9"/>
    <w:rsid w:val="007A1FA5"/>
    <w:rsid w:val="007A24ED"/>
    <w:rsid w:val="007A2848"/>
    <w:rsid w:val="007A54BE"/>
    <w:rsid w:val="007A5D04"/>
    <w:rsid w:val="007A6711"/>
    <w:rsid w:val="007B1A12"/>
    <w:rsid w:val="007B3195"/>
    <w:rsid w:val="007B4012"/>
    <w:rsid w:val="007B4464"/>
    <w:rsid w:val="007B47AD"/>
    <w:rsid w:val="007B6DA3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2273"/>
    <w:rsid w:val="007D3624"/>
    <w:rsid w:val="007D4761"/>
    <w:rsid w:val="007D7233"/>
    <w:rsid w:val="007E1CC7"/>
    <w:rsid w:val="007E2A65"/>
    <w:rsid w:val="007E5CF9"/>
    <w:rsid w:val="007E5DD8"/>
    <w:rsid w:val="007F0F27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6E9C"/>
    <w:rsid w:val="00807892"/>
    <w:rsid w:val="00807BB7"/>
    <w:rsid w:val="00807FD2"/>
    <w:rsid w:val="00810C93"/>
    <w:rsid w:val="00811905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270F"/>
    <w:rsid w:val="0085230E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7341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869"/>
    <w:rsid w:val="008A0787"/>
    <w:rsid w:val="008A0E05"/>
    <w:rsid w:val="008A43F9"/>
    <w:rsid w:val="008A6AB6"/>
    <w:rsid w:val="008B34CA"/>
    <w:rsid w:val="008B72C4"/>
    <w:rsid w:val="008C0739"/>
    <w:rsid w:val="008C074B"/>
    <w:rsid w:val="008C14A7"/>
    <w:rsid w:val="008C2C16"/>
    <w:rsid w:val="008C2F29"/>
    <w:rsid w:val="008C45AB"/>
    <w:rsid w:val="008C4CF5"/>
    <w:rsid w:val="008C781E"/>
    <w:rsid w:val="008D1200"/>
    <w:rsid w:val="008D1316"/>
    <w:rsid w:val="008D2EBD"/>
    <w:rsid w:val="008D34D5"/>
    <w:rsid w:val="008D357B"/>
    <w:rsid w:val="008D748B"/>
    <w:rsid w:val="008E091E"/>
    <w:rsid w:val="008E09D2"/>
    <w:rsid w:val="008E36F2"/>
    <w:rsid w:val="008E4286"/>
    <w:rsid w:val="008E49C8"/>
    <w:rsid w:val="008F072A"/>
    <w:rsid w:val="008F31BA"/>
    <w:rsid w:val="008F356D"/>
    <w:rsid w:val="008F43C8"/>
    <w:rsid w:val="00900B2A"/>
    <w:rsid w:val="00901BB2"/>
    <w:rsid w:val="00902A9E"/>
    <w:rsid w:val="00903E17"/>
    <w:rsid w:val="009062F7"/>
    <w:rsid w:val="0090644C"/>
    <w:rsid w:val="0091053E"/>
    <w:rsid w:val="00920468"/>
    <w:rsid w:val="00921A66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33B5"/>
    <w:rsid w:val="00955701"/>
    <w:rsid w:val="00956384"/>
    <w:rsid w:val="00967886"/>
    <w:rsid w:val="00971CC6"/>
    <w:rsid w:val="00972DF3"/>
    <w:rsid w:val="00972E29"/>
    <w:rsid w:val="00973B23"/>
    <w:rsid w:val="0097742B"/>
    <w:rsid w:val="009811E3"/>
    <w:rsid w:val="00981D34"/>
    <w:rsid w:val="00983286"/>
    <w:rsid w:val="00984620"/>
    <w:rsid w:val="00984B8B"/>
    <w:rsid w:val="00986FA5"/>
    <w:rsid w:val="0098716D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F64"/>
    <w:rsid w:val="009B37AF"/>
    <w:rsid w:val="009B5372"/>
    <w:rsid w:val="009B729A"/>
    <w:rsid w:val="009B75FE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5C54"/>
    <w:rsid w:val="009D7DA5"/>
    <w:rsid w:val="009E0E4D"/>
    <w:rsid w:val="009E19FA"/>
    <w:rsid w:val="009E22B6"/>
    <w:rsid w:val="009E2EB3"/>
    <w:rsid w:val="009E3751"/>
    <w:rsid w:val="009E52DA"/>
    <w:rsid w:val="009E6632"/>
    <w:rsid w:val="009E6F20"/>
    <w:rsid w:val="009E7750"/>
    <w:rsid w:val="009E7914"/>
    <w:rsid w:val="009F0C55"/>
    <w:rsid w:val="009F57DB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3261"/>
    <w:rsid w:val="00A54C26"/>
    <w:rsid w:val="00A56C84"/>
    <w:rsid w:val="00A5767C"/>
    <w:rsid w:val="00A60AD8"/>
    <w:rsid w:val="00A6305D"/>
    <w:rsid w:val="00A63BCA"/>
    <w:rsid w:val="00A64697"/>
    <w:rsid w:val="00A64BD2"/>
    <w:rsid w:val="00A65DA0"/>
    <w:rsid w:val="00A66ED1"/>
    <w:rsid w:val="00A72233"/>
    <w:rsid w:val="00A73E9A"/>
    <w:rsid w:val="00A760A7"/>
    <w:rsid w:val="00A767C4"/>
    <w:rsid w:val="00A81BC7"/>
    <w:rsid w:val="00A824B1"/>
    <w:rsid w:val="00A83AFF"/>
    <w:rsid w:val="00A85F82"/>
    <w:rsid w:val="00A86EBB"/>
    <w:rsid w:val="00A92D2A"/>
    <w:rsid w:val="00AA02FA"/>
    <w:rsid w:val="00AA1EF1"/>
    <w:rsid w:val="00AA3B67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7602"/>
    <w:rsid w:val="00AD0B65"/>
    <w:rsid w:val="00AD1A4E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E652D"/>
    <w:rsid w:val="00AF0CD6"/>
    <w:rsid w:val="00AF1256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381"/>
    <w:rsid w:val="00B049B3"/>
    <w:rsid w:val="00B04B52"/>
    <w:rsid w:val="00B11050"/>
    <w:rsid w:val="00B1158B"/>
    <w:rsid w:val="00B12C91"/>
    <w:rsid w:val="00B160B6"/>
    <w:rsid w:val="00B16FBB"/>
    <w:rsid w:val="00B206C4"/>
    <w:rsid w:val="00B21594"/>
    <w:rsid w:val="00B223AF"/>
    <w:rsid w:val="00B22DF7"/>
    <w:rsid w:val="00B24491"/>
    <w:rsid w:val="00B27AAE"/>
    <w:rsid w:val="00B302AF"/>
    <w:rsid w:val="00B30646"/>
    <w:rsid w:val="00B3304C"/>
    <w:rsid w:val="00B33F33"/>
    <w:rsid w:val="00B36356"/>
    <w:rsid w:val="00B36612"/>
    <w:rsid w:val="00B37B68"/>
    <w:rsid w:val="00B40CB9"/>
    <w:rsid w:val="00B42E5D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12F"/>
    <w:rsid w:val="00B64578"/>
    <w:rsid w:val="00B658C0"/>
    <w:rsid w:val="00B664EA"/>
    <w:rsid w:val="00B67249"/>
    <w:rsid w:val="00B67440"/>
    <w:rsid w:val="00B70C61"/>
    <w:rsid w:val="00B72FB6"/>
    <w:rsid w:val="00B736F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654"/>
    <w:rsid w:val="00B96147"/>
    <w:rsid w:val="00B9625F"/>
    <w:rsid w:val="00BA1045"/>
    <w:rsid w:val="00BA4127"/>
    <w:rsid w:val="00BA6583"/>
    <w:rsid w:val="00BA7C97"/>
    <w:rsid w:val="00BB124B"/>
    <w:rsid w:val="00BB1EC0"/>
    <w:rsid w:val="00BB326E"/>
    <w:rsid w:val="00BB4A82"/>
    <w:rsid w:val="00BB55B4"/>
    <w:rsid w:val="00BC1C5D"/>
    <w:rsid w:val="00BC3359"/>
    <w:rsid w:val="00BC42C5"/>
    <w:rsid w:val="00BC494D"/>
    <w:rsid w:val="00BC4D47"/>
    <w:rsid w:val="00BC50B7"/>
    <w:rsid w:val="00BC5ADF"/>
    <w:rsid w:val="00BC7336"/>
    <w:rsid w:val="00BD2733"/>
    <w:rsid w:val="00BD38EB"/>
    <w:rsid w:val="00BD3A22"/>
    <w:rsid w:val="00BD4E8E"/>
    <w:rsid w:val="00BE0941"/>
    <w:rsid w:val="00BE2B6E"/>
    <w:rsid w:val="00BE357C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FBA"/>
    <w:rsid w:val="00C03C87"/>
    <w:rsid w:val="00C04386"/>
    <w:rsid w:val="00C04D87"/>
    <w:rsid w:val="00C064F4"/>
    <w:rsid w:val="00C0656A"/>
    <w:rsid w:val="00C07735"/>
    <w:rsid w:val="00C10A19"/>
    <w:rsid w:val="00C12734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7AAF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584"/>
    <w:rsid w:val="00C6202B"/>
    <w:rsid w:val="00C6328C"/>
    <w:rsid w:val="00C63F7E"/>
    <w:rsid w:val="00C6407A"/>
    <w:rsid w:val="00C65929"/>
    <w:rsid w:val="00C66193"/>
    <w:rsid w:val="00C67EC6"/>
    <w:rsid w:val="00C719D4"/>
    <w:rsid w:val="00C72DFD"/>
    <w:rsid w:val="00C74E28"/>
    <w:rsid w:val="00C75F4A"/>
    <w:rsid w:val="00C83357"/>
    <w:rsid w:val="00C833FE"/>
    <w:rsid w:val="00C85094"/>
    <w:rsid w:val="00C86C01"/>
    <w:rsid w:val="00C8731E"/>
    <w:rsid w:val="00C87828"/>
    <w:rsid w:val="00C90CBD"/>
    <w:rsid w:val="00C911CB"/>
    <w:rsid w:val="00C94FB6"/>
    <w:rsid w:val="00C94FCF"/>
    <w:rsid w:val="00C9670E"/>
    <w:rsid w:val="00CA08C2"/>
    <w:rsid w:val="00CA0AF7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52D6"/>
    <w:rsid w:val="00D06427"/>
    <w:rsid w:val="00D10989"/>
    <w:rsid w:val="00D111CE"/>
    <w:rsid w:val="00D11FED"/>
    <w:rsid w:val="00D12CF4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07A2"/>
    <w:rsid w:val="00D42DEA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1208"/>
    <w:rsid w:val="00D62D68"/>
    <w:rsid w:val="00D639BD"/>
    <w:rsid w:val="00D63CD1"/>
    <w:rsid w:val="00D64E71"/>
    <w:rsid w:val="00D64EA6"/>
    <w:rsid w:val="00D660EC"/>
    <w:rsid w:val="00D67149"/>
    <w:rsid w:val="00D67437"/>
    <w:rsid w:val="00D677A2"/>
    <w:rsid w:val="00D755FD"/>
    <w:rsid w:val="00D8003A"/>
    <w:rsid w:val="00D80736"/>
    <w:rsid w:val="00D81EA2"/>
    <w:rsid w:val="00D8503F"/>
    <w:rsid w:val="00D85498"/>
    <w:rsid w:val="00D86D0A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218F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5E53"/>
    <w:rsid w:val="00E16A0D"/>
    <w:rsid w:val="00E173F7"/>
    <w:rsid w:val="00E20AB8"/>
    <w:rsid w:val="00E21307"/>
    <w:rsid w:val="00E239E0"/>
    <w:rsid w:val="00E240AC"/>
    <w:rsid w:val="00E25A37"/>
    <w:rsid w:val="00E263B8"/>
    <w:rsid w:val="00E403DC"/>
    <w:rsid w:val="00E40AE7"/>
    <w:rsid w:val="00E416DE"/>
    <w:rsid w:val="00E4282E"/>
    <w:rsid w:val="00E5274F"/>
    <w:rsid w:val="00E53140"/>
    <w:rsid w:val="00E5449F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FF1"/>
    <w:rsid w:val="00E9748C"/>
    <w:rsid w:val="00EA0010"/>
    <w:rsid w:val="00EA0CF0"/>
    <w:rsid w:val="00EA120A"/>
    <w:rsid w:val="00EA18AD"/>
    <w:rsid w:val="00EB118A"/>
    <w:rsid w:val="00EB1BF2"/>
    <w:rsid w:val="00EB378A"/>
    <w:rsid w:val="00EB4270"/>
    <w:rsid w:val="00EB5E73"/>
    <w:rsid w:val="00EB5EF5"/>
    <w:rsid w:val="00EB69F6"/>
    <w:rsid w:val="00EB6BE4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B61"/>
    <w:rsid w:val="00EE5193"/>
    <w:rsid w:val="00EE58E6"/>
    <w:rsid w:val="00EF193E"/>
    <w:rsid w:val="00EF199C"/>
    <w:rsid w:val="00EF273F"/>
    <w:rsid w:val="00EF28C0"/>
    <w:rsid w:val="00EF56CA"/>
    <w:rsid w:val="00EF60F2"/>
    <w:rsid w:val="00F0170A"/>
    <w:rsid w:val="00F02E55"/>
    <w:rsid w:val="00F04F19"/>
    <w:rsid w:val="00F10AF0"/>
    <w:rsid w:val="00F131E7"/>
    <w:rsid w:val="00F13E9C"/>
    <w:rsid w:val="00F15F03"/>
    <w:rsid w:val="00F16063"/>
    <w:rsid w:val="00F21D31"/>
    <w:rsid w:val="00F23E2C"/>
    <w:rsid w:val="00F24A97"/>
    <w:rsid w:val="00F25F8D"/>
    <w:rsid w:val="00F31561"/>
    <w:rsid w:val="00F31B39"/>
    <w:rsid w:val="00F32375"/>
    <w:rsid w:val="00F32ABD"/>
    <w:rsid w:val="00F36BE2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34BB"/>
    <w:rsid w:val="00F64671"/>
    <w:rsid w:val="00F660AC"/>
    <w:rsid w:val="00F71916"/>
    <w:rsid w:val="00F800C8"/>
    <w:rsid w:val="00F8310A"/>
    <w:rsid w:val="00F83279"/>
    <w:rsid w:val="00F8327B"/>
    <w:rsid w:val="00F852B7"/>
    <w:rsid w:val="00F872DE"/>
    <w:rsid w:val="00F8780E"/>
    <w:rsid w:val="00F87AFF"/>
    <w:rsid w:val="00F87D73"/>
    <w:rsid w:val="00F94071"/>
    <w:rsid w:val="00F94F3B"/>
    <w:rsid w:val="00F94F78"/>
    <w:rsid w:val="00F96E86"/>
    <w:rsid w:val="00F97863"/>
    <w:rsid w:val="00FA028E"/>
    <w:rsid w:val="00FA0D05"/>
    <w:rsid w:val="00FA2000"/>
    <w:rsid w:val="00FA669A"/>
    <w:rsid w:val="00FB14BF"/>
    <w:rsid w:val="00FB1BEB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BD"/>
    <w:rsid w:val="00FF218B"/>
    <w:rsid w:val="00FF277F"/>
    <w:rsid w:val="00FF4236"/>
    <w:rsid w:val="00FF509F"/>
    <w:rsid w:val="00FF6871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3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93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593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0B0495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F23FB8490E84E3A1BF1E36EC18ABD17DE6F352497288CB95922040CCD404D3BF62FE4B923D9299AC703D6AU5J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F23FB8490E84E3A1BF1E36EC18ABD17DE6F352497288CB95922040CCD404D3BF62FE4B923D9299AC73396AU9J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2CF25A81A9BF3E9751769DA36B8575100A3DF35D69223EBEDC28D36257A293b6n2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3</Pages>
  <Words>667</Words>
  <Characters>3803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Пользователь</cp:lastModifiedBy>
  <cp:revision>11</cp:revision>
  <cp:lastPrinted>2017-01-12T12:04:00Z</cp:lastPrinted>
  <dcterms:created xsi:type="dcterms:W3CDTF">2017-01-12T11:25:00Z</dcterms:created>
  <dcterms:modified xsi:type="dcterms:W3CDTF">2017-01-27T10:18:00Z</dcterms:modified>
</cp:coreProperties>
</file>