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ЗАКОН УЛЬЯНОВСКОЙ ОБЛАСТИ</w:t>
      </w:r>
    </w:p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7822DD" w:rsidRPr="007B204E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Pr="006F2D62">
        <w:rPr>
          <w:rFonts w:ascii="Times New Roman" w:hAnsi="Times New Roman" w:cs="Times New Roman"/>
          <w:b/>
          <w:bCs/>
          <w:sz w:val="28"/>
          <w:szCs w:val="28"/>
        </w:rPr>
        <w:t xml:space="preserve">статью 19 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>Закона Ульяновской области «Градостроительный устав Ульяновской области»</w:t>
      </w:r>
    </w:p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7822DD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:rsidR="007822DD" w:rsidRPr="00FE580C" w:rsidRDefault="007822DD" w:rsidP="0023405E">
      <w:pPr>
        <w:shd w:val="clear" w:color="auto" w:fill="FFFFFF"/>
        <w:ind w:right="-1"/>
        <w:jc w:val="center"/>
        <w:rPr>
          <w:rFonts w:ascii="Times New Roman" w:hAnsi="Times New Roman" w:cs="Times New Roman"/>
          <w:spacing w:val="-2"/>
          <w:sz w:val="44"/>
          <w:szCs w:val="28"/>
        </w:rPr>
      </w:pPr>
    </w:p>
    <w:p w:rsidR="007822DD" w:rsidRDefault="007822DD" w:rsidP="000D58B5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Внести в абзац первый пункта 5 статьи 19 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 xml:space="preserve">Закона Ульяновской области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 xml:space="preserve">от 30 июня 2008 года </w:t>
      </w:r>
      <w:r>
        <w:rPr>
          <w:rFonts w:ascii="Times New Roman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 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 xml:space="preserve">118-ЗО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6424AA">
        <w:rPr>
          <w:rFonts w:ascii="Times New Roman" w:hAnsi="Times New Roman" w:cs="Times New Roman"/>
          <w:sz w:val="28"/>
          <w:szCs w:val="28"/>
          <w:lang w:eastAsia="en-US"/>
        </w:rPr>
        <w:t>Градостроительный устав Ульяновской области</w:t>
      </w:r>
      <w:r>
        <w:rPr>
          <w:rFonts w:ascii="Times New Roman" w:hAnsi="Times New Roman" w:cs="Times New Roman"/>
          <w:sz w:val="28"/>
          <w:szCs w:val="28"/>
          <w:lang w:eastAsia="en-US"/>
        </w:rPr>
        <w:t>» («Ульяновская правда» от 02.07.2008 № 54; от 08.07.2011 № 74; от 07.10.2011</w:t>
      </w:r>
      <w:r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№ 113; от 04.05.2012 № 45; от 13.03.2013 № 27; от 11.11.2013 № 144; от 31.12.2013 </w:t>
      </w:r>
      <w:r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№ 174; от 11.03.2014 № 34; </w:t>
      </w:r>
      <w:r w:rsidRPr="00410AAD">
        <w:rPr>
          <w:rFonts w:ascii="Times New Roman" w:hAnsi="Times New Roman" w:cs="Times New Roman"/>
          <w:sz w:val="28"/>
          <w:szCs w:val="28"/>
          <w:lang w:eastAsia="en-US"/>
        </w:rPr>
        <w:t xml:space="preserve">от 10.07.2014 </w:t>
      </w:r>
      <w:r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410AAD">
        <w:rPr>
          <w:rFonts w:ascii="Times New Roman" w:hAnsi="Times New Roman" w:cs="Times New Roman"/>
          <w:sz w:val="28"/>
          <w:szCs w:val="28"/>
          <w:lang w:eastAsia="en-US"/>
        </w:rPr>
        <w:t xml:space="preserve"> 98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; от 07.08.2014 № 114; от 05.10.2015 № 139; от 29.10.2015 № 151; от 04.10.2016 № 118) изменение, изложив его </w:t>
      </w:r>
      <w:r>
        <w:rPr>
          <w:rFonts w:ascii="Times New Roman" w:hAnsi="Times New Roman" w:cs="Times New Roman"/>
          <w:sz w:val="28"/>
          <w:szCs w:val="28"/>
          <w:lang w:eastAsia="en-US"/>
        </w:rPr>
        <w:br/>
        <w:t>в следующей редакции</w:t>
      </w:r>
      <w:r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7822DD" w:rsidRDefault="007822DD" w:rsidP="000D58B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«5) </w:t>
      </w:r>
      <w:r w:rsidRPr="0041737B">
        <w:rPr>
          <w:rFonts w:ascii="Times New Roman" w:hAnsi="Times New Roman" w:cs="Times New Roman"/>
          <w:spacing w:val="-2"/>
          <w:sz w:val="28"/>
          <w:szCs w:val="28"/>
        </w:rPr>
        <w:t xml:space="preserve">строительства (реконструкции) сооружений </w:t>
      </w:r>
      <w:r w:rsidRPr="00A67EE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связи, предназначенных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A67EEF">
        <w:rPr>
          <w:rFonts w:ascii="Times New Roman" w:hAnsi="Times New Roman" w:cs="Times New Roman"/>
          <w:color w:val="000000"/>
          <w:spacing w:val="-2"/>
          <w:sz w:val="28"/>
          <w:szCs w:val="28"/>
        </w:rPr>
        <w:t>для размещения средств подвижной радиотелефонной связи, за исключением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строительства (реконструкции) таких сооружений в границах зон действия систем посадки и вблизи</w:t>
      </w:r>
      <w:r w:rsidRPr="00A67EE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объектов радиолокации и радионавигации, предназначенных для обеспечения полётов воздушных судов, если проектной документацией этих сооружений связи </w:t>
      </w:r>
      <w:r w:rsidRPr="00A67EE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предусмотрены такие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их характеристики</w:t>
      </w:r>
      <w:r w:rsidRPr="00A67EE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как высота не более семидесяти пяти метров </w:t>
      </w:r>
      <w:r w:rsidRPr="0041737B">
        <w:rPr>
          <w:rFonts w:ascii="Times New Roman" w:hAnsi="Times New Roman" w:cs="Times New Roman"/>
          <w:spacing w:val="-2"/>
          <w:sz w:val="28"/>
          <w:szCs w:val="28"/>
        </w:rPr>
        <w:t xml:space="preserve">и (или) технологическое заглубление подземной части (полностью или частично) ниже планировочной отметки земли не более чем 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 w:rsidRPr="0041737B">
        <w:rPr>
          <w:rFonts w:ascii="Times New Roman" w:hAnsi="Times New Roman" w:cs="Times New Roman"/>
          <w:spacing w:val="-2"/>
          <w:sz w:val="28"/>
          <w:szCs w:val="28"/>
        </w:rPr>
        <w:t>на четыре метра, располагаемых:</w:t>
      </w:r>
      <w:r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7822DD" w:rsidRPr="0023405E" w:rsidRDefault="007822DD" w:rsidP="00D834E3">
      <w:pPr>
        <w:shd w:val="clear" w:color="auto" w:fill="FFFFFF"/>
        <w:ind w:right="-1"/>
        <w:jc w:val="both"/>
        <w:rPr>
          <w:rFonts w:ascii="Times New Roman" w:hAnsi="Times New Roman" w:cs="Times New Roman"/>
          <w:spacing w:val="-8"/>
          <w:sz w:val="16"/>
          <w:szCs w:val="28"/>
        </w:rPr>
      </w:pPr>
    </w:p>
    <w:p w:rsidR="007822DD" w:rsidRPr="0023405E" w:rsidRDefault="007822DD" w:rsidP="00D834E3">
      <w:pPr>
        <w:shd w:val="clear" w:color="auto" w:fill="FFFFFF"/>
        <w:ind w:right="-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7822DD" w:rsidRPr="0023405E" w:rsidRDefault="007822DD" w:rsidP="00D834E3">
      <w:pPr>
        <w:shd w:val="clear" w:color="auto" w:fill="FFFFFF"/>
        <w:ind w:right="-1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7822DD" w:rsidRPr="00E77C58" w:rsidRDefault="007822DD" w:rsidP="00E77C58">
      <w:pPr>
        <w:widowControl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E77C58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Губернатор Ульяновской области                                                        С.И.Морозов</w:t>
      </w:r>
    </w:p>
    <w:p w:rsidR="007822DD" w:rsidRDefault="007822DD" w:rsidP="00E77C58">
      <w:pPr>
        <w:widowControl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7822DD" w:rsidRDefault="007822DD" w:rsidP="00E77C58">
      <w:pPr>
        <w:widowControl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7822DD" w:rsidRDefault="007822DD" w:rsidP="00E77C58">
      <w:pPr>
        <w:widowControl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7822DD" w:rsidRPr="00E77C58" w:rsidRDefault="007822DD" w:rsidP="00E77C5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7822DD" w:rsidRPr="00E77C58" w:rsidRDefault="007822DD" w:rsidP="00E77C58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24 марта </w:t>
      </w:r>
      <w:smartTag w:uri="urn:schemas-microsoft-com:office:smarttags" w:element="metricconverter">
        <w:smartTagPr>
          <w:attr w:name="ProductID" w:val="2017 г"/>
        </w:smartTagPr>
        <w:r w:rsidRPr="00E77C58">
          <w:rPr>
            <w:rFonts w:ascii="Times New Roman" w:hAnsi="Times New Roman" w:cs="Times New Roman"/>
            <w:color w:val="000000"/>
            <w:sz w:val="28"/>
            <w:szCs w:val="28"/>
            <w:lang w:eastAsia="en-US"/>
          </w:rPr>
          <w:t>2017 г</w:t>
        </w:r>
      </w:smartTag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7822DD" w:rsidRDefault="007822DD" w:rsidP="00B861EE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28</w:t>
      </w:r>
      <w:r w:rsidRPr="00E77C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-ЗО</w:t>
      </w:r>
    </w:p>
    <w:sectPr w:rsidR="007822DD" w:rsidSect="0023405E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2DD" w:rsidRDefault="007822DD" w:rsidP="00D834E3">
      <w:r>
        <w:separator/>
      </w:r>
    </w:p>
  </w:endnote>
  <w:endnote w:type="continuationSeparator" w:id="0">
    <w:p w:rsidR="007822DD" w:rsidRDefault="007822DD" w:rsidP="00D83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2DD" w:rsidRPr="00FE580C" w:rsidRDefault="007822DD" w:rsidP="00FE580C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2102км1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2DD" w:rsidRDefault="007822DD" w:rsidP="00D834E3">
      <w:r>
        <w:separator/>
      </w:r>
    </w:p>
  </w:footnote>
  <w:footnote w:type="continuationSeparator" w:id="0">
    <w:p w:rsidR="007822DD" w:rsidRDefault="007822DD" w:rsidP="00D834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2DD" w:rsidRPr="007B204E" w:rsidRDefault="007822DD" w:rsidP="007B204E">
    <w:pPr>
      <w:pStyle w:val="Header"/>
      <w:jc w:val="center"/>
      <w:rPr>
        <w:rFonts w:ascii="Times New Roman" w:hAnsi="Times New Roman"/>
        <w:sz w:val="28"/>
        <w:szCs w:val="28"/>
      </w:rPr>
    </w:pPr>
    <w:r w:rsidRPr="00D834E3">
      <w:rPr>
        <w:rFonts w:ascii="Times New Roman" w:hAnsi="Times New Roman"/>
        <w:sz w:val="28"/>
        <w:szCs w:val="28"/>
      </w:rPr>
      <w:fldChar w:fldCharType="begin"/>
    </w:r>
    <w:r w:rsidRPr="00D834E3">
      <w:rPr>
        <w:rFonts w:ascii="Times New Roman" w:hAnsi="Times New Roman"/>
        <w:sz w:val="28"/>
        <w:szCs w:val="28"/>
      </w:rPr>
      <w:instrText>PAGE   \* MERGEFORMAT</w:instrText>
    </w:r>
    <w:r w:rsidRPr="00D834E3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834E3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17A"/>
    <w:multiLevelType w:val="hybridMultilevel"/>
    <w:tmpl w:val="7474E54C"/>
    <w:lvl w:ilvl="0" w:tplc="0A9436B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9EF3274"/>
    <w:multiLevelType w:val="singleLevel"/>
    <w:tmpl w:val="B524A0E0"/>
    <w:lvl w:ilvl="0">
      <w:start w:val="1"/>
      <w:numFmt w:val="decimal"/>
      <w:lvlText w:val="%1."/>
      <w:legacy w:legacy="1" w:legacySpace="0" w:legacyIndent="218"/>
      <w:lvlJc w:val="left"/>
      <w:rPr>
        <w:rFonts w:ascii="Arial" w:hAnsi="Arial" w:cs="Arial" w:hint="default"/>
      </w:rPr>
    </w:lvl>
  </w:abstractNum>
  <w:abstractNum w:abstractNumId="2">
    <w:nsid w:val="719A7538"/>
    <w:multiLevelType w:val="singleLevel"/>
    <w:tmpl w:val="3DB83EB8"/>
    <w:lvl w:ilvl="0">
      <w:start w:val="1"/>
      <w:numFmt w:val="decimal"/>
      <w:lvlText w:val="%1."/>
      <w:legacy w:legacy="1" w:legacySpace="0" w:legacyIndent="214"/>
      <w:lvlJc w:val="left"/>
      <w:rPr>
        <w:rFonts w:ascii="Times New Roman" w:eastAsia="Times New Roman" w:hAnsi="Times New Roman" w:cs="Times New Roman"/>
      </w:rPr>
    </w:lvl>
  </w:abstractNum>
  <w:abstractNum w:abstractNumId="3">
    <w:nsid w:val="7953269A"/>
    <w:multiLevelType w:val="hybridMultilevel"/>
    <w:tmpl w:val="2D14DC9A"/>
    <w:lvl w:ilvl="0" w:tplc="5C081F10">
      <w:start w:val="3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ABB"/>
    <w:rsid w:val="0000076F"/>
    <w:rsid w:val="00000E98"/>
    <w:rsid w:val="00017D5C"/>
    <w:rsid w:val="000202BA"/>
    <w:rsid w:val="00021086"/>
    <w:rsid w:val="00021D30"/>
    <w:rsid w:val="00022189"/>
    <w:rsid w:val="00022202"/>
    <w:rsid w:val="00025A82"/>
    <w:rsid w:val="00026910"/>
    <w:rsid w:val="000270EB"/>
    <w:rsid w:val="0003148B"/>
    <w:rsid w:val="0003284E"/>
    <w:rsid w:val="00045693"/>
    <w:rsid w:val="000477DD"/>
    <w:rsid w:val="00053190"/>
    <w:rsid w:val="00055C9A"/>
    <w:rsid w:val="00055FF3"/>
    <w:rsid w:val="000620CA"/>
    <w:rsid w:val="00062DDF"/>
    <w:rsid w:val="000666E9"/>
    <w:rsid w:val="00066F22"/>
    <w:rsid w:val="0007036A"/>
    <w:rsid w:val="00071F6F"/>
    <w:rsid w:val="0007381A"/>
    <w:rsid w:val="00081336"/>
    <w:rsid w:val="00084956"/>
    <w:rsid w:val="0008555A"/>
    <w:rsid w:val="00087053"/>
    <w:rsid w:val="000911C0"/>
    <w:rsid w:val="00091B16"/>
    <w:rsid w:val="000922EF"/>
    <w:rsid w:val="0009338E"/>
    <w:rsid w:val="00095868"/>
    <w:rsid w:val="00095EF7"/>
    <w:rsid w:val="000A3EF8"/>
    <w:rsid w:val="000A5B5E"/>
    <w:rsid w:val="000A61E5"/>
    <w:rsid w:val="000A66F9"/>
    <w:rsid w:val="000B08E9"/>
    <w:rsid w:val="000B4B45"/>
    <w:rsid w:val="000B533E"/>
    <w:rsid w:val="000B6164"/>
    <w:rsid w:val="000B7683"/>
    <w:rsid w:val="000B7D62"/>
    <w:rsid w:val="000C4F4A"/>
    <w:rsid w:val="000D5278"/>
    <w:rsid w:val="000D54F9"/>
    <w:rsid w:val="000D58B5"/>
    <w:rsid w:val="000E07CE"/>
    <w:rsid w:val="000E1F7E"/>
    <w:rsid w:val="000E3A9C"/>
    <w:rsid w:val="000E3F90"/>
    <w:rsid w:val="000E60D3"/>
    <w:rsid w:val="000E7202"/>
    <w:rsid w:val="000F0482"/>
    <w:rsid w:val="000F0557"/>
    <w:rsid w:val="000F139A"/>
    <w:rsid w:val="000F34A8"/>
    <w:rsid w:val="00103EE9"/>
    <w:rsid w:val="00116253"/>
    <w:rsid w:val="00116635"/>
    <w:rsid w:val="00123569"/>
    <w:rsid w:val="00123CDF"/>
    <w:rsid w:val="00124BAC"/>
    <w:rsid w:val="00131DC7"/>
    <w:rsid w:val="0014090B"/>
    <w:rsid w:val="00152A3F"/>
    <w:rsid w:val="00153570"/>
    <w:rsid w:val="00157DD0"/>
    <w:rsid w:val="00160E3F"/>
    <w:rsid w:val="0016139B"/>
    <w:rsid w:val="00161CF0"/>
    <w:rsid w:val="00167613"/>
    <w:rsid w:val="0017114C"/>
    <w:rsid w:val="0017203E"/>
    <w:rsid w:val="0018058D"/>
    <w:rsid w:val="001819D2"/>
    <w:rsid w:val="0018741F"/>
    <w:rsid w:val="00190DDB"/>
    <w:rsid w:val="00191E19"/>
    <w:rsid w:val="001948CB"/>
    <w:rsid w:val="00194C58"/>
    <w:rsid w:val="00194DF0"/>
    <w:rsid w:val="00196682"/>
    <w:rsid w:val="001966B7"/>
    <w:rsid w:val="00197AC0"/>
    <w:rsid w:val="001A44B5"/>
    <w:rsid w:val="001A4567"/>
    <w:rsid w:val="001A5380"/>
    <w:rsid w:val="001B46D4"/>
    <w:rsid w:val="001C5774"/>
    <w:rsid w:val="001D14E6"/>
    <w:rsid w:val="001D23C9"/>
    <w:rsid w:val="001D55D1"/>
    <w:rsid w:val="001D5EE3"/>
    <w:rsid w:val="001E0F2F"/>
    <w:rsid w:val="001E221D"/>
    <w:rsid w:val="001E2FAC"/>
    <w:rsid w:val="001E485B"/>
    <w:rsid w:val="001E4EEA"/>
    <w:rsid w:val="001E5474"/>
    <w:rsid w:val="001E7C51"/>
    <w:rsid w:val="001F6B6C"/>
    <w:rsid w:val="00200130"/>
    <w:rsid w:val="00214ADD"/>
    <w:rsid w:val="002150FD"/>
    <w:rsid w:val="002158AC"/>
    <w:rsid w:val="00217729"/>
    <w:rsid w:val="002245E8"/>
    <w:rsid w:val="00224A23"/>
    <w:rsid w:val="00225D38"/>
    <w:rsid w:val="00226E56"/>
    <w:rsid w:val="002271F2"/>
    <w:rsid w:val="002307B2"/>
    <w:rsid w:val="00231826"/>
    <w:rsid w:val="00232AE9"/>
    <w:rsid w:val="0023405E"/>
    <w:rsid w:val="00245840"/>
    <w:rsid w:val="00247C67"/>
    <w:rsid w:val="0025386C"/>
    <w:rsid w:val="0025584B"/>
    <w:rsid w:val="002560EC"/>
    <w:rsid w:val="0025678A"/>
    <w:rsid w:val="00256944"/>
    <w:rsid w:val="00267485"/>
    <w:rsid w:val="00270E3C"/>
    <w:rsid w:val="002744D9"/>
    <w:rsid w:val="00274D42"/>
    <w:rsid w:val="00276D21"/>
    <w:rsid w:val="00283746"/>
    <w:rsid w:val="002865DA"/>
    <w:rsid w:val="002876DD"/>
    <w:rsid w:val="00293F19"/>
    <w:rsid w:val="00294A5B"/>
    <w:rsid w:val="00295C45"/>
    <w:rsid w:val="002A0E5A"/>
    <w:rsid w:val="002A1DC2"/>
    <w:rsid w:val="002A29D8"/>
    <w:rsid w:val="002A2ED1"/>
    <w:rsid w:val="002A3051"/>
    <w:rsid w:val="002C20AE"/>
    <w:rsid w:val="002D0942"/>
    <w:rsid w:val="002D388D"/>
    <w:rsid w:val="002D4679"/>
    <w:rsid w:val="002E016A"/>
    <w:rsid w:val="002E0CA2"/>
    <w:rsid w:val="002E2421"/>
    <w:rsid w:val="002E2F9C"/>
    <w:rsid w:val="002E63D6"/>
    <w:rsid w:val="002F449B"/>
    <w:rsid w:val="0030293F"/>
    <w:rsid w:val="00315768"/>
    <w:rsid w:val="00315B60"/>
    <w:rsid w:val="00317E3B"/>
    <w:rsid w:val="003257D9"/>
    <w:rsid w:val="00326D24"/>
    <w:rsid w:val="003273AD"/>
    <w:rsid w:val="0033183C"/>
    <w:rsid w:val="00332EAB"/>
    <w:rsid w:val="00334C80"/>
    <w:rsid w:val="00336A05"/>
    <w:rsid w:val="00340F1B"/>
    <w:rsid w:val="0034600A"/>
    <w:rsid w:val="00350F6F"/>
    <w:rsid w:val="00350F9D"/>
    <w:rsid w:val="00362DA1"/>
    <w:rsid w:val="00365C7A"/>
    <w:rsid w:val="003667C4"/>
    <w:rsid w:val="00367475"/>
    <w:rsid w:val="00370E64"/>
    <w:rsid w:val="003714F8"/>
    <w:rsid w:val="003755D9"/>
    <w:rsid w:val="00382932"/>
    <w:rsid w:val="0038668D"/>
    <w:rsid w:val="00387616"/>
    <w:rsid w:val="003907FC"/>
    <w:rsid w:val="00391EBB"/>
    <w:rsid w:val="00392642"/>
    <w:rsid w:val="00394D4A"/>
    <w:rsid w:val="00396363"/>
    <w:rsid w:val="0039775D"/>
    <w:rsid w:val="00397C9B"/>
    <w:rsid w:val="003A343D"/>
    <w:rsid w:val="003A5579"/>
    <w:rsid w:val="003B26E9"/>
    <w:rsid w:val="003B4885"/>
    <w:rsid w:val="003B756C"/>
    <w:rsid w:val="003B7930"/>
    <w:rsid w:val="003C16D3"/>
    <w:rsid w:val="003D06F6"/>
    <w:rsid w:val="003D18DA"/>
    <w:rsid w:val="003D5F15"/>
    <w:rsid w:val="003E1B99"/>
    <w:rsid w:val="003F3916"/>
    <w:rsid w:val="003F46CB"/>
    <w:rsid w:val="003F5560"/>
    <w:rsid w:val="003F7662"/>
    <w:rsid w:val="00404B17"/>
    <w:rsid w:val="00405AFE"/>
    <w:rsid w:val="00407F1D"/>
    <w:rsid w:val="00410AAD"/>
    <w:rsid w:val="00413207"/>
    <w:rsid w:val="004172BF"/>
    <w:rsid w:val="0041737B"/>
    <w:rsid w:val="00422426"/>
    <w:rsid w:val="00422E5E"/>
    <w:rsid w:val="00424246"/>
    <w:rsid w:val="004260A3"/>
    <w:rsid w:val="004270B8"/>
    <w:rsid w:val="00445999"/>
    <w:rsid w:val="00445F48"/>
    <w:rsid w:val="0044685A"/>
    <w:rsid w:val="00450E5A"/>
    <w:rsid w:val="0045748B"/>
    <w:rsid w:val="0046525F"/>
    <w:rsid w:val="00465EF8"/>
    <w:rsid w:val="0047114A"/>
    <w:rsid w:val="00472AD5"/>
    <w:rsid w:val="00475DDF"/>
    <w:rsid w:val="00475EC2"/>
    <w:rsid w:val="00477DCE"/>
    <w:rsid w:val="004816EF"/>
    <w:rsid w:val="004826C8"/>
    <w:rsid w:val="00486867"/>
    <w:rsid w:val="00492461"/>
    <w:rsid w:val="004929E7"/>
    <w:rsid w:val="004960CD"/>
    <w:rsid w:val="00496641"/>
    <w:rsid w:val="0049681E"/>
    <w:rsid w:val="004A1DA4"/>
    <w:rsid w:val="004A48E0"/>
    <w:rsid w:val="004A7923"/>
    <w:rsid w:val="004B195A"/>
    <w:rsid w:val="004B2DA5"/>
    <w:rsid w:val="004B2F55"/>
    <w:rsid w:val="004B3223"/>
    <w:rsid w:val="004B52CD"/>
    <w:rsid w:val="004B7DD0"/>
    <w:rsid w:val="004C44EB"/>
    <w:rsid w:val="004C543D"/>
    <w:rsid w:val="004D2E12"/>
    <w:rsid w:val="004E3681"/>
    <w:rsid w:val="004E53D7"/>
    <w:rsid w:val="004F2B3E"/>
    <w:rsid w:val="004F5444"/>
    <w:rsid w:val="004F54A2"/>
    <w:rsid w:val="00505B9E"/>
    <w:rsid w:val="00506F7D"/>
    <w:rsid w:val="005239D8"/>
    <w:rsid w:val="00524D9A"/>
    <w:rsid w:val="0053231A"/>
    <w:rsid w:val="0053439D"/>
    <w:rsid w:val="0054185D"/>
    <w:rsid w:val="00543E82"/>
    <w:rsid w:val="005441D4"/>
    <w:rsid w:val="00544F30"/>
    <w:rsid w:val="005514A1"/>
    <w:rsid w:val="00553D17"/>
    <w:rsid w:val="00555760"/>
    <w:rsid w:val="00555ED2"/>
    <w:rsid w:val="00556F3F"/>
    <w:rsid w:val="005664D7"/>
    <w:rsid w:val="00570B96"/>
    <w:rsid w:val="005726A2"/>
    <w:rsid w:val="00573EDA"/>
    <w:rsid w:val="00576766"/>
    <w:rsid w:val="00576B4C"/>
    <w:rsid w:val="0058296D"/>
    <w:rsid w:val="00584DD0"/>
    <w:rsid w:val="00592625"/>
    <w:rsid w:val="005948AA"/>
    <w:rsid w:val="00595163"/>
    <w:rsid w:val="00597277"/>
    <w:rsid w:val="005A14F4"/>
    <w:rsid w:val="005A2840"/>
    <w:rsid w:val="005A2F25"/>
    <w:rsid w:val="005A3E4D"/>
    <w:rsid w:val="005C0412"/>
    <w:rsid w:val="005C1A9B"/>
    <w:rsid w:val="005C518A"/>
    <w:rsid w:val="005C6A40"/>
    <w:rsid w:val="005E3765"/>
    <w:rsid w:val="005E5875"/>
    <w:rsid w:val="005F182F"/>
    <w:rsid w:val="005F3612"/>
    <w:rsid w:val="006028E3"/>
    <w:rsid w:val="006040C0"/>
    <w:rsid w:val="00605CE7"/>
    <w:rsid w:val="006115CD"/>
    <w:rsid w:val="00611979"/>
    <w:rsid w:val="006134B0"/>
    <w:rsid w:val="00613BDC"/>
    <w:rsid w:val="006155A6"/>
    <w:rsid w:val="006160EB"/>
    <w:rsid w:val="00616D5B"/>
    <w:rsid w:val="0062096C"/>
    <w:rsid w:val="0062530B"/>
    <w:rsid w:val="00625DE4"/>
    <w:rsid w:val="0063298C"/>
    <w:rsid w:val="006330F9"/>
    <w:rsid w:val="006421D2"/>
    <w:rsid w:val="006424AA"/>
    <w:rsid w:val="006479C2"/>
    <w:rsid w:val="00653292"/>
    <w:rsid w:val="0065348F"/>
    <w:rsid w:val="006564E1"/>
    <w:rsid w:val="006575AC"/>
    <w:rsid w:val="00663236"/>
    <w:rsid w:val="006710B7"/>
    <w:rsid w:val="006744BB"/>
    <w:rsid w:val="00675C96"/>
    <w:rsid w:val="00676062"/>
    <w:rsid w:val="006776E1"/>
    <w:rsid w:val="00680654"/>
    <w:rsid w:val="006811A3"/>
    <w:rsid w:val="006811AE"/>
    <w:rsid w:val="006824CB"/>
    <w:rsid w:val="00682C67"/>
    <w:rsid w:val="00685CFC"/>
    <w:rsid w:val="00690FAC"/>
    <w:rsid w:val="0069179C"/>
    <w:rsid w:val="00693CD8"/>
    <w:rsid w:val="00696E30"/>
    <w:rsid w:val="006A0ACB"/>
    <w:rsid w:val="006A1C8C"/>
    <w:rsid w:val="006A219B"/>
    <w:rsid w:val="006A24D0"/>
    <w:rsid w:val="006A4E1A"/>
    <w:rsid w:val="006B005E"/>
    <w:rsid w:val="006B088D"/>
    <w:rsid w:val="006B24CD"/>
    <w:rsid w:val="006B7650"/>
    <w:rsid w:val="006C05F0"/>
    <w:rsid w:val="006C1E7E"/>
    <w:rsid w:val="006C293F"/>
    <w:rsid w:val="006C6C60"/>
    <w:rsid w:val="006D0919"/>
    <w:rsid w:val="006D1442"/>
    <w:rsid w:val="006D32DF"/>
    <w:rsid w:val="006D32FE"/>
    <w:rsid w:val="006D4389"/>
    <w:rsid w:val="006D5239"/>
    <w:rsid w:val="006D7FB0"/>
    <w:rsid w:val="006E0C9C"/>
    <w:rsid w:val="006E2890"/>
    <w:rsid w:val="006E28C7"/>
    <w:rsid w:val="006F0627"/>
    <w:rsid w:val="006F26F7"/>
    <w:rsid w:val="006F2D62"/>
    <w:rsid w:val="006F40D9"/>
    <w:rsid w:val="006F50E7"/>
    <w:rsid w:val="006F69BD"/>
    <w:rsid w:val="006F78B4"/>
    <w:rsid w:val="00701785"/>
    <w:rsid w:val="00703A66"/>
    <w:rsid w:val="00704075"/>
    <w:rsid w:val="0070558E"/>
    <w:rsid w:val="0070595E"/>
    <w:rsid w:val="0070733E"/>
    <w:rsid w:val="007075F7"/>
    <w:rsid w:val="00714B0E"/>
    <w:rsid w:val="00720E5A"/>
    <w:rsid w:val="00722471"/>
    <w:rsid w:val="007327FE"/>
    <w:rsid w:val="007439CE"/>
    <w:rsid w:val="00745C08"/>
    <w:rsid w:val="00746063"/>
    <w:rsid w:val="00747728"/>
    <w:rsid w:val="00763AA0"/>
    <w:rsid w:val="00763C8A"/>
    <w:rsid w:val="00763D83"/>
    <w:rsid w:val="00772B30"/>
    <w:rsid w:val="0078040F"/>
    <w:rsid w:val="007822DD"/>
    <w:rsid w:val="00792347"/>
    <w:rsid w:val="007970A1"/>
    <w:rsid w:val="00797E4F"/>
    <w:rsid w:val="007A62F4"/>
    <w:rsid w:val="007A67C9"/>
    <w:rsid w:val="007B204E"/>
    <w:rsid w:val="007C0316"/>
    <w:rsid w:val="007C7469"/>
    <w:rsid w:val="007D295F"/>
    <w:rsid w:val="007D4ACC"/>
    <w:rsid w:val="007D58AA"/>
    <w:rsid w:val="007E04A6"/>
    <w:rsid w:val="007E31E3"/>
    <w:rsid w:val="007E403E"/>
    <w:rsid w:val="007E5B26"/>
    <w:rsid w:val="007E7C25"/>
    <w:rsid w:val="007F6758"/>
    <w:rsid w:val="007F70F5"/>
    <w:rsid w:val="007F74A9"/>
    <w:rsid w:val="00801908"/>
    <w:rsid w:val="00802038"/>
    <w:rsid w:val="0080358F"/>
    <w:rsid w:val="008148D2"/>
    <w:rsid w:val="00815D25"/>
    <w:rsid w:val="00816A51"/>
    <w:rsid w:val="008275A8"/>
    <w:rsid w:val="0083196F"/>
    <w:rsid w:val="008329DB"/>
    <w:rsid w:val="00834BE7"/>
    <w:rsid w:val="00836EE0"/>
    <w:rsid w:val="008402BC"/>
    <w:rsid w:val="00841035"/>
    <w:rsid w:val="00841B93"/>
    <w:rsid w:val="0084222C"/>
    <w:rsid w:val="00844057"/>
    <w:rsid w:val="00853B72"/>
    <w:rsid w:val="00855B9B"/>
    <w:rsid w:val="00861112"/>
    <w:rsid w:val="0086638E"/>
    <w:rsid w:val="00866CFB"/>
    <w:rsid w:val="00867036"/>
    <w:rsid w:val="00867B5C"/>
    <w:rsid w:val="00876524"/>
    <w:rsid w:val="008771F2"/>
    <w:rsid w:val="008825F9"/>
    <w:rsid w:val="00883355"/>
    <w:rsid w:val="0088495F"/>
    <w:rsid w:val="00885F2E"/>
    <w:rsid w:val="00895DE4"/>
    <w:rsid w:val="00896F4F"/>
    <w:rsid w:val="00897F5A"/>
    <w:rsid w:val="008A09C3"/>
    <w:rsid w:val="008A26AD"/>
    <w:rsid w:val="008A5A5F"/>
    <w:rsid w:val="008A76E0"/>
    <w:rsid w:val="008B140A"/>
    <w:rsid w:val="008B1AF4"/>
    <w:rsid w:val="008B2AE0"/>
    <w:rsid w:val="008B3DA9"/>
    <w:rsid w:val="008B4DF2"/>
    <w:rsid w:val="008B57BF"/>
    <w:rsid w:val="008B7D1B"/>
    <w:rsid w:val="008C0BAF"/>
    <w:rsid w:val="008C549B"/>
    <w:rsid w:val="008C5CEE"/>
    <w:rsid w:val="008C6E2A"/>
    <w:rsid w:val="008C7F2D"/>
    <w:rsid w:val="008D2FA2"/>
    <w:rsid w:val="008E36EE"/>
    <w:rsid w:val="008E3B4C"/>
    <w:rsid w:val="008E49D5"/>
    <w:rsid w:val="008F72C9"/>
    <w:rsid w:val="00901903"/>
    <w:rsid w:val="0090243A"/>
    <w:rsid w:val="00902BCC"/>
    <w:rsid w:val="009069E9"/>
    <w:rsid w:val="00911128"/>
    <w:rsid w:val="009131B6"/>
    <w:rsid w:val="00913B4B"/>
    <w:rsid w:val="00917C1B"/>
    <w:rsid w:val="00920D26"/>
    <w:rsid w:val="00926D47"/>
    <w:rsid w:val="00932FFF"/>
    <w:rsid w:val="00934519"/>
    <w:rsid w:val="00936704"/>
    <w:rsid w:val="00940FEE"/>
    <w:rsid w:val="009415B0"/>
    <w:rsid w:val="00943112"/>
    <w:rsid w:val="0094699D"/>
    <w:rsid w:val="00946B27"/>
    <w:rsid w:val="00950CCD"/>
    <w:rsid w:val="009546FC"/>
    <w:rsid w:val="0095536A"/>
    <w:rsid w:val="00960688"/>
    <w:rsid w:val="00967A9A"/>
    <w:rsid w:val="00970F77"/>
    <w:rsid w:val="00971471"/>
    <w:rsid w:val="00974582"/>
    <w:rsid w:val="0097707F"/>
    <w:rsid w:val="00977589"/>
    <w:rsid w:val="009950C8"/>
    <w:rsid w:val="00995D6A"/>
    <w:rsid w:val="009A3954"/>
    <w:rsid w:val="009A5FCE"/>
    <w:rsid w:val="009A6372"/>
    <w:rsid w:val="009A63BE"/>
    <w:rsid w:val="009A69AC"/>
    <w:rsid w:val="009B18CB"/>
    <w:rsid w:val="009C218A"/>
    <w:rsid w:val="009C2633"/>
    <w:rsid w:val="009C6F88"/>
    <w:rsid w:val="009D09F4"/>
    <w:rsid w:val="009D0D09"/>
    <w:rsid w:val="009D461A"/>
    <w:rsid w:val="009E5D4D"/>
    <w:rsid w:val="009F1B62"/>
    <w:rsid w:val="009F5107"/>
    <w:rsid w:val="009F69FE"/>
    <w:rsid w:val="00A009D1"/>
    <w:rsid w:val="00A01E7A"/>
    <w:rsid w:val="00A0208F"/>
    <w:rsid w:val="00A07422"/>
    <w:rsid w:val="00A07698"/>
    <w:rsid w:val="00A100E9"/>
    <w:rsid w:val="00A12CCB"/>
    <w:rsid w:val="00A1564A"/>
    <w:rsid w:val="00A15CC0"/>
    <w:rsid w:val="00A2093E"/>
    <w:rsid w:val="00A21FB1"/>
    <w:rsid w:val="00A272CE"/>
    <w:rsid w:val="00A278C5"/>
    <w:rsid w:val="00A27D7F"/>
    <w:rsid w:val="00A332CF"/>
    <w:rsid w:val="00A40C5D"/>
    <w:rsid w:val="00A43214"/>
    <w:rsid w:val="00A51160"/>
    <w:rsid w:val="00A561B4"/>
    <w:rsid w:val="00A563D6"/>
    <w:rsid w:val="00A57F18"/>
    <w:rsid w:val="00A678FA"/>
    <w:rsid w:val="00A67EEF"/>
    <w:rsid w:val="00A77B86"/>
    <w:rsid w:val="00A812A8"/>
    <w:rsid w:val="00A85BC9"/>
    <w:rsid w:val="00A87128"/>
    <w:rsid w:val="00A91890"/>
    <w:rsid w:val="00A92CC5"/>
    <w:rsid w:val="00A94C21"/>
    <w:rsid w:val="00A9698D"/>
    <w:rsid w:val="00AA32E5"/>
    <w:rsid w:val="00AB36E5"/>
    <w:rsid w:val="00AB5385"/>
    <w:rsid w:val="00AC1080"/>
    <w:rsid w:val="00AC3736"/>
    <w:rsid w:val="00AC61FA"/>
    <w:rsid w:val="00AC6B72"/>
    <w:rsid w:val="00AC785E"/>
    <w:rsid w:val="00AC7904"/>
    <w:rsid w:val="00AD3D94"/>
    <w:rsid w:val="00AD501A"/>
    <w:rsid w:val="00AD79C6"/>
    <w:rsid w:val="00AE1D1B"/>
    <w:rsid w:val="00AE71A6"/>
    <w:rsid w:val="00AF456E"/>
    <w:rsid w:val="00AF4C19"/>
    <w:rsid w:val="00AF53F5"/>
    <w:rsid w:val="00B01F23"/>
    <w:rsid w:val="00B02375"/>
    <w:rsid w:val="00B04374"/>
    <w:rsid w:val="00B0731C"/>
    <w:rsid w:val="00B107B3"/>
    <w:rsid w:val="00B1121D"/>
    <w:rsid w:val="00B149DF"/>
    <w:rsid w:val="00B16812"/>
    <w:rsid w:val="00B170DD"/>
    <w:rsid w:val="00B17EAE"/>
    <w:rsid w:val="00B25350"/>
    <w:rsid w:val="00B26556"/>
    <w:rsid w:val="00B302A1"/>
    <w:rsid w:val="00B46E89"/>
    <w:rsid w:val="00B47420"/>
    <w:rsid w:val="00B5051E"/>
    <w:rsid w:val="00B512EE"/>
    <w:rsid w:val="00B524B3"/>
    <w:rsid w:val="00B54C26"/>
    <w:rsid w:val="00B55214"/>
    <w:rsid w:val="00B65EF0"/>
    <w:rsid w:val="00B8012D"/>
    <w:rsid w:val="00B81E74"/>
    <w:rsid w:val="00B861EE"/>
    <w:rsid w:val="00B862E4"/>
    <w:rsid w:val="00B8769E"/>
    <w:rsid w:val="00BA0D6D"/>
    <w:rsid w:val="00BB3B57"/>
    <w:rsid w:val="00BC4E0D"/>
    <w:rsid w:val="00BC6658"/>
    <w:rsid w:val="00BC7152"/>
    <w:rsid w:val="00BD4FE8"/>
    <w:rsid w:val="00BD56EB"/>
    <w:rsid w:val="00BD5A77"/>
    <w:rsid w:val="00BD6539"/>
    <w:rsid w:val="00BD7D73"/>
    <w:rsid w:val="00BE1A5F"/>
    <w:rsid w:val="00BF0703"/>
    <w:rsid w:val="00BF2649"/>
    <w:rsid w:val="00BF27E3"/>
    <w:rsid w:val="00BF3A7C"/>
    <w:rsid w:val="00C02191"/>
    <w:rsid w:val="00C03B4F"/>
    <w:rsid w:val="00C045D7"/>
    <w:rsid w:val="00C05218"/>
    <w:rsid w:val="00C0646F"/>
    <w:rsid w:val="00C11F54"/>
    <w:rsid w:val="00C151F2"/>
    <w:rsid w:val="00C210EF"/>
    <w:rsid w:val="00C214EE"/>
    <w:rsid w:val="00C22542"/>
    <w:rsid w:val="00C2564D"/>
    <w:rsid w:val="00C25DD0"/>
    <w:rsid w:val="00C32DBE"/>
    <w:rsid w:val="00C33917"/>
    <w:rsid w:val="00C35B9D"/>
    <w:rsid w:val="00C52ABB"/>
    <w:rsid w:val="00C52BA4"/>
    <w:rsid w:val="00C539C7"/>
    <w:rsid w:val="00C61A8A"/>
    <w:rsid w:val="00C61E7D"/>
    <w:rsid w:val="00C62589"/>
    <w:rsid w:val="00C66F88"/>
    <w:rsid w:val="00C67E51"/>
    <w:rsid w:val="00C80BC4"/>
    <w:rsid w:val="00C8291C"/>
    <w:rsid w:val="00C95097"/>
    <w:rsid w:val="00CA255E"/>
    <w:rsid w:val="00CB0784"/>
    <w:rsid w:val="00CB7453"/>
    <w:rsid w:val="00CB78F6"/>
    <w:rsid w:val="00CB7C59"/>
    <w:rsid w:val="00CC0FA0"/>
    <w:rsid w:val="00CD3679"/>
    <w:rsid w:val="00CD3B68"/>
    <w:rsid w:val="00CD40F9"/>
    <w:rsid w:val="00CD60CD"/>
    <w:rsid w:val="00CD6F0C"/>
    <w:rsid w:val="00CE0E86"/>
    <w:rsid w:val="00CE5A68"/>
    <w:rsid w:val="00CF059B"/>
    <w:rsid w:val="00CF0B83"/>
    <w:rsid w:val="00CF1166"/>
    <w:rsid w:val="00CF49D0"/>
    <w:rsid w:val="00CF7EDB"/>
    <w:rsid w:val="00D022CD"/>
    <w:rsid w:val="00D04033"/>
    <w:rsid w:val="00D04CEB"/>
    <w:rsid w:val="00D13212"/>
    <w:rsid w:val="00D20635"/>
    <w:rsid w:val="00D21184"/>
    <w:rsid w:val="00D21812"/>
    <w:rsid w:val="00D21CA8"/>
    <w:rsid w:val="00D225BD"/>
    <w:rsid w:val="00D249B1"/>
    <w:rsid w:val="00D25423"/>
    <w:rsid w:val="00D25BAC"/>
    <w:rsid w:val="00D32BC3"/>
    <w:rsid w:val="00D41C31"/>
    <w:rsid w:val="00D458F8"/>
    <w:rsid w:val="00D4599C"/>
    <w:rsid w:val="00D500F4"/>
    <w:rsid w:val="00D504FF"/>
    <w:rsid w:val="00D51E3A"/>
    <w:rsid w:val="00D600DD"/>
    <w:rsid w:val="00D6356C"/>
    <w:rsid w:val="00D66D7F"/>
    <w:rsid w:val="00D66E36"/>
    <w:rsid w:val="00D70328"/>
    <w:rsid w:val="00D7132E"/>
    <w:rsid w:val="00D71B3A"/>
    <w:rsid w:val="00D82BDC"/>
    <w:rsid w:val="00D834E3"/>
    <w:rsid w:val="00D87433"/>
    <w:rsid w:val="00D9481F"/>
    <w:rsid w:val="00D9528F"/>
    <w:rsid w:val="00DA2E33"/>
    <w:rsid w:val="00DA4551"/>
    <w:rsid w:val="00DA4E03"/>
    <w:rsid w:val="00DB21D3"/>
    <w:rsid w:val="00DC10F2"/>
    <w:rsid w:val="00DC147F"/>
    <w:rsid w:val="00DC5DBF"/>
    <w:rsid w:val="00DC7367"/>
    <w:rsid w:val="00DD75D7"/>
    <w:rsid w:val="00DE0762"/>
    <w:rsid w:val="00DE576A"/>
    <w:rsid w:val="00DE6AC6"/>
    <w:rsid w:val="00DE70FE"/>
    <w:rsid w:val="00DF1586"/>
    <w:rsid w:val="00DF33A0"/>
    <w:rsid w:val="00DF3DBC"/>
    <w:rsid w:val="00DF74EF"/>
    <w:rsid w:val="00E0000C"/>
    <w:rsid w:val="00E0150C"/>
    <w:rsid w:val="00E02BAC"/>
    <w:rsid w:val="00E07DB9"/>
    <w:rsid w:val="00E10874"/>
    <w:rsid w:val="00E13468"/>
    <w:rsid w:val="00E16BC9"/>
    <w:rsid w:val="00E2662B"/>
    <w:rsid w:val="00E26EF7"/>
    <w:rsid w:val="00E3706C"/>
    <w:rsid w:val="00E501B4"/>
    <w:rsid w:val="00E520A3"/>
    <w:rsid w:val="00E541A5"/>
    <w:rsid w:val="00E5445C"/>
    <w:rsid w:val="00E61C45"/>
    <w:rsid w:val="00E630E5"/>
    <w:rsid w:val="00E634FC"/>
    <w:rsid w:val="00E65968"/>
    <w:rsid w:val="00E669EB"/>
    <w:rsid w:val="00E678ED"/>
    <w:rsid w:val="00E7283B"/>
    <w:rsid w:val="00E75CB9"/>
    <w:rsid w:val="00E77C58"/>
    <w:rsid w:val="00E820C4"/>
    <w:rsid w:val="00E84E43"/>
    <w:rsid w:val="00E85BDF"/>
    <w:rsid w:val="00E903D5"/>
    <w:rsid w:val="00E92369"/>
    <w:rsid w:val="00E93956"/>
    <w:rsid w:val="00E96A3B"/>
    <w:rsid w:val="00EA033A"/>
    <w:rsid w:val="00EA398E"/>
    <w:rsid w:val="00EA52BA"/>
    <w:rsid w:val="00EB2B1C"/>
    <w:rsid w:val="00EB40C3"/>
    <w:rsid w:val="00EB56AF"/>
    <w:rsid w:val="00EC4028"/>
    <w:rsid w:val="00ED31D6"/>
    <w:rsid w:val="00EE0239"/>
    <w:rsid w:val="00EE05EE"/>
    <w:rsid w:val="00EE1DCF"/>
    <w:rsid w:val="00EE1E26"/>
    <w:rsid w:val="00EE49FE"/>
    <w:rsid w:val="00EE4F0A"/>
    <w:rsid w:val="00EE7DA0"/>
    <w:rsid w:val="00F02107"/>
    <w:rsid w:val="00F032C8"/>
    <w:rsid w:val="00F03435"/>
    <w:rsid w:val="00F04179"/>
    <w:rsid w:val="00F06744"/>
    <w:rsid w:val="00F102CC"/>
    <w:rsid w:val="00F10790"/>
    <w:rsid w:val="00F12417"/>
    <w:rsid w:val="00F136E5"/>
    <w:rsid w:val="00F15C2D"/>
    <w:rsid w:val="00F166C4"/>
    <w:rsid w:val="00F17A26"/>
    <w:rsid w:val="00F22E7F"/>
    <w:rsid w:val="00F26610"/>
    <w:rsid w:val="00F30084"/>
    <w:rsid w:val="00F31713"/>
    <w:rsid w:val="00F34B36"/>
    <w:rsid w:val="00F35A92"/>
    <w:rsid w:val="00F37517"/>
    <w:rsid w:val="00F40C33"/>
    <w:rsid w:val="00F40D2B"/>
    <w:rsid w:val="00F41EBE"/>
    <w:rsid w:val="00F4248C"/>
    <w:rsid w:val="00F43724"/>
    <w:rsid w:val="00F45879"/>
    <w:rsid w:val="00F4628C"/>
    <w:rsid w:val="00F55AC8"/>
    <w:rsid w:val="00F56D07"/>
    <w:rsid w:val="00F571F0"/>
    <w:rsid w:val="00F5729D"/>
    <w:rsid w:val="00F66457"/>
    <w:rsid w:val="00F71708"/>
    <w:rsid w:val="00F75661"/>
    <w:rsid w:val="00F75F87"/>
    <w:rsid w:val="00F81A53"/>
    <w:rsid w:val="00F91158"/>
    <w:rsid w:val="00F91659"/>
    <w:rsid w:val="00F91FAD"/>
    <w:rsid w:val="00F94FD4"/>
    <w:rsid w:val="00FA0191"/>
    <w:rsid w:val="00FA40E6"/>
    <w:rsid w:val="00FB0B9A"/>
    <w:rsid w:val="00FB4614"/>
    <w:rsid w:val="00FB472A"/>
    <w:rsid w:val="00FC4AEB"/>
    <w:rsid w:val="00FC520D"/>
    <w:rsid w:val="00FC5D2C"/>
    <w:rsid w:val="00FD0E3C"/>
    <w:rsid w:val="00FD1964"/>
    <w:rsid w:val="00FD61CF"/>
    <w:rsid w:val="00FE0C01"/>
    <w:rsid w:val="00FE1425"/>
    <w:rsid w:val="00FE2C58"/>
    <w:rsid w:val="00FE2EAB"/>
    <w:rsid w:val="00FE580C"/>
    <w:rsid w:val="00FF24B3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B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4">
    <w:name w:val="heading 4"/>
    <w:basedOn w:val="Normal"/>
    <w:link w:val="Heading4Char"/>
    <w:uiPriority w:val="99"/>
    <w:qFormat/>
    <w:locked/>
    <w:rsid w:val="006B24CD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B24CD"/>
    <w:rPr>
      <w:rFonts w:ascii="Times New Roman" w:hAnsi="Times New Roman" w:cs="Times New Roman"/>
      <w:b/>
      <w:bCs/>
      <w:sz w:val="24"/>
      <w:szCs w:val="24"/>
    </w:rPr>
  </w:style>
  <w:style w:type="paragraph" w:customStyle="1" w:styleId="1">
    <w:name w:val="Абзац списка1"/>
    <w:basedOn w:val="Normal"/>
    <w:uiPriority w:val="99"/>
    <w:rsid w:val="00C52AB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477DD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7DD"/>
    <w:rPr>
      <w:rFonts w:ascii="Tahoma" w:hAnsi="Tahoma"/>
      <w:sz w:val="16"/>
      <w:lang w:eastAsia="ru-RU"/>
    </w:rPr>
  </w:style>
  <w:style w:type="character" w:styleId="Hyperlink">
    <w:name w:val="Hyperlink"/>
    <w:basedOn w:val="DefaultParagraphFont"/>
    <w:uiPriority w:val="99"/>
    <w:rsid w:val="006424A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834E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34E3"/>
    <w:rPr>
      <w:rFonts w:ascii="Arial" w:hAnsi="Arial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D834E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34E3"/>
    <w:rPr>
      <w:rFonts w:ascii="Arial" w:hAnsi="Arial"/>
      <w:sz w:val="20"/>
      <w:lang w:eastAsia="ru-RU"/>
    </w:rPr>
  </w:style>
  <w:style w:type="paragraph" w:customStyle="1" w:styleId="a">
    <w:name w:val="Знак Знак Знак"/>
    <w:basedOn w:val="Normal"/>
    <w:uiPriority w:val="99"/>
    <w:rsid w:val="006F40D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ConsPlusNormal">
    <w:name w:val="ConsPlusNormal"/>
    <w:uiPriority w:val="99"/>
    <w:rsid w:val="00A1564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formattext">
    <w:name w:val="formattext"/>
    <w:basedOn w:val="Normal"/>
    <w:uiPriority w:val="99"/>
    <w:rsid w:val="006B24C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3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208</Words>
  <Characters>1192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minenergo2</dc:creator>
  <cp:keywords/>
  <dc:description/>
  <cp:lastModifiedBy>Пользователь</cp:lastModifiedBy>
  <cp:revision>5</cp:revision>
  <cp:lastPrinted>2017-02-21T08:58:00Z</cp:lastPrinted>
  <dcterms:created xsi:type="dcterms:W3CDTF">2017-02-21T08:56:00Z</dcterms:created>
  <dcterms:modified xsi:type="dcterms:W3CDTF">2017-03-31T12:19:00Z</dcterms:modified>
</cp:coreProperties>
</file>