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F82" w:rsidRPr="00A7186D" w:rsidRDefault="00702F82" w:rsidP="00906EEE">
      <w:pPr>
        <w:pStyle w:val="NormalWeb"/>
        <w:spacing w:before="0" w:after="0"/>
        <w:jc w:val="center"/>
        <w:rPr>
          <w:bCs/>
          <w:color w:val="auto"/>
          <w:sz w:val="28"/>
          <w:szCs w:val="28"/>
        </w:rPr>
      </w:pPr>
      <w:r>
        <w:rPr>
          <w:bCs/>
          <w:color w:val="auto"/>
          <w:sz w:val="28"/>
          <w:szCs w:val="28"/>
        </w:rPr>
        <w:t>ЗАКОН УЛЬЯНОВСКОЙ ОБЛАСТИ</w:t>
      </w:r>
    </w:p>
    <w:p w:rsidR="00702F82" w:rsidRDefault="00702F82" w:rsidP="00906EEE">
      <w:pPr>
        <w:pStyle w:val="NormalWeb"/>
        <w:spacing w:before="0" w:after="0"/>
        <w:jc w:val="center"/>
        <w:rPr>
          <w:b/>
          <w:bCs/>
          <w:color w:val="auto"/>
          <w:sz w:val="28"/>
          <w:szCs w:val="28"/>
        </w:rPr>
      </w:pPr>
    </w:p>
    <w:p w:rsidR="00702F82" w:rsidRDefault="00702F82" w:rsidP="00906EEE">
      <w:pPr>
        <w:pStyle w:val="NormalWeb"/>
        <w:spacing w:before="0" w:after="0"/>
        <w:jc w:val="center"/>
        <w:rPr>
          <w:b/>
          <w:bCs/>
          <w:color w:val="auto"/>
          <w:sz w:val="28"/>
          <w:szCs w:val="28"/>
        </w:rPr>
      </w:pPr>
    </w:p>
    <w:p w:rsidR="00702F82" w:rsidRDefault="00702F82" w:rsidP="00906EEE">
      <w:pPr>
        <w:pStyle w:val="NormalWeb"/>
        <w:spacing w:before="0" w:after="0"/>
        <w:jc w:val="center"/>
        <w:rPr>
          <w:b/>
          <w:bCs/>
          <w:color w:val="auto"/>
          <w:sz w:val="28"/>
          <w:szCs w:val="28"/>
        </w:rPr>
      </w:pPr>
    </w:p>
    <w:p w:rsidR="00702F82" w:rsidRDefault="00702F82" w:rsidP="00906EEE">
      <w:pPr>
        <w:pStyle w:val="NormalWeb"/>
        <w:spacing w:before="0" w:after="0"/>
        <w:jc w:val="center"/>
        <w:rPr>
          <w:b/>
          <w:bCs/>
          <w:color w:val="auto"/>
          <w:sz w:val="28"/>
          <w:szCs w:val="28"/>
        </w:rPr>
      </w:pPr>
    </w:p>
    <w:p w:rsidR="00702F82" w:rsidRDefault="00702F82" w:rsidP="00372684">
      <w:pPr>
        <w:autoSpaceDE w:val="0"/>
        <w:autoSpaceDN w:val="0"/>
        <w:adjustRightInd w:val="0"/>
        <w:jc w:val="center"/>
        <w:rPr>
          <w:b/>
          <w:bCs/>
          <w:sz w:val="28"/>
          <w:szCs w:val="28"/>
        </w:rPr>
      </w:pPr>
      <w:r w:rsidRPr="0006782B">
        <w:rPr>
          <w:b/>
          <w:sz w:val="28"/>
          <w:szCs w:val="28"/>
        </w:rPr>
        <w:t xml:space="preserve"> О внесении изменения в статью 2 Закона Ульяновской области</w:t>
      </w:r>
      <w:r>
        <w:rPr>
          <w:b/>
          <w:sz w:val="28"/>
          <w:szCs w:val="28"/>
        </w:rPr>
        <w:t xml:space="preserve"> </w:t>
      </w:r>
      <w:r>
        <w:rPr>
          <w:b/>
          <w:sz w:val="28"/>
          <w:szCs w:val="28"/>
        </w:rPr>
        <w:br/>
      </w:r>
      <w:r w:rsidRPr="0006782B">
        <w:rPr>
          <w:b/>
          <w:sz w:val="28"/>
          <w:szCs w:val="28"/>
        </w:rPr>
        <w:t>«О перечне должностных лиц исполнительных органов государственной власти Ульяновской области, уполномоченных составлять протоколы</w:t>
      </w:r>
      <w:r>
        <w:rPr>
          <w:b/>
          <w:sz w:val="28"/>
          <w:szCs w:val="28"/>
        </w:rPr>
        <w:t xml:space="preserve"> </w:t>
      </w:r>
      <w:r>
        <w:rPr>
          <w:b/>
          <w:sz w:val="28"/>
          <w:szCs w:val="28"/>
        </w:rPr>
        <w:br/>
      </w:r>
      <w:r w:rsidRPr="0006782B">
        <w:rPr>
          <w:b/>
          <w:sz w:val="28"/>
          <w:szCs w:val="28"/>
        </w:rPr>
        <w:t>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w:t>
      </w:r>
      <w:r>
        <w:rPr>
          <w:b/>
          <w:sz w:val="28"/>
          <w:szCs w:val="28"/>
        </w:rPr>
        <w:t>ьного государственного надзора»</w:t>
      </w:r>
    </w:p>
    <w:p w:rsidR="00702F82" w:rsidRDefault="00702F82" w:rsidP="00906EEE">
      <w:pPr>
        <w:pStyle w:val="NormalWeb"/>
        <w:spacing w:before="0" w:after="0"/>
        <w:jc w:val="both"/>
        <w:rPr>
          <w:b/>
          <w:bCs/>
          <w:color w:val="auto"/>
          <w:sz w:val="28"/>
          <w:szCs w:val="28"/>
        </w:rPr>
      </w:pPr>
    </w:p>
    <w:p w:rsidR="00702F82" w:rsidRDefault="00702F82" w:rsidP="00906EEE">
      <w:pPr>
        <w:pStyle w:val="NormalWeb"/>
        <w:spacing w:before="0" w:after="0"/>
        <w:jc w:val="both"/>
        <w:rPr>
          <w:b/>
          <w:bCs/>
          <w:color w:val="auto"/>
          <w:sz w:val="28"/>
          <w:szCs w:val="28"/>
        </w:rPr>
      </w:pPr>
    </w:p>
    <w:p w:rsidR="00702F82" w:rsidRDefault="00702F82" w:rsidP="00906EEE">
      <w:pPr>
        <w:pStyle w:val="NormalWeb"/>
        <w:spacing w:before="0" w:after="0"/>
        <w:jc w:val="both"/>
        <w:rPr>
          <w:b/>
          <w:bCs/>
          <w:color w:val="auto"/>
          <w:sz w:val="28"/>
          <w:szCs w:val="28"/>
        </w:rPr>
      </w:pPr>
    </w:p>
    <w:p w:rsidR="00702F82" w:rsidRPr="0092065A" w:rsidRDefault="00702F82" w:rsidP="00906EEE">
      <w:pPr>
        <w:pStyle w:val="NormalWeb"/>
        <w:spacing w:before="0" w:after="0"/>
        <w:jc w:val="both"/>
        <w:rPr>
          <w:b/>
          <w:bCs/>
          <w:color w:val="auto"/>
          <w:sz w:val="40"/>
          <w:szCs w:val="28"/>
        </w:rPr>
      </w:pPr>
    </w:p>
    <w:p w:rsidR="00702F82" w:rsidRPr="00906EEE" w:rsidRDefault="00702F82" w:rsidP="0092065A">
      <w:pPr>
        <w:autoSpaceDE w:val="0"/>
        <w:autoSpaceDN w:val="0"/>
        <w:adjustRightInd w:val="0"/>
        <w:spacing w:line="355" w:lineRule="auto"/>
        <w:ind w:firstLine="709"/>
        <w:jc w:val="both"/>
        <w:rPr>
          <w:bCs/>
          <w:sz w:val="28"/>
          <w:szCs w:val="28"/>
        </w:rPr>
      </w:pPr>
      <w:r w:rsidRPr="00906EEE">
        <w:rPr>
          <w:bCs/>
          <w:sz w:val="28"/>
          <w:szCs w:val="28"/>
        </w:rPr>
        <w:t xml:space="preserve">Внести в пункт 8 </w:t>
      </w:r>
      <w:hyperlink r:id="rId7" w:history="1">
        <w:r w:rsidRPr="00906EEE">
          <w:rPr>
            <w:bCs/>
            <w:sz w:val="28"/>
            <w:szCs w:val="28"/>
          </w:rPr>
          <w:t>части 1 статьи 2</w:t>
        </w:r>
      </w:hyperlink>
      <w:r w:rsidRPr="00906EEE">
        <w:rPr>
          <w:bCs/>
          <w:sz w:val="28"/>
          <w:szCs w:val="28"/>
        </w:rPr>
        <w:t xml:space="preserve"> Закона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Pr>
          <w:bCs/>
          <w:sz w:val="28"/>
          <w:szCs w:val="28"/>
        </w:rPr>
        <w:br/>
      </w:r>
      <w:r w:rsidRPr="00906EEE">
        <w:rPr>
          <w:bCs/>
          <w:sz w:val="28"/>
          <w:szCs w:val="28"/>
        </w:rPr>
        <w:t xml:space="preserve">в области федерального государственного надзора» («Ульяновская правда» </w:t>
      </w:r>
      <w:r>
        <w:rPr>
          <w:bCs/>
          <w:sz w:val="28"/>
          <w:szCs w:val="28"/>
        </w:rPr>
        <w:br/>
      </w:r>
      <w:r w:rsidRPr="00906EEE">
        <w:rPr>
          <w:bCs/>
          <w:sz w:val="28"/>
          <w:szCs w:val="28"/>
        </w:rPr>
        <w:t>от 06.04.201</w:t>
      </w:r>
      <w:r>
        <w:rPr>
          <w:bCs/>
          <w:sz w:val="28"/>
          <w:szCs w:val="28"/>
        </w:rPr>
        <w:t>5</w:t>
      </w:r>
      <w:r w:rsidRPr="00906EEE">
        <w:rPr>
          <w:bCs/>
          <w:sz w:val="28"/>
          <w:szCs w:val="28"/>
        </w:rPr>
        <w:t xml:space="preserve"> № 44; от 07.09.2015 № 124; от 09.11.2015 № 156; от 14.03.2016 № 31; от 08.11.2016 № 127; от 27.12.2016 № 140</w:t>
      </w:r>
      <w:r>
        <w:rPr>
          <w:bCs/>
          <w:sz w:val="28"/>
          <w:szCs w:val="28"/>
        </w:rPr>
        <w:t xml:space="preserve">; Официальный интернет-портал правовой информации </w:t>
      </w:r>
      <w:r w:rsidRPr="00CE2E82">
        <w:rPr>
          <w:bCs/>
          <w:sz w:val="28"/>
          <w:szCs w:val="28"/>
        </w:rPr>
        <w:t>(</w:t>
      </w:r>
      <w:hyperlink r:id="rId8" w:history="1">
        <w:r w:rsidRPr="00CE2E82">
          <w:rPr>
            <w:rStyle w:val="Hyperlink"/>
            <w:bCs/>
            <w:color w:val="auto"/>
            <w:sz w:val="28"/>
            <w:szCs w:val="28"/>
            <w:u w:val="none"/>
            <w:lang w:val="en-US"/>
          </w:rPr>
          <w:t>www</w:t>
        </w:r>
        <w:r w:rsidRPr="00CE2E82">
          <w:rPr>
            <w:rStyle w:val="Hyperlink"/>
            <w:bCs/>
            <w:color w:val="auto"/>
            <w:sz w:val="28"/>
            <w:szCs w:val="28"/>
            <w:u w:val="none"/>
          </w:rPr>
          <w:t>.</w:t>
        </w:r>
        <w:r w:rsidRPr="00CE2E82">
          <w:rPr>
            <w:rStyle w:val="Hyperlink"/>
            <w:bCs/>
            <w:color w:val="auto"/>
            <w:sz w:val="28"/>
            <w:szCs w:val="28"/>
            <w:u w:val="none"/>
            <w:lang w:val="en-US"/>
          </w:rPr>
          <w:t>pravo</w:t>
        </w:r>
        <w:r w:rsidRPr="00CE2E82">
          <w:rPr>
            <w:rStyle w:val="Hyperlink"/>
            <w:bCs/>
            <w:color w:val="auto"/>
            <w:sz w:val="28"/>
            <w:szCs w:val="28"/>
            <w:u w:val="none"/>
          </w:rPr>
          <w:t>.</w:t>
        </w:r>
        <w:r w:rsidRPr="00CE2E82">
          <w:rPr>
            <w:rStyle w:val="Hyperlink"/>
            <w:bCs/>
            <w:color w:val="auto"/>
            <w:sz w:val="28"/>
            <w:szCs w:val="28"/>
            <w:u w:val="none"/>
            <w:lang w:val="en-US"/>
          </w:rPr>
          <w:t>gov</w:t>
        </w:r>
        <w:r w:rsidRPr="00CE2E82">
          <w:rPr>
            <w:rStyle w:val="Hyperlink"/>
            <w:bCs/>
            <w:color w:val="auto"/>
            <w:sz w:val="28"/>
            <w:szCs w:val="28"/>
            <w:u w:val="none"/>
          </w:rPr>
          <w:t>.</w:t>
        </w:r>
        <w:r w:rsidRPr="00CE2E82">
          <w:rPr>
            <w:rStyle w:val="Hyperlink"/>
            <w:bCs/>
            <w:color w:val="auto"/>
            <w:sz w:val="28"/>
            <w:szCs w:val="28"/>
            <w:u w:val="none"/>
            <w:lang w:val="en-US"/>
          </w:rPr>
          <w:t>ru</w:t>
        </w:r>
      </w:hyperlink>
      <w:r>
        <w:rPr>
          <w:bCs/>
          <w:sz w:val="28"/>
          <w:szCs w:val="28"/>
        </w:rPr>
        <w:t>), 03.03.2017, № 7300201703030006</w:t>
      </w:r>
      <w:r w:rsidRPr="00906EEE">
        <w:rPr>
          <w:bCs/>
          <w:sz w:val="28"/>
          <w:szCs w:val="28"/>
        </w:rPr>
        <w:t>) изменение, изложив его в следующей редакции:</w:t>
      </w:r>
    </w:p>
    <w:p w:rsidR="00702F82" w:rsidRPr="0006782B" w:rsidRDefault="00702F82" w:rsidP="0092065A">
      <w:pPr>
        <w:autoSpaceDE w:val="0"/>
        <w:autoSpaceDN w:val="0"/>
        <w:adjustRightInd w:val="0"/>
        <w:spacing w:line="355" w:lineRule="auto"/>
        <w:ind w:firstLine="709"/>
        <w:jc w:val="both"/>
        <w:rPr>
          <w:sz w:val="28"/>
          <w:szCs w:val="28"/>
        </w:rPr>
      </w:pPr>
      <w:r>
        <w:rPr>
          <w:sz w:val="28"/>
          <w:szCs w:val="28"/>
        </w:rPr>
        <w:t>«8</w:t>
      </w:r>
      <w:r w:rsidRPr="0006782B">
        <w:rPr>
          <w:sz w:val="28"/>
          <w:szCs w:val="28"/>
        </w:rPr>
        <w:t>) в Агентстве ветеринарии Ульяновской области:</w:t>
      </w:r>
      <w:bookmarkStart w:id="0" w:name="_GoBack"/>
      <w:bookmarkEnd w:id="0"/>
    </w:p>
    <w:p w:rsidR="00702F82" w:rsidRPr="0006782B" w:rsidRDefault="00702F82" w:rsidP="0092065A">
      <w:pPr>
        <w:autoSpaceDE w:val="0"/>
        <w:autoSpaceDN w:val="0"/>
        <w:adjustRightInd w:val="0"/>
        <w:spacing w:line="355" w:lineRule="auto"/>
        <w:ind w:firstLine="709"/>
        <w:jc w:val="both"/>
        <w:rPr>
          <w:sz w:val="28"/>
          <w:szCs w:val="28"/>
        </w:rPr>
      </w:pPr>
      <w:r w:rsidRPr="0006782B">
        <w:rPr>
          <w:sz w:val="28"/>
          <w:szCs w:val="28"/>
        </w:rPr>
        <w:t>а) руководитель Агентства ветеринарии Ульяновской области –</w:t>
      </w:r>
      <w:r>
        <w:rPr>
          <w:sz w:val="28"/>
          <w:szCs w:val="28"/>
        </w:rPr>
        <w:t xml:space="preserve"> </w:t>
      </w:r>
      <w:r w:rsidRPr="0006782B">
        <w:rPr>
          <w:sz w:val="28"/>
          <w:szCs w:val="28"/>
        </w:rPr>
        <w:t>главный государственный ветеринарный инспектор Ульяновской области;</w:t>
      </w:r>
    </w:p>
    <w:p w:rsidR="00702F82" w:rsidRPr="0006782B" w:rsidRDefault="00702F82" w:rsidP="0092065A">
      <w:pPr>
        <w:autoSpaceDE w:val="0"/>
        <w:autoSpaceDN w:val="0"/>
        <w:adjustRightInd w:val="0"/>
        <w:spacing w:line="355" w:lineRule="auto"/>
        <w:ind w:firstLine="709"/>
        <w:jc w:val="both"/>
        <w:rPr>
          <w:sz w:val="28"/>
          <w:szCs w:val="28"/>
        </w:rPr>
      </w:pPr>
      <w:r w:rsidRPr="0006782B">
        <w:rPr>
          <w:sz w:val="28"/>
          <w:szCs w:val="28"/>
        </w:rPr>
        <w:t>б) заместитель руководителя Агентства ветеринарии Ульяновской области – заместитель главного государственного ветеринарного инспектора Ульяновской области – начальник отдела государственного ветеринарного надзора</w:t>
      </w:r>
      <w:r>
        <w:rPr>
          <w:sz w:val="28"/>
          <w:szCs w:val="28"/>
        </w:rPr>
        <w:t xml:space="preserve"> </w:t>
      </w:r>
      <w:r>
        <w:rPr>
          <w:sz w:val="28"/>
          <w:szCs w:val="28"/>
        </w:rPr>
        <w:br/>
      </w:r>
      <w:r w:rsidRPr="0006782B">
        <w:rPr>
          <w:sz w:val="28"/>
          <w:szCs w:val="28"/>
        </w:rPr>
        <w:t>и ветеринарно-санитарной экспертизы;</w:t>
      </w:r>
    </w:p>
    <w:p w:rsidR="00702F82" w:rsidRPr="0006782B" w:rsidRDefault="00702F82" w:rsidP="001E0F45">
      <w:pPr>
        <w:autoSpaceDE w:val="0"/>
        <w:autoSpaceDN w:val="0"/>
        <w:adjustRightInd w:val="0"/>
        <w:spacing w:line="360" w:lineRule="auto"/>
        <w:ind w:firstLine="709"/>
        <w:jc w:val="both"/>
        <w:rPr>
          <w:sz w:val="28"/>
          <w:szCs w:val="28"/>
        </w:rPr>
      </w:pPr>
      <w:r w:rsidRPr="0006782B">
        <w:rPr>
          <w:sz w:val="28"/>
          <w:szCs w:val="28"/>
        </w:rPr>
        <w:t>в) ведущий консультант – главный государственный ветеринарный инспектор</w:t>
      </w:r>
      <w:r>
        <w:rPr>
          <w:sz w:val="28"/>
          <w:szCs w:val="28"/>
        </w:rPr>
        <w:t xml:space="preserve"> и </w:t>
      </w:r>
      <w:r w:rsidRPr="0006782B">
        <w:rPr>
          <w:sz w:val="28"/>
          <w:szCs w:val="28"/>
        </w:rPr>
        <w:t>главный специалист-эксперт – главный государственный ветеринарный инспектор</w:t>
      </w:r>
      <w:r w:rsidRPr="00616EBD">
        <w:rPr>
          <w:sz w:val="28"/>
          <w:szCs w:val="28"/>
        </w:rPr>
        <w:t xml:space="preserve"> </w:t>
      </w:r>
      <w:r w:rsidRPr="0006782B">
        <w:rPr>
          <w:sz w:val="28"/>
          <w:szCs w:val="28"/>
        </w:rPr>
        <w:t>отдел</w:t>
      </w:r>
      <w:r>
        <w:rPr>
          <w:sz w:val="28"/>
          <w:szCs w:val="28"/>
        </w:rPr>
        <w:t>а</w:t>
      </w:r>
      <w:r w:rsidRPr="0006782B">
        <w:rPr>
          <w:sz w:val="28"/>
          <w:szCs w:val="28"/>
        </w:rPr>
        <w:t xml:space="preserve"> государственного ветеринарного надзора</w:t>
      </w:r>
      <w:r>
        <w:rPr>
          <w:sz w:val="28"/>
          <w:szCs w:val="28"/>
        </w:rPr>
        <w:t xml:space="preserve"> </w:t>
      </w:r>
      <w:r>
        <w:rPr>
          <w:sz w:val="28"/>
          <w:szCs w:val="28"/>
        </w:rPr>
        <w:br/>
      </w:r>
      <w:r w:rsidRPr="0006782B">
        <w:rPr>
          <w:sz w:val="28"/>
          <w:szCs w:val="28"/>
        </w:rPr>
        <w:t>и ветеринарно-санитарной экспертизы;».</w:t>
      </w:r>
    </w:p>
    <w:p w:rsidR="00702F82" w:rsidRPr="00906EEE" w:rsidRDefault="00702F82" w:rsidP="001E0F45">
      <w:pPr>
        <w:widowControl w:val="0"/>
        <w:autoSpaceDE w:val="0"/>
        <w:autoSpaceDN w:val="0"/>
        <w:adjustRightInd w:val="0"/>
        <w:ind w:firstLine="709"/>
        <w:jc w:val="both"/>
        <w:rPr>
          <w:sz w:val="16"/>
          <w:szCs w:val="28"/>
        </w:rPr>
      </w:pPr>
    </w:p>
    <w:p w:rsidR="00702F82" w:rsidRPr="0006782B" w:rsidRDefault="00702F82" w:rsidP="001E0F45">
      <w:pPr>
        <w:widowControl w:val="0"/>
        <w:autoSpaceDE w:val="0"/>
        <w:autoSpaceDN w:val="0"/>
        <w:adjustRightInd w:val="0"/>
        <w:ind w:firstLine="709"/>
        <w:jc w:val="both"/>
        <w:rPr>
          <w:sz w:val="28"/>
          <w:szCs w:val="28"/>
        </w:rPr>
      </w:pPr>
    </w:p>
    <w:p w:rsidR="00702F82" w:rsidRPr="0006782B" w:rsidRDefault="00702F82" w:rsidP="001E0F45">
      <w:pPr>
        <w:widowControl w:val="0"/>
        <w:autoSpaceDE w:val="0"/>
        <w:autoSpaceDN w:val="0"/>
        <w:adjustRightInd w:val="0"/>
        <w:ind w:firstLine="709"/>
        <w:jc w:val="both"/>
        <w:rPr>
          <w:sz w:val="28"/>
          <w:szCs w:val="28"/>
        </w:rPr>
      </w:pPr>
    </w:p>
    <w:p w:rsidR="00702F82" w:rsidRPr="0006782B" w:rsidRDefault="00702F82" w:rsidP="00906EEE">
      <w:pPr>
        <w:tabs>
          <w:tab w:val="right" w:pos="9923"/>
        </w:tabs>
        <w:autoSpaceDE w:val="0"/>
        <w:autoSpaceDN w:val="0"/>
        <w:adjustRightInd w:val="0"/>
        <w:jc w:val="both"/>
        <w:rPr>
          <w:b/>
          <w:bCs/>
          <w:sz w:val="28"/>
          <w:szCs w:val="28"/>
        </w:rPr>
      </w:pPr>
      <w:r w:rsidRPr="0006782B">
        <w:rPr>
          <w:b/>
          <w:bCs/>
          <w:sz w:val="28"/>
          <w:szCs w:val="28"/>
        </w:rPr>
        <w:t>Губернатор Ульяновской области</w:t>
      </w:r>
      <w:r>
        <w:rPr>
          <w:b/>
          <w:bCs/>
          <w:sz w:val="28"/>
          <w:szCs w:val="28"/>
        </w:rPr>
        <w:t xml:space="preserve"> </w:t>
      </w:r>
      <w:r>
        <w:rPr>
          <w:b/>
          <w:bCs/>
          <w:sz w:val="28"/>
          <w:szCs w:val="28"/>
        </w:rPr>
        <w:tab/>
      </w:r>
      <w:r w:rsidRPr="0006782B">
        <w:rPr>
          <w:b/>
          <w:bCs/>
          <w:sz w:val="28"/>
          <w:szCs w:val="28"/>
        </w:rPr>
        <w:t>С.И.Морозов</w:t>
      </w:r>
    </w:p>
    <w:p w:rsidR="00702F82" w:rsidRPr="0006782B" w:rsidRDefault="00702F82" w:rsidP="001E0F45">
      <w:pPr>
        <w:autoSpaceDE w:val="0"/>
        <w:autoSpaceDN w:val="0"/>
        <w:adjustRightInd w:val="0"/>
        <w:ind w:firstLine="709"/>
        <w:jc w:val="both"/>
        <w:rPr>
          <w:bCs/>
          <w:sz w:val="28"/>
          <w:szCs w:val="28"/>
        </w:rPr>
      </w:pPr>
    </w:p>
    <w:p w:rsidR="00702F82" w:rsidRPr="0006782B" w:rsidRDefault="00702F82" w:rsidP="001E0F45">
      <w:pPr>
        <w:autoSpaceDE w:val="0"/>
        <w:autoSpaceDN w:val="0"/>
        <w:adjustRightInd w:val="0"/>
        <w:ind w:firstLine="709"/>
        <w:jc w:val="both"/>
        <w:rPr>
          <w:bCs/>
          <w:sz w:val="28"/>
          <w:szCs w:val="28"/>
        </w:rPr>
      </w:pPr>
    </w:p>
    <w:p w:rsidR="00702F82" w:rsidRPr="0006782B" w:rsidRDefault="00702F82" w:rsidP="001E0F45">
      <w:pPr>
        <w:autoSpaceDE w:val="0"/>
        <w:autoSpaceDN w:val="0"/>
        <w:adjustRightInd w:val="0"/>
        <w:ind w:firstLine="709"/>
        <w:jc w:val="both"/>
        <w:rPr>
          <w:bCs/>
          <w:sz w:val="28"/>
          <w:szCs w:val="28"/>
        </w:rPr>
      </w:pPr>
    </w:p>
    <w:p w:rsidR="00702F82" w:rsidRPr="0006782B" w:rsidRDefault="00702F82" w:rsidP="00906EEE">
      <w:pPr>
        <w:jc w:val="center"/>
        <w:rPr>
          <w:sz w:val="28"/>
          <w:szCs w:val="28"/>
        </w:rPr>
      </w:pPr>
      <w:r w:rsidRPr="0006782B">
        <w:rPr>
          <w:sz w:val="28"/>
          <w:szCs w:val="28"/>
        </w:rPr>
        <w:t>г. Ульяновск</w:t>
      </w:r>
    </w:p>
    <w:p w:rsidR="00702F82" w:rsidRPr="0006782B" w:rsidRDefault="00702F82" w:rsidP="00906EEE">
      <w:pPr>
        <w:jc w:val="center"/>
        <w:rPr>
          <w:sz w:val="28"/>
          <w:szCs w:val="28"/>
        </w:rPr>
      </w:pPr>
      <w:r>
        <w:rPr>
          <w:sz w:val="28"/>
          <w:szCs w:val="28"/>
        </w:rPr>
        <w:t>24 марта</w:t>
      </w:r>
      <w:r w:rsidRPr="0006782B">
        <w:rPr>
          <w:sz w:val="28"/>
          <w:szCs w:val="28"/>
        </w:rPr>
        <w:t xml:space="preserve"> </w:t>
      </w:r>
      <w:smartTag w:uri="urn:schemas-microsoft-com:office:smarttags" w:element="metricconverter">
        <w:smartTagPr>
          <w:attr w:name="ProductID" w:val="2017 г"/>
        </w:smartTagPr>
        <w:r w:rsidRPr="0006782B">
          <w:rPr>
            <w:sz w:val="28"/>
            <w:szCs w:val="28"/>
          </w:rPr>
          <w:t>2017 г</w:t>
        </w:r>
      </w:smartTag>
      <w:r w:rsidRPr="0006782B">
        <w:rPr>
          <w:sz w:val="28"/>
          <w:szCs w:val="28"/>
        </w:rPr>
        <w:t>.</w:t>
      </w:r>
    </w:p>
    <w:p w:rsidR="00702F82" w:rsidRPr="0006782B" w:rsidRDefault="00702F82" w:rsidP="00906EEE">
      <w:pPr>
        <w:jc w:val="center"/>
        <w:rPr>
          <w:sz w:val="28"/>
          <w:szCs w:val="28"/>
        </w:rPr>
      </w:pPr>
      <w:r w:rsidRPr="0006782B">
        <w:rPr>
          <w:sz w:val="28"/>
          <w:szCs w:val="28"/>
        </w:rPr>
        <w:t xml:space="preserve">№ </w:t>
      </w:r>
      <w:r>
        <w:rPr>
          <w:sz w:val="28"/>
          <w:szCs w:val="28"/>
        </w:rPr>
        <w:t>23</w:t>
      </w:r>
      <w:r w:rsidRPr="0006782B">
        <w:rPr>
          <w:sz w:val="28"/>
          <w:szCs w:val="28"/>
        </w:rPr>
        <w:t>-ЗО</w:t>
      </w:r>
    </w:p>
    <w:sectPr w:rsidR="00702F82" w:rsidRPr="0006782B" w:rsidSect="001E0F45">
      <w:headerReference w:type="even" r:id="rId9"/>
      <w:headerReference w:type="default" r:id="rId10"/>
      <w:footerReference w:type="first" r:id="rId11"/>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F82" w:rsidRDefault="00702F82">
      <w:r>
        <w:separator/>
      </w:r>
    </w:p>
  </w:endnote>
  <w:endnote w:type="continuationSeparator" w:id="0">
    <w:p w:rsidR="00702F82" w:rsidRDefault="00702F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F82" w:rsidRPr="00906EEE" w:rsidRDefault="00702F82" w:rsidP="00906EEE">
    <w:pPr>
      <w:pStyle w:val="Footer"/>
      <w:jc w:val="right"/>
      <w:rPr>
        <w:sz w:val="16"/>
        <w:szCs w:val="16"/>
      </w:rPr>
    </w:pPr>
    <w:r>
      <w:rPr>
        <w:sz w:val="16"/>
        <w:szCs w:val="16"/>
      </w:rPr>
      <w:t>0902км2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F82" w:rsidRDefault="00702F82">
      <w:r>
        <w:separator/>
      </w:r>
    </w:p>
  </w:footnote>
  <w:footnote w:type="continuationSeparator" w:id="0">
    <w:p w:rsidR="00702F82" w:rsidRDefault="00702F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F82" w:rsidRDefault="00702F82" w:rsidP="0044446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02F82" w:rsidRDefault="00702F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F82" w:rsidRPr="0025276E" w:rsidRDefault="00702F82" w:rsidP="00FB272B">
    <w:pPr>
      <w:pStyle w:val="Header"/>
      <w:jc w:val="center"/>
      <w:rPr>
        <w:rStyle w:val="PageNumber"/>
        <w:sz w:val="28"/>
        <w:szCs w:val="28"/>
      </w:rPr>
    </w:pPr>
    <w:r w:rsidRPr="0025276E">
      <w:rPr>
        <w:rStyle w:val="PageNumber"/>
        <w:sz w:val="28"/>
        <w:szCs w:val="28"/>
      </w:rPr>
      <w:fldChar w:fldCharType="begin"/>
    </w:r>
    <w:r w:rsidRPr="0025276E">
      <w:rPr>
        <w:rStyle w:val="PageNumber"/>
        <w:sz w:val="28"/>
        <w:szCs w:val="28"/>
      </w:rPr>
      <w:instrText xml:space="preserve">PAGE  </w:instrText>
    </w:r>
    <w:r w:rsidRPr="0025276E">
      <w:rPr>
        <w:rStyle w:val="PageNumber"/>
        <w:sz w:val="28"/>
        <w:szCs w:val="28"/>
      </w:rPr>
      <w:fldChar w:fldCharType="separate"/>
    </w:r>
    <w:r>
      <w:rPr>
        <w:rStyle w:val="PageNumber"/>
        <w:noProof/>
        <w:sz w:val="28"/>
        <w:szCs w:val="28"/>
      </w:rPr>
      <w:t>2</w:t>
    </w:r>
    <w:r w:rsidRPr="0025276E">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8442D"/>
    <w:multiLevelType w:val="hybridMultilevel"/>
    <w:tmpl w:val="F26CB59A"/>
    <w:lvl w:ilvl="0" w:tplc="05F60F3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5E8A188F"/>
    <w:multiLevelType w:val="hybridMultilevel"/>
    <w:tmpl w:val="024EE76E"/>
    <w:lvl w:ilvl="0" w:tplc="F126FB80">
      <w:start w:val="1"/>
      <w:numFmt w:val="decimal"/>
      <w:lvlText w:val="%1)"/>
      <w:lvlJc w:val="left"/>
      <w:pPr>
        <w:ind w:left="1029" w:hanging="360"/>
      </w:pPr>
      <w:rPr>
        <w:rFonts w:cs="Times New Roman" w:hint="default"/>
      </w:rPr>
    </w:lvl>
    <w:lvl w:ilvl="1" w:tplc="04190019" w:tentative="1">
      <w:start w:val="1"/>
      <w:numFmt w:val="lowerLetter"/>
      <w:lvlText w:val="%2."/>
      <w:lvlJc w:val="left"/>
      <w:pPr>
        <w:ind w:left="1749" w:hanging="360"/>
      </w:pPr>
      <w:rPr>
        <w:rFonts w:cs="Times New Roman"/>
      </w:rPr>
    </w:lvl>
    <w:lvl w:ilvl="2" w:tplc="0419001B" w:tentative="1">
      <w:start w:val="1"/>
      <w:numFmt w:val="lowerRoman"/>
      <w:lvlText w:val="%3."/>
      <w:lvlJc w:val="right"/>
      <w:pPr>
        <w:ind w:left="2469" w:hanging="180"/>
      </w:pPr>
      <w:rPr>
        <w:rFonts w:cs="Times New Roman"/>
      </w:rPr>
    </w:lvl>
    <w:lvl w:ilvl="3" w:tplc="0419000F" w:tentative="1">
      <w:start w:val="1"/>
      <w:numFmt w:val="decimal"/>
      <w:lvlText w:val="%4."/>
      <w:lvlJc w:val="left"/>
      <w:pPr>
        <w:ind w:left="3189" w:hanging="360"/>
      </w:pPr>
      <w:rPr>
        <w:rFonts w:cs="Times New Roman"/>
      </w:rPr>
    </w:lvl>
    <w:lvl w:ilvl="4" w:tplc="04190019" w:tentative="1">
      <w:start w:val="1"/>
      <w:numFmt w:val="lowerLetter"/>
      <w:lvlText w:val="%5."/>
      <w:lvlJc w:val="left"/>
      <w:pPr>
        <w:ind w:left="3909" w:hanging="360"/>
      </w:pPr>
      <w:rPr>
        <w:rFonts w:cs="Times New Roman"/>
      </w:rPr>
    </w:lvl>
    <w:lvl w:ilvl="5" w:tplc="0419001B" w:tentative="1">
      <w:start w:val="1"/>
      <w:numFmt w:val="lowerRoman"/>
      <w:lvlText w:val="%6."/>
      <w:lvlJc w:val="right"/>
      <w:pPr>
        <w:ind w:left="4629" w:hanging="180"/>
      </w:pPr>
      <w:rPr>
        <w:rFonts w:cs="Times New Roman"/>
      </w:rPr>
    </w:lvl>
    <w:lvl w:ilvl="6" w:tplc="0419000F" w:tentative="1">
      <w:start w:val="1"/>
      <w:numFmt w:val="decimal"/>
      <w:lvlText w:val="%7."/>
      <w:lvlJc w:val="left"/>
      <w:pPr>
        <w:ind w:left="5349" w:hanging="360"/>
      </w:pPr>
      <w:rPr>
        <w:rFonts w:cs="Times New Roman"/>
      </w:rPr>
    </w:lvl>
    <w:lvl w:ilvl="7" w:tplc="04190019" w:tentative="1">
      <w:start w:val="1"/>
      <w:numFmt w:val="lowerLetter"/>
      <w:lvlText w:val="%8."/>
      <w:lvlJc w:val="left"/>
      <w:pPr>
        <w:ind w:left="6069" w:hanging="360"/>
      </w:pPr>
      <w:rPr>
        <w:rFonts w:cs="Times New Roman"/>
      </w:rPr>
    </w:lvl>
    <w:lvl w:ilvl="8" w:tplc="0419001B" w:tentative="1">
      <w:start w:val="1"/>
      <w:numFmt w:val="lowerRoman"/>
      <w:lvlText w:val="%9."/>
      <w:lvlJc w:val="right"/>
      <w:pPr>
        <w:ind w:left="678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stylePaneFormatFilter w:val="3F01"/>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0AB4"/>
    <w:rsid w:val="00004A32"/>
    <w:rsid w:val="00006643"/>
    <w:rsid w:val="00006C23"/>
    <w:rsid w:val="00007B5C"/>
    <w:rsid w:val="00015EE6"/>
    <w:rsid w:val="000272BE"/>
    <w:rsid w:val="000314B5"/>
    <w:rsid w:val="00036E1C"/>
    <w:rsid w:val="00040549"/>
    <w:rsid w:val="000417E5"/>
    <w:rsid w:val="00042B04"/>
    <w:rsid w:val="00042E40"/>
    <w:rsid w:val="000530FD"/>
    <w:rsid w:val="00057EB5"/>
    <w:rsid w:val="0006782B"/>
    <w:rsid w:val="0007084C"/>
    <w:rsid w:val="00071AB8"/>
    <w:rsid w:val="00081F52"/>
    <w:rsid w:val="00083DC7"/>
    <w:rsid w:val="0008704D"/>
    <w:rsid w:val="00091DC5"/>
    <w:rsid w:val="0009278E"/>
    <w:rsid w:val="00092B8B"/>
    <w:rsid w:val="000B1EA3"/>
    <w:rsid w:val="000B277B"/>
    <w:rsid w:val="000B2949"/>
    <w:rsid w:val="000B783C"/>
    <w:rsid w:val="000D6421"/>
    <w:rsid w:val="000D6E07"/>
    <w:rsid w:val="000E14AB"/>
    <w:rsid w:val="000E1D53"/>
    <w:rsid w:val="000F150A"/>
    <w:rsid w:val="00100131"/>
    <w:rsid w:val="00101F0B"/>
    <w:rsid w:val="001063A9"/>
    <w:rsid w:val="00107C00"/>
    <w:rsid w:val="00110B53"/>
    <w:rsid w:val="001166C7"/>
    <w:rsid w:val="0012463F"/>
    <w:rsid w:val="0012722F"/>
    <w:rsid w:val="001306D9"/>
    <w:rsid w:val="00131292"/>
    <w:rsid w:val="00133FA1"/>
    <w:rsid w:val="00136CFE"/>
    <w:rsid w:val="0013731B"/>
    <w:rsid w:val="00147C34"/>
    <w:rsid w:val="00164D02"/>
    <w:rsid w:val="00167EF1"/>
    <w:rsid w:val="001771E4"/>
    <w:rsid w:val="00195CF8"/>
    <w:rsid w:val="001A5496"/>
    <w:rsid w:val="001B5E7C"/>
    <w:rsid w:val="001D5719"/>
    <w:rsid w:val="001E0134"/>
    <w:rsid w:val="001E0F45"/>
    <w:rsid w:val="001E4AB2"/>
    <w:rsid w:val="001E67BC"/>
    <w:rsid w:val="001F338F"/>
    <w:rsid w:val="001F34F1"/>
    <w:rsid w:val="00204A60"/>
    <w:rsid w:val="00206B32"/>
    <w:rsid w:val="002116F5"/>
    <w:rsid w:val="00213F42"/>
    <w:rsid w:val="00215705"/>
    <w:rsid w:val="00217B44"/>
    <w:rsid w:val="00220BD6"/>
    <w:rsid w:val="00222286"/>
    <w:rsid w:val="00225F35"/>
    <w:rsid w:val="00227100"/>
    <w:rsid w:val="00230AE1"/>
    <w:rsid w:val="00231AC1"/>
    <w:rsid w:val="00236B1E"/>
    <w:rsid w:val="0024562B"/>
    <w:rsid w:val="0025276E"/>
    <w:rsid w:val="002532B1"/>
    <w:rsid w:val="00254BDA"/>
    <w:rsid w:val="00254DDB"/>
    <w:rsid w:val="00255B85"/>
    <w:rsid w:val="002560A0"/>
    <w:rsid w:val="0027175D"/>
    <w:rsid w:val="002719D7"/>
    <w:rsid w:val="00281756"/>
    <w:rsid w:val="00281D62"/>
    <w:rsid w:val="00281F6E"/>
    <w:rsid w:val="002856A3"/>
    <w:rsid w:val="002A07B9"/>
    <w:rsid w:val="002A1DA4"/>
    <w:rsid w:val="002A2C4F"/>
    <w:rsid w:val="002B209C"/>
    <w:rsid w:val="002D5FFA"/>
    <w:rsid w:val="002E456F"/>
    <w:rsid w:val="002E625E"/>
    <w:rsid w:val="002F4556"/>
    <w:rsid w:val="003117F1"/>
    <w:rsid w:val="003252A8"/>
    <w:rsid w:val="00331BDC"/>
    <w:rsid w:val="003333AE"/>
    <w:rsid w:val="0033631A"/>
    <w:rsid w:val="00336914"/>
    <w:rsid w:val="00350E1B"/>
    <w:rsid w:val="00372684"/>
    <w:rsid w:val="00386EA9"/>
    <w:rsid w:val="003A156B"/>
    <w:rsid w:val="003A3FC8"/>
    <w:rsid w:val="003A4E4F"/>
    <w:rsid w:val="003C1D9B"/>
    <w:rsid w:val="003C29F0"/>
    <w:rsid w:val="003E6787"/>
    <w:rsid w:val="004064DB"/>
    <w:rsid w:val="00420276"/>
    <w:rsid w:val="00426DC3"/>
    <w:rsid w:val="0044085F"/>
    <w:rsid w:val="00444287"/>
    <w:rsid w:val="00444467"/>
    <w:rsid w:val="004458D9"/>
    <w:rsid w:val="00453EC0"/>
    <w:rsid w:val="00455492"/>
    <w:rsid w:val="00463330"/>
    <w:rsid w:val="00464941"/>
    <w:rsid w:val="00465B90"/>
    <w:rsid w:val="004706D2"/>
    <w:rsid w:val="00487970"/>
    <w:rsid w:val="00490FA1"/>
    <w:rsid w:val="0049486D"/>
    <w:rsid w:val="00496A15"/>
    <w:rsid w:val="00497623"/>
    <w:rsid w:val="004B217B"/>
    <w:rsid w:val="004B32EE"/>
    <w:rsid w:val="004B6B9B"/>
    <w:rsid w:val="004C0AEF"/>
    <w:rsid w:val="004D3A10"/>
    <w:rsid w:val="004E0788"/>
    <w:rsid w:val="004E4107"/>
    <w:rsid w:val="004F0E29"/>
    <w:rsid w:val="004F237F"/>
    <w:rsid w:val="004F5277"/>
    <w:rsid w:val="00520DC7"/>
    <w:rsid w:val="00534158"/>
    <w:rsid w:val="005464C0"/>
    <w:rsid w:val="005523E1"/>
    <w:rsid w:val="00557003"/>
    <w:rsid w:val="00557F70"/>
    <w:rsid w:val="00564311"/>
    <w:rsid w:val="00575198"/>
    <w:rsid w:val="0058036E"/>
    <w:rsid w:val="00582FF9"/>
    <w:rsid w:val="005841A3"/>
    <w:rsid w:val="00590405"/>
    <w:rsid w:val="00590F43"/>
    <w:rsid w:val="00595AAA"/>
    <w:rsid w:val="005B1BB4"/>
    <w:rsid w:val="005B5FDA"/>
    <w:rsid w:val="005C7522"/>
    <w:rsid w:val="005D25D9"/>
    <w:rsid w:val="005D33E8"/>
    <w:rsid w:val="005E13F9"/>
    <w:rsid w:val="005E325F"/>
    <w:rsid w:val="005E3A76"/>
    <w:rsid w:val="005E66A6"/>
    <w:rsid w:val="005F0334"/>
    <w:rsid w:val="005F7F36"/>
    <w:rsid w:val="00602251"/>
    <w:rsid w:val="00603F9B"/>
    <w:rsid w:val="00616EBD"/>
    <w:rsid w:val="0062332F"/>
    <w:rsid w:val="006251DA"/>
    <w:rsid w:val="00627F79"/>
    <w:rsid w:val="006311D3"/>
    <w:rsid w:val="00631331"/>
    <w:rsid w:val="006324DC"/>
    <w:rsid w:val="00634DAC"/>
    <w:rsid w:val="00644966"/>
    <w:rsid w:val="0065017D"/>
    <w:rsid w:val="00665254"/>
    <w:rsid w:val="00671281"/>
    <w:rsid w:val="006713D8"/>
    <w:rsid w:val="00673390"/>
    <w:rsid w:val="0067380F"/>
    <w:rsid w:val="00676A47"/>
    <w:rsid w:val="00676E36"/>
    <w:rsid w:val="00677AFA"/>
    <w:rsid w:val="006A2683"/>
    <w:rsid w:val="006A62E3"/>
    <w:rsid w:val="006C2505"/>
    <w:rsid w:val="006C76AE"/>
    <w:rsid w:val="006D252C"/>
    <w:rsid w:val="006D456C"/>
    <w:rsid w:val="006E2EC6"/>
    <w:rsid w:val="006F5B61"/>
    <w:rsid w:val="006F7D14"/>
    <w:rsid w:val="00702F82"/>
    <w:rsid w:val="00714404"/>
    <w:rsid w:val="0071787E"/>
    <w:rsid w:val="00720670"/>
    <w:rsid w:val="00743A53"/>
    <w:rsid w:val="00745CA2"/>
    <w:rsid w:val="00750C2E"/>
    <w:rsid w:val="007615A6"/>
    <w:rsid w:val="0076529E"/>
    <w:rsid w:val="007710B6"/>
    <w:rsid w:val="007736F7"/>
    <w:rsid w:val="00781FA6"/>
    <w:rsid w:val="00787235"/>
    <w:rsid w:val="0079156C"/>
    <w:rsid w:val="00793554"/>
    <w:rsid w:val="00797D4B"/>
    <w:rsid w:val="007A3169"/>
    <w:rsid w:val="007B2A2B"/>
    <w:rsid w:val="007B516F"/>
    <w:rsid w:val="007B5BF9"/>
    <w:rsid w:val="007B6FC4"/>
    <w:rsid w:val="007D0428"/>
    <w:rsid w:val="007D576B"/>
    <w:rsid w:val="007E31BF"/>
    <w:rsid w:val="00822A13"/>
    <w:rsid w:val="008318BB"/>
    <w:rsid w:val="00832DAC"/>
    <w:rsid w:val="0084518A"/>
    <w:rsid w:val="0084691B"/>
    <w:rsid w:val="008549DC"/>
    <w:rsid w:val="008571F8"/>
    <w:rsid w:val="008615B7"/>
    <w:rsid w:val="00891FD3"/>
    <w:rsid w:val="008952C0"/>
    <w:rsid w:val="00896DD4"/>
    <w:rsid w:val="00897359"/>
    <w:rsid w:val="008B5D61"/>
    <w:rsid w:val="008C44DA"/>
    <w:rsid w:val="008C5BCB"/>
    <w:rsid w:val="008D0ED0"/>
    <w:rsid w:val="008D5178"/>
    <w:rsid w:val="008D72E0"/>
    <w:rsid w:val="008E7E57"/>
    <w:rsid w:val="008F7331"/>
    <w:rsid w:val="008F7B33"/>
    <w:rsid w:val="009001DD"/>
    <w:rsid w:val="00906EEE"/>
    <w:rsid w:val="00910F1F"/>
    <w:rsid w:val="0091327B"/>
    <w:rsid w:val="009146F0"/>
    <w:rsid w:val="0092065A"/>
    <w:rsid w:val="00920664"/>
    <w:rsid w:val="009250D3"/>
    <w:rsid w:val="009447DD"/>
    <w:rsid w:val="009571B3"/>
    <w:rsid w:val="00966682"/>
    <w:rsid w:val="00971A5E"/>
    <w:rsid w:val="0097233E"/>
    <w:rsid w:val="00973199"/>
    <w:rsid w:val="00993972"/>
    <w:rsid w:val="009A6342"/>
    <w:rsid w:val="009B5874"/>
    <w:rsid w:val="009B6F14"/>
    <w:rsid w:val="009D575B"/>
    <w:rsid w:val="009E2783"/>
    <w:rsid w:val="009E351C"/>
    <w:rsid w:val="009E475E"/>
    <w:rsid w:val="009F526B"/>
    <w:rsid w:val="00A0387D"/>
    <w:rsid w:val="00A26BE4"/>
    <w:rsid w:val="00A30F2E"/>
    <w:rsid w:val="00A33D79"/>
    <w:rsid w:val="00A543FA"/>
    <w:rsid w:val="00A62454"/>
    <w:rsid w:val="00A647AF"/>
    <w:rsid w:val="00A70209"/>
    <w:rsid w:val="00A7186D"/>
    <w:rsid w:val="00A7706C"/>
    <w:rsid w:val="00A80ABB"/>
    <w:rsid w:val="00A80F25"/>
    <w:rsid w:val="00A95C58"/>
    <w:rsid w:val="00A971F5"/>
    <w:rsid w:val="00AA13B6"/>
    <w:rsid w:val="00AB0AB4"/>
    <w:rsid w:val="00AD2F1E"/>
    <w:rsid w:val="00AD7D8E"/>
    <w:rsid w:val="00AE0A43"/>
    <w:rsid w:val="00AE276A"/>
    <w:rsid w:val="00AE3E84"/>
    <w:rsid w:val="00AE6538"/>
    <w:rsid w:val="00AF2F99"/>
    <w:rsid w:val="00B021BE"/>
    <w:rsid w:val="00B1085D"/>
    <w:rsid w:val="00B1380D"/>
    <w:rsid w:val="00B13B0B"/>
    <w:rsid w:val="00B20281"/>
    <w:rsid w:val="00B21CF6"/>
    <w:rsid w:val="00B26418"/>
    <w:rsid w:val="00B26E7D"/>
    <w:rsid w:val="00B34412"/>
    <w:rsid w:val="00B345EA"/>
    <w:rsid w:val="00B40AE4"/>
    <w:rsid w:val="00B431AB"/>
    <w:rsid w:val="00B50E52"/>
    <w:rsid w:val="00B52EFE"/>
    <w:rsid w:val="00B5597F"/>
    <w:rsid w:val="00B56A93"/>
    <w:rsid w:val="00B57E6C"/>
    <w:rsid w:val="00B60E98"/>
    <w:rsid w:val="00B635B3"/>
    <w:rsid w:val="00B72FB2"/>
    <w:rsid w:val="00B73460"/>
    <w:rsid w:val="00B73DA1"/>
    <w:rsid w:val="00B84AC2"/>
    <w:rsid w:val="00B8516E"/>
    <w:rsid w:val="00B87ABF"/>
    <w:rsid w:val="00B95C47"/>
    <w:rsid w:val="00BA00EE"/>
    <w:rsid w:val="00BA38B3"/>
    <w:rsid w:val="00BB52A1"/>
    <w:rsid w:val="00BB70BD"/>
    <w:rsid w:val="00BC3F3D"/>
    <w:rsid w:val="00BF280E"/>
    <w:rsid w:val="00BF506D"/>
    <w:rsid w:val="00BF6ED8"/>
    <w:rsid w:val="00C028A6"/>
    <w:rsid w:val="00C11D4E"/>
    <w:rsid w:val="00C12288"/>
    <w:rsid w:val="00C123FF"/>
    <w:rsid w:val="00C2646E"/>
    <w:rsid w:val="00C31FE8"/>
    <w:rsid w:val="00C322A2"/>
    <w:rsid w:val="00C44AFE"/>
    <w:rsid w:val="00C46CC1"/>
    <w:rsid w:val="00C5068A"/>
    <w:rsid w:val="00C55413"/>
    <w:rsid w:val="00C56789"/>
    <w:rsid w:val="00C63CA3"/>
    <w:rsid w:val="00C7475B"/>
    <w:rsid w:val="00C75518"/>
    <w:rsid w:val="00C81FCB"/>
    <w:rsid w:val="00C84899"/>
    <w:rsid w:val="00C85F58"/>
    <w:rsid w:val="00CA0D1F"/>
    <w:rsid w:val="00CA1F24"/>
    <w:rsid w:val="00CA608D"/>
    <w:rsid w:val="00CA66C0"/>
    <w:rsid w:val="00CB12FC"/>
    <w:rsid w:val="00CB4DF0"/>
    <w:rsid w:val="00CC5589"/>
    <w:rsid w:val="00CD101A"/>
    <w:rsid w:val="00CD521D"/>
    <w:rsid w:val="00CD5ACD"/>
    <w:rsid w:val="00CD7CD3"/>
    <w:rsid w:val="00CE2E82"/>
    <w:rsid w:val="00CF161D"/>
    <w:rsid w:val="00CF638E"/>
    <w:rsid w:val="00CF6577"/>
    <w:rsid w:val="00D01C5B"/>
    <w:rsid w:val="00D03A33"/>
    <w:rsid w:val="00D03CAC"/>
    <w:rsid w:val="00D05327"/>
    <w:rsid w:val="00D05F55"/>
    <w:rsid w:val="00D073A5"/>
    <w:rsid w:val="00D176D5"/>
    <w:rsid w:val="00D37A03"/>
    <w:rsid w:val="00D4675E"/>
    <w:rsid w:val="00D46999"/>
    <w:rsid w:val="00D5051B"/>
    <w:rsid w:val="00D52C84"/>
    <w:rsid w:val="00D777CD"/>
    <w:rsid w:val="00D91CC2"/>
    <w:rsid w:val="00D937E6"/>
    <w:rsid w:val="00D963E2"/>
    <w:rsid w:val="00DC0A6F"/>
    <w:rsid w:val="00DC4470"/>
    <w:rsid w:val="00DC5F44"/>
    <w:rsid w:val="00DD1EBA"/>
    <w:rsid w:val="00DD57FC"/>
    <w:rsid w:val="00DD5854"/>
    <w:rsid w:val="00DD66B7"/>
    <w:rsid w:val="00DE2414"/>
    <w:rsid w:val="00DE3E0A"/>
    <w:rsid w:val="00DE5145"/>
    <w:rsid w:val="00E009EA"/>
    <w:rsid w:val="00E16C1F"/>
    <w:rsid w:val="00E2191C"/>
    <w:rsid w:val="00E246FD"/>
    <w:rsid w:val="00E34477"/>
    <w:rsid w:val="00E35829"/>
    <w:rsid w:val="00E44225"/>
    <w:rsid w:val="00E53E74"/>
    <w:rsid w:val="00E60DBB"/>
    <w:rsid w:val="00E732BE"/>
    <w:rsid w:val="00E7531A"/>
    <w:rsid w:val="00E76385"/>
    <w:rsid w:val="00E90726"/>
    <w:rsid w:val="00E933E5"/>
    <w:rsid w:val="00E948EB"/>
    <w:rsid w:val="00EA46AD"/>
    <w:rsid w:val="00EA505A"/>
    <w:rsid w:val="00EA756F"/>
    <w:rsid w:val="00EB6878"/>
    <w:rsid w:val="00EB77F7"/>
    <w:rsid w:val="00EC1AFC"/>
    <w:rsid w:val="00EC3C8C"/>
    <w:rsid w:val="00EC6D40"/>
    <w:rsid w:val="00EE28C7"/>
    <w:rsid w:val="00EE461D"/>
    <w:rsid w:val="00EE5180"/>
    <w:rsid w:val="00EF496C"/>
    <w:rsid w:val="00EF4FD0"/>
    <w:rsid w:val="00F064A5"/>
    <w:rsid w:val="00F10065"/>
    <w:rsid w:val="00F16DB6"/>
    <w:rsid w:val="00F218A3"/>
    <w:rsid w:val="00F31ADB"/>
    <w:rsid w:val="00F32250"/>
    <w:rsid w:val="00F5018D"/>
    <w:rsid w:val="00F57A5D"/>
    <w:rsid w:val="00F64637"/>
    <w:rsid w:val="00F678E6"/>
    <w:rsid w:val="00F81FA7"/>
    <w:rsid w:val="00F84CFD"/>
    <w:rsid w:val="00F8645C"/>
    <w:rsid w:val="00F90927"/>
    <w:rsid w:val="00F94145"/>
    <w:rsid w:val="00FA65A1"/>
    <w:rsid w:val="00FA7018"/>
    <w:rsid w:val="00FB22B2"/>
    <w:rsid w:val="00FB272B"/>
    <w:rsid w:val="00FC4838"/>
    <w:rsid w:val="00FD56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AB4"/>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B0AB4"/>
    <w:pPr>
      <w:spacing w:before="100" w:after="100"/>
      <w:ind w:left="40" w:right="40"/>
    </w:pPr>
    <w:rPr>
      <w:color w:val="333333"/>
    </w:rPr>
  </w:style>
  <w:style w:type="paragraph" w:customStyle="1" w:styleId="a">
    <w:name w:val="Знак Знак Знак Знак Знак"/>
    <w:basedOn w:val="Normal"/>
    <w:uiPriority w:val="99"/>
    <w:rsid w:val="00AB0AB4"/>
    <w:pPr>
      <w:widowControl w:val="0"/>
      <w:adjustRightInd w:val="0"/>
      <w:spacing w:after="160" w:line="240" w:lineRule="exact"/>
      <w:jc w:val="right"/>
    </w:pPr>
    <w:rPr>
      <w:sz w:val="20"/>
      <w:szCs w:val="20"/>
      <w:lang w:val="en-GB" w:eastAsia="en-US"/>
    </w:rPr>
  </w:style>
  <w:style w:type="paragraph" w:styleId="Header">
    <w:name w:val="header"/>
    <w:basedOn w:val="Normal"/>
    <w:link w:val="HeaderChar"/>
    <w:uiPriority w:val="99"/>
    <w:rsid w:val="0025276E"/>
    <w:pPr>
      <w:tabs>
        <w:tab w:val="center" w:pos="4677"/>
        <w:tab w:val="right" w:pos="9355"/>
      </w:tabs>
    </w:pPr>
  </w:style>
  <w:style w:type="character" w:customStyle="1" w:styleId="HeaderChar">
    <w:name w:val="Header Char"/>
    <w:basedOn w:val="DefaultParagraphFont"/>
    <w:link w:val="Header"/>
    <w:uiPriority w:val="99"/>
    <w:semiHidden/>
    <w:rsid w:val="007F2C03"/>
    <w:rPr>
      <w:sz w:val="24"/>
      <w:szCs w:val="24"/>
    </w:rPr>
  </w:style>
  <w:style w:type="character" w:styleId="PageNumber">
    <w:name w:val="page number"/>
    <w:basedOn w:val="DefaultParagraphFont"/>
    <w:uiPriority w:val="99"/>
    <w:rsid w:val="0025276E"/>
    <w:rPr>
      <w:rFonts w:cs="Times New Roman"/>
    </w:rPr>
  </w:style>
  <w:style w:type="paragraph" w:styleId="Footer">
    <w:name w:val="footer"/>
    <w:basedOn w:val="Normal"/>
    <w:link w:val="FooterChar"/>
    <w:uiPriority w:val="99"/>
    <w:rsid w:val="0025276E"/>
    <w:pPr>
      <w:tabs>
        <w:tab w:val="center" w:pos="4677"/>
        <w:tab w:val="right" w:pos="9355"/>
      </w:tabs>
    </w:pPr>
  </w:style>
  <w:style w:type="character" w:customStyle="1" w:styleId="FooterChar">
    <w:name w:val="Footer Char"/>
    <w:basedOn w:val="DefaultParagraphFont"/>
    <w:link w:val="Footer"/>
    <w:uiPriority w:val="99"/>
    <w:locked/>
    <w:rsid w:val="008318BB"/>
    <w:rPr>
      <w:rFonts w:cs="Times New Roman"/>
      <w:sz w:val="24"/>
      <w:szCs w:val="24"/>
    </w:rPr>
  </w:style>
  <w:style w:type="paragraph" w:styleId="BalloonText">
    <w:name w:val="Balloon Text"/>
    <w:basedOn w:val="Normal"/>
    <w:link w:val="BalloonTextChar"/>
    <w:uiPriority w:val="99"/>
    <w:rsid w:val="00490FA1"/>
    <w:rPr>
      <w:rFonts w:ascii="Tahoma" w:hAnsi="Tahoma"/>
      <w:sz w:val="16"/>
      <w:szCs w:val="16"/>
    </w:rPr>
  </w:style>
  <w:style w:type="character" w:customStyle="1" w:styleId="BalloonTextChar">
    <w:name w:val="Balloon Text Char"/>
    <w:basedOn w:val="DefaultParagraphFont"/>
    <w:link w:val="BalloonText"/>
    <w:uiPriority w:val="99"/>
    <w:locked/>
    <w:rsid w:val="00490FA1"/>
    <w:rPr>
      <w:rFonts w:ascii="Tahoma" w:hAnsi="Tahoma"/>
      <w:sz w:val="16"/>
    </w:rPr>
  </w:style>
  <w:style w:type="table" w:styleId="TableGrid">
    <w:name w:val="Table Grid"/>
    <w:basedOn w:val="TableNormal"/>
    <w:uiPriority w:val="99"/>
    <w:rsid w:val="00B5597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uiPriority w:val="99"/>
    <w:rsid w:val="008615B7"/>
    <w:pPr>
      <w:autoSpaceDE w:val="0"/>
      <w:autoSpaceDN w:val="0"/>
      <w:adjustRightInd w:val="0"/>
    </w:pPr>
    <w:rPr>
      <w:sz w:val="28"/>
      <w:szCs w:val="28"/>
    </w:rPr>
  </w:style>
  <w:style w:type="paragraph" w:customStyle="1" w:styleId="ConsPlusNonformat">
    <w:name w:val="ConsPlusNonformat"/>
    <w:uiPriority w:val="99"/>
    <w:rsid w:val="00091DC5"/>
    <w:pPr>
      <w:autoSpaceDE w:val="0"/>
      <w:autoSpaceDN w:val="0"/>
      <w:adjustRightInd w:val="0"/>
    </w:pPr>
    <w:rPr>
      <w:rFonts w:ascii="Courier New" w:hAnsi="Courier New" w:cs="Courier New"/>
      <w:sz w:val="20"/>
      <w:szCs w:val="20"/>
    </w:rPr>
  </w:style>
  <w:style w:type="character" w:styleId="Hyperlink">
    <w:name w:val="Hyperlink"/>
    <w:basedOn w:val="DefaultParagraphFont"/>
    <w:uiPriority w:val="99"/>
    <w:rsid w:val="0092065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6895989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9B14719A95151629F5225032CE38DCA042843145EBB08BEC607915461A5476FF27D15F7D3FA0333D05C48CG635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344</Words>
  <Characters>1963</Characters>
  <Application>Microsoft Office Outlook</Application>
  <DocSecurity>0</DocSecurity>
  <Lines>0</Lines>
  <Paragraphs>0</Paragraphs>
  <ScaleCrop>false</ScaleCrop>
  <Company>Домашний компьютер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dc:title>
  <dc:subject/>
  <dc:creator>Мария1</dc:creator>
  <cp:keywords/>
  <dc:description/>
  <cp:lastModifiedBy>Пользователь</cp:lastModifiedBy>
  <cp:revision>9</cp:revision>
  <cp:lastPrinted>2017-03-15T06:32:00Z</cp:lastPrinted>
  <dcterms:created xsi:type="dcterms:W3CDTF">2017-02-09T12:42:00Z</dcterms:created>
  <dcterms:modified xsi:type="dcterms:W3CDTF">2017-03-31T12:01:00Z</dcterms:modified>
</cp:coreProperties>
</file>