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1F5B" w:rsidRDefault="00231F5B" w:rsidP="00AC6358">
      <w:pPr>
        <w:pStyle w:val="HEADERTEXT"/>
        <w:jc w:val="center"/>
        <w:rPr>
          <w:b/>
          <w:color w:val="auto"/>
          <w:sz w:val="28"/>
          <w:szCs w:val="28"/>
          <w:shd w:val="clear" w:color="auto" w:fill="FFFFFF"/>
        </w:rPr>
      </w:pPr>
      <w:r w:rsidRPr="00C943DE">
        <w:rPr>
          <w:b/>
          <w:bCs/>
          <w:color w:val="000001"/>
          <w:sz w:val="28"/>
          <w:szCs w:val="28"/>
        </w:rPr>
        <w:t xml:space="preserve">О </w:t>
      </w:r>
      <w:r>
        <w:rPr>
          <w:b/>
          <w:bCs/>
          <w:color w:val="000001"/>
          <w:sz w:val="28"/>
          <w:szCs w:val="28"/>
        </w:rPr>
        <w:t xml:space="preserve">признании утратившими силу </w:t>
      </w:r>
      <w:r>
        <w:rPr>
          <w:b/>
          <w:bCs/>
          <w:color w:val="000001"/>
          <w:sz w:val="28"/>
          <w:szCs w:val="28"/>
        </w:rPr>
        <w:br/>
        <w:t>отдельных законодательных актов Ульяновской области</w:t>
      </w:r>
    </w:p>
    <w:p w:rsidR="00231F5B" w:rsidRPr="00C943DE" w:rsidRDefault="00231F5B" w:rsidP="00AC6358">
      <w:pPr>
        <w:pStyle w:val="HEADERTEXT"/>
        <w:jc w:val="center"/>
        <w:rPr>
          <w:b/>
          <w:bCs/>
          <w:color w:val="000001"/>
          <w:sz w:val="28"/>
          <w:szCs w:val="28"/>
        </w:rPr>
      </w:pPr>
    </w:p>
    <w:p w:rsidR="00231F5B" w:rsidRPr="00F9140E" w:rsidRDefault="00231F5B" w:rsidP="00DA7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Pr="00B51508" w:rsidRDefault="00231F5B" w:rsidP="00B51508">
      <w:pPr>
        <w:jc w:val="center"/>
        <w:rPr>
          <w:rFonts w:ascii="Times New Roman" w:hAnsi="Times New Roman"/>
          <w:i/>
          <w:sz w:val="24"/>
          <w:szCs w:val="24"/>
        </w:rPr>
      </w:pPr>
      <w:r w:rsidRPr="00B51508">
        <w:rPr>
          <w:rFonts w:ascii="Times New Roman" w:hAnsi="Times New Roman"/>
          <w:sz w:val="24"/>
          <w:szCs w:val="24"/>
        </w:rPr>
        <w:t>Принят  Законодательным  Собранием  Ульяновской области 21 декабря  2016 года</w:t>
      </w: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231F5B" w:rsidRPr="00867839" w:rsidRDefault="00231F5B" w:rsidP="00D83F2A">
      <w:pPr>
        <w:pStyle w:val="HEADERTEX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67839">
        <w:rPr>
          <w:color w:val="auto"/>
          <w:sz w:val="28"/>
          <w:szCs w:val="28"/>
        </w:rPr>
        <w:t>Признать утратившими силу:</w:t>
      </w:r>
    </w:p>
    <w:p w:rsidR="00231F5B" w:rsidRPr="00867839" w:rsidRDefault="00231F5B" w:rsidP="00D83F2A">
      <w:pPr>
        <w:pStyle w:val="HEADERTEX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67839">
        <w:rPr>
          <w:color w:val="auto"/>
          <w:sz w:val="28"/>
          <w:szCs w:val="28"/>
        </w:rPr>
        <w:t>1) Закон Ульяновской области от 3 июня 2009 года № 75-ЗО «О правилах использования лесов для ведения охотничьего хозяйства на территории Ульяновской области» («Ульяновская правда» от 11.06.2009 № 45-46);</w:t>
      </w:r>
    </w:p>
    <w:p w:rsidR="00231F5B" w:rsidRPr="00867839" w:rsidRDefault="00231F5B" w:rsidP="00D83F2A">
      <w:pPr>
        <w:pStyle w:val="HEADERTEX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67839">
        <w:rPr>
          <w:color w:val="auto"/>
          <w:sz w:val="28"/>
          <w:szCs w:val="28"/>
        </w:rPr>
        <w:t>2) Закон Ульяновской области от 29 марта 2010 года № 30-ЗО «О внесении изменений в Закон Ульяновской област</w:t>
      </w:r>
      <w:bookmarkStart w:id="0" w:name="_GoBack"/>
      <w:bookmarkEnd w:id="0"/>
      <w:r w:rsidRPr="00867839">
        <w:rPr>
          <w:color w:val="auto"/>
          <w:sz w:val="28"/>
          <w:szCs w:val="28"/>
        </w:rPr>
        <w:t>и «О правилах использования лесов для ведения охотничьего хозяйства на территории Ульяновской области» («Ульяновская правда» от 31.03.2010 № 23).</w:t>
      </w:r>
    </w:p>
    <w:p w:rsidR="00231F5B" w:rsidRDefault="00231F5B" w:rsidP="00E325BB">
      <w:pPr>
        <w:pStyle w:val="HEADERTEXT"/>
        <w:spacing w:line="235" w:lineRule="auto"/>
        <w:ind w:firstLine="709"/>
        <w:jc w:val="center"/>
        <w:rPr>
          <w:b/>
          <w:bCs/>
          <w:color w:val="000001"/>
          <w:sz w:val="28"/>
          <w:szCs w:val="28"/>
        </w:rPr>
      </w:pPr>
    </w:p>
    <w:p w:rsidR="00231F5B" w:rsidRDefault="00231F5B" w:rsidP="00E325BB">
      <w:pPr>
        <w:pStyle w:val="HEADERTEXT"/>
        <w:spacing w:line="235" w:lineRule="auto"/>
        <w:ind w:firstLine="709"/>
        <w:jc w:val="center"/>
        <w:rPr>
          <w:b/>
          <w:bCs/>
          <w:color w:val="000001"/>
          <w:sz w:val="28"/>
          <w:szCs w:val="28"/>
        </w:rPr>
      </w:pPr>
    </w:p>
    <w:p w:rsidR="00231F5B" w:rsidRPr="0021179F" w:rsidRDefault="00231F5B" w:rsidP="00DA7F4C">
      <w:pPr>
        <w:pStyle w:val="FORMATTEXT"/>
        <w:ind w:firstLine="709"/>
        <w:jc w:val="right"/>
        <w:rPr>
          <w:sz w:val="28"/>
          <w:szCs w:val="28"/>
        </w:rPr>
      </w:pPr>
    </w:p>
    <w:p w:rsidR="00231F5B" w:rsidRPr="0021179F" w:rsidRDefault="00231F5B" w:rsidP="00DA7F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179F">
        <w:rPr>
          <w:rFonts w:ascii="Times New Roman" w:hAnsi="Times New Roman"/>
          <w:b/>
          <w:bCs/>
          <w:sz w:val="28"/>
          <w:szCs w:val="28"/>
        </w:rPr>
        <w:t xml:space="preserve">Губернатор Ульяновской области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21179F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21179F">
        <w:rPr>
          <w:rFonts w:ascii="Times New Roman" w:hAnsi="Times New Roman"/>
          <w:b/>
          <w:bCs/>
          <w:sz w:val="28"/>
          <w:szCs w:val="28"/>
        </w:rPr>
        <w:t xml:space="preserve">                 С.И.Морозов</w:t>
      </w:r>
    </w:p>
    <w:p w:rsidR="00231F5B" w:rsidRPr="00D83F2A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31F5B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31F5B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31F5B" w:rsidRPr="0021179F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1179F">
        <w:rPr>
          <w:rFonts w:ascii="Times New Roman" w:hAnsi="Times New Roman"/>
          <w:bCs/>
          <w:sz w:val="28"/>
          <w:szCs w:val="28"/>
        </w:rPr>
        <w:t>г. Ульяновск</w:t>
      </w:r>
    </w:p>
    <w:p w:rsidR="00231F5B" w:rsidRPr="0021179F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6 г"/>
        </w:smartTagPr>
        <w:r w:rsidRPr="0021179F">
          <w:rPr>
            <w:rFonts w:ascii="Times New Roman" w:hAnsi="Times New Roman"/>
            <w:bCs/>
            <w:sz w:val="28"/>
            <w:szCs w:val="28"/>
          </w:rPr>
          <w:t>2016 г</w:t>
        </w:r>
      </w:smartTag>
      <w:r w:rsidRPr="0021179F">
        <w:rPr>
          <w:rFonts w:ascii="Times New Roman" w:hAnsi="Times New Roman"/>
          <w:bCs/>
          <w:sz w:val="28"/>
          <w:szCs w:val="28"/>
        </w:rPr>
        <w:t>.</w:t>
      </w:r>
    </w:p>
    <w:p w:rsidR="00231F5B" w:rsidRDefault="00231F5B" w:rsidP="00412E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№198</w:t>
      </w:r>
      <w:r w:rsidRPr="0021179F">
        <w:rPr>
          <w:rFonts w:ascii="Times New Roman" w:hAnsi="Times New Roman"/>
          <w:bCs/>
          <w:sz w:val="28"/>
          <w:szCs w:val="28"/>
        </w:rPr>
        <w:t>-ЗО</w:t>
      </w:r>
    </w:p>
    <w:sectPr w:rsidR="00231F5B" w:rsidSect="00412E91">
      <w:headerReference w:type="default" r:id="rId6"/>
      <w:footerReference w:type="first" r:id="rId7"/>
      <w:pgSz w:w="11907" w:h="16840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F5B" w:rsidRDefault="00231F5B" w:rsidP="00B93989">
      <w:pPr>
        <w:spacing w:after="0" w:line="240" w:lineRule="auto"/>
      </w:pPr>
      <w:r>
        <w:separator/>
      </w:r>
    </w:p>
  </w:endnote>
  <w:endnote w:type="continuationSeparator" w:id="0">
    <w:p w:rsidR="00231F5B" w:rsidRDefault="00231F5B" w:rsidP="00B9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5B" w:rsidRPr="00412E91" w:rsidRDefault="00231F5B" w:rsidP="00412E91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412E91">
      <w:rPr>
        <w:rFonts w:ascii="Times New Roman" w:hAnsi="Times New Roman"/>
        <w:sz w:val="16"/>
        <w:szCs w:val="16"/>
      </w:rPr>
      <w:t>2911чл1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F5B" w:rsidRDefault="00231F5B" w:rsidP="00B93989">
      <w:pPr>
        <w:spacing w:after="0" w:line="240" w:lineRule="auto"/>
      </w:pPr>
      <w:r>
        <w:separator/>
      </w:r>
    </w:p>
  </w:footnote>
  <w:footnote w:type="continuationSeparator" w:id="0">
    <w:p w:rsidR="00231F5B" w:rsidRDefault="00231F5B" w:rsidP="00B9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5B" w:rsidRPr="006D7BEF" w:rsidRDefault="00231F5B" w:rsidP="006D7BEF">
    <w:pPr>
      <w:pStyle w:val="Header"/>
      <w:jc w:val="center"/>
      <w:rPr>
        <w:rFonts w:ascii="Times New Roman" w:hAnsi="Times New Roman"/>
        <w:sz w:val="28"/>
        <w:szCs w:val="28"/>
      </w:rPr>
    </w:pPr>
    <w:r w:rsidRPr="00B93989">
      <w:rPr>
        <w:rFonts w:ascii="Times New Roman" w:hAnsi="Times New Roman"/>
        <w:sz w:val="28"/>
        <w:szCs w:val="28"/>
      </w:rPr>
      <w:fldChar w:fldCharType="begin"/>
    </w:r>
    <w:r w:rsidRPr="00B93989">
      <w:rPr>
        <w:rFonts w:ascii="Times New Roman" w:hAnsi="Times New Roman"/>
        <w:sz w:val="28"/>
        <w:szCs w:val="28"/>
      </w:rPr>
      <w:instrText xml:space="preserve"> PAGE   \* MERGEFORMAT </w:instrText>
    </w:r>
    <w:r w:rsidRPr="00B9398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B93989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742"/>
    <w:rsid w:val="00023370"/>
    <w:rsid w:val="00026156"/>
    <w:rsid w:val="00031DDA"/>
    <w:rsid w:val="00041739"/>
    <w:rsid w:val="000439A2"/>
    <w:rsid w:val="00044761"/>
    <w:rsid w:val="00062D96"/>
    <w:rsid w:val="000676B7"/>
    <w:rsid w:val="000D1763"/>
    <w:rsid w:val="000E1F57"/>
    <w:rsid w:val="000E5DB7"/>
    <w:rsid w:val="000F2D53"/>
    <w:rsid w:val="00112BB8"/>
    <w:rsid w:val="001137AF"/>
    <w:rsid w:val="00133771"/>
    <w:rsid w:val="0015186E"/>
    <w:rsid w:val="00161062"/>
    <w:rsid w:val="001731A4"/>
    <w:rsid w:val="00192E36"/>
    <w:rsid w:val="001A584E"/>
    <w:rsid w:val="001F591F"/>
    <w:rsid w:val="00201CBC"/>
    <w:rsid w:val="0021179F"/>
    <w:rsid w:val="002128F1"/>
    <w:rsid w:val="00214D16"/>
    <w:rsid w:val="00231F5B"/>
    <w:rsid w:val="00233A14"/>
    <w:rsid w:val="00243FE0"/>
    <w:rsid w:val="00252C6A"/>
    <w:rsid w:val="00260C44"/>
    <w:rsid w:val="002708D0"/>
    <w:rsid w:val="00276582"/>
    <w:rsid w:val="00290954"/>
    <w:rsid w:val="002A34EA"/>
    <w:rsid w:val="002B0401"/>
    <w:rsid w:val="002C4785"/>
    <w:rsid w:val="002D1C76"/>
    <w:rsid w:val="002E62A8"/>
    <w:rsid w:val="003236C5"/>
    <w:rsid w:val="00324019"/>
    <w:rsid w:val="0033143F"/>
    <w:rsid w:val="00347201"/>
    <w:rsid w:val="00361781"/>
    <w:rsid w:val="00376982"/>
    <w:rsid w:val="00387CDA"/>
    <w:rsid w:val="003A6D68"/>
    <w:rsid w:val="003B4147"/>
    <w:rsid w:val="003B5635"/>
    <w:rsid w:val="003C3581"/>
    <w:rsid w:val="003C754C"/>
    <w:rsid w:val="003D7AE6"/>
    <w:rsid w:val="003F035A"/>
    <w:rsid w:val="003F4019"/>
    <w:rsid w:val="00402B8E"/>
    <w:rsid w:val="00412E91"/>
    <w:rsid w:val="00416810"/>
    <w:rsid w:val="004507FC"/>
    <w:rsid w:val="0045124D"/>
    <w:rsid w:val="004540B2"/>
    <w:rsid w:val="00472C3E"/>
    <w:rsid w:val="004855AF"/>
    <w:rsid w:val="00492DB4"/>
    <w:rsid w:val="004B0887"/>
    <w:rsid w:val="004B3584"/>
    <w:rsid w:val="004D31C4"/>
    <w:rsid w:val="00507F60"/>
    <w:rsid w:val="005554B5"/>
    <w:rsid w:val="00562C5D"/>
    <w:rsid w:val="00581920"/>
    <w:rsid w:val="005A18C9"/>
    <w:rsid w:val="005A58B3"/>
    <w:rsid w:val="005A6B06"/>
    <w:rsid w:val="005B554A"/>
    <w:rsid w:val="005B571B"/>
    <w:rsid w:val="005C3DC6"/>
    <w:rsid w:val="005F5DB3"/>
    <w:rsid w:val="006100F1"/>
    <w:rsid w:val="0061351D"/>
    <w:rsid w:val="006233A4"/>
    <w:rsid w:val="006241E7"/>
    <w:rsid w:val="00626BEB"/>
    <w:rsid w:val="00627D42"/>
    <w:rsid w:val="006335FB"/>
    <w:rsid w:val="00650ADB"/>
    <w:rsid w:val="00672DF7"/>
    <w:rsid w:val="0069605B"/>
    <w:rsid w:val="006A31F8"/>
    <w:rsid w:val="006C4811"/>
    <w:rsid w:val="006D0244"/>
    <w:rsid w:val="006D7260"/>
    <w:rsid w:val="006D7BEF"/>
    <w:rsid w:val="0071210E"/>
    <w:rsid w:val="007155B7"/>
    <w:rsid w:val="0073418B"/>
    <w:rsid w:val="0074500E"/>
    <w:rsid w:val="00763E29"/>
    <w:rsid w:val="00767FA1"/>
    <w:rsid w:val="00773705"/>
    <w:rsid w:val="00790696"/>
    <w:rsid w:val="007A3128"/>
    <w:rsid w:val="007B009A"/>
    <w:rsid w:val="007D25D8"/>
    <w:rsid w:val="007D68E3"/>
    <w:rsid w:val="007D7BF6"/>
    <w:rsid w:val="007F34F5"/>
    <w:rsid w:val="007F42DB"/>
    <w:rsid w:val="007F77B5"/>
    <w:rsid w:val="00807488"/>
    <w:rsid w:val="0082487A"/>
    <w:rsid w:val="00867839"/>
    <w:rsid w:val="008748E7"/>
    <w:rsid w:val="0089233B"/>
    <w:rsid w:val="008B417D"/>
    <w:rsid w:val="008B7A37"/>
    <w:rsid w:val="008E3BDB"/>
    <w:rsid w:val="008F14E1"/>
    <w:rsid w:val="00904ACC"/>
    <w:rsid w:val="0091238D"/>
    <w:rsid w:val="00917E69"/>
    <w:rsid w:val="00954D1B"/>
    <w:rsid w:val="00971520"/>
    <w:rsid w:val="00981057"/>
    <w:rsid w:val="009839B8"/>
    <w:rsid w:val="00983D58"/>
    <w:rsid w:val="009C2648"/>
    <w:rsid w:val="009C3A63"/>
    <w:rsid w:val="009D614D"/>
    <w:rsid w:val="00A207CB"/>
    <w:rsid w:val="00A31234"/>
    <w:rsid w:val="00A365E9"/>
    <w:rsid w:val="00A3695A"/>
    <w:rsid w:val="00A42E3C"/>
    <w:rsid w:val="00A53742"/>
    <w:rsid w:val="00A62671"/>
    <w:rsid w:val="00A726F0"/>
    <w:rsid w:val="00A8128B"/>
    <w:rsid w:val="00A848E2"/>
    <w:rsid w:val="00AB517C"/>
    <w:rsid w:val="00AC6358"/>
    <w:rsid w:val="00AD2187"/>
    <w:rsid w:val="00AE254A"/>
    <w:rsid w:val="00AF352D"/>
    <w:rsid w:val="00AF4504"/>
    <w:rsid w:val="00B168AE"/>
    <w:rsid w:val="00B23199"/>
    <w:rsid w:val="00B324BE"/>
    <w:rsid w:val="00B32C1D"/>
    <w:rsid w:val="00B35368"/>
    <w:rsid w:val="00B37F4A"/>
    <w:rsid w:val="00B51508"/>
    <w:rsid w:val="00B66EE0"/>
    <w:rsid w:val="00B676C1"/>
    <w:rsid w:val="00B766E8"/>
    <w:rsid w:val="00B924E3"/>
    <w:rsid w:val="00B93989"/>
    <w:rsid w:val="00BC6F8B"/>
    <w:rsid w:val="00BC780D"/>
    <w:rsid w:val="00BD322E"/>
    <w:rsid w:val="00BD4BF6"/>
    <w:rsid w:val="00BF11F9"/>
    <w:rsid w:val="00BF4182"/>
    <w:rsid w:val="00C035F2"/>
    <w:rsid w:val="00C1030E"/>
    <w:rsid w:val="00C465F6"/>
    <w:rsid w:val="00C6067E"/>
    <w:rsid w:val="00C754A8"/>
    <w:rsid w:val="00C85354"/>
    <w:rsid w:val="00C943DE"/>
    <w:rsid w:val="00CB5259"/>
    <w:rsid w:val="00CD4525"/>
    <w:rsid w:val="00CF3E83"/>
    <w:rsid w:val="00D13C3D"/>
    <w:rsid w:val="00D23D72"/>
    <w:rsid w:val="00D42A1D"/>
    <w:rsid w:val="00D505EA"/>
    <w:rsid w:val="00D642D0"/>
    <w:rsid w:val="00D83056"/>
    <w:rsid w:val="00D83F2A"/>
    <w:rsid w:val="00D91AC7"/>
    <w:rsid w:val="00DA10F7"/>
    <w:rsid w:val="00DA7F4C"/>
    <w:rsid w:val="00DE28E0"/>
    <w:rsid w:val="00DE7582"/>
    <w:rsid w:val="00E030F9"/>
    <w:rsid w:val="00E11180"/>
    <w:rsid w:val="00E325BB"/>
    <w:rsid w:val="00E337E5"/>
    <w:rsid w:val="00E40024"/>
    <w:rsid w:val="00EB5F42"/>
    <w:rsid w:val="00EB6DEE"/>
    <w:rsid w:val="00EC58CD"/>
    <w:rsid w:val="00EE3797"/>
    <w:rsid w:val="00EE3BE9"/>
    <w:rsid w:val="00EE5913"/>
    <w:rsid w:val="00EF224F"/>
    <w:rsid w:val="00F40AB0"/>
    <w:rsid w:val="00F726C8"/>
    <w:rsid w:val="00F87CD9"/>
    <w:rsid w:val="00F9140E"/>
    <w:rsid w:val="00F95222"/>
    <w:rsid w:val="00FB3E4E"/>
    <w:rsid w:val="00FB47F4"/>
    <w:rsid w:val="00FC0393"/>
    <w:rsid w:val="00FD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82"/>
    <w:pPr>
      <w:spacing w:after="200" w:line="276" w:lineRule="auto"/>
    </w:pPr>
    <w:rPr>
      <w:rFonts w:cs="Times New Roman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276582"/>
    <w:pPr>
      <w:keepNext/>
      <w:tabs>
        <w:tab w:val="left" w:pos="708"/>
        <w:tab w:val="num" w:pos="1152"/>
      </w:tabs>
      <w:suppressAutoHyphens/>
      <w:ind w:left="1152" w:hanging="1152"/>
      <w:jc w:val="center"/>
      <w:outlineLvl w:val="5"/>
    </w:pPr>
    <w:rPr>
      <w:rFonts w:ascii="Times New Roman" w:hAnsi="Times New Roman"/>
      <w:b/>
      <w:sz w:val="40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276582"/>
    <w:rPr>
      <w:rFonts w:ascii="Times New Roman" w:hAnsi="Times New Roman" w:cs="Times New Roman"/>
      <w:b/>
      <w:sz w:val="36"/>
      <w:szCs w:val="36"/>
    </w:rPr>
  </w:style>
  <w:style w:type="paragraph" w:customStyle="1" w:styleId="COLBOTTOM">
    <w:name w:val="#COL_BOTTOM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LTOP">
    <w:name w:val="#COL_TOP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PRINTSECTION">
    <w:name w:val="#PRINT_SECTION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ENTERTEXT">
    <w:name w:val=".CENTERTEXT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DJVU">
    <w:name w:val=".DJVU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2B4279"/>
      <w:sz w:val="24"/>
      <w:szCs w:val="24"/>
    </w:rPr>
  </w:style>
  <w:style w:type="paragraph" w:customStyle="1" w:styleId="HORIZLINE">
    <w:name w:val=".HORIZLINE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IMAGE">
    <w:name w:val=".IMAGE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MIDDLEPICT">
    <w:name w:val=".MIDDLEPICT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TOPLEVELTEXT">
    <w:name w:val=".TOPLEVELTEXT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.UNFORMATTEXT"/>
    <w:uiPriority w:val="99"/>
    <w:rsid w:val="00BF418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TABLE">
    <w:name w:val="TABLE"/>
    <w:uiPriority w:val="99"/>
    <w:rsid w:val="00BF418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939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39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939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3989"/>
    <w:rPr>
      <w:rFonts w:cs="Times New Roman"/>
    </w:rPr>
  </w:style>
  <w:style w:type="paragraph" w:customStyle="1" w:styleId="ConsPlusNormal">
    <w:name w:val="ConsPlusNormal"/>
    <w:uiPriority w:val="99"/>
    <w:rsid w:val="00CD4525"/>
    <w:pPr>
      <w:widowControl w:val="0"/>
      <w:autoSpaceDE w:val="0"/>
      <w:autoSpaceDN w:val="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D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7BF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2765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6582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uiPriority w:val="99"/>
    <w:rsid w:val="005A6B06"/>
    <w:rPr>
      <w:rFonts w:cs="Times New Roman"/>
    </w:rPr>
  </w:style>
  <w:style w:type="paragraph" w:customStyle="1" w:styleId="formattext0">
    <w:name w:val="formattext"/>
    <w:basedOn w:val="Normal"/>
    <w:uiPriority w:val="99"/>
    <w:rsid w:val="002B04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123</Words>
  <Characters>706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НАДЕЛЕНИИ ОРГАНОВ МЕСТНОГО САМОУПРАВЛЕНИЯ ПОЛНОМОЧИЯМИ ПО ПОДГОТОВКЕ И ПРОВЕДЕНИЮ ВСЕРОССИЙСКОЙ СЕЛЬСКОХОЗЯЙСТВЕННОЙ ПЕРЕПИСИ (с изменениями на: 24.08.2015)</dc:title>
  <dc:subject/>
  <dc:creator>user</dc:creator>
  <cp:keywords/>
  <dc:description/>
  <cp:lastModifiedBy>Пользователь</cp:lastModifiedBy>
  <cp:revision>8</cp:revision>
  <cp:lastPrinted>2016-12-21T04:30:00Z</cp:lastPrinted>
  <dcterms:created xsi:type="dcterms:W3CDTF">2016-11-29T05:52:00Z</dcterms:created>
  <dcterms:modified xsi:type="dcterms:W3CDTF">2016-12-30T08:00:00Z</dcterms:modified>
</cp:coreProperties>
</file>