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81" w:rsidRPr="00A14390" w:rsidRDefault="00266681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266681" w:rsidRPr="00A14390" w:rsidRDefault="00266681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Pr="00A14390" w:rsidRDefault="00266681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Pr="00A14390" w:rsidRDefault="00266681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Pr="00A14390" w:rsidRDefault="00266681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Pr="00A14390" w:rsidRDefault="00266681" w:rsidP="00D038A7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Default="00266681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2 Закона Ульяновской области </w:t>
      </w:r>
    </w:p>
    <w:p w:rsidR="00266681" w:rsidRPr="008C1016" w:rsidRDefault="00266681" w:rsidP="008C1016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праздниках и памятных датах Ульяновской области»</w:t>
      </w:r>
    </w:p>
    <w:p w:rsidR="00266681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81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81" w:rsidRDefault="00266681" w:rsidP="00A14390">
      <w:pPr>
        <w:jc w:val="center"/>
      </w:pPr>
      <w:r>
        <w:t>Принят Законодательным Собранием Ульяновской области 21 декабря 2016 года</w:t>
      </w:r>
    </w:p>
    <w:p w:rsidR="00266681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81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81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681" w:rsidRPr="008C1016" w:rsidRDefault="00266681" w:rsidP="008C1016">
      <w:pPr>
        <w:pStyle w:val="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4C8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статью 2 </w:t>
      </w:r>
      <w:r w:rsidRPr="009F74C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9F74C8">
        <w:rPr>
          <w:rFonts w:ascii="Times New Roman" w:hAnsi="Times New Roman"/>
          <w:sz w:val="28"/>
          <w:szCs w:val="28"/>
        </w:rPr>
        <w:t xml:space="preserve"> Ульяновской области о</w:t>
      </w:r>
      <w:r>
        <w:rPr>
          <w:rFonts w:ascii="Times New Roman" w:hAnsi="Times New Roman"/>
          <w:bCs/>
          <w:sz w:val="28"/>
          <w:szCs w:val="28"/>
        </w:rPr>
        <w:t xml:space="preserve">т 3 июня 2009 </w:t>
      </w:r>
      <w:r w:rsidRPr="009F74C8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ода</w:t>
      </w:r>
      <w:r w:rsidRPr="009F74C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9F74C8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74C8">
        <w:rPr>
          <w:rFonts w:ascii="Times New Roman" w:hAnsi="Times New Roman"/>
          <w:bCs/>
          <w:sz w:val="28"/>
          <w:szCs w:val="28"/>
        </w:rPr>
        <w:t>65-ЗО «О праздниках и памятных датах Ульяновской области»</w:t>
      </w:r>
      <w:r w:rsidRPr="009F74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F74C8">
        <w:rPr>
          <w:rFonts w:ascii="Times New Roman" w:hAnsi="Times New Roman"/>
          <w:sz w:val="28"/>
          <w:szCs w:val="28"/>
        </w:rPr>
        <w:t xml:space="preserve">(«Ульяновская правда» от </w:t>
      </w:r>
      <w:r>
        <w:rPr>
          <w:rFonts w:ascii="Times New Roman" w:hAnsi="Times New Roman"/>
          <w:sz w:val="28"/>
          <w:szCs w:val="28"/>
        </w:rPr>
        <w:t>0</w:t>
      </w:r>
      <w:r w:rsidRPr="009F74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.06.</w:t>
      </w:r>
      <w:r w:rsidRPr="009F74C8">
        <w:rPr>
          <w:rFonts w:ascii="Times New Roman" w:hAnsi="Times New Roman"/>
          <w:sz w:val="28"/>
          <w:szCs w:val="28"/>
        </w:rPr>
        <w:t>2009 № 43-44</w:t>
      </w:r>
      <w:r>
        <w:rPr>
          <w:rFonts w:ascii="Times New Roman" w:hAnsi="Times New Roman"/>
          <w:sz w:val="28"/>
          <w:szCs w:val="28"/>
        </w:rPr>
        <w:t xml:space="preserve">; от 19.01.2011 № 5; от 04.03.2011 </w:t>
      </w:r>
      <w:r>
        <w:rPr>
          <w:rFonts w:ascii="Times New Roman" w:hAnsi="Times New Roman"/>
          <w:sz w:val="28"/>
          <w:szCs w:val="28"/>
        </w:rPr>
        <w:br/>
        <w:t xml:space="preserve">№ 23; от 09.11.2011 № 126; от 06.04.2012 № 36; от 28.12.2012 № 146; </w:t>
      </w:r>
      <w:r>
        <w:rPr>
          <w:rFonts w:ascii="Times New Roman" w:hAnsi="Times New Roman"/>
          <w:sz w:val="28"/>
          <w:szCs w:val="28"/>
        </w:rPr>
        <w:br/>
        <w:t xml:space="preserve">от 05.10.2015 № 139) изменение, дополнив её </w:t>
      </w:r>
      <w:r w:rsidRPr="008C1016">
        <w:rPr>
          <w:rFonts w:ascii="Times New Roman" w:hAnsi="Times New Roman"/>
          <w:sz w:val="28"/>
          <w:szCs w:val="28"/>
        </w:rPr>
        <w:t>пунктом 7</w:t>
      </w:r>
      <w:r w:rsidRPr="008C1016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8C1016">
        <w:rPr>
          <w:rFonts w:ascii="Times New Roman" w:hAnsi="Times New Roman"/>
          <w:sz w:val="28"/>
          <w:szCs w:val="28"/>
        </w:rPr>
        <w:t>следующего содержания:</w:t>
      </w:r>
    </w:p>
    <w:p w:rsidR="00266681" w:rsidRDefault="00266681" w:rsidP="00337EA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296049">
        <w:rPr>
          <w:sz w:val="28"/>
          <w:szCs w:val="28"/>
        </w:rPr>
        <w:t>7</w:t>
      </w:r>
      <w:r w:rsidRPr="00296049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День дружбы народов в Ульяновской области –</w:t>
      </w:r>
      <w:bookmarkStart w:id="0" w:name="_GoBack"/>
      <w:bookmarkEnd w:id="0"/>
      <w:r>
        <w:rPr>
          <w:sz w:val="28"/>
          <w:szCs w:val="28"/>
        </w:rPr>
        <w:t xml:space="preserve"> 30 июля;».</w:t>
      </w:r>
    </w:p>
    <w:p w:rsidR="00266681" w:rsidRDefault="00266681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6681" w:rsidRDefault="00266681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6681" w:rsidRDefault="00266681" w:rsidP="00337E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681" w:rsidRPr="00034FD6" w:rsidRDefault="002666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D6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         С.И.Морозов</w:t>
      </w:r>
    </w:p>
    <w:p w:rsidR="00266681" w:rsidRDefault="00266681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Default="00266681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Default="00266681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6681" w:rsidRDefault="00266681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266681" w:rsidRDefault="00266681" w:rsidP="00D038A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266681" w:rsidRDefault="00266681" w:rsidP="00D038A7">
      <w:pPr>
        <w:pStyle w:val="ConsNormal"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№197-ЗО</w:t>
      </w:r>
    </w:p>
    <w:sectPr w:rsidR="00266681" w:rsidSect="00A143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681" w:rsidRDefault="00266681">
      <w:r>
        <w:separator/>
      </w:r>
    </w:p>
  </w:endnote>
  <w:endnote w:type="continuationSeparator" w:id="0">
    <w:p w:rsidR="00266681" w:rsidRDefault="0026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Default="002666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Default="002666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Pr="001A4502" w:rsidRDefault="00266681" w:rsidP="009642F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681" w:rsidRDefault="00266681">
      <w:r>
        <w:separator/>
      </w:r>
    </w:p>
  </w:footnote>
  <w:footnote w:type="continuationSeparator" w:id="0">
    <w:p w:rsidR="00266681" w:rsidRDefault="00266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Default="00266681" w:rsidP="009642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6681" w:rsidRDefault="002666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Default="00266681" w:rsidP="009642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266681" w:rsidRDefault="0026668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1.55pt;height:13.75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l3iQIAABs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" stroked="f">
          <v:fill opacity="0"/>
          <v:textbox inset="0,0,0,0">
            <w:txbxContent>
              <w:p w:rsidR="00266681" w:rsidRPr="00BB79DC" w:rsidRDefault="00266681" w:rsidP="009642F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81" w:rsidRDefault="002666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EAE"/>
    <w:rsid w:val="00034FD6"/>
    <w:rsid w:val="000B46C8"/>
    <w:rsid w:val="001A4502"/>
    <w:rsid w:val="00266681"/>
    <w:rsid w:val="002731CC"/>
    <w:rsid w:val="00296049"/>
    <w:rsid w:val="00337EAE"/>
    <w:rsid w:val="003576A6"/>
    <w:rsid w:val="003C48A5"/>
    <w:rsid w:val="00454D31"/>
    <w:rsid w:val="00456354"/>
    <w:rsid w:val="00506974"/>
    <w:rsid w:val="00513083"/>
    <w:rsid w:val="005E2AC7"/>
    <w:rsid w:val="006049B2"/>
    <w:rsid w:val="00646EAA"/>
    <w:rsid w:val="006A3F02"/>
    <w:rsid w:val="00702FB7"/>
    <w:rsid w:val="008B6953"/>
    <w:rsid w:val="008C1016"/>
    <w:rsid w:val="008F50D4"/>
    <w:rsid w:val="00946185"/>
    <w:rsid w:val="009642F9"/>
    <w:rsid w:val="0098236D"/>
    <w:rsid w:val="009A1DDD"/>
    <w:rsid w:val="009F74C8"/>
    <w:rsid w:val="00A06DE4"/>
    <w:rsid w:val="00A1353E"/>
    <w:rsid w:val="00A14390"/>
    <w:rsid w:val="00A2511F"/>
    <w:rsid w:val="00A372F1"/>
    <w:rsid w:val="00AA16FA"/>
    <w:rsid w:val="00BB2E9A"/>
    <w:rsid w:val="00BB79DC"/>
    <w:rsid w:val="00BD7A53"/>
    <w:rsid w:val="00C44D74"/>
    <w:rsid w:val="00C470EE"/>
    <w:rsid w:val="00C72CA8"/>
    <w:rsid w:val="00CC4A82"/>
    <w:rsid w:val="00D038A7"/>
    <w:rsid w:val="00D4407A"/>
    <w:rsid w:val="00E44CBB"/>
    <w:rsid w:val="00F25158"/>
    <w:rsid w:val="00FE1CB1"/>
    <w:rsid w:val="00FE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EA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337EAE"/>
    <w:rPr>
      <w:rFonts w:cs="Times New Roman"/>
    </w:rPr>
  </w:style>
  <w:style w:type="paragraph" w:customStyle="1" w:styleId="ConsNormal">
    <w:name w:val="ConsNormal"/>
    <w:uiPriority w:val="99"/>
    <w:rsid w:val="00337EA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37EAE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37E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4D3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37E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4D31"/>
    <w:rPr>
      <w:rFonts w:cs="Times New Roman"/>
      <w:sz w:val="24"/>
      <w:szCs w:val="24"/>
    </w:rPr>
  </w:style>
  <w:style w:type="paragraph" w:customStyle="1" w:styleId="a">
    <w:name w:val="Прижатый влево"/>
    <w:basedOn w:val="Normal"/>
    <w:next w:val="Normal"/>
    <w:uiPriority w:val="99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BD7A53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D7A53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6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114</Words>
  <Characters>652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vorotnikova</dc:creator>
  <cp:keywords/>
  <dc:description/>
  <cp:lastModifiedBy>Пользователь</cp:lastModifiedBy>
  <cp:revision>9</cp:revision>
  <cp:lastPrinted>2016-11-18T07:58:00Z</cp:lastPrinted>
  <dcterms:created xsi:type="dcterms:W3CDTF">2016-11-18T07:57:00Z</dcterms:created>
  <dcterms:modified xsi:type="dcterms:W3CDTF">2016-12-30T07:53:00Z</dcterms:modified>
</cp:coreProperties>
</file>