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Pr="0005480D" w:rsidRDefault="003F2CE8" w:rsidP="006F690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05480D">
        <w:rPr>
          <w:rFonts w:ascii="Times New Roman" w:hAnsi="Times New Roman"/>
          <w:b/>
          <w:color w:val="000000"/>
          <w:sz w:val="28"/>
          <w:szCs w:val="28"/>
        </w:rPr>
        <w:t>отдельные законодательные акты Ульяновской области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6 мая </w:t>
      </w:r>
      <w:r w:rsidRPr="0003456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06 года №</w:t>
      </w:r>
      <w:r w:rsidRPr="000345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</w:t>
      </w:r>
      <w:r w:rsidRPr="00034568">
        <w:rPr>
          <w:rFonts w:ascii="Times New Roman" w:hAnsi="Times New Roman"/>
          <w:sz w:val="28"/>
          <w:szCs w:val="28"/>
        </w:rPr>
        <w:t>-ЗО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0345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жилых помещений специализированного государственного жилищного фонда Ульяновской области»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 от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</w:t>
      </w:r>
      <w:r w:rsidRPr="009E4EB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9E4EB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06   №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  <w:r w:rsidRPr="00472527">
        <w:rPr>
          <w:rFonts w:ascii="Times New Roman" w:hAnsi="Times New Roman"/>
          <w:sz w:val="28"/>
          <w:szCs w:val="28"/>
        </w:rPr>
        <w:t xml:space="preserve">; от </w:t>
      </w:r>
      <w:r>
        <w:rPr>
          <w:rFonts w:ascii="Times New Roman" w:hAnsi="Times New Roman"/>
          <w:sz w:val="28"/>
          <w:szCs w:val="28"/>
        </w:rPr>
        <w:t>07</w:t>
      </w:r>
      <w:r w:rsidRPr="004725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47252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08</w:t>
      </w:r>
      <w:r w:rsidRPr="0047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1</w:t>
      </w:r>
      <w:r w:rsidRPr="00472527">
        <w:rPr>
          <w:rFonts w:ascii="Times New Roman" w:hAnsi="Times New Roman"/>
          <w:sz w:val="28"/>
          <w:szCs w:val="28"/>
        </w:rPr>
        <w:t>; от 1</w:t>
      </w:r>
      <w:r>
        <w:rPr>
          <w:rFonts w:ascii="Times New Roman" w:hAnsi="Times New Roman"/>
          <w:sz w:val="28"/>
          <w:szCs w:val="28"/>
        </w:rPr>
        <w:t>2</w:t>
      </w:r>
      <w:r w:rsidRPr="004725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47252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0</w:t>
      </w:r>
      <w:r w:rsidRPr="0047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2; от 02</w:t>
      </w:r>
      <w:r w:rsidRPr="002A205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2A205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2 № 22; от 26</w:t>
      </w:r>
      <w:r w:rsidRPr="008D67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D676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2 № 145; от 13.03.2013 № 27; от 11.11.2013 № 144; от 05.12.2013 № 158; </w:t>
      </w:r>
      <w:r>
        <w:rPr>
          <w:rFonts w:ascii="Times New Roman" w:hAnsi="Times New Roman"/>
          <w:sz w:val="28"/>
          <w:szCs w:val="28"/>
        </w:rPr>
        <w:br/>
        <w:t>от 31.12.2014 № 196; от 14.03.2016 № 31) следующие изменения:</w:t>
      </w:r>
    </w:p>
    <w:p w:rsidR="003F2CE8" w:rsidRDefault="003F2CE8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пункте 1 части 1 статьи 3 слова «органов, осуществляющих государственную регистрацию прав на недвижимое имущество и сделок с ним,» заменить словами «федерального органа исполнительной власти, уполномоченного Правительством Российской Федерации на осуществление государственного кадастрового учёта, государственной регистрации прав, ведение 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территориальных органов (далее – орган регистрации прав)»;</w:t>
      </w:r>
    </w:p>
    <w:p w:rsidR="003F2CE8" w:rsidRDefault="003F2CE8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пункте 1 части 4 статьи 5 слова «органов, осуществляющих государственную регистрацию прав на недвижимое имущество и сделок с ним,» заменить словами «органа регистрации прав»;</w:t>
      </w:r>
    </w:p>
    <w:p w:rsidR="003F2CE8" w:rsidRDefault="003F2CE8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пункте 1 части 3 статьи 6 слова «органов, осуществляющих государственную регистрацию прав на недвижимое имущество и сделок с ним,» заменить словами «органа регистрации прав»;</w:t>
      </w:r>
    </w:p>
    <w:p w:rsidR="003F2CE8" w:rsidRDefault="003F2CE8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 пункте 2 части 4 статьи 7 слова «органов, осуществляющих государственную регистрацию прав на недвижимое имущество и сделок с ним,» заменить словами «органа регистрации прав». </w:t>
      </w:r>
    </w:p>
    <w:p w:rsidR="003F2CE8" w:rsidRPr="006F690A" w:rsidRDefault="003F2CE8" w:rsidP="006F690A">
      <w:pPr>
        <w:ind w:left="708" w:firstLine="0"/>
        <w:rPr>
          <w:rFonts w:ascii="Times New Roman" w:hAnsi="Times New Roman"/>
          <w:sz w:val="16"/>
          <w:szCs w:val="28"/>
        </w:rPr>
      </w:pPr>
    </w:p>
    <w:p w:rsidR="003F2CE8" w:rsidRDefault="003F2CE8" w:rsidP="006F690A">
      <w:pPr>
        <w:ind w:left="708" w:firstLine="0"/>
        <w:rPr>
          <w:rFonts w:ascii="Times New Roman" w:hAnsi="Times New Roman"/>
          <w:sz w:val="28"/>
          <w:szCs w:val="28"/>
        </w:rPr>
      </w:pP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Pr="00175677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6F690A">
      <w:pPr>
        <w:spacing w:line="355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4 февраля </w:t>
      </w:r>
      <w:r w:rsidRPr="00034568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34568">
        <w:rPr>
          <w:rFonts w:ascii="Times New Roman" w:hAnsi="Times New Roman"/>
          <w:sz w:val="28"/>
          <w:szCs w:val="28"/>
        </w:rPr>
        <w:t xml:space="preserve"> 1-ЗО</w:t>
      </w:r>
      <w:r>
        <w:rPr>
          <w:rFonts w:ascii="Times New Roman" w:hAnsi="Times New Roman"/>
          <w:sz w:val="28"/>
          <w:szCs w:val="28"/>
        </w:rPr>
        <w:t xml:space="preserve">          «</w:t>
      </w:r>
      <w:r w:rsidRPr="00034568">
        <w:rPr>
          <w:rFonts w:ascii="Times New Roman" w:hAnsi="Times New Roman"/>
          <w:sz w:val="28"/>
          <w:szCs w:val="28"/>
        </w:rPr>
        <w:t>О правилах формирования списков граждан, имеющих право на приобретение жилья экономического класса, построенного или строящегося на земельных участках Федерального фонда содействия развитию жилищного строительства, переданных в безвозмездное пользование или аренду для строительства жилья экономического класса, для комплексного освоения территории, в рамках которого предусматривается в том числе строительство жилья экономического класса, в сроки, преду</w:t>
      </w:r>
      <w:r>
        <w:rPr>
          <w:rFonts w:ascii="Times New Roman" w:hAnsi="Times New Roman"/>
          <w:sz w:val="28"/>
          <w:szCs w:val="28"/>
        </w:rPr>
        <w:t>смотренные Федеральным законом «</w:t>
      </w:r>
      <w:r w:rsidRPr="00034568">
        <w:rPr>
          <w:rFonts w:ascii="Times New Roman" w:hAnsi="Times New Roman"/>
          <w:sz w:val="28"/>
          <w:szCs w:val="28"/>
        </w:rPr>
        <w:t>О содействии р</w:t>
      </w:r>
      <w:r>
        <w:rPr>
          <w:rFonts w:ascii="Times New Roman" w:hAnsi="Times New Roman"/>
          <w:sz w:val="28"/>
          <w:szCs w:val="28"/>
        </w:rPr>
        <w:t>азвитию жилищного строительства», и о порядке и очерё</w:t>
      </w:r>
      <w:r w:rsidRPr="00034568">
        <w:rPr>
          <w:rFonts w:ascii="Times New Roman" w:hAnsi="Times New Roman"/>
          <w:sz w:val="28"/>
          <w:szCs w:val="28"/>
        </w:rPr>
        <w:t>дности включения указанных граждан в эти списки</w:t>
      </w:r>
      <w:r>
        <w:rPr>
          <w:rFonts w:ascii="Times New Roman" w:hAnsi="Times New Roman"/>
          <w:sz w:val="28"/>
          <w:szCs w:val="28"/>
        </w:rPr>
        <w:t>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 от</w:t>
      </w:r>
      <w:r w:rsidRPr="009E4EB8">
        <w:rPr>
          <w:rFonts w:ascii="Times New Roman" w:hAnsi="Times New Roman"/>
          <w:sz w:val="28"/>
          <w:szCs w:val="28"/>
        </w:rPr>
        <w:t xml:space="preserve"> 08.02.2013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9E4EB8">
        <w:rPr>
          <w:rFonts w:ascii="Times New Roman" w:hAnsi="Times New Roman"/>
          <w:sz w:val="28"/>
          <w:szCs w:val="28"/>
        </w:rPr>
        <w:t xml:space="preserve"> 14</w:t>
      </w:r>
      <w:r w:rsidRPr="00472527">
        <w:rPr>
          <w:rFonts w:ascii="Times New Roman" w:hAnsi="Times New Roman"/>
          <w:sz w:val="28"/>
          <w:szCs w:val="28"/>
        </w:rPr>
        <w:t xml:space="preserve">; от 19.08.2013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97; от 10.07.2014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98</w:t>
      </w:r>
      <w:r>
        <w:rPr>
          <w:rFonts w:ascii="Times New Roman" w:hAnsi="Times New Roman"/>
          <w:sz w:val="28"/>
          <w:szCs w:val="28"/>
        </w:rPr>
        <w:t xml:space="preserve">; от </w:t>
      </w:r>
      <w:r w:rsidRPr="002A205A">
        <w:rPr>
          <w:rFonts w:ascii="Times New Roman" w:hAnsi="Times New Roman"/>
          <w:sz w:val="28"/>
          <w:szCs w:val="28"/>
        </w:rPr>
        <w:t>14.05.2015</w:t>
      </w:r>
      <w:r>
        <w:rPr>
          <w:rFonts w:ascii="Times New Roman" w:hAnsi="Times New Roman"/>
          <w:sz w:val="28"/>
          <w:szCs w:val="28"/>
        </w:rPr>
        <w:t xml:space="preserve"> № 62; от </w:t>
      </w:r>
      <w:r w:rsidRPr="008D676A">
        <w:rPr>
          <w:rFonts w:ascii="Times New Roman" w:hAnsi="Times New Roman"/>
          <w:sz w:val="28"/>
          <w:szCs w:val="28"/>
        </w:rPr>
        <w:t>12.04.2016</w:t>
      </w:r>
      <w:r>
        <w:rPr>
          <w:rFonts w:ascii="Times New Roman" w:hAnsi="Times New Roman"/>
          <w:sz w:val="28"/>
          <w:szCs w:val="28"/>
        </w:rPr>
        <w:t xml:space="preserve"> № 47) следующие изменения:</w:t>
      </w:r>
    </w:p>
    <w:p w:rsidR="003F2CE8" w:rsidRDefault="003F2CE8" w:rsidP="006F690A">
      <w:pPr>
        <w:spacing w:line="35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наименовании слова «Федерального фонда содействия развитию жилищного строительства» заменить словами «единого института развития </w:t>
      </w:r>
      <w:r>
        <w:rPr>
          <w:rFonts w:ascii="Times New Roman" w:hAnsi="Times New Roman"/>
          <w:sz w:val="28"/>
          <w:szCs w:val="28"/>
        </w:rPr>
        <w:br/>
        <w:t>в жилищной сфере»;</w:t>
      </w:r>
    </w:p>
    <w:p w:rsidR="003F2CE8" w:rsidRDefault="003F2CE8" w:rsidP="006F690A">
      <w:pPr>
        <w:spacing w:line="35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статье 1 слова «</w:t>
      </w:r>
      <w:r w:rsidRPr="006D131D">
        <w:rPr>
          <w:rFonts w:ascii="Times New Roman" w:hAnsi="Times New Roman"/>
          <w:sz w:val="28"/>
          <w:szCs w:val="28"/>
        </w:rPr>
        <w:t xml:space="preserve">Федерального фонда содействия развитию жилищного строительства (далее </w:t>
      </w:r>
      <w:r>
        <w:rPr>
          <w:rFonts w:ascii="Times New Roman" w:hAnsi="Times New Roman"/>
          <w:sz w:val="28"/>
          <w:szCs w:val="28"/>
        </w:rPr>
        <w:t>–</w:t>
      </w:r>
      <w:r w:rsidRPr="006D131D">
        <w:rPr>
          <w:rFonts w:ascii="Times New Roman" w:hAnsi="Times New Roman"/>
          <w:sz w:val="28"/>
          <w:szCs w:val="28"/>
        </w:rPr>
        <w:t xml:space="preserve"> Фонд)</w:t>
      </w:r>
      <w:r>
        <w:rPr>
          <w:rFonts w:ascii="Times New Roman" w:hAnsi="Times New Roman"/>
          <w:sz w:val="28"/>
          <w:szCs w:val="28"/>
        </w:rPr>
        <w:t xml:space="preserve">» заменить словами «единого института развития </w:t>
      </w:r>
      <w:r>
        <w:rPr>
          <w:rFonts w:ascii="Times New Roman" w:hAnsi="Times New Roman"/>
          <w:sz w:val="28"/>
          <w:szCs w:val="28"/>
        </w:rPr>
        <w:br/>
        <w:t>в жилищной сфере».</w:t>
      </w:r>
    </w:p>
    <w:p w:rsidR="003F2CE8" w:rsidRPr="006F690A" w:rsidRDefault="003F2CE8" w:rsidP="006F690A">
      <w:pPr>
        <w:rPr>
          <w:rFonts w:ascii="Times New Roman" w:hAnsi="Times New Roman"/>
          <w:sz w:val="16"/>
          <w:szCs w:val="28"/>
        </w:rPr>
      </w:pPr>
    </w:p>
    <w:p w:rsidR="003F2CE8" w:rsidRDefault="003F2CE8" w:rsidP="006F690A">
      <w:pPr>
        <w:rPr>
          <w:rFonts w:ascii="Times New Roman" w:hAnsi="Times New Roman"/>
          <w:sz w:val="28"/>
          <w:szCs w:val="28"/>
        </w:rPr>
      </w:pP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B4420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6F1349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часть 2 статьи 1 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Ульяновской области от </w:t>
      </w:r>
      <w:r>
        <w:rPr>
          <w:rFonts w:ascii="Times New Roman" w:hAnsi="Times New Roman"/>
          <w:bCs/>
          <w:color w:val="000000"/>
          <w:sz w:val="28"/>
          <w:szCs w:val="28"/>
        </w:rPr>
        <w:t>6 ноября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>14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180-ЗО </w:t>
      </w:r>
      <w:r>
        <w:rPr>
          <w:rFonts w:ascii="Times New Roman" w:hAnsi="Times New Roman"/>
          <w:sz w:val="28"/>
          <w:szCs w:val="28"/>
        </w:rPr>
        <w:t>«</w:t>
      </w:r>
      <w:r w:rsidRPr="0059789E">
        <w:rPr>
          <w:rFonts w:ascii="Times New Roman" w:hAnsi="Times New Roman"/>
          <w:sz w:val="28"/>
          <w:szCs w:val="28"/>
        </w:rPr>
        <w:t xml:space="preserve">О правовом регулировании отдельных вопросов, связанных </w:t>
      </w:r>
      <w:r>
        <w:rPr>
          <w:rFonts w:ascii="Times New Roman" w:hAnsi="Times New Roman"/>
          <w:sz w:val="28"/>
          <w:szCs w:val="28"/>
        </w:rPr>
        <w:br/>
      </w:r>
      <w:r w:rsidRPr="0059789E">
        <w:rPr>
          <w:rFonts w:ascii="Times New Roman" w:hAnsi="Times New Roman"/>
          <w:sz w:val="28"/>
          <w:szCs w:val="28"/>
        </w:rPr>
        <w:t>с участием Ульяновской облас</w:t>
      </w:r>
      <w:r>
        <w:rPr>
          <w:rFonts w:ascii="Times New Roman" w:hAnsi="Times New Roman"/>
          <w:sz w:val="28"/>
          <w:szCs w:val="28"/>
        </w:rPr>
        <w:t>ти в реализации программы «Жильё</w:t>
      </w:r>
      <w:r w:rsidRPr="0059789E">
        <w:rPr>
          <w:rFonts w:ascii="Times New Roman" w:hAnsi="Times New Roman"/>
          <w:sz w:val="28"/>
          <w:szCs w:val="28"/>
        </w:rPr>
        <w:t xml:space="preserve"> для российской семьи»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89E">
        <w:rPr>
          <w:rFonts w:ascii="Times New Roman" w:hAnsi="Times New Roman"/>
          <w:sz w:val="28"/>
          <w:szCs w:val="28"/>
        </w:rPr>
        <w:t xml:space="preserve">в рамках государственной </w:t>
      </w:r>
      <w:r>
        <w:rPr>
          <w:rFonts w:ascii="Times New Roman" w:hAnsi="Times New Roman"/>
          <w:sz w:val="28"/>
          <w:szCs w:val="28"/>
        </w:rPr>
        <w:t>программы Российской Федерации «</w:t>
      </w:r>
      <w:r w:rsidRPr="0059789E">
        <w:rPr>
          <w:rFonts w:ascii="Times New Roman" w:hAnsi="Times New Roman"/>
          <w:sz w:val="28"/>
          <w:szCs w:val="28"/>
        </w:rPr>
        <w:t>Обеспечение доступным и комфортным</w:t>
      </w:r>
      <w:r>
        <w:rPr>
          <w:rFonts w:ascii="Times New Roman" w:hAnsi="Times New Roman"/>
          <w:sz w:val="28"/>
          <w:szCs w:val="28"/>
        </w:rPr>
        <w:t xml:space="preserve"> жильё</w:t>
      </w:r>
      <w:r w:rsidRPr="0059789E">
        <w:rPr>
          <w:rFonts w:ascii="Times New Roman" w:hAnsi="Times New Roman"/>
          <w:sz w:val="28"/>
          <w:szCs w:val="28"/>
        </w:rPr>
        <w:t>м и коммунальными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89E">
        <w:rPr>
          <w:rFonts w:ascii="Times New Roman" w:hAnsi="Times New Roman"/>
          <w:sz w:val="28"/>
          <w:szCs w:val="28"/>
        </w:rPr>
        <w:t>услугами граждан Российской Федерации»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</w:t>
      </w:r>
      <w:r w:rsidRPr="00F21FC1">
        <w:rPr>
          <w:rFonts w:ascii="Times New Roman" w:hAnsi="Times New Roman"/>
          <w:sz w:val="28"/>
          <w:szCs w:val="28"/>
        </w:rPr>
        <w:t>10.11.2014</w:t>
      </w:r>
      <w:r>
        <w:rPr>
          <w:rFonts w:ascii="Times New Roman" w:hAnsi="Times New Roman"/>
          <w:sz w:val="28"/>
          <w:szCs w:val="28"/>
        </w:rPr>
        <w:t xml:space="preserve">                 №</w:t>
      </w:r>
      <w:r w:rsidRPr="00F21FC1">
        <w:rPr>
          <w:rFonts w:ascii="Times New Roman" w:hAnsi="Times New Roman"/>
          <w:sz w:val="28"/>
          <w:szCs w:val="28"/>
        </w:rPr>
        <w:t xml:space="preserve"> 163-164</w:t>
      </w:r>
      <w:r>
        <w:rPr>
          <w:rFonts w:ascii="Times New Roman" w:hAnsi="Times New Roman"/>
          <w:sz w:val="28"/>
          <w:szCs w:val="28"/>
        </w:rPr>
        <w:t>; от 06.06.2016 № 75-76; от 02.08.2016 № 99; от 06.09.2016 № 109) изменение, заменив в ней слова «</w:t>
      </w:r>
      <w:r w:rsidRPr="006D131D">
        <w:rPr>
          <w:rFonts w:ascii="Times New Roman" w:hAnsi="Times New Roman"/>
          <w:sz w:val="28"/>
          <w:szCs w:val="28"/>
        </w:rPr>
        <w:t>Федеральным фондом содействия развитию жилищного строительства</w:t>
      </w:r>
      <w:r>
        <w:rPr>
          <w:rFonts w:ascii="Times New Roman" w:hAnsi="Times New Roman"/>
          <w:sz w:val="28"/>
          <w:szCs w:val="28"/>
        </w:rPr>
        <w:t>» словами «единым институтом развития в жилищной сфере».</w:t>
      </w:r>
    </w:p>
    <w:p w:rsidR="003F2CE8" w:rsidRDefault="003F2CE8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3F6F90">
      <w:pPr>
        <w:widowControl/>
        <w:rPr>
          <w:rFonts w:ascii="Times New Roman" w:hAnsi="Times New Roman"/>
          <w:b/>
          <w:sz w:val="28"/>
          <w:szCs w:val="28"/>
        </w:rPr>
      </w:pPr>
      <w:r w:rsidRPr="003F6F90">
        <w:rPr>
          <w:rFonts w:ascii="Times New Roman" w:hAnsi="Times New Roman"/>
          <w:b/>
          <w:sz w:val="28"/>
          <w:szCs w:val="28"/>
        </w:rPr>
        <w:t>Статья 4</w:t>
      </w:r>
    </w:p>
    <w:p w:rsidR="003F2CE8" w:rsidRDefault="003F2CE8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Default="003F2CE8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Pr="003F6F90" w:rsidRDefault="003F2CE8" w:rsidP="002B528D">
      <w:pPr>
        <w:widowControl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статьи 1 настоящего Закона, которая вступает в силу с 1 января 2017 года.</w:t>
      </w:r>
    </w:p>
    <w:p w:rsidR="003F2CE8" w:rsidRPr="006F690A" w:rsidRDefault="003F2CE8" w:rsidP="006F690A">
      <w:pPr>
        <w:widowControl/>
        <w:ind w:firstLine="0"/>
        <w:rPr>
          <w:rFonts w:ascii="Times New Roman" w:hAnsi="Times New Roman"/>
          <w:b/>
          <w:sz w:val="16"/>
          <w:szCs w:val="28"/>
        </w:rPr>
      </w:pPr>
    </w:p>
    <w:p w:rsidR="003F2CE8" w:rsidRDefault="003F2CE8" w:rsidP="006F690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3F2CE8" w:rsidRPr="003F6F90" w:rsidRDefault="003F2CE8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3F2CE8" w:rsidRPr="00936F41" w:rsidRDefault="003F2CE8" w:rsidP="006F690A">
      <w:pPr>
        <w:ind w:firstLine="0"/>
        <w:rPr>
          <w:rFonts w:ascii="Times New Roman" w:hAnsi="Times New Roman"/>
          <w:b/>
          <w:sz w:val="28"/>
          <w:szCs w:val="28"/>
        </w:rPr>
      </w:pPr>
      <w:r w:rsidRPr="00936F41"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3F2CE8" w:rsidRPr="00936F41" w:rsidRDefault="003F2CE8" w:rsidP="006F690A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936F41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>а</w:t>
      </w:r>
      <w:r w:rsidRPr="00936F41">
        <w:rPr>
          <w:b/>
          <w:sz w:val="28"/>
          <w:szCs w:val="28"/>
        </w:rPr>
        <w:t xml:space="preserve"> Ульяновской области  </w:t>
      </w:r>
      <w:r w:rsidRPr="00936F41">
        <w:rPr>
          <w:b/>
          <w:sz w:val="28"/>
          <w:szCs w:val="28"/>
        </w:rPr>
        <w:tab/>
        <w:t xml:space="preserve">          </w:t>
      </w:r>
      <w:r w:rsidRPr="00936F41">
        <w:rPr>
          <w:b/>
          <w:sz w:val="28"/>
          <w:szCs w:val="28"/>
        </w:rPr>
        <w:tab/>
        <w:t xml:space="preserve">               </w:t>
      </w:r>
      <w:r w:rsidRPr="00936F41">
        <w:rPr>
          <w:b/>
          <w:sz w:val="28"/>
          <w:szCs w:val="28"/>
        </w:rPr>
        <w:tab/>
      </w:r>
      <w:r w:rsidRPr="00936F41">
        <w:rPr>
          <w:b/>
          <w:sz w:val="28"/>
          <w:szCs w:val="28"/>
        </w:rPr>
        <w:tab/>
        <w:t xml:space="preserve">      С.И.Морозов</w:t>
      </w:r>
    </w:p>
    <w:p w:rsidR="003F2CE8" w:rsidRPr="006F690A" w:rsidRDefault="003F2CE8" w:rsidP="006F690A">
      <w:pPr>
        <w:jc w:val="center"/>
        <w:rPr>
          <w:rFonts w:ascii="Times New Roman" w:hAnsi="Times New Roman"/>
          <w:sz w:val="16"/>
          <w:szCs w:val="28"/>
        </w:rPr>
      </w:pPr>
    </w:p>
    <w:p w:rsidR="003F2CE8" w:rsidRDefault="003F2CE8" w:rsidP="006F690A">
      <w:pPr>
        <w:jc w:val="center"/>
        <w:rPr>
          <w:rFonts w:ascii="Times New Roman" w:hAnsi="Times New Roman"/>
          <w:sz w:val="28"/>
          <w:szCs w:val="28"/>
        </w:rPr>
      </w:pPr>
    </w:p>
    <w:p w:rsidR="003F2CE8" w:rsidRDefault="003F2CE8" w:rsidP="006F690A">
      <w:pPr>
        <w:jc w:val="center"/>
        <w:rPr>
          <w:rFonts w:ascii="Times New Roman" w:hAnsi="Times New Roman"/>
          <w:sz w:val="28"/>
          <w:szCs w:val="28"/>
        </w:rPr>
      </w:pPr>
    </w:p>
    <w:p w:rsidR="003F2CE8" w:rsidRPr="00942781" w:rsidRDefault="003F2CE8" w:rsidP="006F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3F2CE8" w:rsidRDefault="003F2CE8" w:rsidP="006F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 w:rsidRPr="0094278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 xml:space="preserve">6 </w:t>
        </w:r>
        <w:r w:rsidRPr="00942781">
          <w:rPr>
            <w:rFonts w:ascii="Times New Roman" w:hAnsi="Times New Roman"/>
            <w:sz w:val="28"/>
            <w:szCs w:val="28"/>
          </w:rPr>
          <w:t>г</w:t>
        </w:r>
      </w:smartTag>
      <w:r w:rsidRPr="00942781">
        <w:rPr>
          <w:rFonts w:ascii="Times New Roman" w:hAnsi="Times New Roman"/>
          <w:sz w:val="28"/>
          <w:szCs w:val="28"/>
        </w:rPr>
        <w:t>.</w:t>
      </w:r>
    </w:p>
    <w:p w:rsidR="003F2CE8" w:rsidRPr="00481CA2" w:rsidRDefault="003F2CE8" w:rsidP="00441313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188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3F2CE8" w:rsidRPr="00481CA2" w:rsidSect="006F690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E8" w:rsidRDefault="003F2CE8">
      <w:r>
        <w:separator/>
      </w:r>
    </w:p>
  </w:endnote>
  <w:endnote w:type="continuationSeparator" w:id="0">
    <w:p w:rsidR="003F2CE8" w:rsidRDefault="003F2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E8" w:rsidRPr="006F690A" w:rsidRDefault="003F2CE8" w:rsidP="006F690A">
    <w:pPr>
      <w:pStyle w:val="Footer"/>
      <w:ind w:firstLine="0"/>
      <w:jc w:val="right"/>
      <w:rPr>
        <w:rFonts w:ascii="Times New Roman" w:hAnsi="Times New Roman"/>
        <w:sz w:val="16"/>
      </w:rPr>
    </w:pPr>
    <w:r w:rsidRPr="006F690A">
      <w:rPr>
        <w:rFonts w:ascii="Times New Roman" w:hAnsi="Times New Roman"/>
        <w:sz w:val="16"/>
      </w:rPr>
      <w:t>0609ка1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E8" w:rsidRDefault="003F2CE8">
      <w:r>
        <w:separator/>
      </w:r>
    </w:p>
  </w:footnote>
  <w:footnote w:type="continuationSeparator" w:id="0">
    <w:p w:rsidR="003F2CE8" w:rsidRDefault="003F2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E8" w:rsidRDefault="003F2CE8" w:rsidP="004B1C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CE8" w:rsidRDefault="003F2C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E8" w:rsidRPr="008C5620" w:rsidRDefault="003F2CE8" w:rsidP="006F690A">
    <w:pPr>
      <w:pStyle w:val="Header"/>
      <w:ind w:firstLine="0"/>
      <w:jc w:val="center"/>
      <w:rPr>
        <w:rStyle w:val="PageNumber"/>
        <w:rFonts w:ascii="Times New Roman" w:hAnsi="Times New Roman"/>
        <w:sz w:val="28"/>
        <w:szCs w:val="28"/>
      </w:rPr>
    </w:pPr>
    <w:r w:rsidRPr="008C5620">
      <w:rPr>
        <w:rStyle w:val="PageNumber"/>
        <w:rFonts w:ascii="Times New Roman" w:hAnsi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8C5620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C4A5224"/>
    <w:multiLevelType w:val="hybridMultilevel"/>
    <w:tmpl w:val="F388679E"/>
    <w:lvl w:ilvl="0" w:tplc="3554669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46F44DA"/>
    <w:multiLevelType w:val="hybridMultilevel"/>
    <w:tmpl w:val="23885A30"/>
    <w:lvl w:ilvl="0" w:tplc="3512506C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87F89"/>
    <w:multiLevelType w:val="hybridMultilevel"/>
    <w:tmpl w:val="5E601634"/>
    <w:lvl w:ilvl="0" w:tplc="11F6594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10"/>
    <w:rsid w:val="000011CE"/>
    <w:rsid w:val="00034568"/>
    <w:rsid w:val="00042434"/>
    <w:rsid w:val="00053C81"/>
    <w:rsid w:val="0005480D"/>
    <w:rsid w:val="000626DA"/>
    <w:rsid w:val="000667C6"/>
    <w:rsid w:val="00080C74"/>
    <w:rsid w:val="000858A7"/>
    <w:rsid w:val="00086B45"/>
    <w:rsid w:val="00087BD2"/>
    <w:rsid w:val="000C5010"/>
    <w:rsid w:val="000D1E25"/>
    <w:rsid w:val="000D56A8"/>
    <w:rsid w:val="000E60FE"/>
    <w:rsid w:val="000F6F03"/>
    <w:rsid w:val="001051B9"/>
    <w:rsid w:val="00130F3F"/>
    <w:rsid w:val="00160ED3"/>
    <w:rsid w:val="001753FC"/>
    <w:rsid w:val="00175677"/>
    <w:rsid w:val="00176947"/>
    <w:rsid w:val="00186567"/>
    <w:rsid w:val="0018775A"/>
    <w:rsid w:val="00196728"/>
    <w:rsid w:val="001B3447"/>
    <w:rsid w:val="001D6C62"/>
    <w:rsid w:val="001E63E1"/>
    <w:rsid w:val="001F6B2C"/>
    <w:rsid w:val="00212A3F"/>
    <w:rsid w:val="00245A0C"/>
    <w:rsid w:val="00256120"/>
    <w:rsid w:val="00280317"/>
    <w:rsid w:val="00280D7D"/>
    <w:rsid w:val="002A1B31"/>
    <w:rsid w:val="002A205A"/>
    <w:rsid w:val="002A30F5"/>
    <w:rsid w:val="002B2DE3"/>
    <w:rsid w:val="002B528D"/>
    <w:rsid w:val="002B618E"/>
    <w:rsid w:val="002E1014"/>
    <w:rsid w:val="002F52FD"/>
    <w:rsid w:val="003117D2"/>
    <w:rsid w:val="00334E23"/>
    <w:rsid w:val="003440B4"/>
    <w:rsid w:val="00345C10"/>
    <w:rsid w:val="003471DA"/>
    <w:rsid w:val="003646A5"/>
    <w:rsid w:val="00380F74"/>
    <w:rsid w:val="003826BE"/>
    <w:rsid w:val="003847CB"/>
    <w:rsid w:val="00386905"/>
    <w:rsid w:val="00392F15"/>
    <w:rsid w:val="00393146"/>
    <w:rsid w:val="003C09F9"/>
    <w:rsid w:val="003C31C9"/>
    <w:rsid w:val="003C4C94"/>
    <w:rsid w:val="003C540F"/>
    <w:rsid w:val="003C6E28"/>
    <w:rsid w:val="003D327D"/>
    <w:rsid w:val="003D3FF2"/>
    <w:rsid w:val="003D6F57"/>
    <w:rsid w:val="003E3FAE"/>
    <w:rsid w:val="003F2CE8"/>
    <w:rsid w:val="003F6F90"/>
    <w:rsid w:val="003F77C7"/>
    <w:rsid w:val="00403CAB"/>
    <w:rsid w:val="004209C0"/>
    <w:rsid w:val="00422391"/>
    <w:rsid w:val="004223EF"/>
    <w:rsid w:val="0043728E"/>
    <w:rsid w:val="00441313"/>
    <w:rsid w:val="00450E67"/>
    <w:rsid w:val="004533A3"/>
    <w:rsid w:val="004719C9"/>
    <w:rsid w:val="00472527"/>
    <w:rsid w:val="00475839"/>
    <w:rsid w:val="00481CA2"/>
    <w:rsid w:val="004838E2"/>
    <w:rsid w:val="00486273"/>
    <w:rsid w:val="004A3CA8"/>
    <w:rsid w:val="004B1CCE"/>
    <w:rsid w:val="004B1FF0"/>
    <w:rsid w:val="004D5E82"/>
    <w:rsid w:val="004E079B"/>
    <w:rsid w:val="004E17BF"/>
    <w:rsid w:val="004E7565"/>
    <w:rsid w:val="005024C5"/>
    <w:rsid w:val="00520D3B"/>
    <w:rsid w:val="00526864"/>
    <w:rsid w:val="0053435A"/>
    <w:rsid w:val="005376BC"/>
    <w:rsid w:val="005508FB"/>
    <w:rsid w:val="00555599"/>
    <w:rsid w:val="0057538A"/>
    <w:rsid w:val="00595720"/>
    <w:rsid w:val="0059789E"/>
    <w:rsid w:val="005A0B76"/>
    <w:rsid w:val="005C3E9D"/>
    <w:rsid w:val="005F0EC8"/>
    <w:rsid w:val="005F6FA5"/>
    <w:rsid w:val="00601A99"/>
    <w:rsid w:val="00611932"/>
    <w:rsid w:val="00625E7D"/>
    <w:rsid w:val="0063449F"/>
    <w:rsid w:val="006428D4"/>
    <w:rsid w:val="00642E4D"/>
    <w:rsid w:val="006543DD"/>
    <w:rsid w:val="006563FD"/>
    <w:rsid w:val="0066102E"/>
    <w:rsid w:val="00663B4D"/>
    <w:rsid w:val="006641D7"/>
    <w:rsid w:val="006752B5"/>
    <w:rsid w:val="006D131D"/>
    <w:rsid w:val="006E3FC9"/>
    <w:rsid w:val="006F1349"/>
    <w:rsid w:val="006F690A"/>
    <w:rsid w:val="00716960"/>
    <w:rsid w:val="007542EA"/>
    <w:rsid w:val="00765794"/>
    <w:rsid w:val="00786CDA"/>
    <w:rsid w:val="00792BA0"/>
    <w:rsid w:val="007B3399"/>
    <w:rsid w:val="007C17D9"/>
    <w:rsid w:val="007C62D2"/>
    <w:rsid w:val="007E506D"/>
    <w:rsid w:val="0080396A"/>
    <w:rsid w:val="00803C41"/>
    <w:rsid w:val="00811786"/>
    <w:rsid w:val="00824D28"/>
    <w:rsid w:val="008309E2"/>
    <w:rsid w:val="00834B1C"/>
    <w:rsid w:val="008350A7"/>
    <w:rsid w:val="00836BB4"/>
    <w:rsid w:val="008459DC"/>
    <w:rsid w:val="008512B8"/>
    <w:rsid w:val="0086108B"/>
    <w:rsid w:val="00861B6E"/>
    <w:rsid w:val="008702CA"/>
    <w:rsid w:val="00877392"/>
    <w:rsid w:val="008A6098"/>
    <w:rsid w:val="008C5620"/>
    <w:rsid w:val="008D676A"/>
    <w:rsid w:val="008E5829"/>
    <w:rsid w:val="008E589E"/>
    <w:rsid w:val="00907351"/>
    <w:rsid w:val="0091259B"/>
    <w:rsid w:val="009226D8"/>
    <w:rsid w:val="00925062"/>
    <w:rsid w:val="009313B2"/>
    <w:rsid w:val="00936F41"/>
    <w:rsid w:val="00942781"/>
    <w:rsid w:val="00942F2F"/>
    <w:rsid w:val="009438C7"/>
    <w:rsid w:val="00950A9E"/>
    <w:rsid w:val="00956200"/>
    <w:rsid w:val="00965E26"/>
    <w:rsid w:val="0098281E"/>
    <w:rsid w:val="009969C1"/>
    <w:rsid w:val="009A0303"/>
    <w:rsid w:val="009A137A"/>
    <w:rsid w:val="009A1554"/>
    <w:rsid w:val="009A68C6"/>
    <w:rsid w:val="009C2F60"/>
    <w:rsid w:val="009E3BAA"/>
    <w:rsid w:val="009E4EB8"/>
    <w:rsid w:val="009E6583"/>
    <w:rsid w:val="009F2346"/>
    <w:rsid w:val="00A02C2A"/>
    <w:rsid w:val="00A100F8"/>
    <w:rsid w:val="00A53B64"/>
    <w:rsid w:val="00A541C0"/>
    <w:rsid w:val="00A54CB5"/>
    <w:rsid w:val="00A567C4"/>
    <w:rsid w:val="00A7707C"/>
    <w:rsid w:val="00A82B11"/>
    <w:rsid w:val="00A832AC"/>
    <w:rsid w:val="00A84DDA"/>
    <w:rsid w:val="00A85A34"/>
    <w:rsid w:val="00A8603D"/>
    <w:rsid w:val="00AC3281"/>
    <w:rsid w:val="00AC3EE9"/>
    <w:rsid w:val="00AD1C20"/>
    <w:rsid w:val="00AE1B87"/>
    <w:rsid w:val="00AF1346"/>
    <w:rsid w:val="00AF4538"/>
    <w:rsid w:val="00B04A19"/>
    <w:rsid w:val="00B1667B"/>
    <w:rsid w:val="00B254F5"/>
    <w:rsid w:val="00B406B4"/>
    <w:rsid w:val="00B4420D"/>
    <w:rsid w:val="00B539D9"/>
    <w:rsid w:val="00B57798"/>
    <w:rsid w:val="00B84A10"/>
    <w:rsid w:val="00B910AC"/>
    <w:rsid w:val="00B96B5A"/>
    <w:rsid w:val="00BA0FB0"/>
    <w:rsid w:val="00BB4BBD"/>
    <w:rsid w:val="00BB7BE0"/>
    <w:rsid w:val="00BB7E2F"/>
    <w:rsid w:val="00BE277E"/>
    <w:rsid w:val="00BF526C"/>
    <w:rsid w:val="00C00873"/>
    <w:rsid w:val="00C02FEB"/>
    <w:rsid w:val="00C036A8"/>
    <w:rsid w:val="00C077DE"/>
    <w:rsid w:val="00C1201E"/>
    <w:rsid w:val="00C171F8"/>
    <w:rsid w:val="00C318BE"/>
    <w:rsid w:val="00C400C1"/>
    <w:rsid w:val="00C54A01"/>
    <w:rsid w:val="00C565EE"/>
    <w:rsid w:val="00C64D29"/>
    <w:rsid w:val="00C757E0"/>
    <w:rsid w:val="00C83090"/>
    <w:rsid w:val="00C83FCC"/>
    <w:rsid w:val="00C902DC"/>
    <w:rsid w:val="00C930EC"/>
    <w:rsid w:val="00C93CB7"/>
    <w:rsid w:val="00CA1DDC"/>
    <w:rsid w:val="00CC67CF"/>
    <w:rsid w:val="00CF3B58"/>
    <w:rsid w:val="00D00C52"/>
    <w:rsid w:val="00D11A9A"/>
    <w:rsid w:val="00D22F49"/>
    <w:rsid w:val="00D61256"/>
    <w:rsid w:val="00D6564C"/>
    <w:rsid w:val="00D66C68"/>
    <w:rsid w:val="00D839B0"/>
    <w:rsid w:val="00D9416D"/>
    <w:rsid w:val="00DA115C"/>
    <w:rsid w:val="00DB1E18"/>
    <w:rsid w:val="00DC4BBE"/>
    <w:rsid w:val="00E061F4"/>
    <w:rsid w:val="00E07323"/>
    <w:rsid w:val="00E07766"/>
    <w:rsid w:val="00E21369"/>
    <w:rsid w:val="00E415C2"/>
    <w:rsid w:val="00E42975"/>
    <w:rsid w:val="00E6218B"/>
    <w:rsid w:val="00E6684C"/>
    <w:rsid w:val="00E821F4"/>
    <w:rsid w:val="00E87A85"/>
    <w:rsid w:val="00E95DCC"/>
    <w:rsid w:val="00EB46D2"/>
    <w:rsid w:val="00EE1489"/>
    <w:rsid w:val="00F01CB0"/>
    <w:rsid w:val="00F073D4"/>
    <w:rsid w:val="00F21FC1"/>
    <w:rsid w:val="00F42989"/>
    <w:rsid w:val="00F42C67"/>
    <w:rsid w:val="00F443B6"/>
    <w:rsid w:val="00F5013D"/>
    <w:rsid w:val="00F620B1"/>
    <w:rsid w:val="00F652DA"/>
    <w:rsid w:val="00F804F8"/>
    <w:rsid w:val="00F923F4"/>
    <w:rsid w:val="00FA6BC9"/>
    <w:rsid w:val="00FB44E5"/>
    <w:rsid w:val="00FC5652"/>
    <w:rsid w:val="00FC6B11"/>
    <w:rsid w:val="00FD0971"/>
    <w:rsid w:val="00FD36F9"/>
    <w:rsid w:val="00FD6C04"/>
    <w:rsid w:val="00FF520A"/>
    <w:rsid w:val="00FF65EF"/>
    <w:rsid w:val="00FF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5D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">
    <w:name w:val="Цветовое выделение"/>
    <w:uiPriority w:val="99"/>
    <w:rsid w:val="00B84A10"/>
    <w:rPr>
      <w:b/>
      <w:color w:val="000080"/>
    </w:rPr>
  </w:style>
  <w:style w:type="paragraph" w:customStyle="1" w:styleId="a0">
    <w:name w:val="Комментарий"/>
    <w:basedOn w:val="Normal"/>
    <w:next w:val="Normal"/>
    <w:uiPriority w:val="99"/>
    <w:rsid w:val="00B84A10"/>
    <w:pPr>
      <w:ind w:left="170" w:firstLine="0"/>
    </w:pPr>
    <w:rPr>
      <w:i/>
      <w:iCs/>
      <w:color w:val="800080"/>
    </w:rPr>
  </w:style>
  <w:style w:type="paragraph" w:customStyle="1" w:styleId="a1">
    <w:name w:val="Прижатый влево"/>
    <w:basedOn w:val="Normal"/>
    <w:next w:val="Normal"/>
    <w:uiPriority w:val="99"/>
    <w:rsid w:val="00B84A10"/>
    <w:pPr>
      <w:ind w:firstLine="0"/>
      <w:jc w:val="left"/>
    </w:pPr>
  </w:style>
  <w:style w:type="paragraph" w:styleId="NormalWeb">
    <w:name w:val="Normal (Web)"/>
    <w:basedOn w:val="Normal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rsid w:val="00A82B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3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DD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3440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35DD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rsid w:val="003440B4"/>
    <w:rPr>
      <w:rFonts w:cs="Times New Roman"/>
    </w:rPr>
  </w:style>
  <w:style w:type="paragraph" w:customStyle="1" w:styleId="ConsPlusTitle">
    <w:name w:val="ConsPlusTitle"/>
    <w:uiPriority w:val="99"/>
    <w:rsid w:val="00E061F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725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690A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571</Words>
  <Characters>3258</Characters>
  <Application>Microsoft Office Outlook</Application>
  <DocSecurity>0</DocSecurity>
  <Lines>0</Lines>
  <Paragraphs>0</Paragraphs>
  <ScaleCrop>false</ScaleCrop>
  <Company>Министерство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Vlad</dc:creator>
  <cp:keywords/>
  <dc:description/>
  <cp:lastModifiedBy>Пользователь</cp:lastModifiedBy>
  <cp:revision>4</cp:revision>
  <cp:lastPrinted>2016-09-06T12:05:00Z</cp:lastPrinted>
  <dcterms:created xsi:type="dcterms:W3CDTF">2016-09-06T11:54:00Z</dcterms:created>
  <dcterms:modified xsi:type="dcterms:W3CDTF">2016-12-30T06:14:00Z</dcterms:modified>
</cp:coreProperties>
</file>