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4F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E464F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464F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464F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464F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464F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78C6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3 Закона Ульяновской области </w:t>
      </w:r>
    </w:p>
    <w:p w:rsidR="00E464F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78C6">
        <w:rPr>
          <w:rFonts w:ascii="Times New Roman" w:hAnsi="Times New Roman" w:cs="Times New Roman"/>
          <w:sz w:val="28"/>
          <w:szCs w:val="28"/>
        </w:rPr>
        <w:t xml:space="preserve"> «О порядке осуществления регионального государственного контроля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8278C6">
        <w:rPr>
          <w:rFonts w:ascii="Times New Roman" w:hAnsi="Times New Roman" w:cs="Times New Roman"/>
          <w:sz w:val="28"/>
          <w:szCs w:val="28"/>
        </w:rPr>
        <w:t xml:space="preserve">в сфере перевозок пассажиров и багажа легковым такси </w:t>
      </w:r>
    </w:p>
    <w:p w:rsidR="00E464F6" w:rsidRPr="008278C6" w:rsidRDefault="00E464F6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78C6">
        <w:rPr>
          <w:rFonts w:ascii="Times New Roman" w:hAnsi="Times New Roman" w:cs="Times New Roman"/>
          <w:sz w:val="28"/>
          <w:szCs w:val="28"/>
        </w:rPr>
        <w:t>на территории Ульяновской области»</w:t>
      </w:r>
    </w:p>
    <w:p w:rsidR="00E464F6" w:rsidRPr="00D27C92" w:rsidRDefault="00E464F6" w:rsidP="00DA52E8">
      <w:pPr>
        <w:pStyle w:val="Heading4"/>
        <w:spacing w:line="204" w:lineRule="auto"/>
        <w:ind w:right="-85"/>
        <w:rPr>
          <w:b w:val="0"/>
          <w:sz w:val="28"/>
          <w:szCs w:val="28"/>
        </w:rPr>
      </w:pPr>
    </w:p>
    <w:p w:rsidR="00E464F6" w:rsidRPr="00230923" w:rsidRDefault="00E464F6" w:rsidP="00230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Pr="00230923" w:rsidRDefault="00E464F6" w:rsidP="00230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Pr="00230923" w:rsidRDefault="00E464F6" w:rsidP="00230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Pr="00230923" w:rsidRDefault="00E464F6" w:rsidP="00230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Pr="00230923" w:rsidRDefault="00E464F6" w:rsidP="00230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Pr="00230923" w:rsidRDefault="00E464F6" w:rsidP="002309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4F6" w:rsidRPr="0058406B" w:rsidRDefault="00E464F6" w:rsidP="0023092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06B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E464F6" w:rsidRPr="007835E7" w:rsidRDefault="00E464F6" w:rsidP="00230923">
      <w:pPr>
        <w:ind w:left="902" w:right="896"/>
        <w:jc w:val="both"/>
        <w:rPr>
          <w:sz w:val="28"/>
          <w:szCs w:val="28"/>
        </w:rPr>
      </w:pPr>
    </w:p>
    <w:p w:rsidR="00E464F6" w:rsidRPr="007835E7" w:rsidRDefault="00E464F6" w:rsidP="00230923">
      <w:pPr>
        <w:ind w:left="902" w:right="896"/>
        <w:jc w:val="both"/>
        <w:rPr>
          <w:sz w:val="28"/>
          <w:szCs w:val="28"/>
        </w:rPr>
      </w:pPr>
    </w:p>
    <w:p w:rsidR="00E464F6" w:rsidRPr="00786578" w:rsidRDefault="00E464F6" w:rsidP="00230923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578">
        <w:rPr>
          <w:rFonts w:ascii="Times New Roman" w:hAnsi="Times New Roman" w:cs="Times New Roman"/>
          <w:sz w:val="28"/>
          <w:szCs w:val="28"/>
        </w:rPr>
        <w:t xml:space="preserve">Внести в статью 3 Закона Ульяновской области от 30 ноября 2011 года </w:t>
      </w:r>
      <w:r w:rsidRPr="00786578">
        <w:rPr>
          <w:rFonts w:ascii="Times New Roman" w:hAnsi="Times New Roman" w:cs="Times New Roman"/>
          <w:sz w:val="28"/>
          <w:szCs w:val="28"/>
        </w:rPr>
        <w:br/>
        <w:t xml:space="preserve">№ 206-ЗО «О порядке осуществления регионального государственного контроля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786578">
        <w:rPr>
          <w:rFonts w:ascii="Times New Roman" w:hAnsi="Times New Roman" w:cs="Times New Roman"/>
          <w:sz w:val="28"/>
          <w:szCs w:val="28"/>
        </w:rPr>
        <w:t>в сфере перевозок пассажиров и багажа легковым такси на территории Ульяновской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786578">
        <w:rPr>
          <w:rFonts w:ascii="Times New Roman" w:hAnsi="Times New Roman" w:cs="Times New Roman"/>
          <w:sz w:val="28"/>
          <w:szCs w:val="28"/>
        </w:rPr>
        <w:t xml:space="preserve"> («Ульяновская правда» от 07.12.2011 № 138; от 24.07.2012 </w:t>
      </w:r>
      <w:r w:rsidRPr="00786578">
        <w:rPr>
          <w:rFonts w:ascii="Times New Roman" w:hAnsi="Times New Roman" w:cs="Times New Roman"/>
          <w:sz w:val="28"/>
          <w:szCs w:val="28"/>
        </w:rPr>
        <w:br/>
        <w:t>№ 78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86578">
        <w:rPr>
          <w:rFonts w:ascii="Times New Roman" w:hAnsi="Times New Roman" w:cs="Times New Roman"/>
          <w:color w:val="000000"/>
          <w:sz w:val="28"/>
          <w:szCs w:val="28"/>
        </w:rPr>
        <w:t xml:space="preserve"> от 28.12.2012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 w:rsidRPr="00786578">
        <w:rPr>
          <w:rFonts w:ascii="Times New Roman" w:hAnsi="Times New Roman" w:cs="Times New Roman"/>
          <w:color w:val="000000"/>
          <w:sz w:val="28"/>
          <w:szCs w:val="28"/>
        </w:rPr>
        <w:t>№ 146)</w:t>
      </w:r>
      <w:r w:rsidRPr="0078657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464F6" w:rsidRDefault="00E464F6" w:rsidP="00230923">
      <w:pPr>
        <w:pStyle w:val="ConsPlusNormal"/>
        <w:numPr>
          <w:ilvl w:val="0"/>
          <w:numId w:val="3"/>
        </w:numPr>
        <w:spacing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изложить в следующей редакции:</w:t>
      </w:r>
    </w:p>
    <w:p w:rsidR="00E464F6" w:rsidRDefault="00E464F6" w:rsidP="00230923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50720">
        <w:rPr>
          <w:rFonts w:ascii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C50720">
        <w:rPr>
          <w:rFonts w:ascii="Times New Roman" w:hAnsi="Times New Roman" w:cs="Times New Roman"/>
          <w:color w:val="000000"/>
          <w:sz w:val="28"/>
          <w:szCs w:val="28"/>
        </w:rPr>
        <w:t xml:space="preserve">егиональный государственный контроль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</w:t>
      </w:r>
      <w:r w:rsidRPr="00C50720">
        <w:rPr>
          <w:rFonts w:ascii="Times New Roman" w:hAnsi="Times New Roman" w:cs="Times New Roman"/>
          <w:color w:val="000000"/>
          <w:sz w:val="28"/>
          <w:szCs w:val="28"/>
        </w:rPr>
        <w:t>посредством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C507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1) </w:t>
      </w:r>
      <w:r w:rsidRPr="00C50720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плановых и внеплановых проверок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соблюдения юридическими лицами и индивидуальными предпринимателями требований, указанных в статье 1 настоящего Закона (далее – обязательные требования);</w:t>
      </w:r>
    </w:p>
    <w:p w:rsidR="00E464F6" w:rsidRDefault="00E464F6" w:rsidP="00230923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78BA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 и проведения</w:t>
      </w:r>
      <w:r w:rsidRPr="00016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16653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 xml:space="preserve">й, направленных                                    на </w:t>
      </w:r>
      <w:r w:rsidRPr="00016653">
        <w:rPr>
          <w:rFonts w:ascii="Times New Roman" w:hAnsi="Times New Roman" w:cs="Times New Roman"/>
          <w:sz w:val="28"/>
          <w:szCs w:val="28"/>
        </w:rPr>
        <w:t>профилактик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16653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рушений обязательных требований,</w:t>
      </w:r>
      <w:r w:rsidRPr="00016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                                со статьёй 8</w:t>
      </w:r>
      <w:r w:rsidRPr="004E474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220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2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 декабря 2008 года № 294-ФЗ                    </w:t>
      </w:r>
      <w:r w:rsidRPr="00792202">
        <w:rPr>
          <w:rFonts w:ascii="Times New Roman" w:hAnsi="Times New Roman" w:cs="Times New Roman"/>
          <w:sz w:val="28"/>
          <w:szCs w:val="28"/>
        </w:rPr>
        <w:t xml:space="preserve">«О защите прав юридических лиц и индивидуальных предпринимателей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92202">
        <w:rPr>
          <w:rFonts w:ascii="Times New Roman" w:hAnsi="Times New Roman" w:cs="Times New Roman"/>
          <w:sz w:val="28"/>
          <w:szCs w:val="28"/>
        </w:rPr>
        <w:t>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C56DA5">
        <w:rPr>
          <w:rFonts w:ascii="Times New Roman" w:hAnsi="Times New Roman" w:cs="Times New Roman"/>
          <w:noProof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9220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 xml:space="preserve">«О защите прав юридических лиц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92202">
        <w:rPr>
          <w:rFonts w:ascii="Times New Roman" w:hAnsi="Times New Roman" w:cs="Times New Roman"/>
          <w:sz w:val="28"/>
          <w:szCs w:val="28"/>
        </w:rPr>
        <w:t>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507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64F6" w:rsidRDefault="00E464F6" w:rsidP="00230923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организации и проведения </w:t>
      </w:r>
      <w:r w:rsidRPr="00C50720">
        <w:rPr>
          <w:rFonts w:ascii="Times New Roman" w:hAnsi="Times New Roman" w:cs="Times New Roman"/>
          <w:color w:val="000000"/>
          <w:sz w:val="28"/>
          <w:szCs w:val="28"/>
        </w:rPr>
        <w:t>мероприятий по контролю, осуществляемых без взаимодействия с юридическими лицами, индивидуальными предпринимателями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со </w:t>
      </w:r>
      <w:r>
        <w:rPr>
          <w:rFonts w:ascii="Times New Roman" w:hAnsi="Times New Roman" w:cs="Times New Roman"/>
          <w:sz w:val="28"/>
          <w:szCs w:val="28"/>
        </w:rPr>
        <w:t>статьёй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20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220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2202">
        <w:rPr>
          <w:rFonts w:ascii="Times New Roman" w:hAnsi="Times New Roman" w:cs="Times New Roman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64F6" w:rsidRPr="00002A66" w:rsidRDefault="00E464F6" w:rsidP="00230923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02A66">
        <w:rPr>
          <w:rFonts w:ascii="Times New Roman" w:hAnsi="Times New Roman" w:cs="Times New Roman"/>
          <w:color w:val="000000"/>
          <w:sz w:val="28"/>
          <w:szCs w:val="28"/>
        </w:rPr>
        <w:t>) принятия предусмотренных законодательством Российской Федерации мер по пресечению и (или) устранению последствий выявленных нарушений обязательных требований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.»;</w:t>
      </w:r>
      <w:r w:rsidRPr="00002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64F6" w:rsidRDefault="00E464F6" w:rsidP="002309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часть 2 изложить в следующей редакции:</w:t>
      </w:r>
    </w:p>
    <w:p w:rsidR="00E464F6" w:rsidRDefault="00E464F6" w:rsidP="002309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7B7C">
        <w:rPr>
          <w:color w:val="000000"/>
          <w:sz w:val="28"/>
          <w:szCs w:val="28"/>
        </w:rPr>
        <w:t xml:space="preserve">«2. При осуществлении регионального государственного контроля предметом плановых проверок является соблюдение юридическими лицами </w:t>
      </w:r>
      <w:r>
        <w:rPr>
          <w:color w:val="000000"/>
          <w:sz w:val="28"/>
          <w:szCs w:val="28"/>
        </w:rPr>
        <w:t xml:space="preserve">                 </w:t>
      </w:r>
      <w:r w:rsidRPr="00387B7C">
        <w:rPr>
          <w:color w:val="000000"/>
          <w:sz w:val="28"/>
          <w:szCs w:val="28"/>
        </w:rPr>
        <w:t xml:space="preserve">и индивидуальными предпринимателями обязательных требований, а предметом внеплановых проверок </w:t>
      </w:r>
      <w:r>
        <w:rPr>
          <w:color w:val="000000"/>
          <w:sz w:val="28"/>
          <w:szCs w:val="28"/>
        </w:rPr>
        <w:t>–</w:t>
      </w:r>
      <w:r w:rsidRPr="00387B7C">
        <w:rPr>
          <w:color w:val="000000"/>
          <w:sz w:val="28"/>
          <w:szCs w:val="28"/>
        </w:rPr>
        <w:t xml:space="preserve"> также исполнение ими выданных предписаний </w:t>
      </w:r>
      <w:r>
        <w:rPr>
          <w:color w:val="000000"/>
          <w:sz w:val="28"/>
          <w:szCs w:val="28"/>
        </w:rPr>
        <w:t xml:space="preserve">                     </w:t>
      </w:r>
      <w:r w:rsidRPr="00387B7C">
        <w:rPr>
          <w:color w:val="000000"/>
          <w:sz w:val="28"/>
          <w:szCs w:val="28"/>
        </w:rPr>
        <w:t>об устранении выявленных нарушений.»</w:t>
      </w:r>
      <w:r>
        <w:rPr>
          <w:color w:val="000000"/>
          <w:sz w:val="28"/>
          <w:szCs w:val="28"/>
        </w:rPr>
        <w:t>;</w:t>
      </w:r>
    </w:p>
    <w:p w:rsidR="00E464F6" w:rsidRPr="00387B7C" w:rsidRDefault="00E464F6" w:rsidP="002309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в части 3 слова </w:t>
      </w:r>
      <w:r>
        <w:rPr>
          <w:sz w:val="28"/>
          <w:szCs w:val="28"/>
        </w:rPr>
        <w:t>«от 26 декабря 2008 года № 294-ФЗ» исключить.</w:t>
      </w:r>
    </w:p>
    <w:p w:rsidR="00E464F6" w:rsidRPr="00230923" w:rsidRDefault="00E464F6" w:rsidP="00230923">
      <w:pPr>
        <w:ind w:firstLine="709"/>
        <w:jc w:val="both"/>
        <w:rPr>
          <w:color w:val="000000"/>
          <w:sz w:val="16"/>
          <w:szCs w:val="28"/>
        </w:rPr>
      </w:pPr>
    </w:p>
    <w:p w:rsidR="00E464F6" w:rsidRPr="00BE2838" w:rsidRDefault="00E464F6" w:rsidP="00230923">
      <w:pPr>
        <w:ind w:firstLine="709"/>
        <w:jc w:val="both"/>
        <w:rPr>
          <w:color w:val="000000"/>
          <w:sz w:val="28"/>
          <w:szCs w:val="28"/>
        </w:rPr>
      </w:pPr>
    </w:p>
    <w:p w:rsidR="00E464F6" w:rsidRPr="0058406B" w:rsidRDefault="00E464F6" w:rsidP="00230923">
      <w:pPr>
        <w:ind w:firstLine="709"/>
        <w:jc w:val="both"/>
        <w:rPr>
          <w:b/>
          <w:color w:val="000000"/>
          <w:sz w:val="28"/>
          <w:szCs w:val="28"/>
        </w:rPr>
      </w:pPr>
      <w:r w:rsidRPr="0058406B">
        <w:rPr>
          <w:b/>
          <w:color w:val="000000"/>
          <w:sz w:val="28"/>
          <w:szCs w:val="28"/>
        </w:rPr>
        <w:t>Статья 2</w:t>
      </w:r>
    </w:p>
    <w:p w:rsidR="00E464F6" w:rsidRDefault="00E464F6" w:rsidP="00230923">
      <w:pPr>
        <w:ind w:firstLine="851"/>
        <w:jc w:val="both"/>
        <w:rPr>
          <w:color w:val="000000"/>
          <w:sz w:val="28"/>
          <w:szCs w:val="28"/>
        </w:rPr>
      </w:pPr>
    </w:p>
    <w:p w:rsidR="00E464F6" w:rsidRDefault="00E464F6" w:rsidP="00230923">
      <w:pPr>
        <w:ind w:firstLine="851"/>
        <w:jc w:val="both"/>
        <w:rPr>
          <w:color w:val="000000"/>
          <w:sz w:val="28"/>
          <w:szCs w:val="28"/>
        </w:rPr>
      </w:pPr>
    </w:p>
    <w:p w:rsidR="00E464F6" w:rsidRPr="000B136A" w:rsidRDefault="00E464F6" w:rsidP="00C178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Pr="00535F65">
        <w:rPr>
          <w:sz w:val="28"/>
          <w:szCs w:val="28"/>
        </w:rPr>
        <w:t xml:space="preserve">Закон </w:t>
      </w:r>
      <w:r>
        <w:rPr>
          <w:sz w:val="28"/>
          <w:szCs w:val="28"/>
        </w:rPr>
        <w:t xml:space="preserve">вступает в силу </w:t>
      </w:r>
      <w:r w:rsidRPr="000B136A">
        <w:rPr>
          <w:sz w:val="28"/>
          <w:szCs w:val="28"/>
        </w:rPr>
        <w:t>с 1 января 2017 года.</w:t>
      </w:r>
    </w:p>
    <w:p w:rsidR="00E464F6" w:rsidRPr="00230923" w:rsidRDefault="00E464F6" w:rsidP="00230923">
      <w:pPr>
        <w:ind w:firstLine="709"/>
        <w:jc w:val="both"/>
        <w:rPr>
          <w:color w:val="000000"/>
          <w:sz w:val="16"/>
          <w:szCs w:val="28"/>
        </w:rPr>
      </w:pPr>
    </w:p>
    <w:p w:rsidR="00E464F6" w:rsidRDefault="00E464F6" w:rsidP="00230923">
      <w:pPr>
        <w:ind w:firstLine="709"/>
        <w:jc w:val="both"/>
        <w:rPr>
          <w:color w:val="000000"/>
          <w:sz w:val="28"/>
          <w:szCs w:val="28"/>
        </w:rPr>
      </w:pPr>
    </w:p>
    <w:p w:rsidR="00E464F6" w:rsidRDefault="00E464F6" w:rsidP="00230923">
      <w:pPr>
        <w:ind w:firstLine="709"/>
        <w:jc w:val="both"/>
        <w:rPr>
          <w:color w:val="000000"/>
          <w:sz w:val="28"/>
          <w:szCs w:val="28"/>
        </w:rPr>
      </w:pPr>
    </w:p>
    <w:p w:rsidR="00E464F6" w:rsidRDefault="00E464F6" w:rsidP="0023092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Временно исполняющий обязанности</w:t>
      </w:r>
    </w:p>
    <w:p w:rsidR="00E464F6" w:rsidRPr="006E4624" w:rsidRDefault="00E464F6" w:rsidP="00230923">
      <w:pPr>
        <w:ind w:right="20"/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>а</w:t>
      </w:r>
      <w:r w:rsidRPr="006E4624">
        <w:rPr>
          <w:b/>
          <w:sz w:val="28"/>
          <w:szCs w:val="28"/>
        </w:rPr>
        <w:t xml:space="preserve"> Ульяновской области               </w:t>
      </w:r>
      <w:r>
        <w:rPr>
          <w:b/>
          <w:sz w:val="28"/>
          <w:szCs w:val="28"/>
        </w:rPr>
        <w:t xml:space="preserve">   </w:t>
      </w:r>
      <w:r w:rsidRPr="006E46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</w:t>
      </w:r>
      <w:r w:rsidRPr="006E4624">
        <w:rPr>
          <w:b/>
          <w:sz w:val="28"/>
          <w:szCs w:val="28"/>
        </w:rPr>
        <w:t xml:space="preserve">С.И.Морозов </w:t>
      </w:r>
    </w:p>
    <w:p w:rsidR="00E464F6" w:rsidRPr="00230923" w:rsidRDefault="00E464F6" w:rsidP="00230923">
      <w:pPr>
        <w:rPr>
          <w:sz w:val="16"/>
        </w:rPr>
      </w:pPr>
    </w:p>
    <w:p w:rsidR="00E464F6" w:rsidRPr="00230923" w:rsidRDefault="00E464F6" w:rsidP="00230923">
      <w:pPr>
        <w:rPr>
          <w:sz w:val="28"/>
        </w:rPr>
      </w:pPr>
    </w:p>
    <w:p w:rsidR="00E464F6" w:rsidRPr="00230923" w:rsidRDefault="00E464F6" w:rsidP="00230923">
      <w:pPr>
        <w:rPr>
          <w:sz w:val="28"/>
        </w:rPr>
      </w:pPr>
    </w:p>
    <w:p w:rsidR="00E464F6" w:rsidRPr="001C3095" w:rsidRDefault="00E464F6" w:rsidP="00273423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1C3095">
        <w:rPr>
          <w:sz w:val="28"/>
          <w:szCs w:val="28"/>
        </w:rPr>
        <w:t>Ульяновск</w:t>
      </w:r>
    </w:p>
    <w:p w:rsidR="00E464F6" w:rsidRPr="001C3095" w:rsidRDefault="00E464F6" w:rsidP="002734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19 декабря </w:t>
      </w:r>
      <w:smartTag w:uri="urn:schemas-microsoft-com:office:smarttags" w:element="metricconverter">
        <w:smartTagPr>
          <w:attr w:name="ProductID" w:val="2016 г"/>
        </w:smartTagPr>
        <w:r w:rsidRPr="00B830B6">
          <w:rPr>
            <w:sz w:val="28"/>
            <w:szCs w:val="28"/>
          </w:rPr>
          <w:t>2016</w:t>
        </w:r>
        <w:r>
          <w:rPr>
            <w:sz w:val="28"/>
            <w:szCs w:val="28"/>
          </w:rPr>
          <w:t xml:space="preserve"> </w:t>
        </w:r>
        <w:r w:rsidRPr="001C3095">
          <w:rPr>
            <w:sz w:val="28"/>
            <w:szCs w:val="28"/>
          </w:rPr>
          <w:t>г</w:t>
        </w:r>
      </w:smartTag>
      <w:r w:rsidRPr="001C3095">
        <w:rPr>
          <w:sz w:val="28"/>
          <w:szCs w:val="28"/>
        </w:rPr>
        <w:t>.</w:t>
      </w:r>
    </w:p>
    <w:p w:rsidR="00E464F6" w:rsidRDefault="00E464F6" w:rsidP="00273423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 xml:space="preserve">№ </w:t>
      </w:r>
      <w:r>
        <w:rPr>
          <w:sz w:val="28"/>
          <w:szCs w:val="28"/>
        </w:rPr>
        <w:t>185</w:t>
      </w:r>
      <w:r w:rsidRPr="001C3095">
        <w:rPr>
          <w:sz w:val="28"/>
          <w:szCs w:val="28"/>
        </w:rPr>
        <w:t xml:space="preserve"> -ЗО</w:t>
      </w:r>
    </w:p>
    <w:p w:rsidR="00E464F6" w:rsidRDefault="00E464F6" w:rsidP="00273423">
      <w:pPr>
        <w:jc w:val="center"/>
      </w:pPr>
    </w:p>
    <w:sectPr w:rsidR="00E464F6" w:rsidSect="00230923">
      <w:headerReference w:type="even" r:id="rId7"/>
      <w:headerReference w:type="default" r:id="rId8"/>
      <w:footerReference w:type="first" r:id="rId9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4F6" w:rsidRDefault="00E464F6">
      <w:r>
        <w:separator/>
      </w:r>
    </w:p>
  </w:endnote>
  <w:endnote w:type="continuationSeparator" w:id="0">
    <w:p w:rsidR="00E464F6" w:rsidRDefault="00E46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4F6" w:rsidRPr="00230923" w:rsidRDefault="00E464F6" w:rsidP="00230923">
    <w:pPr>
      <w:pStyle w:val="Footer"/>
      <w:jc w:val="right"/>
      <w:rPr>
        <w:sz w:val="16"/>
      </w:rPr>
    </w:pPr>
    <w:r w:rsidRPr="00230923">
      <w:rPr>
        <w:sz w:val="16"/>
      </w:rPr>
      <w:t>0709ка1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4F6" w:rsidRDefault="00E464F6">
      <w:r>
        <w:separator/>
      </w:r>
    </w:p>
  </w:footnote>
  <w:footnote w:type="continuationSeparator" w:id="0">
    <w:p w:rsidR="00E464F6" w:rsidRDefault="00E46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4F6" w:rsidRDefault="00E464F6" w:rsidP="007A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64F6" w:rsidRDefault="00E464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4F6" w:rsidRPr="005E2793" w:rsidRDefault="00E464F6" w:rsidP="007A4B5A">
    <w:pPr>
      <w:pStyle w:val="Header"/>
      <w:jc w:val="center"/>
      <w:rPr>
        <w:rStyle w:val="PageNumber"/>
        <w:sz w:val="28"/>
        <w:szCs w:val="28"/>
      </w:rPr>
    </w:pPr>
    <w:r w:rsidRPr="005E2793">
      <w:rPr>
        <w:rStyle w:val="PageNumber"/>
        <w:sz w:val="28"/>
        <w:szCs w:val="28"/>
      </w:rPr>
      <w:fldChar w:fldCharType="begin"/>
    </w:r>
    <w:r w:rsidRPr="005E2793">
      <w:rPr>
        <w:rStyle w:val="PageNumber"/>
        <w:sz w:val="28"/>
        <w:szCs w:val="28"/>
      </w:rPr>
      <w:instrText xml:space="preserve">PAGE  </w:instrText>
    </w:r>
    <w:r w:rsidRPr="005E279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E2793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30DF6"/>
    <w:rsid w:val="000349DD"/>
    <w:rsid w:val="000352EC"/>
    <w:rsid w:val="00040ED0"/>
    <w:rsid w:val="00045D06"/>
    <w:rsid w:val="00055866"/>
    <w:rsid w:val="00055C51"/>
    <w:rsid w:val="00055F69"/>
    <w:rsid w:val="000631D7"/>
    <w:rsid w:val="000655B7"/>
    <w:rsid w:val="00073E59"/>
    <w:rsid w:val="00081D37"/>
    <w:rsid w:val="00084216"/>
    <w:rsid w:val="0008663F"/>
    <w:rsid w:val="00090676"/>
    <w:rsid w:val="00090EAB"/>
    <w:rsid w:val="0009238E"/>
    <w:rsid w:val="000953CF"/>
    <w:rsid w:val="000975D1"/>
    <w:rsid w:val="000A4212"/>
    <w:rsid w:val="000A6569"/>
    <w:rsid w:val="000B136A"/>
    <w:rsid w:val="000B62FC"/>
    <w:rsid w:val="000B7257"/>
    <w:rsid w:val="000C002D"/>
    <w:rsid w:val="000C0799"/>
    <w:rsid w:val="000C104F"/>
    <w:rsid w:val="000E1C08"/>
    <w:rsid w:val="000F01FE"/>
    <w:rsid w:val="000F679C"/>
    <w:rsid w:val="0010469E"/>
    <w:rsid w:val="00107AB9"/>
    <w:rsid w:val="00111887"/>
    <w:rsid w:val="0011656E"/>
    <w:rsid w:val="001169E5"/>
    <w:rsid w:val="001175C0"/>
    <w:rsid w:val="00124CBA"/>
    <w:rsid w:val="001264F3"/>
    <w:rsid w:val="00132A00"/>
    <w:rsid w:val="00135988"/>
    <w:rsid w:val="00137AB7"/>
    <w:rsid w:val="00142C71"/>
    <w:rsid w:val="00143C20"/>
    <w:rsid w:val="001460F9"/>
    <w:rsid w:val="001547BA"/>
    <w:rsid w:val="00154BC7"/>
    <w:rsid w:val="00154CAE"/>
    <w:rsid w:val="00156115"/>
    <w:rsid w:val="00165908"/>
    <w:rsid w:val="00171779"/>
    <w:rsid w:val="0017218A"/>
    <w:rsid w:val="0017777E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3095"/>
    <w:rsid w:val="001C4578"/>
    <w:rsid w:val="001C7A8D"/>
    <w:rsid w:val="001D1DA9"/>
    <w:rsid w:val="001D391F"/>
    <w:rsid w:val="001D63AD"/>
    <w:rsid w:val="001F0921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0923"/>
    <w:rsid w:val="00232221"/>
    <w:rsid w:val="00233234"/>
    <w:rsid w:val="002363E7"/>
    <w:rsid w:val="00237DF9"/>
    <w:rsid w:val="00242045"/>
    <w:rsid w:val="00245D71"/>
    <w:rsid w:val="002472DE"/>
    <w:rsid w:val="002525E6"/>
    <w:rsid w:val="002527FC"/>
    <w:rsid w:val="002556B2"/>
    <w:rsid w:val="00256678"/>
    <w:rsid w:val="002603FF"/>
    <w:rsid w:val="002625B2"/>
    <w:rsid w:val="00264B64"/>
    <w:rsid w:val="00266572"/>
    <w:rsid w:val="00267112"/>
    <w:rsid w:val="002702FF"/>
    <w:rsid w:val="00271B33"/>
    <w:rsid w:val="00273423"/>
    <w:rsid w:val="00273E8C"/>
    <w:rsid w:val="0027736F"/>
    <w:rsid w:val="0028239E"/>
    <w:rsid w:val="0028445F"/>
    <w:rsid w:val="00285601"/>
    <w:rsid w:val="00286DA1"/>
    <w:rsid w:val="00287C38"/>
    <w:rsid w:val="002936B5"/>
    <w:rsid w:val="002B5795"/>
    <w:rsid w:val="002B64BE"/>
    <w:rsid w:val="002B762F"/>
    <w:rsid w:val="002B7DF1"/>
    <w:rsid w:val="002C2EB0"/>
    <w:rsid w:val="002C7749"/>
    <w:rsid w:val="002D561A"/>
    <w:rsid w:val="002E11B9"/>
    <w:rsid w:val="002F0252"/>
    <w:rsid w:val="002F5157"/>
    <w:rsid w:val="002F759C"/>
    <w:rsid w:val="002F7A35"/>
    <w:rsid w:val="003011DD"/>
    <w:rsid w:val="0030417D"/>
    <w:rsid w:val="0031147F"/>
    <w:rsid w:val="0031220A"/>
    <w:rsid w:val="00313B6E"/>
    <w:rsid w:val="00314437"/>
    <w:rsid w:val="003332FA"/>
    <w:rsid w:val="00333614"/>
    <w:rsid w:val="003418A4"/>
    <w:rsid w:val="00343C05"/>
    <w:rsid w:val="00343E2C"/>
    <w:rsid w:val="0035238F"/>
    <w:rsid w:val="00363390"/>
    <w:rsid w:val="003667A8"/>
    <w:rsid w:val="0037185F"/>
    <w:rsid w:val="00371D45"/>
    <w:rsid w:val="00372D68"/>
    <w:rsid w:val="003739CC"/>
    <w:rsid w:val="00380201"/>
    <w:rsid w:val="00380C61"/>
    <w:rsid w:val="00382B87"/>
    <w:rsid w:val="00383CBB"/>
    <w:rsid w:val="0038625B"/>
    <w:rsid w:val="00387B7C"/>
    <w:rsid w:val="003B1B27"/>
    <w:rsid w:val="003B1B45"/>
    <w:rsid w:val="003C1D1C"/>
    <w:rsid w:val="003C3F12"/>
    <w:rsid w:val="003D06AA"/>
    <w:rsid w:val="003D4345"/>
    <w:rsid w:val="003D7189"/>
    <w:rsid w:val="003D7DE7"/>
    <w:rsid w:val="003E41AB"/>
    <w:rsid w:val="003E51E4"/>
    <w:rsid w:val="003E54EE"/>
    <w:rsid w:val="003E5FA5"/>
    <w:rsid w:val="003E77E6"/>
    <w:rsid w:val="003F12C2"/>
    <w:rsid w:val="00412CB4"/>
    <w:rsid w:val="0042311A"/>
    <w:rsid w:val="00423C0C"/>
    <w:rsid w:val="004246D2"/>
    <w:rsid w:val="00425A01"/>
    <w:rsid w:val="00427516"/>
    <w:rsid w:val="00446920"/>
    <w:rsid w:val="00452367"/>
    <w:rsid w:val="004544B9"/>
    <w:rsid w:val="00454A90"/>
    <w:rsid w:val="00454C32"/>
    <w:rsid w:val="00460FBA"/>
    <w:rsid w:val="004650DA"/>
    <w:rsid w:val="00484FDE"/>
    <w:rsid w:val="004909DF"/>
    <w:rsid w:val="00491F72"/>
    <w:rsid w:val="004A2857"/>
    <w:rsid w:val="004A3985"/>
    <w:rsid w:val="004A71FA"/>
    <w:rsid w:val="004B3771"/>
    <w:rsid w:val="004B5633"/>
    <w:rsid w:val="004B6696"/>
    <w:rsid w:val="004C1043"/>
    <w:rsid w:val="004D12B1"/>
    <w:rsid w:val="004D2695"/>
    <w:rsid w:val="004D42C0"/>
    <w:rsid w:val="004E474E"/>
    <w:rsid w:val="004E7990"/>
    <w:rsid w:val="004F284B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35F65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2793"/>
    <w:rsid w:val="005E32A2"/>
    <w:rsid w:val="005F167A"/>
    <w:rsid w:val="005F4B72"/>
    <w:rsid w:val="005F5265"/>
    <w:rsid w:val="006003FA"/>
    <w:rsid w:val="00605321"/>
    <w:rsid w:val="00606189"/>
    <w:rsid w:val="0061145A"/>
    <w:rsid w:val="0062188E"/>
    <w:rsid w:val="0062355A"/>
    <w:rsid w:val="00625478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D00FD"/>
    <w:rsid w:val="006D68B6"/>
    <w:rsid w:val="006E1FEA"/>
    <w:rsid w:val="006E4624"/>
    <w:rsid w:val="006F1808"/>
    <w:rsid w:val="006F207F"/>
    <w:rsid w:val="006F2DF7"/>
    <w:rsid w:val="006F3661"/>
    <w:rsid w:val="0070429C"/>
    <w:rsid w:val="007122AE"/>
    <w:rsid w:val="00725DAB"/>
    <w:rsid w:val="00726021"/>
    <w:rsid w:val="00726EFB"/>
    <w:rsid w:val="0073044C"/>
    <w:rsid w:val="007329C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288E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80547E"/>
    <w:rsid w:val="008130FE"/>
    <w:rsid w:val="0081467D"/>
    <w:rsid w:val="00816FE4"/>
    <w:rsid w:val="00820920"/>
    <w:rsid w:val="008231AC"/>
    <w:rsid w:val="008242D8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7F05"/>
    <w:rsid w:val="0088036C"/>
    <w:rsid w:val="008824ED"/>
    <w:rsid w:val="00883FC9"/>
    <w:rsid w:val="0088772F"/>
    <w:rsid w:val="0089037D"/>
    <w:rsid w:val="00891553"/>
    <w:rsid w:val="00891E09"/>
    <w:rsid w:val="0089484F"/>
    <w:rsid w:val="008A3F06"/>
    <w:rsid w:val="008C419C"/>
    <w:rsid w:val="008E2EF7"/>
    <w:rsid w:val="008F10FD"/>
    <w:rsid w:val="008F1606"/>
    <w:rsid w:val="008F7945"/>
    <w:rsid w:val="00902D97"/>
    <w:rsid w:val="009036D5"/>
    <w:rsid w:val="0090642D"/>
    <w:rsid w:val="00910768"/>
    <w:rsid w:val="00915FFA"/>
    <w:rsid w:val="00925640"/>
    <w:rsid w:val="009341B7"/>
    <w:rsid w:val="009351D5"/>
    <w:rsid w:val="00941002"/>
    <w:rsid w:val="00941114"/>
    <w:rsid w:val="00944AA2"/>
    <w:rsid w:val="00944F28"/>
    <w:rsid w:val="00945D4A"/>
    <w:rsid w:val="00945F7A"/>
    <w:rsid w:val="0096329C"/>
    <w:rsid w:val="0096363D"/>
    <w:rsid w:val="00964561"/>
    <w:rsid w:val="0098311F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2F73"/>
    <w:rsid w:val="009D3C71"/>
    <w:rsid w:val="009D76C0"/>
    <w:rsid w:val="009E1FA1"/>
    <w:rsid w:val="009E667D"/>
    <w:rsid w:val="00A0155E"/>
    <w:rsid w:val="00A02103"/>
    <w:rsid w:val="00A05D82"/>
    <w:rsid w:val="00A07464"/>
    <w:rsid w:val="00A07CAC"/>
    <w:rsid w:val="00A27694"/>
    <w:rsid w:val="00A3462A"/>
    <w:rsid w:val="00A406F4"/>
    <w:rsid w:val="00A43E2A"/>
    <w:rsid w:val="00A452D8"/>
    <w:rsid w:val="00A46A1C"/>
    <w:rsid w:val="00A627DB"/>
    <w:rsid w:val="00A70C74"/>
    <w:rsid w:val="00A85864"/>
    <w:rsid w:val="00A92D79"/>
    <w:rsid w:val="00AA12FF"/>
    <w:rsid w:val="00AA425D"/>
    <w:rsid w:val="00AA5C4C"/>
    <w:rsid w:val="00AB6287"/>
    <w:rsid w:val="00AC2616"/>
    <w:rsid w:val="00AC73C2"/>
    <w:rsid w:val="00AC7993"/>
    <w:rsid w:val="00AD38D3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4213"/>
    <w:rsid w:val="00B830B6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104AE"/>
    <w:rsid w:val="00C15743"/>
    <w:rsid w:val="00C16CD1"/>
    <w:rsid w:val="00C178FD"/>
    <w:rsid w:val="00C2255E"/>
    <w:rsid w:val="00C225DF"/>
    <w:rsid w:val="00C26FBA"/>
    <w:rsid w:val="00C3268C"/>
    <w:rsid w:val="00C3521A"/>
    <w:rsid w:val="00C36A9D"/>
    <w:rsid w:val="00C37D46"/>
    <w:rsid w:val="00C42D80"/>
    <w:rsid w:val="00C46C27"/>
    <w:rsid w:val="00C50720"/>
    <w:rsid w:val="00C56DA5"/>
    <w:rsid w:val="00C61BDD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7B08"/>
    <w:rsid w:val="00CC68CD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38FF"/>
    <w:rsid w:val="00D3788A"/>
    <w:rsid w:val="00D40F0D"/>
    <w:rsid w:val="00D4711C"/>
    <w:rsid w:val="00D50AED"/>
    <w:rsid w:val="00D6448F"/>
    <w:rsid w:val="00D66924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46A5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464F6"/>
    <w:rsid w:val="00E53377"/>
    <w:rsid w:val="00E5687E"/>
    <w:rsid w:val="00E63111"/>
    <w:rsid w:val="00E650E9"/>
    <w:rsid w:val="00E6627D"/>
    <w:rsid w:val="00E67836"/>
    <w:rsid w:val="00E70C67"/>
    <w:rsid w:val="00E72AFF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47D2"/>
    <w:rsid w:val="00EC60F9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5C7B"/>
    <w:rsid w:val="00F17A66"/>
    <w:rsid w:val="00F237DE"/>
    <w:rsid w:val="00F26929"/>
    <w:rsid w:val="00F35669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8423E"/>
    <w:rsid w:val="00F8449C"/>
    <w:rsid w:val="00F87686"/>
    <w:rsid w:val="00F93ECF"/>
    <w:rsid w:val="00F946C8"/>
    <w:rsid w:val="00F94E6A"/>
    <w:rsid w:val="00FA21A8"/>
    <w:rsid w:val="00FA5D69"/>
    <w:rsid w:val="00FB2EC6"/>
    <w:rsid w:val="00FB2F98"/>
    <w:rsid w:val="00FB3199"/>
    <w:rsid w:val="00FC5AA2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DA52E8"/>
    <w:rPr>
      <w:b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A13F7"/>
    <w:rPr>
      <w:rFonts w:cs="Times New Roman"/>
    </w:rPr>
  </w:style>
  <w:style w:type="character" w:customStyle="1" w:styleId="FontStyle22">
    <w:name w:val="Font Style22"/>
    <w:uiPriority w:val="99"/>
    <w:rsid w:val="00DA13F7"/>
    <w:rPr>
      <w:rFonts w:ascii="Times New Roman" w:hAnsi="Times New Roman"/>
      <w:b/>
      <w:sz w:val="26"/>
    </w:rPr>
  </w:style>
  <w:style w:type="paragraph" w:customStyle="1" w:styleId="ConsPlusNormal">
    <w:name w:val="ConsPlusNormal"/>
    <w:uiPriority w:val="99"/>
    <w:rsid w:val="00DA13F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DA13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5F7"/>
    <w:rPr>
      <w:sz w:val="24"/>
      <w:szCs w:val="24"/>
      <w:lang w:eastAsia="ar-SA"/>
    </w:rPr>
  </w:style>
  <w:style w:type="paragraph" w:customStyle="1" w:styleId="Style5">
    <w:name w:val="Style5"/>
    <w:basedOn w:val="Normal"/>
    <w:uiPriority w:val="99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uiPriority w:val="99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">
    <w:name w:val="Знак Знак Знак Знак"/>
    <w:basedOn w:val="Normal"/>
    <w:uiPriority w:val="99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2E8"/>
    <w:rPr>
      <w:rFonts w:ascii="Arial Narrow" w:hAnsi="Arial Narrow"/>
      <w:lang w:val="ru-RU" w:eastAsia="ru-RU"/>
    </w:rPr>
  </w:style>
  <w:style w:type="paragraph" w:customStyle="1" w:styleId="ConsPlusTitle">
    <w:name w:val="ConsPlusTitle"/>
    <w:uiPriority w:val="99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Знак Знак2"/>
    <w:basedOn w:val="Normal"/>
    <w:uiPriority w:val="99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7B7C"/>
  </w:style>
  <w:style w:type="paragraph" w:styleId="Footer">
    <w:name w:val="footer"/>
    <w:basedOn w:val="Normal"/>
    <w:link w:val="FooterChar"/>
    <w:uiPriority w:val="99"/>
    <w:rsid w:val="002309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30923"/>
    <w:rPr>
      <w:rFonts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230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30923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414</Words>
  <Characters>2361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2016-09-07T07:33:00Z</cp:lastPrinted>
  <dcterms:created xsi:type="dcterms:W3CDTF">2016-09-07T07:05:00Z</dcterms:created>
  <dcterms:modified xsi:type="dcterms:W3CDTF">2016-12-30T06:03:00Z</dcterms:modified>
</cp:coreProperties>
</file>