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B5" w:rsidRDefault="00D42FB5" w:rsidP="00EE36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D42FB5" w:rsidRDefault="00D42FB5" w:rsidP="00EE36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FB5" w:rsidRDefault="00D42FB5" w:rsidP="00EE36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FB5" w:rsidRDefault="00D42FB5" w:rsidP="00EE36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FB5" w:rsidRDefault="00D42FB5" w:rsidP="00C1170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A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Ульяновской области </w:t>
      </w:r>
    </w:p>
    <w:p w:rsidR="00D42FB5" w:rsidRPr="00A27568" w:rsidRDefault="00D42FB5" w:rsidP="00C11702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B63A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порядке перемещения задержанных транспортных средств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на специализированную стоянку, их хранения, оплаты расходов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на перемещение и хранение, а также возврата транспортных средств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их владельцам, представителям владельцев или лицам, имеющим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при себе документы, необходимые для управления </w:t>
      </w:r>
      <w:r>
        <w:rPr>
          <w:rFonts w:ascii="Times New Roman" w:hAnsi="Times New Roman" w:cs="Times New Roman"/>
          <w:b/>
          <w:sz w:val="28"/>
          <w:szCs w:val="28"/>
        </w:rPr>
        <w:br/>
        <w:t>данными транспортными средствами»</w:t>
      </w:r>
    </w:p>
    <w:p w:rsidR="00D42FB5" w:rsidRDefault="00D42FB5" w:rsidP="00EE36A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42FB5" w:rsidRDefault="00D42FB5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FB5" w:rsidRDefault="00D42FB5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FB5" w:rsidRDefault="00D42FB5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FB5" w:rsidRPr="009433C6" w:rsidRDefault="00D42FB5" w:rsidP="00663FF2">
      <w:pPr>
        <w:pStyle w:val="ConsPlusNormal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42FB5" w:rsidRPr="00F16B81" w:rsidRDefault="00D42FB5" w:rsidP="00663FF2">
      <w:pPr>
        <w:jc w:val="center"/>
        <w:rPr>
          <w:b/>
          <w:sz w:val="2"/>
        </w:rPr>
      </w:pPr>
    </w:p>
    <w:p w:rsidR="00D42FB5" w:rsidRPr="00C4255D" w:rsidRDefault="00D42FB5" w:rsidP="009433C6">
      <w:pPr>
        <w:pStyle w:val="ConsPlusNormal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55D">
        <w:rPr>
          <w:rFonts w:ascii="Times New Roman" w:hAnsi="Times New Roman"/>
          <w:sz w:val="28"/>
          <w:szCs w:val="28"/>
        </w:rPr>
        <w:t xml:space="preserve">Внести в Закон Ульяновской области от </w:t>
      </w:r>
      <w:r>
        <w:rPr>
          <w:rFonts w:ascii="Times New Roman" w:hAnsi="Times New Roman"/>
          <w:sz w:val="28"/>
          <w:szCs w:val="28"/>
        </w:rPr>
        <w:t>30</w:t>
      </w:r>
      <w:r w:rsidRPr="00C425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C4255D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11</w:t>
      </w:r>
      <w:r w:rsidRPr="00C4255D">
        <w:rPr>
          <w:rFonts w:ascii="Times New Roman" w:hAnsi="Times New Roman"/>
          <w:sz w:val="28"/>
          <w:szCs w:val="28"/>
        </w:rPr>
        <w:t xml:space="preserve"> года № 20</w:t>
      </w:r>
      <w:r>
        <w:rPr>
          <w:rFonts w:ascii="Times New Roman" w:hAnsi="Times New Roman"/>
          <w:sz w:val="28"/>
          <w:szCs w:val="28"/>
        </w:rPr>
        <w:t>7</w:t>
      </w:r>
      <w:r w:rsidRPr="00C4255D">
        <w:rPr>
          <w:rFonts w:ascii="Times New Roman" w:hAnsi="Times New Roman"/>
          <w:sz w:val="28"/>
          <w:szCs w:val="28"/>
        </w:rPr>
        <w:t xml:space="preserve">-ЗО </w:t>
      </w:r>
      <w:r>
        <w:rPr>
          <w:rFonts w:ascii="Times New Roman" w:hAnsi="Times New Roman"/>
          <w:sz w:val="28"/>
          <w:szCs w:val="28"/>
        </w:rPr>
        <w:br/>
      </w:r>
      <w:r w:rsidRPr="00C4255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 порядке перемещения задержанных транспортных средств </w:t>
      </w:r>
      <w:r>
        <w:rPr>
          <w:rFonts w:ascii="Times New Roman" w:hAnsi="Times New Roman"/>
          <w:sz w:val="28"/>
          <w:szCs w:val="28"/>
        </w:rPr>
        <w:br/>
        <w:t xml:space="preserve">на специализированную стоянку, их хранения, оплаты расходов на перемещение </w:t>
      </w:r>
      <w:r>
        <w:rPr>
          <w:rFonts w:ascii="Times New Roman" w:hAnsi="Times New Roman"/>
          <w:sz w:val="28"/>
          <w:szCs w:val="28"/>
        </w:rPr>
        <w:br/>
        <w:t>и хранение, а также возврата транспортных средств их владельцам, представителям владельцев или лицам, имеющим при себе документы, необходимые для управления данными транспортными средствами</w:t>
      </w:r>
      <w:r w:rsidRPr="00C4255D">
        <w:rPr>
          <w:rFonts w:ascii="Times New Roman" w:hAnsi="Times New Roman"/>
          <w:sz w:val="28"/>
          <w:szCs w:val="28"/>
        </w:rPr>
        <w:t xml:space="preserve">» </w:t>
      </w:r>
      <w:r w:rsidRPr="006352A7">
        <w:rPr>
          <w:rFonts w:ascii="Times New Roman" w:hAnsi="Times New Roman"/>
          <w:sz w:val="28"/>
          <w:szCs w:val="28"/>
        </w:rPr>
        <w:t>(«Ульяновская правда» от 07.12.20</w:t>
      </w:r>
      <w:r>
        <w:rPr>
          <w:rFonts w:ascii="Times New Roman" w:hAnsi="Times New Roman"/>
          <w:sz w:val="28"/>
          <w:szCs w:val="28"/>
        </w:rPr>
        <w:t>11</w:t>
      </w:r>
      <w:r w:rsidRPr="006352A7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38</w:t>
      </w:r>
      <w:r w:rsidRPr="006352A7">
        <w:rPr>
          <w:rFonts w:ascii="Times New Roman" w:hAnsi="Times New Roman"/>
          <w:sz w:val="28"/>
          <w:szCs w:val="28"/>
        </w:rPr>
        <w:t xml:space="preserve">; от </w:t>
      </w:r>
      <w:r>
        <w:rPr>
          <w:rFonts w:ascii="Times New Roman" w:hAnsi="Times New Roman"/>
          <w:sz w:val="28"/>
          <w:szCs w:val="28"/>
        </w:rPr>
        <w:t>10</w:t>
      </w:r>
      <w:r w:rsidRPr="006352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6352A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</w:t>
      </w:r>
      <w:r w:rsidRPr="006352A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39</w:t>
      </w:r>
      <w:r w:rsidRPr="006352A7">
        <w:rPr>
          <w:rFonts w:ascii="Times New Roman" w:hAnsi="Times New Roman"/>
          <w:sz w:val="28"/>
          <w:szCs w:val="28"/>
        </w:rPr>
        <w:t>; от 1</w:t>
      </w:r>
      <w:r>
        <w:rPr>
          <w:rFonts w:ascii="Times New Roman" w:hAnsi="Times New Roman"/>
          <w:sz w:val="28"/>
          <w:szCs w:val="28"/>
        </w:rPr>
        <w:t>4</w:t>
      </w:r>
      <w:r w:rsidRPr="006352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6352A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635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352A7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46</w:t>
      </w:r>
      <w:r w:rsidRPr="006352A7">
        <w:rPr>
          <w:rFonts w:ascii="Times New Roman" w:hAnsi="Times New Roman"/>
          <w:sz w:val="28"/>
          <w:szCs w:val="28"/>
        </w:rPr>
        <w:t>)</w:t>
      </w:r>
      <w:r w:rsidRPr="00C4255D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42FB5" w:rsidRDefault="00D42FB5" w:rsidP="009433C6">
      <w:pPr>
        <w:pStyle w:val="ConsPlusNormal"/>
        <w:numPr>
          <w:ilvl w:val="0"/>
          <w:numId w:val="6"/>
        </w:numPr>
        <w:spacing w:line="37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изложить в следующей редакции:</w:t>
      </w:r>
    </w:p>
    <w:p w:rsidR="00D42FB5" w:rsidRDefault="00D42FB5" w:rsidP="00F9799C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E36A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порядке перемещения задержанных транспортных средств </w:t>
      </w:r>
      <w:r>
        <w:rPr>
          <w:rFonts w:ascii="Times New Roman" w:hAnsi="Times New Roman"/>
          <w:b/>
          <w:sz w:val="28"/>
          <w:szCs w:val="28"/>
        </w:rPr>
        <w:br/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</w:t>
      </w:r>
      <w:r>
        <w:rPr>
          <w:rFonts w:ascii="Times New Roman" w:hAnsi="Times New Roman"/>
          <w:b/>
          <w:sz w:val="28"/>
          <w:szCs w:val="28"/>
        </w:rPr>
        <w:br/>
        <w:t>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</w:t>
      </w:r>
      <w:r>
        <w:rPr>
          <w:rFonts w:ascii="Times New Roman" w:hAnsi="Times New Roman"/>
          <w:sz w:val="28"/>
          <w:szCs w:val="28"/>
        </w:rPr>
        <w:t>»;</w:t>
      </w:r>
    </w:p>
    <w:p w:rsidR="00D42FB5" w:rsidRPr="00C9325B" w:rsidRDefault="00D42FB5" w:rsidP="00F9799C">
      <w:pPr>
        <w:pStyle w:val="ConsPlusNormal"/>
        <w:ind w:firstLine="0"/>
        <w:jc w:val="center"/>
        <w:rPr>
          <w:rFonts w:ascii="Times New Roman" w:hAnsi="Times New Roman"/>
          <w:sz w:val="18"/>
          <w:szCs w:val="28"/>
        </w:rPr>
      </w:pPr>
    </w:p>
    <w:p w:rsidR="00D42FB5" w:rsidRDefault="00D42FB5" w:rsidP="00C11702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2C6">
        <w:rPr>
          <w:rFonts w:ascii="Times New Roman" w:hAnsi="Times New Roman"/>
          <w:sz w:val="28"/>
          <w:szCs w:val="28"/>
        </w:rPr>
        <w:t xml:space="preserve">статью </w:t>
      </w:r>
      <w:r>
        <w:rPr>
          <w:rFonts w:ascii="Times New Roman" w:hAnsi="Times New Roman"/>
          <w:sz w:val="28"/>
          <w:szCs w:val="28"/>
        </w:rPr>
        <w:t>1</w:t>
      </w:r>
      <w:r w:rsidRPr="00C4255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42FB5" w:rsidRDefault="00D42FB5" w:rsidP="00C1170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«Статья 1. </w:t>
      </w:r>
      <w:r w:rsidRPr="00215625">
        <w:rPr>
          <w:rFonts w:ascii="Times New Roman" w:hAnsi="Times New Roman" w:cs="Times New Roman"/>
          <w:b/>
          <w:sz w:val="28"/>
          <w:szCs w:val="28"/>
        </w:rPr>
        <w:t>Предмет правового регулирования настоящего Закона</w:t>
      </w:r>
    </w:p>
    <w:p w:rsidR="00D42FB5" w:rsidRPr="00C9325B" w:rsidRDefault="00D42FB5" w:rsidP="00C11702">
      <w:pPr>
        <w:pStyle w:val="ConsPlusNormal"/>
        <w:ind w:firstLine="709"/>
        <w:jc w:val="both"/>
        <w:rPr>
          <w:rFonts w:ascii="Times New Roman" w:hAnsi="Times New Roman" w:cs="Times New Roman"/>
          <w:b/>
          <w:sz w:val="22"/>
          <w:szCs w:val="28"/>
        </w:rPr>
      </w:pPr>
    </w:p>
    <w:p w:rsidR="00D42FB5" w:rsidRPr="00C9325B" w:rsidRDefault="00D42FB5" w:rsidP="00C11702">
      <w:pPr>
        <w:pStyle w:val="ConsPlusNormal"/>
        <w:ind w:firstLine="709"/>
        <w:jc w:val="both"/>
        <w:rPr>
          <w:rFonts w:ascii="Times New Roman" w:hAnsi="Times New Roman" w:cs="Times New Roman"/>
          <w:b/>
          <w:sz w:val="22"/>
          <w:szCs w:val="28"/>
        </w:rPr>
      </w:pPr>
    </w:p>
    <w:p w:rsidR="00D42FB5" w:rsidRDefault="00D42FB5" w:rsidP="009433C6">
      <w:pPr>
        <w:autoSpaceDE w:val="0"/>
        <w:autoSpaceDN w:val="0"/>
        <w:adjustRightInd w:val="0"/>
        <w:spacing w:line="389" w:lineRule="auto"/>
        <w:ind w:firstLine="709"/>
        <w:jc w:val="both"/>
      </w:pPr>
      <w:r>
        <w:t>Настоящим Законом в соответствии с частью 10 статьи 27.13 Кодекса Российской Федерации об административных правонарушениях опреде-</w:t>
      </w:r>
      <w:r>
        <w:br/>
        <w:t xml:space="preserve">ляется порядок перемещения задержанных транспортных средств </w:t>
      </w:r>
      <w:r>
        <w:br/>
        <w:t xml:space="preserve">на специализированную стоянку, за исключением транспортных средств, указанных в части 9 статьи 27.13 Кодекса Российской Федерации </w:t>
      </w:r>
      <w:r>
        <w:br/>
        <w:t>об административных правонарушениях, их хранения и возврата владельцам, представителям владельцев или лицам, име</w:t>
      </w:r>
      <w:bookmarkStart w:id="0" w:name="_GoBack"/>
      <w:bookmarkEnd w:id="0"/>
      <w:r>
        <w:t xml:space="preserve">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</w:t>
      </w:r>
      <w:r>
        <w:br/>
        <w:t>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средств.»;</w:t>
      </w:r>
    </w:p>
    <w:p w:rsidR="00D42FB5" w:rsidRDefault="00D42FB5" w:rsidP="009433C6">
      <w:pPr>
        <w:numPr>
          <w:ilvl w:val="0"/>
          <w:numId w:val="6"/>
        </w:numPr>
        <w:autoSpaceDE w:val="0"/>
        <w:autoSpaceDN w:val="0"/>
        <w:adjustRightInd w:val="0"/>
        <w:spacing w:line="389" w:lineRule="auto"/>
        <w:jc w:val="both"/>
      </w:pPr>
      <w:r>
        <w:t>в части 3 статьи 2:</w:t>
      </w:r>
    </w:p>
    <w:p w:rsidR="00D42FB5" w:rsidRDefault="00D42FB5" w:rsidP="009433C6">
      <w:pPr>
        <w:autoSpaceDE w:val="0"/>
        <w:autoSpaceDN w:val="0"/>
        <w:adjustRightInd w:val="0"/>
        <w:spacing w:line="389" w:lineRule="auto"/>
        <w:ind w:left="708"/>
        <w:jc w:val="both"/>
      </w:pPr>
      <w:r>
        <w:t>а) в пункте 5 слово «выдачу» заменить словом «возврат»;</w:t>
      </w:r>
    </w:p>
    <w:p w:rsidR="00D42FB5" w:rsidRDefault="00D42FB5" w:rsidP="009433C6">
      <w:pPr>
        <w:autoSpaceDE w:val="0"/>
        <w:autoSpaceDN w:val="0"/>
        <w:adjustRightInd w:val="0"/>
        <w:spacing w:line="389" w:lineRule="auto"/>
        <w:ind w:left="708"/>
        <w:jc w:val="both"/>
      </w:pPr>
      <w:r>
        <w:t>б) в пункте 6 слово «выдачи» заменить словом «возврата»;</w:t>
      </w:r>
    </w:p>
    <w:p w:rsidR="00D42FB5" w:rsidRDefault="00D42FB5" w:rsidP="009433C6">
      <w:pPr>
        <w:pStyle w:val="ConsPlusNormal"/>
        <w:numPr>
          <w:ilvl w:val="0"/>
          <w:numId w:val="6"/>
        </w:numPr>
        <w:spacing w:line="38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статье 3:</w:t>
      </w:r>
    </w:p>
    <w:p w:rsidR="00D42FB5" w:rsidRDefault="00D42FB5" w:rsidP="009433C6">
      <w:pPr>
        <w:pStyle w:val="ConsPlusNormal"/>
        <w:spacing w:line="38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1 изложить в следующей редакции:</w:t>
      </w:r>
    </w:p>
    <w:p w:rsidR="00D42FB5" w:rsidRDefault="00D42FB5" w:rsidP="009433C6">
      <w:pPr>
        <w:pStyle w:val="ConsPlusNormal"/>
        <w:spacing w:line="38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«Лицо, привлечённое к административной ответственности </w:t>
      </w:r>
      <w:r>
        <w:rPr>
          <w:rFonts w:ascii="Times New Roman" w:hAnsi="Times New Roman"/>
          <w:sz w:val="28"/>
          <w:szCs w:val="28"/>
        </w:rPr>
        <w:br/>
        <w:t xml:space="preserve">за административное правонарушение, повлекшее применение задержания транспортного средства, за исключением случаев, указанных в части 9 статьи 27.13 Кодекса Российской Федерации об административных правонарушениях, оплачивает стоимость перемещения и хранения задержанного транспортного средства в сроки и по тарифам, которые устанавливаются уполномоченным органом исполнительной власти Ульяновской области в соответствии </w:t>
      </w:r>
      <w:r>
        <w:rPr>
          <w:rFonts w:ascii="Times New Roman" w:hAnsi="Times New Roman"/>
          <w:sz w:val="28"/>
          <w:szCs w:val="28"/>
        </w:rPr>
        <w:br/>
        <w:t xml:space="preserve">с методическими указаниями, утверждёнными уполномоченным федеральным органом исполнительной власти, осуществляющим функции по принятию нормативных правовых актов по контролю за соблюдением законодательства </w:t>
      </w:r>
      <w:r>
        <w:rPr>
          <w:rFonts w:ascii="Times New Roman" w:hAnsi="Times New Roman"/>
          <w:sz w:val="28"/>
          <w:szCs w:val="28"/>
        </w:rPr>
        <w:br/>
        <w:t>в сфере государственного регулирования цен (тарифов) на товары (услуги).»;</w:t>
      </w:r>
    </w:p>
    <w:p w:rsidR="00D42FB5" w:rsidRDefault="00D42FB5" w:rsidP="009433C6">
      <w:pPr>
        <w:pStyle w:val="ConsPlusNormal"/>
        <w:spacing w:line="38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2 признать утратившей силу;</w:t>
      </w:r>
    </w:p>
    <w:p w:rsidR="00D42FB5" w:rsidRDefault="00D42FB5" w:rsidP="009433C6">
      <w:pPr>
        <w:pStyle w:val="ConsPlusNormal"/>
        <w:numPr>
          <w:ilvl w:val="0"/>
          <w:numId w:val="6"/>
        </w:numPr>
        <w:spacing w:line="37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2 статьи 4 слово «Выдача» заменить словом «Возврат», после слова «работником» дополнить словами «незамедлительно после устранения причины задержания». </w:t>
      </w:r>
    </w:p>
    <w:p w:rsidR="00D42FB5" w:rsidRPr="00C11702" w:rsidRDefault="00D42FB5" w:rsidP="00C11702">
      <w:pPr>
        <w:ind w:firstLine="709"/>
        <w:rPr>
          <w:color w:val="000000"/>
          <w:sz w:val="16"/>
        </w:rPr>
      </w:pPr>
    </w:p>
    <w:p w:rsidR="00D42FB5" w:rsidRDefault="00D42FB5" w:rsidP="00C11702">
      <w:pPr>
        <w:ind w:firstLine="709"/>
        <w:rPr>
          <w:color w:val="000000"/>
        </w:rPr>
      </w:pPr>
    </w:p>
    <w:p w:rsidR="00D42FB5" w:rsidRDefault="00D42FB5" w:rsidP="00C11702">
      <w:pPr>
        <w:ind w:firstLine="709"/>
        <w:rPr>
          <w:color w:val="000000"/>
        </w:rPr>
      </w:pPr>
    </w:p>
    <w:p w:rsidR="00D42FB5" w:rsidRPr="007F1267" w:rsidRDefault="00D42FB5" w:rsidP="00C11702">
      <w:pPr>
        <w:pStyle w:val="BodyText"/>
        <w:tabs>
          <w:tab w:val="left" w:pos="8100"/>
        </w:tabs>
        <w:ind w:right="0"/>
        <w:jc w:val="left"/>
        <w:rPr>
          <w:b/>
          <w:szCs w:val="28"/>
        </w:rPr>
      </w:pPr>
      <w:r w:rsidRPr="007F1267">
        <w:rPr>
          <w:b/>
          <w:szCs w:val="28"/>
        </w:rPr>
        <w:t xml:space="preserve">Губернатор Ульяновской области              </w:t>
      </w:r>
      <w:r>
        <w:rPr>
          <w:b/>
          <w:szCs w:val="28"/>
        </w:rPr>
        <w:t xml:space="preserve">       </w:t>
      </w:r>
      <w:r w:rsidRPr="007F1267">
        <w:rPr>
          <w:b/>
          <w:szCs w:val="28"/>
        </w:rPr>
        <w:t xml:space="preserve">  </w:t>
      </w:r>
      <w:r>
        <w:rPr>
          <w:b/>
          <w:szCs w:val="28"/>
        </w:rPr>
        <w:t xml:space="preserve">          </w:t>
      </w:r>
      <w:r w:rsidRPr="007F1267">
        <w:rPr>
          <w:b/>
          <w:szCs w:val="28"/>
        </w:rPr>
        <w:t xml:space="preserve">                       С.И.Морозов</w:t>
      </w:r>
    </w:p>
    <w:p w:rsidR="00D42FB5" w:rsidRPr="009433C6" w:rsidRDefault="00D42FB5" w:rsidP="00C11702">
      <w:pPr>
        <w:jc w:val="center"/>
        <w:rPr>
          <w:sz w:val="16"/>
        </w:rPr>
      </w:pPr>
    </w:p>
    <w:p w:rsidR="00D42FB5" w:rsidRDefault="00D42FB5" w:rsidP="00C11702">
      <w:pPr>
        <w:jc w:val="center"/>
      </w:pPr>
    </w:p>
    <w:p w:rsidR="00D42FB5" w:rsidRDefault="00D42FB5" w:rsidP="00C11702">
      <w:pPr>
        <w:jc w:val="center"/>
      </w:pPr>
    </w:p>
    <w:p w:rsidR="00D42FB5" w:rsidRPr="00D34C13" w:rsidRDefault="00D42FB5" w:rsidP="00C11702">
      <w:pPr>
        <w:jc w:val="center"/>
      </w:pPr>
      <w:r w:rsidRPr="00D34C13">
        <w:t>г. Ульяновск</w:t>
      </w:r>
    </w:p>
    <w:p w:rsidR="00D42FB5" w:rsidRPr="00D34C13" w:rsidRDefault="00D42FB5" w:rsidP="00C11702">
      <w:pPr>
        <w:jc w:val="center"/>
      </w:pPr>
      <w:r>
        <w:t xml:space="preserve">19 декабря </w:t>
      </w:r>
      <w:smartTag w:uri="urn:schemas-microsoft-com:office:smarttags" w:element="metricconverter">
        <w:smartTagPr>
          <w:attr w:name="ProductID" w:val="2016 г"/>
        </w:smartTagPr>
        <w:r w:rsidRPr="00D34C13">
          <w:t>201</w:t>
        </w:r>
        <w:r>
          <w:t>6</w:t>
        </w:r>
        <w:r w:rsidRPr="00D34C13">
          <w:t xml:space="preserve"> г</w:t>
        </w:r>
      </w:smartTag>
      <w:r w:rsidRPr="00D34C13">
        <w:t>.</w:t>
      </w:r>
    </w:p>
    <w:p w:rsidR="00D42FB5" w:rsidRDefault="00D42FB5" w:rsidP="00C11702">
      <w:pPr>
        <w:jc w:val="center"/>
      </w:pPr>
      <w:r w:rsidRPr="00D34C13">
        <w:t>№</w:t>
      </w:r>
      <w:r>
        <w:t>183</w:t>
      </w:r>
      <w:r w:rsidRPr="00D34C13">
        <w:t>-ЗО</w:t>
      </w:r>
    </w:p>
    <w:sectPr w:rsidR="00D42FB5" w:rsidSect="00C1170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FB5" w:rsidRDefault="00D42FB5">
      <w:r>
        <w:separator/>
      </w:r>
    </w:p>
  </w:endnote>
  <w:endnote w:type="continuationSeparator" w:id="0">
    <w:p w:rsidR="00D42FB5" w:rsidRDefault="00D42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B5" w:rsidRPr="00C11702" w:rsidRDefault="00D42FB5" w:rsidP="00C11702">
    <w:pPr>
      <w:pStyle w:val="Footer"/>
      <w:jc w:val="right"/>
      <w:rPr>
        <w:sz w:val="16"/>
        <w:szCs w:val="16"/>
      </w:rPr>
    </w:pPr>
    <w:r w:rsidRPr="00C11702">
      <w:rPr>
        <w:sz w:val="16"/>
        <w:szCs w:val="16"/>
      </w:rPr>
      <w:t>2909чл1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FB5" w:rsidRDefault="00D42FB5">
      <w:r>
        <w:separator/>
      </w:r>
    </w:p>
  </w:footnote>
  <w:footnote w:type="continuationSeparator" w:id="0">
    <w:p w:rsidR="00D42FB5" w:rsidRDefault="00D42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B5" w:rsidRDefault="00D42FB5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42FB5" w:rsidRDefault="00D42F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B5" w:rsidRDefault="00D42FB5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A3E"/>
    <w:multiLevelType w:val="hybridMultilevel"/>
    <w:tmpl w:val="A3686D3C"/>
    <w:lvl w:ilvl="0" w:tplc="A17235E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2DE154F2"/>
    <w:multiLevelType w:val="hybridMultilevel"/>
    <w:tmpl w:val="5CC08770"/>
    <w:lvl w:ilvl="0" w:tplc="B76AE5C6">
      <w:start w:val="1"/>
      <w:numFmt w:val="decimal"/>
      <w:suff w:val="space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03990"/>
    <w:rsid w:val="000061F1"/>
    <w:rsid w:val="00006DA1"/>
    <w:rsid w:val="000215B0"/>
    <w:rsid w:val="0002461F"/>
    <w:rsid w:val="00024A6B"/>
    <w:rsid w:val="0003220D"/>
    <w:rsid w:val="0003479A"/>
    <w:rsid w:val="000427A2"/>
    <w:rsid w:val="00045991"/>
    <w:rsid w:val="00051558"/>
    <w:rsid w:val="000558BB"/>
    <w:rsid w:val="00060F98"/>
    <w:rsid w:val="00061CFD"/>
    <w:rsid w:val="0006775C"/>
    <w:rsid w:val="00071A7E"/>
    <w:rsid w:val="0008103A"/>
    <w:rsid w:val="00087904"/>
    <w:rsid w:val="000909EA"/>
    <w:rsid w:val="000956C0"/>
    <w:rsid w:val="000A4571"/>
    <w:rsid w:val="000D6E1E"/>
    <w:rsid w:val="000E4F7F"/>
    <w:rsid w:val="000F6B58"/>
    <w:rsid w:val="000F7481"/>
    <w:rsid w:val="00102038"/>
    <w:rsid w:val="00105C19"/>
    <w:rsid w:val="0010743C"/>
    <w:rsid w:val="001119AD"/>
    <w:rsid w:val="00113C6A"/>
    <w:rsid w:val="001230D9"/>
    <w:rsid w:val="00123511"/>
    <w:rsid w:val="00131717"/>
    <w:rsid w:val="00132A52"/>
    <w:rsid w:val="0014378A"/>
    <w:rsid w:val="00154888"/>
    <w:rsid w:val="001557CE"/>
    <w:rsid w:val="001607ED"/>
    <w:rsid w:val="0018159B"/>
    <w:rsid w:val="0019131A"/>
    <w:rsid w:val="001A2B28"/>
    <w:rsid w:val="001C3CE8"/>
    <w:rsid w:val="001D08A4"/>
    <w:rsid w:val="001D2F49"/>
    <w:rsid w:val="001E1454"/>
    <w:rsid w:val="00210540"/>
    <w:rsid w:val="00212C96"/>
    <w:rsid w:val="00215625"/>
    <w:rsid w:val="002204B1"/>
    <w:rsid w:val="00223955"/>
    <w:rsid w:val="00240404"/>
    <w:rsid w:val="0024046B"/>
    <w:rsid w:val="00243276"/>
    <w:rsid w:val="0024395D"/>
    <w:rsid w:val="0025235A"/>
    <w:rsid w:val="00260CC9"/>
    <w:rsid w:val="002A0A9F"/>
    <w:rsid w:val="002A0D11"/>
    <w:rsid w:val="002A3AC7"/>
    <w:rsid w:val="002B768F"/>
    <w:rsid w:val="002D0928"/>
    <w:rsid w:val="002D66B9"/>
    <w:rsid w:val="002E75B6"/>
    <w:rsid w:val="002F3924"/>
    <w:rsid w:val="00300DE3"/>
    <w:rsid w:val="003015CA"/>
    <w:rsid w:val="0030563F"/>
    <w:rsid w:val="0031109F"/>
    <w:rsid w:val="00323E3C"/>
    <w:rsid w:val="00334218"/>
    <w:rsid w:val="00335189"/>
    <w:rsid w:val="00341782"/>
    <w:rsid w:val="00350929"/>
    <w:rsid w:val="00351DE2"/>
    <w:rsid w:val="003572CC"/>
    <w:rsid w:val="00357B98"/>
    <w:rsid w:val="003643C2"/>
    <w:rsid w:val="0037016B"/>
    <w:rsid w:val="00372157"/>
    <w:rsid w:val="003822D1"/>
    <w:rsid w:val="0038526D"/>
    <w:rsid w:val="00386D2F"/>
    <w:rsid w:val="00391E34"/>
    <w:rsid w:val="0039504B"/>
    <w:rsid w:val="00397CD9"/>
    <w:rsid w:val="003C3BB6"/>
    <w:rsid w:val="003F5F5F"/>
    <w:rsid w:val="00406E1E"/>
    <w:rsid w:val="0041384F"/>
    <w:rsid w:val="0041671A"/>
    <w:rsid w:val="00421BAE"/>
    <w:rsid w:val="00425E1B"/>
    <w:rsid w:val="004277F3"/>
    <w:rsid w:val="00430785"/>
    <w:rsid w:val="00442D06"/>
    <w:rsid w:val="0044378B"/>
    <w:rsid w:val="00450970"/>
    <w:rsid w:val="00452F77"/>
    <w:rsid w:val="004656CD"/>
    <w:rsid w:val="004841B2"/>
    <w:rsid w:val="00485DC0"/>
    <w:rsid w:val="004879B8"/>
    <w:rsid w:val="00495FBB"/>
    <w:rsid w:val="00496864"/>
    <w:rsid w:val="004A3E34"/>
    <w:rsid w:val="004B0D99"/>
    <w:rsid w:val="004B21B3"/>
    <w:rsid w:val="004B39A9"/>
    <w:rsid w:val="004B5ACC"/>
    <w:rsid w:val="004D1949"/>
    <w:rsid w:val="004D2950"/>
    <w:rsid w:val="004D3ED1"/>
    <w:rsid w:val="004D69DF"/>
    <w:rsid w:val="004E503D"/>
    <w:rsid w:val="004F2FFE"/>
    <w:rsid w:val="005248BA"/>
    <w:rsid w:val="00535059"/>
    <w:rsid w:val="00544F49"/>
    <w:rsid w:val="00546357"/>
    <w:rsid w:val="00552A3D"/>
    <w:rsid w:val="00552CD6"/>
    <w:rsid w:val="00553FC6"/>
    <w:rsid w:val="005601A3"/>
    <w:rsid w:val="00560C7B"/>
    <w:rsid w:val="00567E03"/>
    <w:rsid w:val="00573383"/>
    <w:rsid w:val="0058090D"/>
    <w:rsid w:val="005852D3"/>
    <w:rsid w:val="00594C28"/>
    <w:rsid w:val="005A4A52"/>
    <w:rsid w:val="005A6FDB"/>
    <w:rsid w:val="005B1CE4"/>
    <w:rsid w:val="005B36F5"/>
    <w:rsid w:val="00606BF6"/>
    <w:rsid w:val="00616A1A"/>
    <w:rsid w:val="00617341"/>
    <w:rsid w:val="0062527E"/>
    <w:rsid w:val="006352A7"/>
    <w:rsid w:val="00645F97"/>
    <w:rsid w:val="00647BD6"/>
    <w:rsid w:val="00657826"/>
    <w:rsid w:val="00662598"/>
    <w:rsid w:val="00663FF2"/>
    <w:rsid w:val="006669C2"/>
    <w:rsid w:val="006802D0"/>
    <w:rsid w:val="00681CAF"/>
    <w:rsid w:val="00684B55"/>
    <w:rsid w:val="006B3DAA"/>
    <w:rsid w:val="006B7A16"/>
    <w:rsid w:val="006D706C"/>
    <w:rsid w:val="006E6EF4"/>
    <w:rsid w:val="00715DAF"/>
    <w:rsid w:val="00724942"/>
    <w:rsid w:val="007279D1"/>
    <w:rsid w:val="00736571"/>
    <w:rsid w:val="00742AC9"/>
    <w:rsid w:val="00742DAA"/>
    <w:rsid w:val="00743437"/>
    <w:rsid w:val="00745117"/>
    <w:rsid w:val="007B4509"/>
    <w:rsid w:val="007B58AF"/>
    <w:rsid w:val="007C2403"/>
    <w:rsid w:val="007C44DB"/>
    <w:rsid w:val="007D00C4"/>
    <w:rsid w:val="007F1267"/>
    <w:rsid w:val="0080201F"/>
    <w:rsid w:val="0080431D"/>
    <w:rsid w:val="00806155"/>
    <w:rsid w:val="00843B9E"/>
    <w:rsid w:val="00853D49"/>
    <w:rsid w:val="008566DE"/>
    <w:rsid w:val="008629BE"/>
    <w:rsid w:val="0087089C"/>
    <w:rsid w:val="00881778"/>
    <w:rsid w:val="008866E8"/>
    <w:rsid w:val="00895C39"/>
    <w:rsid w:val="008A12C5"/>
    <w:rsid w:val="008A1ED8"/>
    <w:rsid w:val="008A2D64"/>
    <w:rsid w:val="008A58C7"/>
    <w:rsid w:val="008B08AD"/>
    <w:rsid w:val="008B1636"/>
    <w:rsid w:val="008B2617"/>
    <w:rsid w:val="008B4195"/>
    <w:rsid w:val="008B546C"/>
    <w:rsid w:val="008C55E5"/>
    <w:rsid w:val="008C760A"/>
    <w:rsid w:val="008D27EB"/>
    <w:rsid w:val="008D32E2"/>
    <w:rsid w:val="008F1872"/>
    <w:rsid w:val="0090027F"/>
    <w:rsid w:val="00914E66"/>
    <w:rsid w:val="00923DE9"/>
    <w:rsid w:val="00931508"/>
    <w:rsid w:val="009433C6"/>
    <w:rsid w:val="009547B9"/>
    <w:rsid w:val="00960138"/>
    <w:rsid w:val="00966431"/>
    <w:rsid w:val="00971134"/>
    <w:rsid w:val="009804F6"/>
    <w:rsid w:val="00980ABB"/>
    <w:rsid w:val="00980D4C"/>
    <w:rsid w:val="00981098"/>
    <w:rsid w:val="00981F41"/>
    <w:rsid w:val="00987BFB"/>
    <w:rsid w:val="00991F51"/>
    <w:rsid w:val="00991F63"/>
    <w:rsid w:val="009A0313"/>
    <w:rsid w:val="009B1458"/>
    <w:rsid w:val="009B33C2"/>
    <w:rsid w:val="009B56CF"/>
    <w:rsid w:val="009B7879"/>
    <w:rsid w:val="009C2B79"/>
    <w:rsid w:val="009D3F35"/>
    <w:rsid w:val="009D4851"/>
    <w:rsid w:val="009D64D5"/>
    <w:rsid w:val="009E033F"/>
    <w:rsid w:val="009F52B3"/>
    <w:rsid w:val="009F5D1F"/>
    <w:rsid w:val="00A01A9E"/>
    <w:rsid w:val="00A03A70"/>
    <w:rsid w:val="00A04E18"/>
    <w:rsid w:val="00A15CEB"/>
    <w:rsid w:val="00A1661A"/>
    <w:rsid w:val="00A21F0B"/>
    <w:rsid w:val="00A241A8"/>
    <w:rsid w:val="00A27390"/>
    <w:rsid w:val="00A27568"/>
    <w:rsid w:val="00A27B7D"/>
    <w:rsid w:val="00A30483"/>
    <w:rsid w:val="00A4464C"/>
    <w:rsid w:val="00A449AC"/>
    <w:rsid w:val="00A47480"/>
    <w:rsid w:val="00A67E03"/>
    <w:rsid w:val="00A71A84"/>
    <w:rsid w:val="00A72282"/>
    <w:rsid w:val="00A72381"/>
    <w:rsid w:val="00A84AD5"/>
    <w:rsid w:val="00AA0AED"/>
    <w:rsid w:val="00AA2A67"/>
    <w:rsid w:val="00AB4A50"/>
    <w:rsid w:val="00AD54DE"/>
    <w:rsid w:val="00AF1311"/>
    <w:rsid w:val="00B0713D"/>
    <w:rsid w:val="00B13C6E"/>
    <w:rsid w:val="00B13F8C"/>
    <w:rsid w:val="00B20153"/>
    <w:rsid w:val="00B37833"/>
    <w:rsid w:val="00B42D01"/>
    <w:rsid w:val="00B55CE9"/>
    <w:rsid w:val="00B6544A"/>
    <w:rsid w:val="00B8283B"/>
    <w:rsid w:val="00B93DE6"/>
    <w:rsid w:val="00BB4E98"/>
    <w:rsid w:val="00BC3570"/>
    <w:rsid w:val="00BE2FF1"/>
    <w:rsid w:val="00BF5E83"/>
    <w:rsid w:val="00C11702"/>
    <w:rsid w:val="00C2453A"/>
    <w:rsid w:val="00C268F7"/>
    <w:rsid w:val="00C3449A"/>
    <w:rsid w:val="00C35BA3"/>
    <w:rsid w:val="00C41B83"/>
    <w:rsid w:val="00C4255D"/>
    <w:rsid w:val="00C4260F"/>
    <w:rsid w:val="00C44EBB"/>
    <w:rsid w:val="00C47B3C"/>
    <w:rsid w:val="00C66748"/>
    <w:rsid w:val="00C843CF"/>
    <w:rsid w:val="00C859BA"/>
    <w:rsid w:val="00C872F6"/>
    <w:rsid w:val="00C9325B"/>
    <w:rsid w:val="00C94A52"/>
    <w:rsid w:val="00CA0627"/>
    <w:rsid w:val="00CA114C"/>
    <w:rsid w:val="00CA6FA7"/>
    <w:rsid w:val="00CB25C4"/>
    <w:rsid w:val="00CC0F21"/>
    <w:rsid w:val="00CD7B32"/>
    <w:rsid w:val="00CE10B2"/>
    <w:rsid w:val="00CF2A3F"/>
    <w:rsid w:val="00CF472C"/>
    <w:rsid w:val="00D14A0C"/>
    <w:rsid w:val="00D31420"/>
    <w:rsid w:val="00D34C13"/>
    <w:rsid w:val="00D35FB9"/>
    <w:rsid w:val="00D42FB5"/>
    <w:rsid w:val="00D43BD9"/>
    <w:rsid w:val="00D630F3"/>
    <w:rsid w:val="00D702C6"/>
    <w:rsid w:val="00D72DE0"/>
    <w:rsid w:val="00D81D03"/>
    <w:rsid w:val="00DA011D"/>
    <w:rsid w:val="00DB0A7E"/>
    <w:rsid w:val="00DB1FBB"/>
    <w:rsid w:val="00DC0AB9"/>
    <w:rsid w:val="00DC4769"/>
    <w:rsid w:val="00DC6124"/>
    <w:rsid w:val="00DE218E"/>
    <w:rsid w:val="00DE5E2D"/>
    <w:rsid w:val="00DF5735"/>
    <w:rsid w:val="00DF7CEC"/>
    <w:rsid w:val="00E00E6D"/>
    <w:rsid w:val="00E1692C"/>
    <w:rsid w:val="00E21E7A"/>
    <w:rsid w:val="00E33DE6"/>
    <w:rsid w:val="00E43643"/>
    <w:rsid w:val="00E4491C"/>
    <w:rsid w:val="00E5750E"/>
    <w:rsid w:val="00E663AB"/>
    <w:rsid w:val="00E7068C"/>
    <w:rsid w:val="00E71A1A"/>
    <w:rsid w:val="00E80568"/>
    <w:rsid w:val="00E8171A"/>
    <w:rsid w:val="00E82C82"/>
    <w:rsid w:val="00E953F8"/>
    <w:rsid w:val="00E96A92"/>
    <w:rsid w:val="00E97457"/>
    <w:rsid w:val="00EB63A7"/>
    <w:rsid w:val="00EC1A55"/>
    <w:rsid w:val="00EC1F3A"/>
    <w:rsid w:val="00ED0A4C"/>
    <w:rsid w:val="00ED70B5"/>
    <w:rsid w:val="00EE2207"/>
    <w:rsid w:val="00EE36A4"/>
    <w:rsid w:val="00EF20A0"/>
    <w:rsid w:val="00EF732E"/>
    <w:rsid w:val="00EF785C"/>
    <w:rsid w:val="00F05E15"/>
    <w:rsid w:val="00F07EEB"/>
    <w:rsid w:val="00F121C0"/>
    <w:rsid w:val="00F13B91"/>
    <w:rsid w:val="00F141AD"/>
    <w:rsid w:val="00F14819"/>
    <w:rsid w:val="00F1515A"/>
    <w:rsid w:val="00F16B81"/>
    <w:rsid w:val="00F21477"/>
    <w:rsid w:val="00F34ABA"/>
    <w:rsid w:val="00F402A2"/>
    <w:rsid w:val="00F525BD"/>
    <w:rsid w:val="00F602FE"/>
    <w:rsid w:val="00F61B5A"/>
    <w:rsid w:val="00F67EBA"/>
    <w:rsid w:val="00F74D93"/>
    <w:rsid w:val="00F75D34"/>
    <w:rsid w:val="00F805DB"/>
    <w:rsid w:val="00F81E68"/>
    <w:rsid w:val="00F857F8"/>
    <w:rsid w:val="00F97469"/>
    <w:rsid w:val="00F9799C"/>
    <w:rsid w:val="00FA5236"/>
    <w:rsid w:val="00FB1FBE"/>
    <w:rsid w:val="00FC68F9"/>
    <w:rsid w:val="00FD316C"/>
    <w:rsid w:val="00FD6432"/>
    <w:rsid w:val="00FD75AA"/>
    <w:rsid w:val="00FD79F5"/>
    <w:rsid w:val="00FE4D7F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 w:cs="Arial"/>
      <w:b/>
      <w:bCs/>
      <w:color w:val="26282F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82EDD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432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EDD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138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534</Words>
  <Characters>3045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Пользователь</cp:lastModifiedBy>
  <cp:revision>7</cp:revision>
  <cp:lastPrinted>2016-10-10T07:57:00Z</cp:lastPrinted>
  <dcterms:created xsi:type="dcterms:W3CDTF">2016-09-29T11:11:00Z</dcterms:created>
  <dcterms:modified xsi:type="dcterms:W3CDTF">2016-12-30T05:59:00Z</dcterms:modified>
</cp:coreProperties>
</file>