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37" w:rsidRDefault="004A4537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ЗАКОН УЛЬЯНОВСКОЙ ОБЛАСТИ</w:t>
      </w:r>
    </w:p>
    <w:p w:rsidR="004A4537" w:rsidRDefault="004A4537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4A4537" w:rsidRDefault="004A4537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4A4537" w:rsidRDefault="004A4537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4A4537" w:rsidRDefault="004A4537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4A4537" w:rsidRPr="00317D62" w:rsidRDefault="004A4537" w:rsidP="00317D62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14"/>
          <w:szCs w:val="28"/>
          <w:lang w:eastAsia="en-US"/>
        </w:rPr>
      </w:pPr>
    </w:p>
    <w:p w:rsidR="004A4537" w:rsidRPr="00B9313D" w:rsidRDefault="004A4537" w:rsidP="009F14A8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О внесении изменени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й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статьи 6 и 10 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Закон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а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Ульяновской области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br/>
      </w:r>
      <w:r w:rsidRPr="00B9313D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«О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государственной поддержке в сфере благоустройства территорий поселений и городских округов </w:t>
      </w:r>
      <w:r w:rsidRPr="00B9313D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Ульяновской области»</w:t>
      </w:r>
    </w:p>
    <w:p w:rsidR="004A4537" w:rsidRPr="00924048" w:rsidRDefault="004A4537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A4537" w:rsidRPr="00924048" w:rsidRDefault="004A4537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A4537" w:rsidRDefault="004A4537" w:rsidP="009240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20 декабря  2017 года</w:t>
      </w:r>
    </w:p>
    <w:p w:rsidR="004A4537" w:rsidRPr="00924048" w:rsidRDefault="004A4537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A4537" w:rsidRPr="00924048" w:rsidRDefault="004A4537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A4537" w:rsidRPr="00B9313D" w:rsidRDefault="004A4537" w:rsidP="009F14A8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A4537" w:rsidRDefault="004A4537" w:rsidP="009F14A8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Внести в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Ульяновской области от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23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декабря 201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№ 2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32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-ЗО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«О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государственной поддержке в сфере благоустройства территорий </w:t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поселений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 городских округов Ульяновской области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» («Ульяновская правда» от </w:t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28.12.2011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 №</w:t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147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; от </w:t>
      </w:r>
      <w:r w:rsidRPr="00F7661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19.08.2013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№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97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следующие изменения:</w:t>
      </w:r>
    </w:p>
    <w:p w:rsidR="004A4537" w:rsidRPr="009F14A8" w:rsidRDefault="004A4537" w:rsidP="00317D62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1618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пункте 4 статьи 6 слова «ежегодной премии» заменить словами «ежего</w:t>
      </w:r>
      <w:r w:rsidRPr="009F14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дных премий»;</w:t>
      </w:r>
    </w:p>
    <w:p w:rsidR="004A4537" w:rsidRDefault="004A4537" w:rsidP="00317D62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статье 10:</w:t>
      </w:r>
    </w:p>
    <w:p w:rsidR="004A4537" w:rsidRDefault="004A4537" w:rsidP="009F14A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5A40">
        <w:rPr>
          <w:rFonts w:ascii="Times New Roman" w:hAnsi="Times New Roman"/>
          <w:color w:val="000000"/>
          <w:sz w:val="28"/>
          <w:szCs w:val="28"/>
        </w:rPr>
        <w:t>а)</w:t>
      </w:r>
      <w:r>
        <w:rPr>
          <w:rFonts w:ascii="Times New Roman" w:hAnsi="Times New Roman"/>
          <w:color w:val="000000"/>
          <w:sz w:val="28"/>
          <w:szCs w:val="28"/>
        </w:rPr>
        <w:t xml:space="preserve"> в наименовании слова «Ежегодная премия» заменить словами «Ежегодные премии»;</w:t>
      </w:r>
    </w:p>
    <w:p w:rsidR="004A4537" w:rsidRDefault="004A4537" w:rsidP="009F14A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7F5A4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части</w:t>
      </w:r>
      <w:r w:rsidRPr="007F5A4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 слова «учреждена ежегодная премия» заменить словами «</w:t>
      </w:r>
      <w:r w:rsidRPr="007F5A40">
        <w:rPr>
          <w:rFonts w:ascii="Times New Roman" w:hAnsi="Times New Roman"/>
          <w:color w:val="000000"/>
          <w:sz w:val="28"/>
          <w:szCs w:val="28"/>
        </w:rPr>
        <w:t>учреждены ежегодные премии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4A4537" w:rsidRPr="007F5A40" w:rsidRDefault="004A4537" w:rsidP="009F14A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в части 2 слово «премии» заменить словом «премий», слова «премии </w:t>
      </w:r>
      <w:r>
        <w:rPr>
          <w:rFonts w:ascii="Times New Roman" w:hAnsi="Times New Roman"/>
          <w:color w:val="000000"/>
          <w:sz w:val="28"/>
          <w:szCs w:val="28"/>
        </w:rPr>
        <w:br/>
        <w:t>и её размер» заменить словами «премий и их размеры».</w:t>
      </w:r>
    </w:p>
    <w:p w:rsidR="004A4537" w:rsidRPr="00317D62" w:rsidRDefault="004A4537" w:rsidP="009F14A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16"/>
          <w:szCs w:val="28"/>
          <w:lang w:eastAsia="en-US"/>
        </w:rPr>
      </w:pPr>
    </w:p>
    <w:p w:rsidR="004A4537" w:rsidRDefault="004A4537" w:rsidP="009F14A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4A4537" w:rsidRDefault="004A4537" w:rsidP="009F14A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4A4537" w:rsidRPr="005C74BB" w:rsidRDefault="004A4537" w:rsidP="009F14A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Губернатор Ульяновской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области               </w:t>
      </w: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</w:t>
      </w: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С.И.Морозов</w:t>
      </w:r>
    </w:p>
    <w:p w:rsidR="004A4537" w:rsidRDefault="004A4537" w:rsidP="009F14A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4A4537" w:rsidRPr="005C74BB" w:rsidRDefault="004A4537" w:rsidP="009F14A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4A4537" w:rsidRDefault="004A4537" w:rsidP="00317D62">
      <w:pPr>
        <w:widowControl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4A4537" w:rsidRPr="00181CD4" w:rsidRDefault="004A4537" w:rsidP="009F14A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4A4537" w:rsidRPr="00181CD4" w:rsidRDefault="004A4537" w:rsidP="009F14A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25 декабря </w:t>
      </w:r>
      <w:smartTag w:uri="urn:schemas-microsoft-com:office:smarttags" w:element="metricconverter">
        <w:smartTagPr>
          <w:attr w:name="ProductID" w:val="2017 г"/>
        </w:smartTagPr>
        <w:r w:rsidRPr="00181CD4">
          <w:rPr>
            <w:rFonts w:ascii="Times New Roman" w:hAnsi="Times New Roman" w:cs="Times New Roman"/>
            <w:color w:val="000000"/>
            <w:sz w:val="28"/>
            <w:szCs w:val="28"/>
            <w:lang w:eastAsia="en-US"/>
          </w:rPr>
          <w:t>2017 г</w:t>
        </w:r>
      </w:smartTag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4A4537" w:rsidRDefault="004A4537" w:rsidP="009F14A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179</w:t>
      </w: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-ЗО</w:t>
      </w:r>
      <w:bookmarkStart w:id="0" w:name="_GoBack"/>
      <w:bookmarkEnd w:id="0"/>
    </w:p>
    <w:sectPr w:rsidR="004A4537" w:rsidSect="009F14A8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537" w:rsidRDefault="004A4537" w:rsidP="009F14A8">
      <w:r>
        <w:separator/>
      </w:r>
    </w:p>
  </w:endnote>
  <w:endnote w:type="continuationSeparator" w:id="0">
    <w:p w:rsidR="004A4537" w:rsidRDefault="004A4537" w:rsidP="009F1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37" w:rsidRPr="00C616CB" w:rsidRDefault="004A4537" w:rsidP="009F14A8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2911км1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537" w:rsidRDefault="004A4537" w:rsidP="009F14A8">
      <w:r>
        <w:separator/>
      </w:r>
    </w:p>
  </w:footnote>
  <w:footnote w:type="continuationSeparator" w:id="0">
    <w:p w:rsidR="004A4537" w:rsidRDefault="004A4537" w:rsidP="009F14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37" w:rsidRDefault="004A4537" w:rsidP="00160A7B">
    <w:pPr>
      <w:widowControl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93B09"/>
    <w:multiLevelType w:val="hybridMultilevel"/>
    <w:tmpl w:val="137AB74E"/>
    <w:lvl w:ilvl="0" w:tplc="DA5EE69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4A8"/>
    <w:rsid w:val="00160A7B"/>
    <w:rsid w:val="00181CD4"/>
    <w:rsid w:val="001E0D91"/>
    <w:rsid w:val="002C7307"/>
    <w:rsid w:val="00317D62"/>
    <w:rsid w:val="004A4537"/>
    <w:rsid w:val="005C74BB"/>
    <w:rsid w:val="00684B90"/>
    <w:rsid w:val="007F5A40"/>
    <w:rsid w:val="00861547"/>
    <w:rsid w:val="00924048"/>
    <w:rsid w:val="00936F14"/>
    <w:rsid w:val="00943EC7"/>
    <w:rsid w:val="009539D6"/>
    <w:rsid w:val="009942E3"/>
    <w:rsid w:val="009C29CB"/>
    <w:rsid w:val="009F14A8"/>
    <w:rsid w:val="00AF65FB"/>
    <w:rsid w:val="00B757F6"/>
    <w:rsid w:val="00B9313D"/>
    <w:rsid w:val="00C616CB"/>
    <w:rsid w:val="00CB35A8"/>
    <w:rsid w:val="00E1618A"/>
    <w:rsid w:val="00E67080"/>
    <w:rsid w:val="00F7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4A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14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14A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F14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14A8"/>
    <w:rPr>
      <w:rFonts w:cs="Times New Roman"/>
    </w:rPr>
  </w:style>
  <w:style w:type="paragraph" w:customStyle="1" w:styleId="ConsPlusTitle">
    <w:name w:val="ConsPlusTitle"/>
    <w:uiPriority w:val="99"/>
    <w:rsid w:val="00924048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24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165</Words>
  <Characters>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Пользователь</cp:lastModifiedBy>
  <cp:revision>5</cp:revision>
  <cp:lastPrinted>2017-12-19T07:55:00Z</cp:lastPrinted>
  <dcterms:created xsi:type="dcterms:W3CDTF">2017-11-29T08:06:00Z</dcterms:created>
  <dcterms:modified xsi:type="dcterms:W3CDTF">2018-01-09T11:14:00Z</dcterms:modified>
</cp:coreProperties>
</file>