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18" w:rsidRDefault="00131B18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131B18" w:rsidRPr="00276247" w:rsidRDefault="00131B18" w:rsidP="00276247">
      <w:pPr>
        <w:jc w:val="center"/>
        <w:rPr>
          <w:sz w:val="28"/>
          <w:szCs w:val="28"/>
        </w:rPr>
      </w:pPr>
      <w:r w:rsidRPr="00276247">
        <w:rPr>
          <w:sz w:val="28"/>
          <w:szCs w:val="28"/>
        </w:rPr>
        <w:t>ЗАКОН УЛЬЯНОВСКОЙ ОБЛАСТИ</w:t>
      </w:r>
    </w:p>
    <w:p w:rsidR="00131B18" w:rsidRDefault="00131B18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131B18" w:rsidRDefault="00131B18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131B18" w:rsidRPr="00695EBA" w:rsidRDefault="00131B18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131B18" w:rsidRPr="0090367B" w:rsidRDefault="00131B18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90367B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131B18" w:rsidRPr="0090367B" w:rsidRDefault="00131B18" w:rsidP="006519EC">
      <w:pPr>
        <w:pStyle w:val="Subtitle"/>
        <w:spacing w:line="240" w:lineRule="auto"/>
        <w:outlineLvl w:val="0"/>
        <w:rPr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90367B">
        <w:rPr>
          <w:rFonts w:ascii="Times New Roman" w:hAnsi="Times New Roman"/>
          <w:b/>
          <w:sz w:val="28"/>
          <w:szCs w:val="28"/>
        </w:rPr>
        <w:t xml:space="preserve">Об областном бюджете Ульяновской области </w:t>
      </w:r>
      <w:r w:rsidRPr="0090367B">
        <w:rPr>
          <w:rFonts w:ascii="Times New Roman" w:hAnsi="Times New Roman"/>
          <w:b/>
          <w:sz w:val="28"/>
        </w:rPr>
        <w:t>на 2016 год</w:t>
      </w:r>
      <w:r>
        <w:rPr>
          <w:rFonts w:ascii="Times New Roman" w:hAnsi="Times New Roman"/>
          <w:b/>
          <w:sz w:val="28"/>
        </w:rPr>
        <w:t>»</w:t>
      </w:r>
    </w:p>
    <w:p w:rsidR="00131B18" w:rsidRPr="00D009D3" w:rsidRDefault="00131B18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131B18" w:rsidRPr="00D009D3" w:rsidRDefault="00131B18" w:rsidP="00106D80">
      <w:pPr>
        <w:spacing w:line="235" w:lineRule="auto"/>
        <w:rPr>
          <w:sz w:val="24"/>
          <w:szCs w:val="24"/>
          <w:highlight w:val="yellow"/>
        </w:rPr>
      </w:pPr>
    </w:p>
    <w:p w:rsidR="00131B18" w:rsidRPr="00D009D3" w:rsidRDefault="00131B18" w:rsidP="00106D80">
      <w:pPr>
        <w:spacing w:line="235" w:lineRule="auto"/>
        <w:rPr>
          <w:sz w:val="24"/>
          <w:szCs w:val="24"/>
          <w:highlight w:val="yellow"/>
        </w:rPr>
      </w:pPr>
    </w:p>
    <w:p w:rsidR="00131B18" w:rsidRPr="00D009D3" w:rsidRDefault="00131B18" w:rsidP="00106D80">
      <w:pPr>
        <w:spacing w:line="235" w:lineRule="auto"/>
        <w:rPr>
          <w:sz w:val="24"/>
          <w:szCs w:val="24"/>
          <w:highlight w:val="yellow"/>
        </w:rPr>
      </w:pPr>
    </w:p>
    <w:p w:rsidR="00131B18" w:rsidRPr="00D009D3" w:rsidRDefault="00131B18" w:rsidP="00106D80">
      <w:pPr>
        <w:spacing w:line="235" w:lineRule="auto"/>
        <w:rPr>
          <w:sz w:val="24"/>
          <w:szCs w:val="24"/>
          <w:highlight w:val="yellow"/>
        </w:rPr>
      </w:pPr>
    </w:p>
    <w:p w:rsidR="00131B18" w:rsidRPr="00D009D3" w:rsidRDefault="00131B18" w:rsidP="00106D80">
      <w:pPr>
        <w:spacing w:line="235" w:lineRule="auto"/>
        <w:rPr>
          <w:sz w:val="24"/>
          <w:szCs w:val="24"/>
          <w:highlight w:val="yellow"/>
        </w:rPr>
      </w:pPr>
    </w:p>
    <w:p w:rsidR="00131B18" w:rsidRPr="00D009D3" w:rsidRDefault="00131B18" w:rsidP="00106D80">
      <w:pPr>
        <w:spacing w:line="235" w:lineRule="auto"/>
        <w:rPr>
          <w:sz w:val="24"/>
          <w:szCs w:val="24"/>
          <w:highlight w:val="yellow"/>
        </w:rPr>
      </w:pPr>
    </w:p>
    <w:p w:rsidR="00131B18" w:rsidRPr="00D009D3" w:rsidRDefault="00131B18" w:rsidP="00106D80">
      <w:pPr>
        <w:spacing w:line="235" w:lineRule="auto"/>
        <w:rPr>
          <w:sz w:val="24"/>
          <w:szCs w:val="24"/>
          <w:highlight w:val="yellow"/>
        </w:rPr>
      </w:pPr>
    </w:p>
    <w:p w:rsidR="00131B18" w:rsidRPr="00D009D3" w:rsidRDefault="00131B18" w:rsidP="00106D80">
      <w:pPr>
        <w:spacing w:line="235" w:lineRule="auto"/>
        <w:rPr>
          <w:sz w:val="24"/>
          <w:szCs w:val="24"/>
          <w:highlight w:val="yellow"/>
        </w:rPr>
      </w:pPr>
    </w:p>
    <w:p w:rsidR="00131B18" w:rsidRPr="00D009D3" w:rsidRDefault="00131B18" w:rsidP="00106D80">
      <w:pPr>
        <w:spacing w:line="235" w:lineRule="auto"/>
        <w:rPr>
          <w:sz w:val="24"/>
          <w:szCs w:val="24"/>
          <w:highlight w:val="yellow"/>
        </w:rPr>
      </w:pPr>
    </w:p>
    <w:p w:rsidR="00131B18" w:rsidRPr="00D009D3" w:rsidRDefault="00131B18" w:rsidP="00106D80">
      <w:pPr>
        <w:spacing w:line="235" w:lineRule="auto"/>
        <w:rPr>
          <w:sz w:val="24"/>
          <w:szCs w:val="24"/>
          <w:highlight w:val="yellow"/>
        </w:rPr>
      </w:pPr>
    </w:p>
    <w:p w:rsidR="00131B18" w:rsidRPr="0090367B" w:rsidRDefault="00131B18" w:rsidP="00363C5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90367B">
        <w:rPr>
          <w:sz w:val="28"/>
        </w:rPr>
        <w:t xml:space="preserve">Внести в Закон Ульяновской области от 11 декабря 2015 года № 197-ЗО </w:t>
      </w:r>
      <w:r w:rsidRPr="0090367B">
        <w:rPr>
          <w:sz w:val="28"/>
        </w:rPr>
        <w:br/>
      </w:r>
      <w:r>
        <w:rPr>
          <w:sz w:val="28"/>
        </w:rPr>
        <w:t>«</w:t>
      </w:r>
      <w:r w:rsidRPr="0090367B">
        <w:rPr>
          <w:sz w:val="28"/>
        </w:rPr>
        <w:t>Об областном бюджете Ульяновской области на 2016 год</w:t>
      </w:r>
      <w:r>
        <w:rPr>
          <w:sz w:val="28"/>
        </w:rPr>
        <w:t>»</w:t>
      </w:r>
      <w:r w:rsidRPr="0090367B">
        <w:rPr>
          <w:sz w:val="28"/>
        </w:rPr>
        <w:t xml:space="preserve"> (</w:t>
      </w:r>
      <w:r>
        <w:rPr>
          <w:sz w:val="28"/>
        </w:rPr>
        <w:t>«</w:t>
      </w:r>
      <w:r w:rsidRPr="0090367B">
        <w:rPr>
          <w:sz w:val="28"/>
        </w:rPr>
        <w:t xml:space="preserve">Ульяновская </w:t>
      </w:r>
      <w:r>
        <w:rPr>
          <w:sz w:val="28"/>
        </w:rPr>
        <w:br/>
      </w:r>
      <w:r w:rsidRPr="0090367B">
        <w:rPr>
          <w:sz w:val="28"/>
        </w:rPr>
        <w:t>правда</w:t>
      </w:r>
      <w:r>
        <w:rPr>
          <w:sz w:val="28"/>
        </w:rPr>
        <w:t>»</w:t>
      </w:r>
      <w:r w:rsidRPr="0090367B">
        <w:rPr>
          <w:sz w:val="28"/>
        </w:rPr>
        <w:t xml:space="preserve"> от 17.12.2015 № 179-180; от 31.03.2016 № 41; от 19.05.2016 № 65-66;</w:t>
      </w:r>
      <w:r w:rsidRPr="0090367B">
        <w:rPr>
          <w:sz w:val="28"/>
        </w:rPr>
        <w:br/>
        <w:t>от 08.07.2016 № 91; от 29.07.2016 № 97-98</w:t>
      </w:r>
      <w:r>
        <w:rPr>
          <w:sz w:val="28"/>
        </w:rPr>
        <w:t>; от 01.11.2016 № 126</w:t>
      </w:r>
      <w:r w:rsidRPr="0090367B">
        <w:rPr>
          <w:sz w:val="28"/>
        </w:rPr>
        <w:t xml:space="preserve">) следующие </w:t>
      </w:r>
      <w:r>
        <w:rPr>
          <w:sz w:val="28"/>
        </w:rPr>
        <w:br/>
      </w:r>
      <w:r w:rsidRPr="0090367B">
        <w:rPr>
          <w:sz w:val="28"/>
        </w:rPr>
        <w:t>изменения:</w:t>
      </w:r>
    </w:p>
    <w:p w:rsidR="00131B18" w:rsidRPr="00984FA5" w:rsidRDefault="00131B18" w:rsidP="00E532B7">
      <w:pPr>
        <w:pStyle w:val="BodyText2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984FA5">
        <w:rPr>
          <w:sz w:val="28"/>
          <w:szCs w:val="28"/>
        </w:rPr>
        <w:t>1) статью 1 изложить в следующей редакции:</w:t>
      </w:r>
    </w:p>
    <w:p w:rsidR="00131B18" w:rsidRPr="00984FA5" w:rsidRDefault="00131B18" w:rsidP="00E532B7">
      <w:pPr>
        <w:pStyle w:val="Heading3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«</w:t>
      </w:r>
      <w:r w:rsidRPr="00984FA5">
        <w:rPr>
          <w:rFonts w:ascii="Times New Roman" w:hAnsi="Times New Roman"/>
          <w:b w:val="0"/>
          <w:bCs w:val="0"/>
          <w:sz w:val="28"/>
          <w:szCs w:val="28"/>
        </w:rPr>
        <w:t>Статья</w:t>
      </w:r>
      <w:r w:rsidRPr="00984FA5">
        <w:rPr>
          <w:rFonts w:ascii="Times New Roman" w:hAnsi="Times New Roman"/>
          <w:sz w:val="28"/>
          <w:szCs w:val="28"/>
        </w:rPr>
        <w:t> </w:t>
      </w:r>
      <w:r w:rsidRPr="00984FA5">
        <w:rPr>
          <w:rFonts w:ascii="Times New Roman" w:hAnsi="Times New Roman"/>
          <w:b w:val="0"/>
          <w:bCs w:val="0"/>
          <w:sz w:val="28"/>
          <w:szCs w:val="28"/>
        </w:rPr>
        <w:t>1.</w:t>
      </w:r>
      <w:r w:rsidRPr="00984FA5">
        <w:rPr>
          <w:rFonts w:ascii="Times New Roman" w:hAnsi="Times New Roman"/>
          <w:sz w:val="28"/>
          <w:szCs w:val="28"/>
        </w:rPr>
        <w:t xml:space="preserve"> Основные характеристики областного бюджета Ульяновской </w:t>
      </w:r>
    </w:p>
    <w:p w:rsidR="00131B18" w:rsidRPr="00984FA5" w:rsidRDefault="00131B18" w:rsidP="00E532B7">
      <w:pPr>
        <w:pStyle w:val="Heading3"/>
        <w:spacing w:line="240" w:lineRule="auto"/>
        <w:ind w:firstLine="1843"/>
        <w:rPr>
          <w:rFonts w:ascii="Times New Roman" w:hAnsi="Times New Roman"/>
          <w:sz w:val="28"/>
          <w:szCs w:val="28"/>
        </w:rPr>
      </w:pPr>
      <w:r w:rsidRPr="00984FA5">
        <w:rPr>
          <w:rFonts w:ascii="Times New Roman" w:hAnsi="Times New Roman"/>
          <w:sz w:val="28"/>
          <w:szCs w:val="28"/>
        </w:rPr>
        <w:t xml:space="preserve">   области на 2016 год</w:t>
      </w:r>
    </w:p>
    <w:p w:rsidR="00131B18" w:rsidRPr="00984FA5" w:rsidRDefault="00131B18" w:rsidP="00E532B7">
      <w:pPr>
        <w:pStyle w:val="a"/>
        <w:rPr>
          <w:sz w:val="28"/>
          <w:szCs w:val="28"/>
        </w:rPr>
      </w:pPr>
    </w:p>
    <w:p w:rsidR="00131B18" w:rsidRPr="00984FA5" w:rsidRDefault="00131B18" w:rsidP="00E532B7">
      <w:pPr>
        <w:rPr>
          <w:sz w:val="28"/>
          <w:szCs w:val="28"/>
        </w:rPr>
      </w:pPr>
    </w:p>
    <w:p w:rsidR="00131B18" w:rsidRPr="00B50C30" w:rsidRDefault="00131B18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984FA5">
        <w:rPr>
          <w:sz w:val="28"/>
          <w:szCs w:val="28"/>
        </w:rPr>
        <w:t xml:space="preserve">Утвердить основные характеристики областного бюджета Ульяновской </w:t>
      </w:r>
      <w:r w:rsidRPr="00984FA5">
        <w:rPr>
          <w:sz w:val="28"/>
          <w:szCs w:val="28"/>
        </w:rPr>
        <w:br/>
      </w:r>
      <w:r w:rsidRPr="00B50C30">
        <w:rPr>
          <w:sz w:val="28"/>
          <w:szCs w:val="28"/>
        </w:rPr>
        <w:t>области на 2016 год:</w:t>
      </w:r>
    </w:p>
    <w:p w:rsidR="00131B18" w:rsidRPr="00B50C30" w:rsidRDefault="00131B18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B50C30">
        <w:rPr>
          <w:sz w:val="28"/>
          <w:szCs w:val="28"/>
        </w:rPr>
        <w:t>1) общий объём доходов областного бюджета Ульяновской области в сумме  47701225,9367 тыс. рублей, в том числе</w:t>
      </w:r>
      <w:r w:rsidRPr="00B50C30">
        <w:rPr>
          <w:iCs/>
          <w:color w:val="000000"/>
          <w:sz w:val="28"/>
          <w:szCs w:val="28"/>
        </w:rPr>
        <w:t xml:space="preserve"> объём межбюджетных трансфертов, </w:t>
      </w:r>
      <w:r w:rsidRPr="00B50C30">
        <w:rPr>
          <w:iCs/>
          <w:color w:val="000000"/>
          <w:sz w:val="28"/>
          <w:szCs w:val="28"/>
        </w:rPr>
        <w:br/>
        <w:t xml:space="preserve">получаемых от других бюджетов бюджетной системы Российской Федерации, </w:t>
      </w:r>
      <w:r w:rsidRPr="00B50C30">
        <w:rPr>
          <w:iCs/>
          <w:color w:val="000000"/>
          <w:sz w:val="28"/>
          <w:szCs w:val="28"/>
        </w:rPr>
        <w:br/>
        <w:t>в общей сумме 8770056,19914 тыс. рублей;</w:t>
      </w:r>
    </w:p>
    <w:p w:rsidR="00131B18" w:rsidRPr="00984FA5" w:rsidRDefault="00131B18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B50C30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B50C30">
        <w:rPr>
          <w:sz w:val="28"/>
          <w:szCs w:val="28"/>
        </w:rPr>
        <w:br/>
        <w:t>в сумме 49381097,14118 тыс. рублей;</w:t>
      </w:r>
    </w:p>
    <w:p w:rsidR="00131B18" w:rsidRPr="00984FA5" w:rsidRDefault="00131B18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984FA5">
        <w:rPr>
          <w:sz w:val="28"/>
          <w:szCs w:val="28"/>
        </w:rPr>
        <w:t>3) дефицит областного бюджета Ульяновской области в сумме</w:t>
      </w:r>
      <w:r w:rsidRPr="00984FA5">
        <w:rPr>
          <w:sz w:val="28"/>
          <w:szCs w:val="28"/>
        </w:rPr>
        <w:br/>
        <w:t>1679871,20448 тыс. рублей.</w:t>
      </w:r>
      <w:r>
        <w:rPr>
          <w:sz w:val="28"/>
          <w:szCs w:val="28"/>
        </w:rPr>
        <w:t>»</w:t>
      </w:r>
      <w:r w:rsidRPr="00984FA5">
        <w:rPr>
          <w:sz w:val="28"/>
          <w:szCs w:val="28"/>
        </w:rPr>
        <w:t>;</w:t>
      </w:r>
    </w:p>
    <w:p w:rsidR="00131B18" w:rsidRPr="00D85451" w:rsidRDefault="00131B18" w:rsidP="00D035E1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2) </w:t>
      </w:r>
      <w:r w:rsidRPr="00D85451">
        <w:rPr>
          <w:bCs/>
          <w:szCs w:val="28"/>
        </w:rPr>
        <w:t xml:space="preserve">в части 3 </w:t>
      </w:r>
      <w:r>
        <w:rPr>
          <w:bCs/>
          <w:szCs w:val="28"/>
        </w:rPr>
        <w:t xml:space="preserve">статьи 2 </w:t>
      </w:r>
      <w:r w:rsidRPr="00D85451">
        <w:rPr>
          <w:bCs/>
          <w:szCs w:val="28"/>
        </w:rPr>
        <w:t xml:space="preserve">цифры </w:t>
      </w:r>
      <w:r>
        <w:rPr>
          <w:bCs/>
          <w:szCs w:val="28"/>
        </w:rPr>
        <w:t>«</w:t>
      </w:r>
      <w:r w:rsidRPr="00D85451">
        <w:rPr>
          <w:szCs w:val="28"/>
        </w:rPr>
        <w:t>1838000,0</w:t>
      </w:r>
      <w:r>
        <w:rPr>
          <w:bCs/>
          <w:szCs w:val="28"/>
        </w:rPr>
        <w:t>»</w:t>
      </w:r>
      <w:r w:rsidRPr="00D85451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</w:t>
      </w:r>
      <w:r w:rsidRPr="00D85451">
        <w:rPr>
          <w:bCs/>
          <w:szCs w:val="28"/>
        </w:rPr>
        <w:t>2000000,0</w:t>
      </w:r>
      <w:r>
        <w:rPr>
          <w:bCs/>
          <w:szCs w:val="28"/>
        </w:rPr>
        <w:t>»</w:t>
      </w:r>
      <w:r w:rsidRPr="00D85451">
        <w:rPr>
          <w:bCs/>
          <w:szCs w:val="28"/>
        </w:rPr>
        <w:t>;</w:t>
      </w:r>
    </w:p>
    <w:p w:rsidR="00131B18" w:rsidRPr="0037286E" w:rsidRDefault="00131B18" w:rsidP="0037286E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37286E">
        <w:rPr>
          <w:bCs/>
          <w:szCs w:val="28"/>
        </w:rPr>
        <w:t>3) в статье 6:</w:t>
      </w:r>
    </w:p>
    <w:p w:rsidR="00131B18" w:rsidRDefault="00131B18" w:rsidP="0037286E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37286E">
        <w:rPr>
          <w:bCs/>
          <w:szCs w:val="28"/>
        </w:rPr>
        <w:t xml:space="preserve">а) в части 2 цифры </w:t>
      </w:r>
      <w:r>
        <w:rPr>
          <w:bCs/>
          <w:szCs w:val="28"/>
        </w:rPr>
        <w:t>«</w:t>
      </w:r>
      <w:r w:rsidRPr="00426E92">
        <w:rPr>
          <w:bCs/>
          <w:szCs w:val="28"/>
        </w:rPr>
        <w:t>2957867,0</w:t>
      </w:r>
      <w:r>
        <w:rPr>
          <w:bCs/>
          <w:szCs w:val="28"/>
        </w:rPr>
        <w:t>»</w:t>
      </w:r>
      <w:r w:rsidRPr="0037286E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</w:t>
      </w:r>
      <w:r w:rsidRPr="005C0F9B">
        <w:rPr>
          <w:bCs/>
          <w:szCs w:val="28"/>
        </w:rPr>
        <w:t>3763283,63733</w:t>
      </w:r>
      <w:r>
        <w:rPr>
          <w:bCs/>
          <w:szCs w:val="28"/>
        </w:rPr>
        <w:t>»</w:t>
      </w:r>
      <w:r w:rsidRPr="0037286E">
        <w:rPr>
          <w:bCs/>
          <w:szCs w:val="28"/>
        </w:rPr>
        <w:t>;</w:t>
      </w:r>
    </w:p>
    <w:p w:rsidR="00131B18" w:rsidRDefault="00131B18" w:rsidP="0037286E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б) </w:t>
      </w:r>
      <w:r w:rsidRPr="00026FD0">
        <w:rPr>
          <w:bCs/>
          <w:szCs w:val="28"/>
        </w:rPr>
        <w:t xml:space="preserve">в части 5 цифры </w:t>
      </w:r>
      <w:r>
        <w:rPr>
          <w:bCs/>
          <w:szCs w:val="28"/>
        </w:rPr>
        <w:t>«</w:t>
      </w:r>
      <w:r w:rsidRPr="007C453C">
        <w:rPr>
          <w:bCs/>
          <w:szCs w:val="28"/>
        </w:rPr>
        <w:t>3419324,71594</w:t>
      </w:r>
      <w:r>
        <w:rPr>
          <w:bCs/>
          <w:szCs w:val="28"/>
        </w:rPr>
        <w:t>»</w:t>
      </w:r>
      <w:r w:rsidRPr="00026FD0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«3659021,01594»</w:t>
      </w:r>
      <w:r w:rsidRPr="00026FD0">
        <w:rPr>
          <w:bCs/>
          <w:szCs w:val="28"/>
        </w:rPr>
        <w:t>;</w:t>
      </w:r>
    </w:p>
    <w:p w:rsidR="00131B18" w:rsidRPr="00B50C30" w:rsidRDefault="00131B18" w:rsidP="0037286E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B50C30">
        <w:rPr>
          <w:bCs/>
          <w:szCs w:val="28"/>
        </w:rPr>
        <w:t>4) в статье 10:</w:t>
      </w:r>
    </w:p>
    <w:p w:rsidR="00131B18" w:rsidRPr="00B50C30" w:rsidRDefault="00131B18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B50C30">
        <w:rPr>
          <w:bCs/>
          <w:szCs w:val="28"/>
        </w:rPr>
        <w:t>а) в части 1 цифры «14408779,51136» заменить цифрами «15579510,96444»;</w:t>
      </w:r>
    </w:p>
    <w:p w:rsidR="00131B18" w:rsidRPr="00B50C30" w:rsidRDefault="00131B18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B50C30">
        <w:rPr>
          <w:sz w:val="28"/>
          <w:szCs w:val="28"/>
        </w:rPr>
        <w:t>б) в части 2 цифры «12254965,24088» заменить цифрами «13461668,16588»;</w:t>
      </w:r>
    </w:p>
    <w:p w:rsidR="00131B18" w:rsidRPr="00D009D3" w:rsidRDefault="00131B18" w:rsidP="00DA02D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  <w:highlight w:val="yellow"/>
        </w:rPr>
      </w:pPr>
      <w:r w:rsidRPr="00383F4C">
        <w:rPr>
          <w:sz w:val="28"/>
          <w:szCs w:val="28"/>
        </w:rPr>
        <w:t>в) часть 15 признать утратившей силу</w:t>
      </w:r>
      <w:r>
        <w:rPr>
          <w:sz w:val="28"/>
          <w:szCs w:val="28"/>
        </w:rPr>
        <w:t>;</w:t>
      </w:r>
    </w:p>
    <w:p w:rsidR="00131B18" w:rsidRPr="00D009D3" w:rsidRDefault="00131B18">
      <w:pPr>
        <w:rPr>
          <w:sz w:val="2"/>
          <w:szCs w:val="2"/>
          <w:highlight w:val="yellow"/>
        </w:rPr>
      </w:pPr>
      <w:bookmarkStart w:id="0" w:name="RANGE!A1:C61"/>
      <w:bookmarkEnd w:id="0"/>
    </w:p>
    <w:p w:rsidR="00131B18" w:rsidRPr="00FD1A89" w:rsidRDefault="00131B18" w:rsidP="00F328A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8556B">
        <w:rPr>
          <w:sz w:val="28"/>
          <w:szCs w:val="28"/>
        </w:rPr>
        <w:t>) в приложении</w:t>
      </w:r>
      <w:r w:rsidRPr="00FD1A89">
        <w:rPr>
          <w:sz w:val="28"/>
          <w:szCs w:val="28"/>
        </w:rPr>
        <w:t xml:space="preserve"> 6:</w:t>
      </w:r>
    </w:p>
    <w:p w:rsidR="00131B18" w:rsidRPr="0054079F" w:rsidRDefault="00131B18" w:rsidP="00E20942">
      <w:pPr>
        <w:spacing w:line="353" w:lineRule="auto"/>
        <w:ind w:firstLine="709"/>
        <w:jc w:val="both"/>
        <w:rPr>
          <w:sz w:val="28"/>
          <w:szCs w:val="28"/>
        </w:rPr>
      </w:pPr>
      <w:r w:rsidRPr="0054079F">
        <w:rPr>
          <w:sz w:val="28"/>
          <w:szCs w:val="28"/>
        </w:rPr>
        <w:t xml:space="preserve">а) в строке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Увеличение остатков средств бюджетов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(код 01 05 00 00 00 0000 500) цифры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-56082880,06597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</w:t>
      </w:r>
      <w:r>
        <w:rPr>
          <w:sz w:val="28"/>
          <w:szCs w:val="28"/>
        </w:rPr>
        <w:t>63977357,1367»</w:t>
      </w:r>
      <w:r w:rsidRPr="0054079F">
        <w:rPr>
          <w:sz w:val="28"/>
          <w:szCs w:val="28"/>
        </w:rPr>
        <w:t>;</w:t>
      </w:r>
    </w:p>
    <w:p w:rsidR="00131B18" w:rsidRPr="0054079F" w:rsidRDefault="00131B18" w:rsidP="00E20942">
      <w:pPr>
        <w:spacing w:line="353" w:lineRule="auto"/>
        <w:ind w:firstLine="709"/>
        <w:jc w:val="both"/>
        <w:rPr>
          <w:sz w:val="28"/>
          <w:szCs w:val="28"/>
        </w:rPr>
      </w:pPr>
      <w:r w:rsidRPr="0054079F">
        <w:rPr>
          <w:sz w:val="28"/>
          <w:szCs w:val="28"/>
        </w:rPr>
        <w:t xml:space="preserve">б) в строке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Увеличение прочих остатков средств бюджетов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(код 01 05 02 00 00 0000 500) цифры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-56082880,06597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</w:t>
      </w:r>
      <w:r>
        <w:rPr>
          <w:sz w:val="28"/>
          <w:szCs w:val="28"/>
        </w:rPr>
        <w:t>63977357,1367»</w:t>
      </w:r>
      <w:r w:rsidRPr="0054079F">
        <w:rPr>
          <w:sz w:val="28"/>
          <w:szCs w:val="28"/>
        </w:rPr>
        <w:t>;</w:t>
      </w:r>
    </w:p>
    <w:p w:rsidR="00131B18" w:rsidRPr="0054079F" w:rsidRDefault="00131B18" w:rsidP="00E20942">
      <w:pPr>
        <w:spacing w:line="353" w:lineRule="auto"/>
        <w:ind w:firstLine="709"/>
        <w:jc w:val="both"/>
        <w:rPr>
          <w:sz w:val="28"/>
          <w:szCs w:val="28"/>
        </w:rPr>
      </w:pPr>
      <w:r w:rsidRPr="0054079F">
        <w:rPr>
          <w:sz w:val="28"/>
          <w:szCs w:val="28"/>
        </w:rPr>
        <w:t xml:space="preserve">в) в строке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Увеличение прочих остатков денежных средств бюджетов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(код 01 05 02 01 00 0000 510) цифры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-56082880,06597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br/>
        <w:t>«</w:t>
      </w:r>
      <w:r w:rsidRPr="0054079F">
        <w:rPr>
          <w:sz w:val="28"/>
          <w:szCs w:val="28"/>
        </w:rPr>
        <w:t>-</w:t>
      </w:r>
      <w:r>
        <w:rPr>
          <w:sz w:val="28"/>
          <w:szCs w:val="28"/>
        </w:rPr>
        <w:t>63977357,1367»</w:t>
      </w:r>
      <w:r w:rsidRPr="0054079F">
        <w:rPr>
          <w:sz w:val="28"/>
          <w:szCs w:val="28"/>
        </w:rPr>
        <w:t>;</w:t>
      </w:r>
    </w:p>
    <w:p w:rsidR="00131B18" w:rsidRPr="0054079F" w:rsidRDefault="00131B18" w:rsidP="00E20942">
      <w:pPr>
        <w:spacing w:line="353" w:lineRule="auto"/>
        <w:ind w:firstLine="709"/>
        <w:jc w:val="both"/>
        <w:rPr>
          <w:sz w:val="28"/>
          <w:szCs w:val="28"/>
        </w:rPr>
      </w:pPr>
      <w:r w:rsidRPr="0054079F">
        <w:rPr>
          <w:sz w:val="28"/>
          <w:szCs w:val="28"/>
        </w:rPr>
        <w:t xml:space="preserve">г) в строке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Увеличение прочих остатков денежных средств бюджетов субъектов Российской Федерации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(код 01 05 02 01 02 0000 510) цифры </w:t>
      </w:r>
      <w:r>
        <w:rPr>
          <w:sz w:val="28"/>
          <w:szCs w:val="28"/>
        </w:rPr>
        <w:br/>
        <w:t>«</w:t>
      </w:r>
      <w:r w:rsidRPr="0054079F">
        <w:rPr>
          <w:sz w:val="28"/>
          <w:szCs w:val="28"/>
        </w:rPr>
        <w:t>-56082880,06597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</w:t>
      </w:r>
      <w:r>
        <w:rPr>
          <w:sz w:val="28"/>
          <w:szCs w:val="28"/>
        </w:rPr>
        <w:t>63977357,1367»</w:t>
      </w:r>
      <w:r w:rsidRPr="0054079F">
        <w:rPr>
          <w:sz w:val="28"/>
          <w:szCs w:val="28"/>
        </w:rPr>
        <w:t>;</w:t>
      </w:r>
    </w:p>
    <w:p w:rsidR="00131B18" w:rsidRPr="00FD1A89" w:rsidRDefault="00131B18" w:rsidP="00E20942">
      <w:pPr>
        <w:spacing w:line="353" w:lineRule="auto"/>
        <w:ind w:firstLine="709"/>
        <w:jc w:val="both"/>
        <w:rPr>
          <w:sz w:val="28"/>
          <w:szCs w:val="28"/>
        </w:rPr>
      </w:pPr>
      <w:r w:rsidRPr="00FD1A89">
        <w:rPr>
          <w:sz w:val="28"/>
          <w:szCs w:val="28"/>
        </w:rPr>
        <w:t xml:space="preserve">д) в строке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Уменьшение остатков средств бюджетов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(код 01 05 00 00 00 0000 600) цифры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56113881,97045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«64008359,04118»</w:t>
      </w:r>
      <w:r w:rsidRPr="00FD1A89">
        <w:rPr>
          <w:sz w:val="28"/>
          <w:szCs w:val="28"/>
        </w:rPr>
        <w:t>;</w:t>
      </w:r>
    </w:p>
    <w:p w:rsidR="00131B18" w:rsidRPr="00FD1A89" w:rsidRDefault="00131B18" w:rsidP="00E20942">
      <w:pPr>
        <w:spacing w:line="353" w:lineRule="auto"/>
        <w:ind w:firstLine="709"/>
        <w:jc w:val="both"/>
        <w:rPr>
          <w:sz w:val="28"/>
          <w:szCs w:val="28"/>
        </w:rPr>
      </w:pPr>
      <w:r w:rsidRPr="00FD1A89">
        <w:rPr>
          <w:sz w:val="28"/>
          <w:szCs w:val="28"/>
        </w:rPr>
        <w:t xml:space="preserve">е) в строке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Уменьшение прочих остатков средств бюджетов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(код 01 05 02 00 00 0000 600) цифры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56113881,97045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«64008359,04118»</w:t>
      </w:r>
      <w:r w:rsidRPr="00FD1A89">
        <w:rPr>
          <w:sz w:val="28"/>
          <w:szCs w:val="28"/>
        </w:rPr>
        <w:t>;</w:t>
      </w:r>
    </w:p>
    <w:p w:rsidR="00131B18" w:rsidRPr="00FD1A89" w:rsidRDefault="00131B18" w:rsidP="00E20942">
      <w:pPr>
        <w:spacing w:line="353" w:lineRule="auto"/>
        <w:ind w:firstLine="709"/>
        <w:jc w:val="both"/>
        <w:rPr>
          <w:sz w:val="28"/>
          <w:szCs w:val="28"/>
        </w:rPr>
      </w:pPr>
      <w:r w:rsidRPr="00FD1A89">
        <w:rPr>
          <w:sz w:val="28"/>
          <w:szCs w:val="28"/>
        </w:rPr>
        <w:t xml:space="preserve">ж) в строке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Уменьшение прочих остатков денежных средств бюджетов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(код 01 05 02 01 00 0000 610) цифры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56113881,97045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«64008359,04118»</w:t>
      </w:r>
      <w:r w:rsidRPr="00FD1A89">
        <w:rPr>
          <w:sz w:val="28"/>
          <w:szCs w:val="28"/>
        </w:rPr>
        <w:t>;</w:t>
      </w:r>
    </w:p>
    <w:p w:rsidR="00131B18" w:rsidRPr="00FD1A89" w:rsidRDefault="00131B18" w:rsidP="00E20942">
      <w:pPr>
        <w:spacing w:line="353" w:lineRule="auto"/>
        <w:ind w:firstLine="709"/>
        <w:jc w:val="both"/>
        <w:rPr>
          <w:sz w:val="28"/>
          <w:szCs w:val="28"/>
        </w:rPr>
      </w:pPr>
      <w:r w:rsidRPr="00FD1A89">
        <w:rPr>
          <w:sz w:val="28"/>
          <w:szCs w:val="28"/>
        </w:rPr>
        <w:t xml:space="preserve">з) в строке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Уменьшение прочих остатков денежных средств бюджетов субъектов Российской Федерации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(код 01 05 02 01 02 0000 610) цифры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56113881,97045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«64008359,04118»</w:t>
      </w:r>
      <w:r w:rsidRPr="00FD1A89">
        <w:rPr>
          <w:sz w:val="28"/>
          <w:szCs w:val="28"/>
        </w:rPr>
        <w:t>;</w:t>
      </w:r>
    </w:p>
    <w:p w:rsidR="00131B18" w:rsidRDefault="00131B18" w:rsidP="0009082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6</w:t>
      </w:r>
      <w:r w:rsidRPr="005668A4">
        <w:rPr>
          <w:sz w:val="28"/>
          <w:szCs w:val="28"/>
        </w:rPr>
        <w:t xml:space="preserve">) </w:t>
      </w:r>
      <w:r w:rsidRPr="005668A4">
        <w:rPr>
          <w:spacing w:val="-4"/>
          <w:sz w:val="28"/>
          <w:szCs w:val="28"/>
        </w:rPr>
        <w:t>приложение 7 изложить в следующей редакции:</w:t>
      </w:r>
    </w:p>
    <w:p w:rsidR="00131B18" w:rsidRDefault="00131B18" w:rsidP="0009082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915" w:type="dxa"/>
        <w:tblInd w:w="93" w:type="dxa"/>
        <w:tblLayout w:type="fixed"/>
        <w:tblLook w:val="00A0"/>
      </w:tblPr>
      <w:tblGrid>
        <w:gridCol w:w="5544"/>
        <w:gridCol w:w="4371"/>
      </w:tblGrid>
      <w:tr w:rsidR="00131B18" w:rsidRPr="005668A4" w:rsidTr="00C81E05">
        <w:trPr>
          <w:trHeight w:val="244"/>
        </w:trPr>
        <w:tc>
          <w:tcPr>
            <w:tcW w:w="5544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5668A4" w:rsidRDefault="00131B18" w:rsidP="00C81E05">
            <w:pPr>
              <w:rPr>
                <w:sz w:val="28"/>
                <w:szCs w:val="28"/>
              </w:rPr>
            </w:pP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FFFFFF"/>
              <w:right w:val="nil"/>
            </w:tcBorders>
            <w:noWrap/>
            <w:vAlign w:val="bottom"/>
          </w:tcPr>
          <w:p w:rsidR="00131B18" w:rsidRPr="005668A4" w:rsidRDefault="00131B18" w:rsidP="00D035E1">
            <w:pPr>
              <w:spacing w:after="24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668A4">
              <w:rPr>
                <w:sz w:val="28"/>
                <w:szCs w:val="28"/>
              </w:rPr>
              <w:t>ПРИЛОЖЕНИЕ 7</w:t>
            </w:r>
          </w:p>
        </w:tc>
      </w:tr>
      <w:tr w:rsidR="00131B18" w:rsidRPr="005668A4" w:rsidTr="00C81E05">
        <w:trPr>
          <w:trHeight w:val="789"/>
        </w:trPr>
        <w:tc>
          <w:tcPr>
            <w:tcW w:w="5544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131B18" w:rsidRPr="005668A4" w:rsidRDefault="00131B18" w:rsidP="00C81E05">
            <w:pPr>
              <w:rPr>
                <w:sz w:val="28"/>
                <w:szCs w:val="28"/>
              </w:rPr>
            </w:pPr>
          </w:p>
        </w:tc>
        <w:tc>
          <w:tcPr>
            <w:tcW w:w="4371" w:type="dxa"/>
            <w:tcBorders>
              <w:top w:val="single" w:sz="4" w:space="0" w:color="FFFFFF"/>
              <w:left w:val="nil"/>
              <w:bottom w:val="nil"/>
              <w:right w:val="nil"/>
            </w:tcBorders>
            <w:noWrap/>
            <w:vAlign w:val="bottom"/>
          </w:tcPr>
          <w:p w:rsidR="00131B18" w:rsidRPr="005668A4" w:rsidRDefault="00131B18" w:rsidP="00C81E05">
            <w:pPr>
              <w:jc w:val="center"/>
              <w:rPr>
                <w:sz w:val="28"/>
                <w:szCs w:val="28"/>
              </w:rPr>
            </w:pPr>
            <w:r w:rsidRPr="005668A4">
              <w:rPr>
                <w:sz w:val="28"/>
                <w:szCs w:val="28"/>
              </w:rPr>
              <w:t xml:space="preserve">к Закону Ульяновской области </w:t>
            </w:r>
            <w:r>
              <w:rPr>
                <w:sz w:val="28"/>
                <w:szCs w:val="28"/>
              </w:rPr>
              <w:t>«</w:t>
            </w:r>
            <w:r w:rsidRPr="005668A4">
              <w:rPr>
                <w:sz w:val="28"/>
                <w:szCs w:val="28"/>
              </w:rPr>
              <w:t xml:space="preserve">Об областном бюджете </w:t>
            </w:r>
          </w:p>
          <w:p w:rsidR="00131B18" w:rsidRPr="005668A4" w:rsidRDefault="00131B18" w:rsidP="00C81E05">
            <w:pPr>
              <w:ind w:right="-131"/>
              <w:jc w:val="center"/>
              <w:rPr>
                <w:sz w:val="28"/>
                <w:szCs w:val="28"/>
              </w:rPr>
            </w:pPr>
            <w:r w:rsidRPr="005668A4">
              <w:rPr>
                <w:sz w:val="28"/>
                <w:szCs w:val="28"/>
              </w:rPr>
              <w:t>Ульяновской области на 2016 год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31B18" w:rsidRPr="005668A4" w:rsidRDefault="00131B18" w:rsidP="005668A4">
      <w:pPr>
        <w:jc w:val="center"/>
        <w:rPr>
          <w:b/>
          <w:bCs/>
          <w:sz w:val="28"/>
          <w:szCs w:val="28"/>
        </w:rPr>
      </w:pPr>
    </w:p>
    <w:p w:rsidR="00131B18" w:rsidRPr="005668A4" w:rsidRDefault="00131B18" w:rsidP="005668A4">
      <w:pPr>
        <w:jc w:val="center"/>
        <w:rPr>
          <w:b/>
          <w:bCs/>
          <w:sz w:val="28"/>
          <w:szCs w:val="28"/>
        </w:rPr>
      </w:pPr>
    </w:p>
    <w:p w:rsidR="00131B18" w:rsidRPr="005668A4" w:rsidRDefault="00131B18" w:rsidP="005668A4">
      <w:pPr>
        <w:jc w:val="center"/>
        <w:rPr>
          <w:b/>
          <w:bCs/>
          <w:sz w:val="28"/>
          <w:szCs w:val="28"/>
        </w:rPr>
      </w:pPr>
    </w:p>
    <w:p w:rsidR="00131B18" w:rsidRPr="005668A4" w:rsidRDefault="00131B18" w:rsidP="005668A4">
      <w:pPr>
        <w:jc w:val="center"/>
        <w:rPr>
          <w:b/>
          <w:bCs/>
          <w:sz w:val="28"/>
          <w:szCs w:val="28"/>
        </w:rPr>
      </w:pPr>
      <w:r w:rsidRPr="005668A4">
        <w:rPr>
          <w:b/>
          <w:bCs/>
          <w:sz w:val="28"/>
          <w:szCs w:val="28"/>
        </w:rPr>
        <w:t xml:space="preserve">Распределение бюджетных ассигнований областного бюджета </w:t>
      </w:r>
    </w:p>
    <w:p w:rsidR="00131B18" w:rsidRPr="005668A4" w:rsidRDefault="00131B18" w:rsidP="005668A4">
      <w:pPr>
        <w:jc w:val="center"/>
        <w:rPr>
          <w:b/>
          <w:bCs/>
          <w:sz w:val="28"/>
          <w:szCs w:val="28"/>
        </w:rPr>
      </w:pPr>
      <w:r w:rsidRPr="005668A4">
        <w:rPr>
          <w:b/>
          <w:bCs/>
          <w:sz w:val="28"/>
          <w:szCs w:val="28"/>
        </w:rPr>
        <w:t>Ульяновской области по разделам, подразделам,</w:t>
      </w:r>
    </w:p>
    <w:p w:rsidR="00131B18" w:rsidRPr="005668A4" w:rsidRDefault="00131B18" w:rsidP="005668A4">
      <w:pPr>
        <w:jc w:val="center"/>
        <w:rPr>
          <w:b/>
          <w:bCs/>
          <w:sz w:val="28"/>
          <w:szCs w:val="28"/>
        </w:rPr>
      </w:pPr>
      <w:r w:rsidRPr="005668A4">
        <w:rPr>
          <w:b/>
          <w:bCs/>
          <w:sz w:val="28"/>
          <w:szCs w:val="28"/>
        </w:rPr>
        <w:t xml:space="preserve">целевым статьям (государственным программам Ульяновской области </w:t>
      </w:r>
    </w:p>
    <w:p w:rsidR="00131B18" w:rsidRPr="00FA6386" w:rsidRDefault="00131B18" w:rsidP="005668A4">
      <w:pPr>
        <w:jc w:val="center"/>
        <w:rPr>
          <w:b/>
          <w:bCs/>
          <w:sz w:val="28"/>
          <w:szCs w:val="28"/>
        </w:rPr>
      </w:pPr>
      <w:r w:rsidRPr="00FA6386">
        <w:rPr>
          <w:b/>
          <w:bCs/>
          <w:sz w:val="28"/>
          <w:szCs w:val="28"/>
        </w:rPr>
        <w:t>и непрограммным направлениям деятельности),</w:t>
      </w:r>
    </w:p>
    <w:p w:rsidR="00131B18" w:rsidRPr="00FA6386" w:rsidRDefault="00131B18" w:rsidP="005668A4">
      <w:pPr>
        <w:jc w:val="center"/>
        <w:rPr>
          <w:b/>
          <w:bCs/>
          <w:sz w:val="28"/>
          <w:szCs w:val="28"/>
        </w:rPr>
      </w:pPr>
      <w:r w:rsidRPr="00FA6386">
        <w:rPr>
          <w:b/>
          <w:bCs/>
          <w:sz w:val="28"/>
          <w:szCs w:val="28"/>
        </w:rPr>
        <w:t>группам видов расходов классификации расходов бюджетов на 2016 год</w:t>
      </w:r>
    </w:p>
    <w:p w:rsidR="00131B18" w:rsidRPr="00FA6386" w:rsidRDefault="00131B18" w:rsidP="0009082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941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5"/>
        <w:gridCol w:w="505"/>
        <w:gridCol w:w="507"/>
        <w:gridCol w:w="1789"/>
        <w:gridCol w:w="565"/>
        <w:gridCol w:w="2210"/>
      </w:tblGrid>
      <w:tr w:rsidR="00131B18" w:rsidRPr="00FA6386" w:rsidTr="00125A4B">
        <w:trPr>
          <w:trHeight w:val="563"/>
        </w:trPr>
        <w:tc>
          <w:tcPr>
            <w:tcW w:w="4365" w:type="dxa"/>
            <w:vAlign w:val="center"/>
          </w:tcPr>
          <w:p w:rsidR="00131B18" w:rsidRPr="00FA6386" w:rsidRDefault="00131B18" w:rsidP="00C81E0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FA6386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131B18" w:rsidRPr="00FA6386" w:rsidRDefault="00131B18" w:rsidP="00C81E0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07" w:type="dxa"/>
            <w:vAlign w:val="center"/>
          </w:tcPr>
          <w:p w:rsidR="00131B18" w:rsidRPr="00FA6386" w:rsidRDefault="00131B18" w:rsidP="00C81E0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FA6386">
              <w:rPr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89" w:type="dxa"/>
            <w:vAlign w:val="center"/>
          </w:tcPr>
          <w:p w:rsidR="00131B18" w:rsidRPr="00FA6386" w:rsidRDefault="00131B18" w:rsidP="00C81E0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FA6386">
              <w:rPr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5" w:type="dxa"/>
            <w:vAlign w:val="center"/>
          </w:tcPr>
          <w:p w:rsidR="00131B18" w:rsidRPr="00FA6386" w:rsidRDefault="00131B18" w:rsidP="00C81E0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FA6386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210" w:type="dxa"/>
            <w:noWrap/>
            <w:vAlign w:val="center"/>
          </w:tcPr>
          <w:p w:rsidR="00131B18" w:rsidRPr="00FA6386" w:rsidRDefault="00131B18" w:rsidP="00C81E05">
            <w:pPr>
              <w:ind w:left="-57" w:right="-57"/>
              <w:jc w:val="center"/>
              <w:rPr>
                <w:sz w:val="28"/>
                <w:szCs w:val="28"/>
              </w:rPr>
            </w:pPr>
            <w:r w:rsidRPr="00FA6386">
              <w:rPr>
                <w:sz w:val="28"/>
                <w:szCs w:val="28"/>
              </w:rPr>
              <w:t>Сумма</w:t>
            </w:r>
          </w:p>
        </w:tc>
      </w:tr>
    </w:tbl>
    <w:p w:rsidR="00131B18" w:rsidRPr="00FA6386" w:rsidRDefault="00131B18">
      <w:pPr>
        <w:rPr>
          <w:sz w:val="2"/>
          <w:szCs w:val="2"/>
        </w:rPr>
      </w:pPr>
    </w:p>
    <w:tbl>
      <w:tblPr>
        <w:tblW w:w="9941" w:type="dxa"/>
        <w:tblInd w:w="93" w:type="dxa"/>
        <w:tblLook w:val="00A0"/>
      </w:tblPr>
      <w:tblGrid>
        <w:gridCol w:w="4365"/>
        <w:gridCol w:w="505"/>
        <w:gridCol w:w="507"/>
        <w:gridCol w:w="1789"/>
        <w:gridCol w:w="565"/>
        <w:gridCol w:w="2210"/>
      </w:tblGrid>
      <w:tr w:rsidR="00131B18" w:rsidRPr="00FA6386" w:rsidTr="00ED378C">
        <w:trPr>
          <w:tblHeader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FA6386" w:rsidRDefault="00131B18" w:rsidP="00C81E05">
            <w:pPr>
              <w:jc w:val="center"/>
              <w:rPr>
                <w:color w:val="000000"/>
                <w:sz w:val="28"/>
                <w:szCs w:val="28"/>
              </w:rPr>
            </w:pPr>
            <w:r w:rsidRPr="00FA638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FA6386" w:rsidRDefault="00131B18" w:rsidP="00C81E05">
            <w:pPr>
              <w:jc w:val="center"/>
              <w:rPr>
                <w:color w:val="000000"/>
                <w:sz w:val="28"/>
                <w:szCs w:val="28"/>
              </w:rPr>
            </w:pPr>
            <w:r w:rsidRPr="00FA638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FA6386" w:rsidRDefault="00131B18" w:rsidP="00C81E05">
            <w:pPr>
              <w:jc w:val="center"/>
              <w:rPr>
                <w:color w:val="000000"/>
                <w:sz w:val="28"/>
                <w:szCs w:val="28"/>
              </w:rPr>
            </w:pPr>
            <w:r w:rsidRPr="00FA638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FA6386" w:rsidRDefault="00131B18" w:rsidP="00C81E05">
            <w:pPr>
              <w:jc w:val="center"/>
              <w:rPr>
                <w:color w:val="000000"/>
                <w:sz w:val="28"/>
                <w:szCs w:val="28"/>
              </w:rPr>
            </w:pPr>
            <w:r w:rsidRPr="00FA638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FA6386" w:rsidRDefault="00131B18" w:rsidP="00C81E05">
            <w:pPr>
              <w:jc w:val="center"/>
              <w:rPr>
                <w:color w:val="000000"/>
                <w:sz w:val="28"/>
                <w:szCs w:val="28"/>
              </w:rPr>
            </w:pPr>
            <w:r w:rsidRPr="00FA638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FA6386" w:rsidRDefault="00131B18" w:rsidP="00C81E05">
            <w:pPr>
              <w:jc w:val="center"/>
              <w:rPr>
                <w:color w:val="000000"/>
                <w:sz w:val="28"/>
                <w:szCs w:val="28"/>
              </w:rPr>
            </w:pPr>
            <w:r w:rsidRPr="00FA6386">
              <w:rPr>
                <w:color w:val="000000"/>
                <w:sz w:val="28"/>
                <w:szCs w:val="28"/>
              </w:rPr>
              <w:t>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2303350,19641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Функционирование высшего долж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ностного лица субъекта Российской Федерации и муниципального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Функционирование законодатель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(представительных) органов государственной власти и предста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вительных органов муниципальных образований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137542,248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137542,248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3345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3345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Депутаты Законодательного Соб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рания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31098,4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31098,4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103098,848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92172,848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10576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ственной власти субъектов 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Федерации, местных админи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страций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A27C04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0559B5">
              <w:rPr>
                <w:bCs/>
                <w:color w:val="000000"/>
                <w:sz w:val="28"/>
                <w:szCs w:val="28"/>
              </w:rPr>
              <w:t>345,947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A27C04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0559B5">
              <w:rPr>
                <w:bCs/>
                <w:color w:val="000000"/>
                <w:sz w:val="28"/>
                <w:szCs w:val="28"/>
              </w:rPr>
              <w:t>345,947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Руководитель высшего исполни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16966,9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16966,9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A27C04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  <w:r w:rsidRPr="000559B5">
              <w:rPr>
                <w:bCs/>
                <w:color w:val="000000"/>
                <w:sz w:val="28"/>
                <w:szCs w:val="28"/>
              </w:rPr>
              <w:t>379,047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A27C04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  <w:r w:rsidRPr="000559B5">
              <w:rPr>
                <w:bCs/>
                <w:color w:val="000000"/>
                <w:sz w:val="28"/>
                <w:szCs w:val="28"/>
              </w:rPr>
              <w:t>639,847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1729,7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Судебная система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71624,9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71624,9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71624,9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66006,7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5537,2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финан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147165,219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43841,519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Председатель Счётной палаты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 и его заместитель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4267,1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4267,1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39574,419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37494,619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2032,1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Управление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сударственными финансами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103323,7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Министерства финансов Ульяновской области по реализации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103323,7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103323,7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75137,8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28133,9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151213,26262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151213,26262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9287,6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9287,6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Проведение выборов Губернатора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77726,76629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77726,76629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автоматизирован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ная информационная система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боры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Проведение выборов депутатов 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конодательного Собрания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4872,19633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4872,19633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23708,5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23369,3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34958,2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34958,2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Резервные фонды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75343,62141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75343,62141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73343,62141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73343,62141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Резервный фонд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Другие общегосударственные 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просы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A27C04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152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0559B5">
              <w:rPr>
                <w:bCs/>
                <w:color w:val="000000"/>
                <w:sz w:val="28"/>
                <w:szCs w:val="28"/>
              </w:rPr>
              <w:t>844,99838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A4B57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</w:t>
            </w:r>
            <w:r>
              <w:rPr>
                <w:bCs/>
                <w:color w:val="000000"/>
                <w:sz w:val="28"/>
                <w:szCs w:val="28"/>
              </w:rPr>
              <w:t>7041,4</w:t>
            </w:r>
            <w:r w:rsidRPr="000559B5">
              <w:rPr>
                <w:bCs/>
                <w:color w:val="000000"/>
                <w:sz w:val="28"/>
                <w:szCs w:val="28"/>
              </w:rPr>
              <w:t>31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аппа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рата Общественной палаты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5123,3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4890,9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229,4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Ульяновскому регио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нальному отделению Общероссий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общественной организации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Ассоциация юристов России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затрат, связанных с деятельностью Ассо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циации по содействию развитию правового просвещения и оказанию бесплатной юридической помощи на территории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05" w:type="dxa"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501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2419,9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2419,9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Субсидии Ассоциации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Совет 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 образований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 по осуществле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нию социально ориентированных видов деятельности в целях содей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ствия развитию местного само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3013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3013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Ульяновской региональ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организации Всероссийской общественной организации ветера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 (пенсионеров) войны, труда, Вооружённых Сил и правоохрани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тельных органов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 по патриотическому воспитанию граждан Российской Федерации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4121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3852,7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261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 в сфере проведения научных исследований в области истории и культуры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 октября 2012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131-ЗО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бесплатной юридиче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помощи на территории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2223,8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2223,8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Ульяновской региональ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общественной организации Общероссийской общественной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ганизации – Общество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Знание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России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бюджетного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Научно-исследова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тельский институт изучения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блем региональной экономики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5302,1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5302,1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автономной некоммерче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Агентство пере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довых инициатив, технологий,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17646,1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17646,1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автономной некоммерче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организации развития кадро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вого потенциала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Корпоративный университет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затрат, связанных с решением задач в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образования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12555,6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12555,6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отдельных полно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мочий по составлению (изменению) списков кандидатов в присяжные заседатели федеральных судов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щей юрисдикции в Российской Фе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1983,1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1983,1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депута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 Государственной Думы и их помощников в избирательных ок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ругах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8151,7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6513,7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1638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членов Совета Феде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рации и их помощников в субъек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тах Российской Федерации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1639,6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1501,344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138,256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Проведение Всероссийской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скохозяйственной переписи в 2016 году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17312,1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17312,1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переданных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нам государственной власти субъ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Российской Федерации в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ответствии с пунктом 1 статьи 4 Федерального закона от 15 ноября 1997 года № 143-ФЗ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актах гражданского состояния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полномо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чий Российской Федерации на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сударственную регистрацию актов гражданского состояния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60114,1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40097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9647,9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10361,4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организацией и 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нием деятельности муниципальных комиссий по делам несовершенно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летних и защите их прав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21011,7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21011,7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15249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расходного обязательства,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связанного с определением перечня должностных лиц органов местного самоуправления, уполномоченных составлять протоколы об отдел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административных пра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вонарушениях, предусмотренных Кодексом Ульяновской области об административных правонаруше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ниях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23,04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23,04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проведением на террито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рии Ульяновской области публич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мероприятий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Компенсация расходов бюджета муниципального образования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Ульяновский район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по проведе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нию на территории Ульяновского района Ульяновской области обла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стного форума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Экипаж-2020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709,791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709,791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74303,4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70326,5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3855,5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170-ЗО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поддержки общественных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единений пожарной охраны и доб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ровольных пожарных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 по обеспечению хо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102701,9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70409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32005,9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наградах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Расходы, связанные с исполнением решений, принятых судебными 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ганами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4401,5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4401,5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дернизация образования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32031,8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32031,8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32031,8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учреждений, находя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щихся в ведении Министерства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разования и науки Ульяновской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32031,8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26073,4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3341,5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2616,9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249411,53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мер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поддержки отдельных кате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горий граждан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Адресная целевая поддержка в области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защиты населения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приятий, связанных с укреплением материально-технической базы уч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реждений социального обслужива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населения, оказанием адресной социальной помощи неработаю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щим пенсионерам, обучением ком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пьютерной грамотности нерабо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тающих пенсионеров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циальная поддержка и защита насе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248872,63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248872,63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Учреждения, подведомственные органу исполнительной власти Ульяновской области, уполномо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ченному в сфере социального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служивания, социальной защиты и занятости населения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237872,63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200201,7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37063,63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607,3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Внедрение современных техноло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гий в деятельность учреждений системы социальной защиты и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служивания населения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щество и государственная нацио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10295,4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Содействие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тию институтов гражданского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щества и поддержка социально ориентированных некоммерческих организаций и добровольческой (волонтёрской) деятельности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общество и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ственная национальная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финансовой поддержки социально ориентированным некоммерческим организациям на реализацию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 ориентированных проектов (программ) по результатам кон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курсных процедур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мероприятий, направленных на обеспечение развития гражданского общества и организацию взаимо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действия составляющих его эле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ментов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Укрепление един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российской нации и этнокуль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турное развитие народов России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общество и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ственная национальная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1095,4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и сопровождение системы монито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ринга состояния межнациональных отношений и раннего предупреж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дения межнациональных конфлик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тов, базирующейся на диверсифи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кации источников информации и предусматривающей возможность оперативного реагирования на кон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фликтные и предконфликтные си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туации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комплексной информационной кампании, направленной на укреп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ление единства российской нации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65,4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Профилак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тика этнополитического и религи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озно-политического экстремизма, ксенофобии и нетерпимости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финансовой поддержки обществен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инициатив в сфере укрепления гражданского единства и гармони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зации межнациональных отноше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тельное профессиональное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вание государственных граждан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служащих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и муниципальных служащих, в компетенции которых находятся вопросы в сфере обеспечения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щегражданского единства и гармо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низации межнациональных отно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шений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Организация и проведение совеща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ний, семинаров с участием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ственных гражданских служащих Ульяновской области и должност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лиц органов местного само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управления муниципальных 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зований Ульяновской области, 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ветственных за реализацию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национальной поли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тики, по вопросам межнациональ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отношений и предупреждения межнациональных конфликтов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81 2 05 25100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81 2 05 25100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условий для этноконфессиональной адаптации мигрантов, прибываю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 в Ульяновскую область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Организация и проведение обу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чающих курсов для мигрантов, прибывающих в Ульяновскую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ласть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Совершен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ствование деятельности исполни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тельных органов государственной власти Ульяновской области по реализации своих полномочий в сфере государственной националь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дарственного управления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A27C04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59</w:t>
            </w:r>
            <w:r w:rsidRPr="000559B5">
              <w:rPr>
                <w:bCs/>
                <w:color w:val="000000"/>
                <w:sz w:val="28"/>
                <w:szCs w:val="28"/>
              </w:rPr>
              <w:t>257,2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Оценка претендентов на замещение долж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ностей государственной граждан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службы Ульяновской области и муниципальной службы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области, государственных гражданских служащих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и муниципальных служащих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замещению долж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ностей государственной граждан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службы Ульяновской области и муниципальной службы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Совершен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ствование ведения кадрового учёта лиц, замещающих государственные должности Ульяновской области, государственных гражданских слу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жащих (работников)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Внедрение (настройка и содержа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ние) автоматизированной системы управления в целях обеспечения возможности передачи сведений по вопросам формирования кадрового состава государственной граждан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службы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резерва управленческих кадров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подготовке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зерва управленческих кадров и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вершенствованию механизма его формирования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Совершен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ствование работы с молодёжью на государственной гражданской службе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Организация и проведение 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Губернатора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области, Правительства Ульяновской области, исполни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тельных органов государственной власти Ульяновской области и дру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гих государственных органов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84 0 07 00000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A27C04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58</w:t>
            </w:r>
            <w:r w:rsidRPr="000559B5">
              <w:rPr>
                <w:bCs/>
                <w:color w:val="000000"/>
                <w:sz w:val="28"/>
                <w:szCs w:val="28"/>
              </w:rPr>
              <w:t>892,1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 по обеспечению хо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A27C04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58</w:t>
            </w:r>
            <w:r w:rsidRPr="000559B5">
              <w:rPr>
                <w:bCs/>
                <w:color w:val="000000"/>
                <w:sz w:val="28"/>
                <w:szCs w:val="28"/>
              </w:rPr>
              <w:t>892,1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161748,9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A27C04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  <w:r w:rsidRPr="000559B5">
              <w:rPr>
                <w:bCs/>
                <w:color w:val="000000"/>
                <w:sz w:val="28"/>
                <w:szCs w:val="28"/>
              </w:rPr>
              <w:t>651,2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недеятельности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18052,5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рядка, противодействию пре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ступности и профилактике право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нарушений на территории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правопорядка и безопасности жизнедеятельности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17602,5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Вовлече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общественности в деятельность по предупреждению правонаруше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577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преждение и пресечение преступ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лений с участием несовершенно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летних и в отношении их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D035E1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автоматизированного програм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много комплекса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Безопасный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противодействие распростра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нению идеологии терроризма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15275,5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15275,5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Информа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ционно-методическое обеспечение профилактики правонарушений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 государственной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недеятельности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ционно-правовое обеспечение 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тинаркотической деятельности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88061,1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Модерни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зация материально-технической 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зы областных государственных у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реждений в сфере культуры и 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кусства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культуры и сохранение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культурного наследия в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культуры и сохранение объектов культурного наследия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38061,1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38061,1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государственных архивов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33460,6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33460,6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хранением, комплектова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нием, учётом и использованием 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хивных документов, относя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щихся к государственной собствен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ности Ульяновской области и нахо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дящихся на территориях муници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пальных районов и городских окру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4600,5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4600,5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инфор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мационного общества и электрон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правительства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345445,83738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Снижение админи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стративных барьеров, оптимизация и повышение качества предостав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 государственных услуг ис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полнительными органами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ственной власти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и муниципальных услуг 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ганами местного самоуправления муниципальных образований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информационного общества и элек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тронного правительства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0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308908,63738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сети многофункциональных цен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тров предоставления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и муниципальных услуг и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новление их материально-техниче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базы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предоставления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и муниципальных услуг в электронной форме, в том числе внедрение универсальной элек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тронной карты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21223,6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сфере информаци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онных технологий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21223,6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21223,6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текущей деятельности подве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домственных учреждений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272685,03738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30333,03738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242352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Повышение уровня доступности информационных и телекоммуникационных техноло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гий для физических и юридических лиц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информационного обще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электронного правительства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проведения мероприятий в сфере информационно-телекомму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никационных технологий междуна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родного, межрегионального и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гионального масштаба, а также участие в них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сфере информаци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онных технологий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тавление субсидий Фонду развития информационных технологий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 в целях финансо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вого обеспечения затрат, связанных с реализацией мероприятий по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вышению уровня доступности 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формационных и телекоммуника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ционных технологий для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и юридических лиц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сфере информаци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онных технологий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инфор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мационно-телекоммуникационного взаимодействия исполнительных органов государственной власти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информационного общества и электронного правительства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0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30737,2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Модерни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зация сетей передачи данных и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новление программного 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96 3 01 00000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2616,3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сфере информаци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онных технологий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2616,3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2616,3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текущей деятельности подве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домственных учреждений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28120,9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26219,7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1840,8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A4B57">
            <w:pPr>
              <w:spacing w:line="372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Повышение эф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фективности управления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ственным имуществом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64248,2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A4B57">
            <w:pPr>
              <w:spacing w:line="372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работы по управлению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тием объектов государственного имущества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6247,1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A4B57">
            <w:pPr>
              <w:spacing w:line="372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6247,1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A4B57">
            <w:pPr>
              <w:spacing w:line="372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работы по проведению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кадастровой оценки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6344,4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A4B57">
            <w:pPr>
              <w:spacing w:line="372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A4B57">
            <w:pPr>
              <w:spacing w:line="372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6344,4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вышение эффективности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 имуществом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вышение эффективности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 имуществом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51656,7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и соисполнителей государственной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51656,7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Региональный зе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мельно-имущественный информа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ционный центр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24294,1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20713,5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3540,6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27362,6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26715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646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Национальная оборона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15403,1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15403,1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15403,1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полномочий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сийской Федерации в области пер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вичного воинского учёта на терри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ториях, где отсутствуют военные комиссариаты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15403,1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15403,1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Национальная безопасность и правоохранительная деятель</w:t>
            </w:r>
            <w:r>
              <w:rPr>
                <w:b/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ность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403014,46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Защита населения и территории от чрезвычайных ситуаций природ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и техногенного характера, гражданская оборона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84317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недеятельности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84317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Снижение рисков и смягчение последствий чрезвычай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ситуаций природного и техно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генного характера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84317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Участие в создании системы обеспечения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зова экстренных оперативных служб по единому номеру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112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комплексной системы экстренного оповещения населения на террито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Освежение запасов средств индивидуальной защиты для гражданской обороны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3427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3427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территориального страхового фо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 документации Ульяновской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вое обеспечение деятельности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ластного государственного казён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Служба граж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данской защиты и пожарной безо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пасности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75185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68176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6406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598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пожарной безопасно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318697,46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недеятельности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318697,46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Снижение рисков и смягчение последствий чрезвычай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ситуаций природного и техно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генного характера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318697,46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вое обеспечение деятельности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ластного государственного казён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Служба граж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данской защиты и пожарной безо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пасности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318049,86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9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5" w:type="dxa"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56AE9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292025,86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23937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2077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Содержа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пожарных частей противопо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жарной службы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647,6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647,6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Национальная экономика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6609457,24394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259160,8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6099,34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программы дополни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тельных мероприятий в сфере заня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тости населения, направленных на снижение напряжённости на рынке труда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R4700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6099,34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R4700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6099,34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178446,96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Содействие заня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тости населения, улучшение усло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вий и охраны труда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программы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28647,16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вие трудоустройству населения, улучшение условий, охраны труда и здоровья на рабочем месте, 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социального партнёрства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27801,86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A56AE9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обеспечению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прав граждан на труд и 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циальную защиту от безработицы, а также создание благоприятных у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ловий для обеспечения занятости населения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24170,56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9843,4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3894,5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10432,66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Профессиональное обучение и 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полнительное профессиональное образование женщин в период 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пуска по уходу за ребёнком до дос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тижения им возраста трёх лет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3531,3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3531,3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денежного вознагражде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гражданам, оказавшим содей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ствие территориальным органам федеральных органов исполнитель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власти в осуществлении ими предварительного расследования уголовных дел о налоговых престу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плениях, установлении фактов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вершения налоговых правонаруше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ний, производстве по делам об ад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министративных правонарушениях в области налогов и сборов, а также в области законодательства о труде и об охране труда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вие в трудоустройстве незанятых инвалидов на оборудованные (ос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нащённые) для них рабочие места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845,3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Информационное сопровождение реализации мероприятий, направ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ленных на снижение напряжённо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 на рынке труда среди незаня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тых инвалидов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дополни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тельных мероприятий в сфере заня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тости населения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02 R0830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02 R0830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содейст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вия добровольному переселению в Ульяновскую область соотечест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венников, проживающих за рубе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Привлече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соотечественников, прожи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вающих за рубежом, на постоянное местожительство в Ульяновскую область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оказанию содейст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вия добровольному переселению в Ульяновскую область соотечест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венников, проживающих за рубе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жом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циальная поддержка и защита насе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149486,7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149486,7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Учреждения, подведомственные органу исполнительной власти Ульяновской области, уполномо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ченному в сфере социального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служивания, социальной защиты и занятости населения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149486,7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103293,8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45101,6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1091,3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74614,5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благопри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ятного инвестиционного климата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74614,5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74614,5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74614,5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64518,3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9939,2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1412281,212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471494,9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Возмещение части затрат на приоб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ретение элитных семян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21827,1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21827,1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Возмещение части затрат на рас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корчёвку выбывших из эксплуата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 старых садов и рекультивацию раскорчёванных площадей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493,2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493,2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Возмещение части затрат на 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кладку и уход за многолетними плодовыми и ягодными насажде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3918,4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3918,4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Возмещение части затрат сельско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хозяйственных товаропроизводите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лей на уплату страховой премии, начисленной по договору сельско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хозяйственного страхования в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растениеводства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11 0 00 50400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53798,8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11 0 00 50400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53798,8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несвязанной поддержки сельскохозяйственным товаропро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изводителям в области растение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279880,5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279880,5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Поддержка племенного животно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442,1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442,1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1 килограмм реализо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ванного и (или) отгруженного на собственную переработку молока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71651,6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71651,6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Возмещение части затрат сельско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хозяйственных товаропроизводите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лей на уплату страховой премии, начисленной по договору сельско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хозяйственного страхования в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животноводства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11 0 00 50490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11 0 00 50490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Поддержка племенного крупного рогатого скота мясного направле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несвязанной поддержки сельскохозяйственным товаропро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изводителям в области развития производства семенного картофеля и овощей открытого грунта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11 0 00 54390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3683,3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11 0 00 54390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3683,3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Поддержка племенного крупного рогатого скота молочного направ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11 0 00 54460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19948,2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11 0 00 54460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19948,2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организацией отлова и 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держанием безнадзорных 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машних животных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7680,6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7680,6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Возврат средств в результате не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достижения показателей результа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тивности использования субсидий, предоставляемых из федерального бюджета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5218,8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5218,8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окру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67026,012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государственных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грамм, государственным заказчи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ком-координатором которых явля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ется Министерство сельского, лес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хозяйства и природных ресур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 и восстановление природных ресурсов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866E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67026,012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Содержа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аппарата Министерства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ского, лесного хозяйства и природ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ресурсов Ульяновской области и подведомственных Министерству сельского, лесного хозяйства и природных ресурсов Ульяновской области организаций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67026,012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бюджетного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Агентство по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тию сельских территорий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9966,3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9966,3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57059,712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47095,112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9739,5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ского хозяйства и регулирование рынков сельскохозяйственной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717148,7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сельского хозяйства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сельского хозяйства и регу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лирование рынков сельскохозяйст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венной продукции, сырья и продо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вольствия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680148,7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подотрасли растениеводства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производства продукции растениеводства в 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щищённом грунте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элитного 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меноводства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садоводства за счёт раскорчёвки выбывших из эксплуатации старых садов и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культивации раскорчёванных пло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щадей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садоводства за счёт закладки и ухода за много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летними плодовыми и ягодными насаждениями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мер государственной поддержки производства, переработки и реали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зации продукции растениеводства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512060,1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поддержку промыш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ленной переработки продукции растениеводства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поддержку экономи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чески значимых региональных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 в области растениеводства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79060,1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79060,1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государственную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держку кредитования подотрасли растениеводства, переработки её продукции, развития инфраструк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логистического обеспечения рынков продукции растениеводства (краткосрочные кредиты, займы)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государственную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держку кредитования подотрасли растениеводства, переработки её продукции, развития инфраструк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логистического обеспечения рынков продукции растениеводства (инвестиционные кредиты, займы)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управление рисками в подотраслях растениеводства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поддержку доходов сельскохозяйственных товаропро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изводителей в области растение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водства (оказание несвязанной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сельскохозяйственным 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варопроизводителям)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49350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49350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R4390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02 R4390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подотрасли животноводства и ско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товодства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племенного животноводства, птицеводства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1 килограмм реализо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ванного и (или) отгруженного на собственную переработку молока в целях развития молочного ското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племенной базы мясного скотоводства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возмещение части процентной ставки по краткосроч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 кредитам (займам) на развитие молочного скотоводства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возмещение части процентной ставки по инвестици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онным кредитам (займам) на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тельство и реконструкцию объектов для молочного скотоводства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поддержку племен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крупного рогатого скота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R4460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03 R4460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мер государственной поддержки производства, переработки и реали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зации продукции животноводства и скотоводства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78288,6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поддержку экономи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чески значимых региональных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 в области животноводства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57488,6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57488,6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государственную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держку кредитования подотрасли животноводства, переработки её продукции, развития инфраструк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логистического обеспечения рынков продукции животноводства (краткосрочные кредиты, займы)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государственную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держку кредитования подотрасли животноводства, переработки её продукции, развития инфраструк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логистического обеспечения рынков продукции животноводства (инвестиционные кредиты, займы)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14800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14800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управление рисками в подотраслях животноводства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возмещение части 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трат на уплату процентов по креди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там, полученным в российских кре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дитных организациях, на развитие аквакультуры (рыбоводство)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малых форм хозяйствова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потребитель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обществ, садоводческих, ого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роднических и дачных некоммер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ческих объединений граждан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93 1 05 46050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93 1 05 46050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грантов на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держку начинающих фермеров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грантов на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тие семейных животноводческих ферм на базе крестьянских (фер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мерских) хозяйств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государственную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держку кредитования малых форм хозяйствования на селе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D035E1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грантов сельскохо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зяйственным потребительским 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оперативам для развития матери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ально-технической базы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Техниче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ская и технологическая модерниза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ция, инновационное развитие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по техни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ческой и технологической модер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низации, инновационному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возмещение части процентной ставки по краткосроч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 кредитам (займам) на перера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ботку продукции растениеводства и животноводства в области развития оптово-распределительных центров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06 R4500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1 06 R4500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тие сельских территорий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сельского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регулирование рынков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скохозяйственной продукции, сы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рья и продовольствия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уровня комфортного прожива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в сельской местности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на воз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мещение части затрат сельскохо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зяйственных товаропроизводителей на строительство жилых помеще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93 2 01 46070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93 2 01 46070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 значимые мероприятия в сфере 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вития сельских территорий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Поощрение и популяризация дос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тижений в сфере развития сельских территорий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11900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02 R0180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Поддержка местных инициатив граждан, проживающих в сельской местности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6790,841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209,159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мелиора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 земель сельскохозяйственного назначения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сельского хозяйства и регу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лирование рынков сельскохозяйст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венной продукции, сырья и продо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вольствия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Восста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новление мелиоративных систем и предотвращение выбытия из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скохозяйственного оборота земель сельскохозяйственного назначе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возмещение части 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трат сельскохозяйственных товаро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производителей на проведение 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роприятий по известкованию кис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лых почв на землях сельскохозяй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ственного назначения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мелиорации земель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скохозяйственного назначения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01 R0760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возмещение части 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трат на строительство, реконструк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цию и (или) техническое перевоо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ружение на инновационной техно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логической основе оросительных и осушительных систем общего и 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дивидуального пользования и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дельно расположенных гидро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технических сооружений, принад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лежащих на праве собственности (аренды) сельскохозяйственным товаропроизводителям, включая приобретение машин, установок, дождевальных и поливных аппара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тов, насосных станций, включён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в сводный сметный расчёт стоимости строительства (в том числе приобретённых в лизинг и поставленных на балансовый учёт сельскохозяйственными товаро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производителями), за исключением затрат, связанных с проведением проектных и изыскательских работ и (или) подготовкой проектной 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кументации в отношении указан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объектов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возмещение части 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трат сельскохозяйственных товаро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производителей на проведение аг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ролесомелиоративных и фитоме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лиоративных мероприятий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возмещение части 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трат сельскохозяйственных товаро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производителей на проведение культуртехнических мероприятий на землях, вовлекаемых в сельско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хозяйственный оборот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ветеринарной службы Ульяновской области в 2014-2020 годах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156611,6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проведения противоэпизооти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ческих мероприятий и мероприятий по безопасности пищевой продук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государственной ветеринар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службы Ульяновской области в 2014-2020 годах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государственной ветери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нарной службы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в 2014-2020 годах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147311,6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147311,6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государственных бюджетных учреждений, обеспечивающих пре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доставление услуг в области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вотноводства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133517,6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133517,6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13794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12752,9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1033,7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Водное хозяйство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44898,3289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16994,38231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отдельных полно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мочий в области водных отноше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16946,6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16946,6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Возврат средств в результате не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достижения показателей результа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тивности использования субсидий, предоставляемых из федерального  бюджета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47,78231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47,78231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окру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27903,94659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водохо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зяйственного комплекса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окружающей среды и вос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становление природных ресурсов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27903,94659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тельство (реконструкция) сооруже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 инженерной защиты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966,2179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Строительство (реконструкция) гидротехнических берегоукрепи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тельных сооружений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966,2179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966,2179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Ремонт гидротехнических сооружений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16797,72869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15249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Подготовка проектной документа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 для осуществления капиталь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ремонта гидротехнических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сооружений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88 2 02 48020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4529,231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88 2 02 48020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4529,231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Капитальный ремонт гидротехни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ческих сооружений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88 2 02 48030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8776,29769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88 2 02 48030</w:t>
            </w:r>
          </w:p>
        </w:tc>
        <w:tc>
          <w:tcPr>
            <w:tcW w:w="56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8776,29769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E61D9D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Погашение кредиторской задол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женности за ранее выполненные работы по текущему ремонту гид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ротехнич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сооружений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88 2 02 48110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88 2 02 48110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Капитальный ремонт гидротехни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ческих сооружений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02 R0162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3332,2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02 R0162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3332,2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Восста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новление и экологическая реабили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тация водных объектов (природо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охранные мероприятия)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10140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Подготовка проектной документа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 для осуществления экологиче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реабилитации водных объек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тов, расположенных на территории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88 2 03 48070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88 2 03 48070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Экологическая реабилитация вод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объектов, расположенных на территории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88 2 03 48080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4840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88 2 03 48080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4840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благоустройство 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ников в Ульяновской области, ис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пользуемых населением в качестве источников питьевого водоснабже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Лесное хозяйство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205799,8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области лесных 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ношений в рамках непрограммных направлений деятельности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179841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учреж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дений, обеспечивающих выполне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функций в области лесных 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ношений в рамках непрограммных направлений деятельности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124681,6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отдельных полно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124681,6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85411,9564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20594,71111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18267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407,93249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охране и защите лесов в рамках непрограммных 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правлений деятельности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17159,4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отдельных полно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12 2 00 51290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17159,4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12 2 00 51290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17159,4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органа государственной власти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в области лесных 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ношений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отдельных полно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31444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6556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04A6D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окру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25958,8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04A6D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лесного хозяйства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рана окружающей среды и восста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10932,5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04A6D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и защита лесов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5896,3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604A6D" w:rsidRDefault="00131B18" w:rsidP="00BA01C6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на воз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softHyphen/>
              <w:t>мещение части затрат хозяйствую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softHyphen/>
              <w:t>щих субъектов, осуществляющих деятельность в сфере лесной пр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t>мышленности, связ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ан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t>ных с прио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t>рет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t>нием транспортных средств, необходимых для выполнения р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t>бот по охране, защите и воспро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softHyphen/>
              <w:t>изводству лесов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88 3 01 48100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04A6D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88 3 01 48100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04A6D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специализированной лесопожарной техники и оборудо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88 3 01 51310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3701,5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88 3 01 51310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3701,5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пожарной техники и средств пожаротушения, а также автомобилей для патрулирования лесов 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3 01 R1310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194,8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3 01 R1310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194,8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использования лесов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5036,2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5036,2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государственных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грамм, государственным заказчи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ком-координатором которых явля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ется Министерство сельского, лес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хозяйства и природных ресур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 и восстановление природных ресурсов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15026,3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Содержа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аппарата Министерства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ского, лесного хозяйства и природ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ресурсов Ульяновской области и подведомственных Министерству сельского, лесного хозяйства и природных ресурсов Ульяновской области организаций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15026,3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бюджетного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Пожарная безопас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10404,4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10404,4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государственных казённых уч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реждений в сфере лесного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4621,9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1604,5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2085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Транспорт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242312,4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лищно-коммунального хозяйства и повышение энергетической эффек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тивности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Энергосбережение и повышение энергетической эф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фективности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ласти, в том числе на основе рас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ширения использования природ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газа в качестве моторного топ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жилищно-коммунального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повышение энергетической эффективности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Меры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поддержки 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 энергосберегающих и энерго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эффективных мероприятий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автобусов, транс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портных средств жилищно-, 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рожно-коммунального хозяйства, работающих на газомоторном топ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ливе, и ввод их в эксплуатацию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83 4 01 29110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83 4 01 29110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транс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портной системы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232312,4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насе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 Ульяновской области качест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венными услугами пассажирского транспорта в 2015-2020 годах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транс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портной системы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232312,4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приятия, направленные на развитие пассажирских перевозок автомо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бильным транспортом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автобусов и ввод их в эксплуатацию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компенсацию недопо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лученных доходов от перевозки пассажиров автомобильным транс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портом юридическим лицам, инди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видуальным предпринимателям, осуществляющим данную деятель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ность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приятия, направленные на развитие пассажирских перевозок железно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дорожным транспортом общего пользования в пригородном сооб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щении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112312,4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компенсацию недопо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лученных доходов, связанных с 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ревозкой пассажиров на железно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дорожном транспорте общего поль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зования в пригородном сообщении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Расходы, связанные с исполнением решений, принятых судебными 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ганами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26312,4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26312,4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3882387,75704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 и архитектуры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110227,07324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строительства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строительства и архитектуры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110227,07324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жилищного строительства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110227,07324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Мероприятия подпрограммы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мулирование программ развития жилищного строительства субъек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 Российской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феде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99170,07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99170,07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Софинансирование мероприятий подпрограммы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Стимулирование программ развития жилищного строительства субъектов 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федеральной це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Жилище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R0210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11057,00324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софинансирование мероприятий по строительству ав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томобильных дорог в новых мик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рорайонах массовой малоэтажной и многоэтажной застройки жилых помещений экономического класса по подпрограмме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Стимулирование программ развития жилищного строительства субъектов 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федеральной це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Жилище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R0211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11057,00324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R0211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11057,00324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транс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портной системы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3708175,32505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системы дорожного хозяйства Ульяновской области в 2014-2020 годах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транспорт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системы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3468921,02518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тельство и реконструкция автомо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бильных дорог общего пользования регионального и межмуниципаль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значения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4126,66056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Строительство и реконструкция прочих автомобильных дорог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щего пользования регионального и межмуниципального значения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4126,66056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4126,66056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дорожной деятельности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3464794,36462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дорожно-строительным организациям, осуществляющим дорожную деятельность на автомо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бильных дорогах регионального или межмуниципального значения Ульяновской области, на возмеще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затрат, связанных с уплатой процентов по кредитам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18827,3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18827,3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1577867,9272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1577867,9272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областным государст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венным казённым предприятиям на возмещение части затрат, связан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с приобретением дорожно-транспортной техники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62682,88629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62682,88629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Департамент автомо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бильных дорог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525550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47458,1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25791,47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452300,43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регио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нальных программ в сфере дорож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хозяйства по решениям Пра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вительства Российской Федерации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520283,13134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309417,96488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210865,16646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ремонт дворовых тер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риторий многоквартирных домов и социальных объектов, проездов к дворовым территориям многоквар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тирных домов и социальным объек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там населённых пунктов, подго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товку проектной документации, строительство, реконструкцию, ка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питальный ремонт, ремонт и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держание (установку дорожных знаков и нанесение горизонтальной разметки) автомобильных дорог общего пользования местного зна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чения, мостов и иных искусствен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дорожных сооружений на них, в том числе на проектирование и строительство (реконструкцию) 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томобильных дорог общего поль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зования местного значения с твёр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дым покрытием до сельских насе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лённых пунктов, не имеющих круг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логодичной связи с сетью автомо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бильных дорог общего пользования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755820,0937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755820,0937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софинансирование проектирования и строительства (реконструкции), капитального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монта, ремонта и содержания вело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сипедных дорожек и велосипедных парковок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3763,02609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3763,02609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Повышение безо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пасности дорожного движения в Ульяновской области в 2014-2020 годах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транспортной системы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239254,29987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и развитие автоматизированной системы фиксации нарушений пра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вил дорожного движения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167696,88387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обеспечению экс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плуатации специальных средств, применяемых в целях фиксации административных правонаруше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 в области безопасности дорож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движения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167696,88387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167696,88387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Совершен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ствование организации дорожного движения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92 3 03 00000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71557,416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Мероприятия, направленные на 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вершенствование организации д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рожного движения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71557,416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71557,416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ского хозяйства и регулирование рынков сельскохозяйственной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63985,35875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тие сельских территорий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сельского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регулирование рынков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скохозяйственной продукции, сы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рья и продовольствия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63985,35875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уровня комфортного прожива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в сельской местности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63985,35875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федераль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39096,3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39096,3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24889,05875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сети автомо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бильных дорог, ведущих к общест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венно значимым объектам сельских населённых пунктов, объектам производства и переработки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скохозяйственной продукции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24889,05875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24889,05875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Другие вопросы в области нацио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нальной экономики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562616,946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на воз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мещение затрат, связанных с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полнением работ и оказанием услуг в сфере общественного питания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Погашение задолженности по оп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лате вступительного и ежегодных членских взносов в Ассоциацию экономического взаимодействия субъектов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Ассоциация инновационных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гионов России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11 0 00 62020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11 0 00 62020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бюджету муниципаль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образования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город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финансовое обеспечение расходного обязательства, связан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с установлением регулируе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мых тарифов на регулярные пере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возки пассажиров и багажа город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ским наземным электрическим транспортом по муниципальным маршрутам таких перевозок в гра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ницах муниципального образова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город Ульяновск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 и архитектуры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10872,7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Подготовка доку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ментов территориального планиро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строительства и архитек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муниципальных образований Ульяновской области документами территориального планирования и градостроительного зонирования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Разработка проекта внесения изме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нений в Схему территориального планирования Ульяновской области и разработка концепции агломера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 городов Ульяновска и Димит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ровграда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85 2 01 40100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85 2 01 40100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ком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фортной среды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и проведение социально значи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мых мероприятий, конкурсов, кон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ференций и форумов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Организация и проведение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 значимых мероприятий в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архитектуры и градострои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архитектуры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10512,5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исполнителя и соисполнителей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10512,5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государственного автоном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Региональный градостроительный центр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10512,5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10512,5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462015,346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и развитие инфраструктуры зон 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198261,4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Развитие промышленной зоны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Заволжье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80980,5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акций, выпускаемых при уве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личении уставного капитала акцио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нерного общества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Корпорация развития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в целях погашения основного долга по кредиту на строительство объек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 инфраструктуры промышлен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зон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39978,2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39978,2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организациям, которым в соответствии с Законом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от 15 марта 2005 года № 019-ЗО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развитии инвестици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онной деятельности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присвоен статус организации, уполномочен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в сфере формирования и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тия инфраструктуры промышлен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зон, в целях возмещения затрат указанных организаций по уплате процентов по кредитам, получен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 на формирование и развитие инфраструктуры промышленных зон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41002,3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41002,3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портовой особой экономической зоны, расположенной на террито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рии муниципального образования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Чердаклинский район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111498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акций, выпускаемых при уве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личении уставного капитала акцио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нерного общества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Корпорация развития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в целях выкупа указанным общест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вом акций открытого акционерного общества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Портовая особая эконо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мическая зона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Ульяновск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108998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108998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акций, размещаемых по закры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той подписке при увеличении ус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тавного капитала акционерного общества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Корпорация развития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в целях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купа земельных участков для 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мещения внеплощадочных инже-нерных сетей портовой особой эко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номической зоны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90 1 02 62070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90 1 02 62070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деятельности организации, уполномоченной в сфере формиро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 и развития инфраструктуры промышленных зон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5782,9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48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организациям, которым в соответствии с Законом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от 15 марта 2005 года № 019-ЗО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развитии инвестици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онной деятельности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присвоен статус организации, уполномочен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в сфере формирования и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тия инфраструктуры промышлен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зон, в целях возмещения части затрат указанных организаций в связи с осуществлением мероприя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тий по формированию и развитию инфраструктуры промышленных зон и функций, определённых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становлением Правительства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от 16.08.2013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367-П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некоторых вопросах деятельности организации, упо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номоченной в сфере формирования и развития инфраструктуры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мышленных зон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FB4035">
            <w:pPr>
              <w:spacing w:line="348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3345,7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48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3345,7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48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  <w:t>ных акций, размещаемы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 при уве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личении уставного капитала акцио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нерного общества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Корпорация развития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с целью проектирования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,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строитель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и подключения (технологиче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  <w:t xml:space="preserve">ского присоединения) 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объектов инфраструктуры зон развития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 к сетям инже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  <w:t>нерно-технического обеспечения (электро-, газо-, тепло-, водоснаб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  <w:t>жения или водоотведения)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90 1 03 62060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2437,2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48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90 1 03 62060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2437,2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48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иннова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ционной и инвестиционной дея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тельности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FB4035">
            <w:pPr>
              <w:spacing w:line="348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23150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48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поддержки организациям в сфере инновационной деятельности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15650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48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ские) хозяйства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90 2 01 50640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48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90 2 01 50640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48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акций, выпускаемых при уве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личении уставного капитала акцио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нерного общества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Корпорация развития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в целях получения и последующего использования результатов ветро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мониторинга, проводимого в соот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ветствии с международными стан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дартами и необходимого для реали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зации второго этапа создания на территории Ульяновской области ветропарков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90 2 01 62120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48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4848EF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90 2 01 62120</w:t>
            </w:r>
          </w:p>
        </w:tc>
        <w:tc>
          <w:tcPr>
            <w:tcW w:w="565" w:type="dxa"/>
            <w:vAlign w:val="bottom"/>
          </w:tcPr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4848EF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4848EF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4848EF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предпринимательства, включая крестьянские (фермер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ские) хозяйства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01 R0640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4848EF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субъек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там малого и среднего предприни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мательства на создание и (или) обеспечение деятельности центров молодёжного инновационного творчества, ориентированных на обеспечение деятельности в 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учно-технической сфере субъектов малого и среднего предпринима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тельства, детей и молодёжи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01 R0648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4848EF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01 R0648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4848EF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мероприятий в целях популя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ризации инновационной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4848EF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Внесение членского взноса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в Ассоциацию экономического взаимодействия субъектов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Ассоциация инновационных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гионов России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4848EF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4848EF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65" w:type="dxa"/>
            <w:vAlign w:val="bottom"/>
          </w:tcPr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4848EF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4848EF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по реализации комплексных инвести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ционных проектов по развитию 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новационных территориальных кластеров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02 R3890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авто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номной некоммерческой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Центр развития ядерного 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новационного кластера города Ди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митровграда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обеспечение её деятельности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02 R3891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2 02 R3891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Ульяновск – авиа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ционная столица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благоприятного инвестицион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климата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B4035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Развитие авиационного кластера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новск-Авиа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90 3 01 00000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FB4035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по реализации комплексных инвести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ционных проектов по развитию 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новационных территориальных кластеров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3 01 R3890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автономной некоммерче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Центр кластер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развития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обеспечение её деятель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3 01 R3892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3 01 R3892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192398,646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государственной поддержки субъ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ектам малого и среднего предпри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нимательства, осуществляющим деятельность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ласти, в целях развития предпри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нимательства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2565,2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ские) хозяйства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90 4 01 50640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90 4 01 50640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предпринимательства, включая крестьянские (фермер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ские) хозяйства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01 R0640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Субсидирование части затрат,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уплатой процентов по кредитам, привлечённым субъек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тами малого и среднего предпри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нимательства в российских кредит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организациях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01 R0641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01 R0641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государственной поддержки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низациям инфраструктуры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малого и среднего пред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принимательства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189833,446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ские) хозяйства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90 4 02 50640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75943,446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90 4 02 50640</w:t>
            </w:r>
          </w:p>
        </w:tc>
        <w:tc>
          <w:tcPr>
            <w:tcW w:w="56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75943,446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Микро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финансовой организации фонду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Корпорация по развитию пред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принимательства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в целях предоставления займов субъектам деятельности в сфере промышленности на финан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сирование проектов, направленных на внедрение передовых техноло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гий, создание новых продуктов или организацию импортозамещающих производств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95340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95340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предпринимательства, включая крестьянские (фермер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ские) хозяйства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18550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авто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номной некоммерческой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Региональный центр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и сопровождения предпри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нимательства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затрат, связанных с обеспечением деятельности центра поддержки предпринимательства Ульяновской области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Микро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финансовой организации фонду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Корпорация по развитию пред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принимательства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развитие регионального интегрированного центра 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ского представительства Европей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сети поддержки предпринима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тельства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Консорциум EEN-Рос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базе Ульяновского регио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нального представительства Евро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пейского Информационного Кор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респондентского Центра в России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R0643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R0643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AB6BB1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Ульяновский региональный фонд поручительств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в целях финансо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вого обеспечения затрат указанного фонда по предоставлению поручи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 по обязательствам субъек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 малого и среднего предприни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мательства и организаций инфра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структуры поддержки малого и среднего предпринимательства,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нованным на кредитных договорах, договорах займа, финансовой аре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 (лизинга), договорах о пре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доставлении банковской гарантии и иных договорах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R0644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R0644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авто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номной некоммерческой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Региональный центр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и сопровождения предпри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нимательства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создание и (или) обеспечение деятельности центра инноваций социальной сферы для целей оказания информационно-аналитической, консультационной и организационной поддержки субъектам социального предпри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нимательства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R0645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R0645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Микро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финансовой организации фонду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Корпорация по развитию пред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принимательства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развитие системы мик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рофинансирования посредством предоставления микрозаймов субъ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ектам малого и среднего предпри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нимательства и организациям 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фраструктуры поддержки малого и среднего предпринимательства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R0646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R0646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Микро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финансовой организации фонду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Корпорация по развитию пред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принимательства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в целях финансового обес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печения затрат, связанных с обес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печением деятельности (развитием) регионального центра координации поддержки экспортно ориентиро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ванных субъектов малого и сред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него предпринимательства для це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лей оказания информационно-ана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литической, консультационной и организационной поддержки внеш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неэкономической деятельности субъектов малого и среднего пред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принимательства, содействия 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влечению инвестиций и выходу экспортно ориентированных субъ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малого и среднего предпри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нимательства на международные рынки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R0647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4 02 R0647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Реструктуризация и стимулирование развития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мышленности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благопри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ятного инвестиционного климата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9695,2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государственной поддержки юри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дическим лицам и индивидуальным предпринимателям, осуществляю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щим деятельность на территории Ульяновской области, в целях 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вития промышленного производ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9695,2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04A6D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условий для модерниза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 и технического перевооруже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производственного сектора ис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правительных учреждений Управ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 Федеральной службы испол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нения наказаний по Ульяновской области в результате приобретения оборудования</w:t>
            </w:r>
          </w:p>
        </w:tc>
        <w:tc>
          <w:tcPr>
            <w:tcW w:w="505" w:type="dxa"/>
            <w:vAlign w:val="bottom"/>
          </w:tcPr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04A6D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04A6D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юридическим лицам, 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регистрированным на территории Ульяновской области и осуществ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ляющим производство и обработку трикотажного или вязаного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лотна, в целях возмещения части затрат на оплату услуг по передаче электрической энергии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90 5 01 62870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04A6D">
            <w:pPr>
              <w:spacing w:line="35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90 5 01 62870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04A6D">
            <w:pPr>
              <w:spacing w:line="35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604A6D">
              <w:rPr>
                <w:bCs/>
                <w:color w:val="000000"/>
                <w:sz w:val="28"/>
                <w:szCs w:val="28"/>
              </w:rPr>
              <w:t>Субсидии организациям, чис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604A6D">
              <w:rPr>
                <w:bCs/>
                <w:color w:val="000000"/>
                <w:sz w:val="28"/>
                <w:szCs w:val="28"/>
              </w:rPr>
              <w:t xml:space="preserve">ленность работников которых,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604A6D">
              <w:rPr>
                <w:bCs/>
                <w:color w:val="000000"/>
                <w:sz w:val="28"/>
                <w:szCs w:val="28"/>
              </w:rPr>
              <w:t>относящихся к лицам с огран</w:t>
            </w:r>
            <w:r w:rsidRPr="00604A6D">
              <w:rPr>
                <w:bCs/>
                <w:color w:val="000000"/>
                <w:sz w:val="28"/>
                <w:szCs w:val="28"/>
              </w:rPr>
              <w:t>и</w:t>
            </w:r>
            <w:r w:rsidRPr="00604A6D">
              <w:rPr>
                <w:bCs/>
                <w:color w:val="000000"/>
                <w:sz w:val="28"/>
                <w:szCs w:val="28"/>
              </w:rPr>
              <w:t>ченными возможностями здор</w:t>
            </w:r>
            <w:r w:rsidRPr="00604A6D">
              <w:rPr>
                <w:bCs/>
                <w:color w:val="000000"/>
                <w:sz w:val="28"/>
                <w:szCs w:val="28"/>
              </w:rPr>
              <w:t>о</w:t>
            </w:r>
            <w:r w:rsidRPr="00604A6D">
              <w:rPr>
                <w:bCs/>
                <w:color w:val="000000"/>
                <w:sz w:val="28"/>
                <w:szCs w:val="28"/>
              </w:rPr>
              <w:t>вья, превышает 50 процентов о</w:t>
            </w:r>
            <w:r w:rsidRPr="00604A6D">
              <w:rPr>
                <w:bCs/>
                <w:color w:val="000000"/>
                <w:sz w:val="28"/>
                <w:szCs w:val="28"/>
              </w:rPr>
              <w:t>б</w:t>
            </w:r>
            <w:r w:rsidRPr="00604A6D">
              <w:rPr>
                <w:bCs/>
                <w:color w:val="000000"/>
                <w:sz w:val="28"/>
                <w:szCs w:val="28"/>
              </w:rPr>
              <w:t>щей численности работников о</w:t>
            </w:r>
            <w:r w:rsidRPr="00604A6D">
              <w:rPr>
                <w:bCs/>
                <w:color w:val="000000"/>
                <w:sz w:val="28"/>
                <w:szCs w:val="28"/>
              </w:rPr>
              <w:t>р</w:t>
            </w:r>
            <w:r w:rsidRPr="00604A6D">
              <w:rPr>
                <w:bCs/>
                <w:color w:val="000000"/>
                <w:sz w:val="28"/>
                <w:szCs w:val="28"/>
              </w:rPr>
              <w:t>ганизаций, на возмещение части затрат таких организаций, связа</w:t>
            </w:r>
            <w:r w:rsidRPr="00604A6D">
              <w:rPr>
                <w:bCs/>
                <w:color w:val="000000"/>
                <w:sz w:val="28"/>
                <w:szCs w:val="28"/>
              </w:rPr>
              <w:t>н</w:t>
            </w:r>
            <w:r w:rsidRPr="00604A6D">
              <w:rPr>
                <w:bCs/>
                <w:color w:val="000000"/>
                <w:sz w:val="28"/>
                <w:szCs w:val="28"/>
              </w:rPr>
              <w:t>ных с оплатой услуг теплоснабж</w:t>
            </w:r>
            <w:r w:rsidRPr="00604A6D">
              <w:rPr>
                <w:bCs/>
                <w:color w:val="000000"/>
                <w:sz w:val="28"/>
                <w:szCs w:val="28"/>
              </w:rPr>
              <w:t>е</w:t>
            </w:r>
            <w:r w:rsidRPr="00604A6D">
              <w:rPr>
                <w:bCs/>
                <w:color w:val="000000"/>
                <w:sz w:val="28"/>
                <w:szCs w:val="28"/>
              </w:rPr>
              <w:t>ния, электроснабжения, водосна</w:t>
            </w:r>
            <w:r w:rsidRPr="00604A6D">
              <w:rPr>
                <w:bCs/>
                <w:color w:val="000000"/>
                <w:sz w:val="28"/>
                <w:szCs w:val="28"/>
              </w:rPr>
              <w:t>б</w:t>
            </w:r>
            <w:r w:rsidRPr="00604A6D">
              <w:rPr>
                <w:bCs/>
                <w:color w:val="000000"/>
                <w:spacing w:val="-4"/>
                <w:sz w:val="28"/>
                <w:szCs w:val="28"/>
              </w:rPr>
              <w:t>жения и водоотведения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90 5 01 62880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90 5 01 62880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Формирование благопри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ятного инвестиционного климата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36440,1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36440,1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Центр мониторинга деятельности регулируемых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низаций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9922,2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8381,5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1527,8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Департамент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ственных программ развития ма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лого и среднего бизнеса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13614,7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9865,8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3010,9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Центр по сопровож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дению закупок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12903,2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7396,6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5405,1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туризма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9828,9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вание и продвижение туристского продукта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3343,9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Рекламно-информационное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развития туризма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1343,9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1343,9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в государственную собственность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дополнительных акций, 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мещаемых при увеличении устав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капитала акционерного обще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Региональное агентство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Ульяновсктуризм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в целях фор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мирования культурно-туристского кластера 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91 0 01 64020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91 0 01 64020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областного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дарственного казённого учрежде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Ульяновский областной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сурсный центр развития туризма и сервиса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3028,73742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2752,22107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276,51635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областного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дарственного казённого учрежде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Агентство по туризму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3456,26258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3025,67893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406,58365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транс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портной системы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54800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насе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 Ульяновской области качест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венными услугами пассажирского транспорта в 2015-2020 годах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транс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портной системы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54800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приятия, направленные на развитие пассажирских перевозок воздуш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 транспортом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54800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акций, размещаемых при уве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личении уставного капитала откры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того акционерного общества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Аэ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ропорт Ульяновск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в целях оплаты основного долга по кредиту на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конструкцию здания аэровокзала открытого акционерного общества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Аэропорт Ульяновск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54800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54800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Жилищно-коммунальное хозяй</w:t>
            </w:r>
            <w:r>
              <w:rPr>
                <w:b/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ство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1291165,44651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Жилищное хозяйство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685925,57191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680758,85191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мероприятий по пере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селению граждан из аварийного жилищного фонда, в том числе 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реселению граждан из аварийного жилищного фонда с учётом необ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ходимости развития малоэтажного жилищного строительства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11 0 00 09502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484542,05191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11 0 00 09502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484542,05191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мероприятий по пере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селению граждан из аварийного жилищного фонда, в том числе 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реселению граждан из аварийного жилищного фонда с учётом необ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ходимости развития малоэтажного жилищного строительства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196216,8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196216,8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 и архитектуры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строительства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строительства и архитектуры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жилищного строительства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акций, выпускаемых при уве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личении уставного капитала акцио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нерного общества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Ульяновская областная корпорация ипотеки и строительства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в целях погашения кредиторской задолженности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85 1 01 40050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85 1 01 40050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Коммунальное хозяйство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ского хозяйства и регулирование рынков сельскохозяйственной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тие сельских территорий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сельского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регулирование рынков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скохозяйственной продукции, сы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рья и продовольствия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уровня комфортного прожива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в сельской местности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федераль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Благоустройство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14890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 и архитектуры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14890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A2E52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ком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фортной среды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  <w:t>ласти на 2014-2020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14890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комплексного благоустройства территорий областных подведомст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венных учреждений и муниципаль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образований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85 3 01 00000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14890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благоустройство тер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риторий поселений и городских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ругов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85 3 01 70330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14890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85 3 01 70330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14890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Другие вопросы в области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542778,6746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расходного обязательства, связанного с установлением норма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тивов потребления населением твёрдого топлива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лищно-коммунального хозяйства и повышение энергетической эффек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тивности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360118,4156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Чистая вода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шение энергетической эффективно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84452,8102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водоснабжением и водоотведе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нием населения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84452,8102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на воз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мещение затрат, связанных с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полнением работ и оказанием услуг в сфере водоснабжения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42230,8102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42230,8102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погашение кредитор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задолженности за ранее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полненные работы по строитель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ству и реконструкции объектов 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доснабжения, подготовке проект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документации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5618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5618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ремонт объектов 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доснабжения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31297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31297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подготовку проектной документации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83 1 01 70110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83 1 01 70110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ремонт объектов 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доотведения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83 1 01 70140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3807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83 1 01 70140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3807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Газификация насе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лённых пунктов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жилищно-коммунального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повышение энергетической эффективности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24986,1014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возможности пользования сете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вым природным газом потребите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24986,1014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строительство объек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 газоснабжения, в том числе подготовку проектной документа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ции, проведение экспертизы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ектной документации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24986,1014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24986,1014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Содействие 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 образованиям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в подготовке и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хождении отопительных сезонов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лищно-коммунального хозяйства и повышение энергетической эффек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тивности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228771,26572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Тепло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снабжение населения и объектов социальной сферы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228771,26572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на воз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мещение затрат, связанных с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полнением работ и оказанием услуг в сфере теплоснабжения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32990,6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32990,6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погашение задолжен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ности теплоснабжающих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ций муниципальных образований Ульяновской области за потреблён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ный природный газ, связанной с осуществлением регулируемых 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дов деятельности в сфере тепло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снабжения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146900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146900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оказание содействия поселениям Ульяновской области в подготовке и прохождении отопи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тельного сезона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83 3 01 70060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17172,89172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83 3 01 70060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17172,89172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погашение кредитор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задолженности за ранее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полненные работы и оказанные ус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луги в сфере теплоснабжения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83 3 01 70070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10582,774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83 3 01 70070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10582,774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погашение задолжен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ности теплоснабжающих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ций муниципальных образований Ульяновской области за потреблён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ный природный газ, связанной с осуществлением регулируемых 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дов деятельности в сфере тепло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снабжения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21125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21125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Энергосбережение и повышение энергетической эф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фективности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ласти, в том числе на основе рас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ширения использования природ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газа в качестве моторного топ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жилищно-коммунального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повышение энергетической эффективности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21908,23828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Меры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поддержки 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 энергосберегающих и энерго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эффективных мероприятий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4309,73828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481939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481939">
              <w:rPr>
                <w:bCs/>
                <w:color w:val="000000"/>
                <w:spacing w:val="-4"/>
                <w:sz w:val="28"/>
                <w:szCs w:val="28"/>
              </w:rPr>
              <w:t>ным государственным казённым предприятиям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481939">
              <w:rPr>
                <w:bCs/>
                <w:color w:val="000000"/>
                <w:spacing w:val="-4"/>
                <w:sz w:val="28"/>
                <w:szCs w:val="28"/>
              </w:rPr>
              <w:t>ласти в целях финансового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481939">
              <w:rPr>
                <w:bCs/>
                <w:color w:val="000000"/>
                <w:spacing w:val="-4"/>
                <w:sz w:val="28"/>
                <w:szCs w:val="28"/>
              </w:rPr>
              <w:t>чения затрат, связанных со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481939">
              <w:rPr>
                <w:bCs/>
                <w:color w:val="000000"/>
                <w:spacing w:val="-4"/>
                <w:sz w:val="28"/>
                <w:szCs w:val="28"/>
              </w:rPr>
              <w:t>тельством и модернизацией тепло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481939">
              <w:rPr>
                <w:bCs/>
                <w:color w:val="000000"/>
                <w:spacing w:val="-4"/>
                <w:sz w:val="28"/>
                <w:szCs w:val="28"/>
              </w:rPr>
              <w:t>источников для объектов социаль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481939">
              <w:rPr>
                <w:bCs/>
                <w:color w:val="000000"/>
                <w:spacing w:val="-4"/>
                <w:sz w:val="28"/>
                <w:szCs w:val="28"/>
              </w:rPr>
              <w:t>ной сферы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15249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строительство и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дернизацию котельных, в том числе 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тём перевода системы централи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зованного отопления на систему подомового газового отопления для объектов социальной сферы и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лищного фонда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83 4 01 70120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3592,13828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83 4 01 70120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3592,13828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организаций, подведомственных Министерству промышленности, строительства, жилищно-коммунального ком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плекса и транспорта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8708,4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бюджетного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Центр энергосбере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бюджетного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Региональное агент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ство по энергосбережению и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вышению энергоэффективности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83 4 03 29130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5198,4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83 4 03 29130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5198,4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привлечения в организации жилищно-коммунального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квалифицированных работни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8890,1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29 сентября 2015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131-ЗО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некоторых мерах по привлечению в организации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лищно-коммунального хозяйства, находящиеся на территории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области, квалифицирован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работников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8890,1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8890,1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 и архитектуры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137735,559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архитектуры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137735,559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исполнителя и соисполнителей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137735,559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Ульяновскоблстрой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заказчик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39268,3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35186,5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3905,6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некоммерческой органи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зации Фонд модернизации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лищно-коммунального комплекса Ульяновской области на финансо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вое обеспечение затрат, связанных с его деятельностью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11075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11075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87392,259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80157,559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7176,7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ского хозяйства и регулирование рынков сельскохозяйственной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44747,2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тие сельских территорий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сельского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регулирование рынков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скохозяйственной продукции, сы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рья и продовольствия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44747,2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уровня комфортного прожива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в сельской местности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44747,2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44747,2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софинансирование мероприятий по строительству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газоснабжения в сельской м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стности в рамках реализации фе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деральной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19796,6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19796,6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софинансирование мероприятий по строительству и реконструкции объектов водоснаб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жения в сельской местности в рам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ках реализации федеральной целе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тие сельских территорий на 2014-2017 годы и на период до 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24950,6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24950,6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14021,35351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объектов растительного и животного мира и среды их обита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14021,35351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8591,35351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переданных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нам государственной власти субъ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Российской Федерации в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ответствии с частью первой статьи 6 Федерального закона от 24 апреля 1995 года № 52-ФЗ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животном мире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полномочий Российской Фе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дерации в области организации, 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гулирования и охраны водных би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логических ресурсов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95,95351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95,95351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переданных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нам государственной власти субъ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Российской Федерации в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ответствии с частью 1 статьи 33 Федерального закона от 24 июля 2009 года № 209-ФЗ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полномочий 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Федерации в области охраны и использования охотничьих ресур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8495,4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6804,6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1681,7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окру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окружаю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щей среды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рана окружающей среды и восста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Ликвида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последствий негативного воз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действия на окружающую среду в результате экономической деятель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Образование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AE139F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11</w:t>
            </w:r>
            <w:r>
              <w:rPr>
                <w:b/>
                <w:bCs/>
                <w:color w:val="000000"/>
                <w:sz w:val="28"/>
                <w:szCs w:val="28"/>
              </w:rPr>
              <w:t>941567,1</w:t>
            </w:r>
            <w:r w:rsidRPr="000559B5">
              <w:rPr>
                <w:b/>
                <w:bCs/>
                <w:color w:val="000000"/>
                <w:sz w:val="28"/>
                <w:szCs w:val="28"/>
              </w:rPr>
              <w:t>918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Дошкольное образование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3110573,82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дернизация образования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2933579,9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2933579,9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вие развитию дошкольного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2933579,9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получе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дошкольного образования в ч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стных дошкольных образова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тельных организациях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11387,5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11387,5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системы 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школьного образования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582AA6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  <w:r w:rsidRPr="000559B5">
              <w:rPr>
                <w:bCs/>
                <w:color w:val="000000"/>
                <w:sz w:val="28"/>
                <w:szCs w:val="28"/>
              </w:rPr>
              <w:t>511,6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</w:t>
            </w:r>
            <w:r w:rsidRPr="000559B5">
              <w:rPr>
                <w:bCs/>
                <w:color w:val="000000"/>
                <w:sz w:val="28"/>
                <w:szCs w:val="28"/>
              </w:rPr>
              <w:t>511,6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обеспечением государст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венных гарантий реализации прав на получение общедоступного и бесплатного дошкольного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 в муниципальных дошколь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образовательных организациях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582AA6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2883680,8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2883680,8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 и архитектуры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176993,92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строительства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строительства и архитектуры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176993,92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жилищного строительства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176993,92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Мероприятия подпрограммы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мулирование программ развития жилищного строительства субъек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 Российской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феде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171183,58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171183,58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Софинансирование мероприятий подпрограммы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Стимулирование программ развития жилищного строительства субъектов 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федеральной це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Жилище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R0210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5810,34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софинансирование мероприятий по строительству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социальной инфраструктуры (дошкольных учреждений) по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программе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Стимулирование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 развития жилищного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 субъектов Российской Фе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Жилище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R0212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5810,34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01 R0212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5810,34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Общее образование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7060342,3418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3069,6918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федераль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Культура России (2012-2018 годы)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2229,6918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2229,6918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по приоб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ретению и установке приборов уч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ё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газа в муниципальных 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зовательных организациях муници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Майнский район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дернизация образования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6641505,5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6083963,16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Введение федеральных государственных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разовательных стандартов на сту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пенях начального общего, основ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общего и среднего общего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разования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5704820,41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получе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дошкольного, начального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щего, основного общего, среднего общего образования в частных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щеобразовательных организациях, осуществляющих образовательную деятельность по имеющим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ственную аккредитацию основным общеобразовательным программам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5541,3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5541,3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внедрение в базовых общеобразовательных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циях различных моделей направ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ленности (профиля) образования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79 1 01 70890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79 1 01 70890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создание необходи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мых условий для получения 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чального общего, основного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щего и среднего общего образова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79 1 01 70910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3899,81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79 1 01 70910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3899,81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обеспечением государст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венных гарантий реализации прав на получение общедоступного и бесплатного дошкольного, началь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общего, основного общего, среднего общего образования, а также обеспечением дополнитель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образования в муниципальных общеобразовательных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циях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5679107,4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5679107,4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осуществлением ежеме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сячной доплаты за наличие учёной степени кандидата наук или док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тора наук педагогическим работни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кам муниципальных общеобразова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тельных организаций, имеющим учёную степень и замещающим (занимающим) в указанных обще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образовательных организациях штатные должности, предусмот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ренные квалификационными спра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вочниками или профессиональ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стандартами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437,1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437,1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осуществлением обучаю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щимся 10-х (11-х) и 11-х (12-х) классов муниципальных общеобра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зовательных организаций ежеме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сячных денежных выплат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7834,8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7834,8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условий для обучения детей с ограниченными возможностями здоровья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8818,7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предоставлением бес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платно специальных учебников и учебных пособий, иной учебной литературы, а также услуг сурдопе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реводчиков и тифлосурдоперевод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чиков при получении обучающи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мися с ограниченными возможно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стями здоровья образования в 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 образовательных 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ганизациях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4933,1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4933,1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государственной программы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3885,6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2331,36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6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1554,24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кадрового потенциала системы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щего образования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20167,6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79 1 03 50880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79 1 03 50880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организацией и 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нием получения педагогическими работниками муниципальных 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зовательных организаций не реже чем один раз в три года дополни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тельного профессионального 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зования по профилю педагогиче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деятельности за счёт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ассигнований областного бюджета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18267,6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18267,6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по поощрению лучших учителей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03 R0880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03 R0880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вие развитию начального общего, основного общего и среднего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щего образования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64827,96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79 1 04 50970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15466,1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79 1 04 50970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15466,1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осуществление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монта, ликвидацию аварийной си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туации в зданиях муниципальных общеобразовательных организаций, приобретение оборудования для указанных организаций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49306,4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49306,4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Субсидии на реализацию проекта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Международный бакалавриат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79 1 04 70960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55,46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79 1 04 70960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55,46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программы по созданию в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 новых мест в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щеобразовательных организациях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285328,49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по содей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ствию создания в субъектах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сийской Федерации новых мест в общеобразовательных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циях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79 1 06 55200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275228,3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79 1 06 55200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275228,3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осуществление капи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тального ремонта, реконструкцию в зданиях общеобразовательных 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ганизаций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79 1 06 70900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10100,19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79 1 06 70900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10100,19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дополни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тельного образования детей и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лизация мероприятий молодёжной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1326,2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механизмов развития молодёж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1326,2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1326,2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1326,2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556216,14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556216,14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учреждений, находя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щихся в ведении Министерства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разования и науки Ульяновской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548916,14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326832,8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93491,4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2302,6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126289,34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Строительство, реконструкция, ка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питальный и текущий ремонт зда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 государственных учреждений, находящихся в ведении Министер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образования и науки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232092,55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циальная поддержка и защита насе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232092,55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232092,55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Учреждения, подведомственные органу исполнительной власти Ульяновской области, уполномо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ченному в сфере социального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служивания, социальной защиты и занятости населения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232092,55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157568,5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70309,05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2150,6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2064,4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33592,8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культуры и сохранение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культурного наследия в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культуры и сохранение объектов культурного наследия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33592,8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33592,8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 по внешкольной 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боте с детьми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33592,8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33592,8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культуры и спорта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150081,8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физической культуры и спо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физической культуры и спо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150081,8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150081,8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 по внешкольной 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боте с детьми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150081,8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34560,9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 xml:space="preserve">89 1 01 80140 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2167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113308,3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Среднее профессиональное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1196204,4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дернизация образования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1130823,5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221325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образовательных программ среднего профессионального 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зования и профессионального обу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221325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приятий федеральной целевой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 развития образования на 2016-2020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79 2 01 54980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144325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79 2 01 54980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144325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государственной программы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федеральной целевой программы развития образования на 2016-2020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2 01 R4980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2 01 R4980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909498,5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909498,5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учреждений, находя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щихся в ведении Министерства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разования и науки Ульяновской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909498,5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2721,4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104245,1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802532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33264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Модерни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зация материально-технической 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зы областных государственных у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реждений в сфере культуры и 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кусства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21BA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культуры и сохранение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культурного наследия в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культуры и сохранение объектов культурного наследия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33224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33224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Профессиональные образователь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ные организации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33224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5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33139,3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культуры и спорта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32116,9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физической культуры и спо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физической культуры и спо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32116,9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32116,9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Профессиональные образователь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ные организации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32116,9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698,3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31418,6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Профессиональная подготовка, 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реподготовка и повышение квали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фикации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8066,9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1383,9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Переподготовка и повышение ква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лификации кадров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1383,9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1383,9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4048,1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товка специалистов с медицинским образованием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4048,1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Повышение квалификации и пере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подготовка специалистов со сред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ним профессиональным и высшим медицинским образованием для медицинских организаций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ственной системы здравоохранения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4048,1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4048,1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дарственного управления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2634,9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обучения лиц, замещающих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сударственные должности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области, государственных гражданских служащих (работни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ков) государственных органов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области, лиц, замещаю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 выборные муниципальные должности, и муниципальных слу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жащих (работников) органов мест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самоуправления муниципаль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образований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обучению лиц, з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мещающих государственные дол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ности Ульяновской области, гос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гражданских слу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жащих (работников)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органов Ульяновской области, лиц, замещающих выборные 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ципальные должности, и муници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пальных служащих (работников) органов местного самоуправления муниципальных образований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резерва управленческих кадров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подготовке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зерва управленческих кадров и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вершенствованию механизма его формирования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Молодёжная политика и оздоров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ление детей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302710,2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8212,4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Совершен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ствование развития системы сана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торно-курортного лечения, в том числе детей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78 0 07 00000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8212,4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проведению оздо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8212,4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8212,4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дернизация образования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284329,8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дополни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тельного образования детей и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лизация мероприятий молодёжной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механизмов развития молодёж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для соз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дания условий успешной социали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зации и эффективной самореализа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 молодёжи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8270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Организация 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дыха, оздоровления детей и работ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ников бюджетной сферы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модернизация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270102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и обеспечение отдыха и оздо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ровления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270102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Организация и обеспечение отдыха детей, обучающихся в общеобразо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вательных организациях, за исклю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чением детей-сирот и детей, остав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шихся без попечения родителей, находящихся в общеобразователь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организациях для детей-сирот и детей, оставшихся без попечения родителей, и детей, находящихся в трудной жизненной ситуации, в з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городных лагерях отдыха и оздо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ровления детей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142059,6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142059,6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организацией и 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нием отдыха детей, обучающихся в общеобразовательных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циях, за исключением детей-сирот и детей, оставшихся без попечения родителей, находящихся в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вательных организациях для детей-сирот и детей, оставшихся без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печения родителей, и детей, нахо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дящихся в трудной жизненной си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туации, в лагерях, организованных образовательными организациями, осуществляющими организацию отдыха и оздоровления обучаю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щихся в каникулярное время (с дневным пребыванием)</w:t>
            </w:r>
          </w:p>
        </w:tc>
        <w:tc>
          <w:tcPr>
            <w:tcW w:w="505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50784,9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50784,9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проведению оздо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77257,5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77257,5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3227,8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3227,8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учреждений, находя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щихся в ведении Министерства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разования и науки Ульяновской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3227,8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3227,8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государственной, в том числе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поддержки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проведению оздо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87 0 05 80170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87 0 05 80170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культуры и спорта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массового спорта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проведению оздо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65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Другие вопросы в области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263669,53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8931,2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товка специалистов с медицинским образованием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8931,2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Подготовка специалистов со сред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ним профессиональным образова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нием для медицинских организаций государственной системы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8931,2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8931,2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дернизация образования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233023,43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дополни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тельного образования детей и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лизация мероприятий молодёжной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CE2BE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95969,68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механизмов развития молодёж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37333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37333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32444,5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4888,5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Создание условий, обеспечивающих доступ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ность дополнительных общеобра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зовательных программ естественно-научной и технической направлен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ности для обучающихся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58636,68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приятий федеральной целевой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 развития образования на 2016-2020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79 4 04 54980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56284,68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79 4 04 54980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56284,68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федеральной целевой программы развития образования на 2016-2020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04 R4980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2352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04 R4980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2352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137053,75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128290,95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1247,15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1147,15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учреждений, находя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щихся в ведении Министерства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разования и науки Ульяновской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86788,4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86788,4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40255,4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40145,5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B2501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ление переданных органам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власти субъектов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сийской Федерации в соответствии с частью 1 статьи 7 Федерального закона от 29 декабря 2012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273-ФЗ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образовании в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сийской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сфере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разования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8762,8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переданных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нам государственной власти субъ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Российской Федерации в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ответствии с частью 1 статьи 7 Фе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дерального закона от 29 декабря 2012 года № 273-ФЗ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образова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нии в Российской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пол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номочий Российской Федерации в сфере образования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8762,8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8504,8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щество и государственная нацио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Укрепление един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российской нации и этнокуль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турное развитие народов России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общество и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ственная национальная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Профилак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тика этнополитического и религи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озно-политического экстремизма, ксенофобии и нетерпимости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Этнокуль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турное развитие народов, прожи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вающих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недеятельности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рядка, противодействию пре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ступности и профилактике право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нарушений на территории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правопорядка и безопасности жизнедеятельности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преждение и пресечение преступ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лений с участием несовершенно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летних и в отношении их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 государственной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недеятельности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Профилак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тика незаконного потребления нар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котических средств и психотроп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веществ, наркомании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Меры по совершенствованию системы лече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ния, социальной адаптации и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билитации наркопотребителей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20118,4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государственной, в том числе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поддержки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20118,4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поддержка в сф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 образования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20118,4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20118,4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641932,04982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Культура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585554,354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6025,66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федераль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Культура России (2012-2018 годы)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2611,66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2611,66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Комплектование книжных фондов библиотек муниципальных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ваний и государственных библио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тек городов Москвы и Санкт-Пе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тербурга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Подключение общедоступных биб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лиотек Российской Федерации к 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Интернет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и развитие сис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темы библиотечного дела с учётом зад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чи расширения информацион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технологий и оцифровки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1286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1286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поддержка 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ципальных учреждений культуры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поддержка луч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ших работников муниципальных учреждений культуры, находя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щихся на территориях сельских п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селений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11 0 00 51480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щество и государственная нацио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419,8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Укрепление един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российской нации и этнокуль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турное развитие народов России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общество и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ственная национальная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419,8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комплексной информационной кампании, направленной на укреп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ление единства российской нации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Совершен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ствование деятельности исполни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тельных органов государственной власти Ульяновской области по реализации своих полномочий в сфере государственной националь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Этнокуль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турное развитие народов, прожи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вающих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369,8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369,8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недеятельности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 государственной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недеятельности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Профилак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тика незаконного потребления нар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котических средств и психотроп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веществ, наркомании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570653,274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Модерни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зация материально-технической 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зы областных государственных у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реждений в сфере культуры и 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кусства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35213,6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8843,6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AB6BB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государственной программы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Модерни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зация материально-технической 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зы муниципальных учреждений в сфере культуры и искусства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27168,6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реконструкцию и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ведение ремонтно-реставрацион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работ зданий муниципальных учреждений культуры, муници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пальных архивов и образователь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организаций в сфере культуры и искусства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21984,4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21984,4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строительство, приоб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ретение (выкуп) зданий в целях размещения муниципальных учре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ждений культуры, муниципальных архивов и образовательных органи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заций в сфере культуры и искусства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2108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2108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парков (пар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ковых зон) в муниципальных 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зованиях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2391,1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2391,1</w:t>
            </w:r>
          </w:p>
        </w:tc>
      </w:tr>
      <w:tr w:rsidR="00131B18" w:rsidRPr="000559B5" w:rsidTr="00BE43D3">
        <w:tc>
          <w:tcPr>
            <w:tcW w:w="4365" w:type="dxa"/>
            <w:vAlign w:val="center"/>
          </w:tcPr>
          <w:p w:rsidR="00131B18" w:rsidRPr="000559B5" w:rsidRDefault="00131B18" w:rsidP="00BE43D3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Культура России (2012-2018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ды)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93554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  <w:r w:rsidRPr="000559B5">
              <w:rPr>
                <w:bCs/>
                <w:color w:val="000000"/>
                <w:sz w:val="28"/>
                <w:szCs w:val="28"/>
              </w:rPr>
              <w:t xml:space="preserve"> R0140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685,1</w:t>
            </w:r>
          </w:p>
        </w:tc>
      </w:tr>
      <w:tr w:rsidR="00131B18" w:rsidRPr="000559B5" w:rsidTr="00BE43D3">
        <w:tc>
          <w:tcPr>
            <w:tcW w:w="4365" w:type="dxa"/>
            <w:vAlign w:val="center"/>
          </w:tcPr>
          <w:p w:rsidR="00131B18" w:rsidRPr="000559B5" w:rsidRDefault="00131B18" w:rsidP="00BE43D3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93554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  <w:r w:rsidRPr="000559B5">
              <w:rPr>
                <w:bCs/>
                <w:color w:val="000000"/>
                <w:sz w:val="28"/>
                <w:szCs w:val="28"/>
              </w:rPr>
              <w:t xml:space="preserve"> R0140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685,1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приоритетных направлений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культурной поли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тики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26466,9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25966,9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Фонду поддержки изо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бразительного искусства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Пластов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ская осень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(возмещения) затрат, связанных с присуждением и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платой Международных премий в области изобразительного искус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имени А.А.Пластова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87 0 03 44130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87 0 03 44130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Сохране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и государственная охрана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культурного наследия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 (п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мятников истории и культуры) 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родов Российской Федерации, 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положенных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новской области»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культуры и сохранение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культурного наследия в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культуры и сохранение объектов культурного наследия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477304,174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477304,174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государственных библиотек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65065,8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65065,8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государственных музеев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122173,2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122173,2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государственных театров, кон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цертных и других организаций ис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полнительских искусств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195561,6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626CDE">
            <w:pPr>
              <w:spacing w:line="336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626CDE">
            <w:pPr>
              <w:spacing w:line="336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195561,6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бюджетного учреждения культуры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Центр 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родной культуры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94323,274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94323,274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национально-культур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 автономиям в целях софинан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сирования затрат, связанных с дея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тельностью национально-культур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автономий по поддержке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туры, исторических и культурных традиций граждан различных 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циональностей, проживающих на территории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ского хозяйства и регулирование рынков сельскохозяйственной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8133,02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тие сельских территорий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сельского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регулирование рынков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скохозяйственной продукции, сы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рья и продовольствия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8133,02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уровня комфортного прожива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в сельской местности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8133,02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федераль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5133,02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5133,02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развитие сети учреж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дений культурно-досугового типа в сельской местности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Кинематография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15919,7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15919,7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Модерни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зация материально-технической 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зы областных государственных у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реждений в сфере культуры и 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кусства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культуры и сохранение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культурного наследия в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культуры и сохранение объектов культурного наследия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15736,7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15736,7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государственного автоном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учреждения культуры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новскКинофонд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15736,7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15736,7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Другие вопросы в области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туры, кинематографии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40457,99582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1043,66982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переданных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нам государственной власти субъ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Российской Федерации в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ответствии с пунктом 1 статьи 9</w:t>
            </w:r>
            <w:r w:rsidRPr="00EF1D02">
              <w:rPr>
                <w:bCs/>
                <w:color w:val="000000"/>
                <w:spacing w:val="-4"/>
                <w:sz w:val="28"/>
                <w:szCs w:val="28"/>
                <w:vertAlign w:val="superscript"/>
              </w:rPr>
              <w:t>1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Федерального закона от 25 июня 2002 года № 73-ФЗ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объектах культурного наследия (памятниках истории и культуры) народов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сийской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отноше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нии объектов культурного наследия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1043,66982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944,16982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39414,326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приоритетных направлений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культурной поли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тики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7988,026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7988,026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культуры и сохранение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культурного наследия в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культуры и сохранение объектов культурного наследия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31426,3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31426,3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22942,1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22400,9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 по обеспечению хо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8484,2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6859,6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1594,6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Здравоохранение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9451050,74472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Стационарная медицинская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мощь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2884319,51871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2884319,51871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системы оказания специализиро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ванной медицинской помощи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446163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закупок антивирусных препаратов для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филактики и лечения лиц, инфици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рованных вирусами иммунодефи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цита человека и гепатитов В и С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294747,9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294747,9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закупок антибактериальных и противоту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беркулёзных лекарственных препа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ратов (второго ряда), применяемых при лечении больных туберкулёзом с множественной лекарственной устойчивостью возбудителя, и ди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агностических средств для выявле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ния, определения чувствительности микобактерии туберкулёза и мони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торинга лечения больных туберку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лёзом с множественной лекарст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венной устойчивостью возбудителя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33634,9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33634,9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отдельных мероприя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здравоохранения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78 0 03 53820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23042,6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78 0 03 53820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23042,6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Укрепление материально-техниче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базы государственных учреж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дений здравоохранения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офинансирование отдельных 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роприятий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здравоохранения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6119,2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6119,2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включён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в базовую программу обяза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тельного медицинского страхова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38618,4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38618,4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системы оказания медицинской помощи детям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сети перинатальных центров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1687746,45871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Проектирование, строительство и ввод в эксплуатацию перинаталь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центра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288940,4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7310,68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281629,72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программ модерниза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 здравоохранения субъектов Российской Федерации в части ук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репления материально-технической базы медицинских учреждений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78 0 14 58230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1398806,05871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78 0 14 58230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1398806,05871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здравоохранения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744410,06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744410,06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744410,06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353172,7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147653,8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239295,56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4288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Амбулаторная помощь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796274,78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Расходы, связанные с исполнением решений, принятых судебными 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ганами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766364,78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развития системы медицинской профилактики заболеваний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6532,4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Организация диспансеризации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сударственных гражданских слу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3492,1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3492,1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по профи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лактике ВИЧ-инфекции и гепатитов B и C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78 0 01 51790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3040,3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78 0 01 51790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3040,3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15249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развития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системы оказания первичной медико-санитарной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мощи, в том числе гражданам,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живающим в сельской местности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97577,1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капитальных вло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жений в целях приобретения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екта недвижимого имущества для размещения филиала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учреждения здравоохранения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Детская городская клиническая больница города Ульяновска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78 0 02 21180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78 0 02 21180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Укрепление материально-техниче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базы государственных учреж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дений здравоохранения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76577,1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76577,1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Совершен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ствование службы охраны здоровья женщин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10788,2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Строительство здания для разме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щения Центра охраны здоровья женщин и ввод его в эксплуатацию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78 0 05 21060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10788,2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78 0 05 21060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10788,2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системы лекарственного 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жителей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427836,3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Совершенствование системы 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карственного обеспечения отдель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категорий граждан, в том числе страдающих жизнеугрожающими и хроническими прогрессирующими редкими (орфанными) заболева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ниями, приводящими к сокраще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нию продолжительности жизни граждан или их инвалидности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322070,8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322070,8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отдельных полномочий в области лекарственного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105765,5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105765,5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здравоохранения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223630,78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223630,78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223630,78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73187,4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20835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128675,78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ского хозяйства и регулирование рынков сельскохозяйственной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27910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тие сельских территорий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сельского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регулирование рынков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скохозяйственной продукции, сы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рья и продовольствия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27910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уровня комфортного прожива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в сельской местности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27910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федераль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2014-2017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сети фельдшерско-аку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шерских пунктов и (или) офисов врача общей практики в сельской местности</w:t>
            </w:r>
          </w:p>
        </w:tc>
        <w:tc>
          <w:tcPr>
            <w:tcW w:w="505" w:type="dxa"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52940,6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52940,6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здравоохранения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52940,6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52940,6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52940,6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25923,3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5814,2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21108,6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здравоохранения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Санаторно-оздоровительная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мощь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здравоохранения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Заготовка, переработка, хранение и обеспечение безопасности донор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крови и её компонентов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здравоохранения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7571,4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7571,4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здравоохранения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7571,4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7571,4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7571,4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5911,3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1610,1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Другие вопросы в области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5500136,64601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634,50934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Пени, штрафы за неуплату страхо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вых взносов на обязательное меди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цинское страхование неработаю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щего населения в установленный срок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Расходы, связанные с исполнением решений, принятых судебными 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ганами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461,90934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385,435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76,47434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5493480,63667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развития системы медицинской профилактики заболеваний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иммунизации лиц призывного возраста в рамках ка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лендаря профилактических приви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вок по эпидемическим показаниям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развития системы оказания первичной медико-санитарной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мощи, в том числе гражданам,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живающим в сельской местности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1362,42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государственной программы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1362,42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1362,42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системы оказания специализиро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ванной медицинской помощи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6789,9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жителям города Димит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ровграда, Мелекесского и Новома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лыклинского районов специализи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рованной медицинской помощи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78 0 03 21030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6789,9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78 0 03 21030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6789,9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системы оказания скорой медицин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помощи и медицинской эва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куации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78 0 04 00000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22626,5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Укрепление материально-техниче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базы государственных учреж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дений здравоохранения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78 0 04 80220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22626,5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78 0 04 80220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22626,5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развития паллиативной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мощи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78 0 08 00000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467,4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паллиативной медицин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помощи в стационарных усло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виях жителям города Димитров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града и Мелекесского района</w:t>
            </w:r>
          </w:p>
        </w:tc>
        <w:tc>
          <w:tcPr>
            <w:tcW w:w="505" w:type="dxa"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78 0 08 21070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6A6CD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467,4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78 0 08 21070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467,4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системы лекарственного 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жителей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57938,4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лекарственных пре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паратов для лечения больных 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русным гепатитом В и С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78 0 09 21090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78 0 09 21090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образованиями лимфоидной, кро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ветворной и родственных им тка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ней, гемофилией, муковисцидозом, гипофизарным нанизмом, болезнью Гоше, рассеянным склерозом, а также после трансплантации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 и (или) тканей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78 0 09 51330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5220,3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78 0 09 51330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5220,3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181-ЗО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обеспечении полно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ценным питанием беременных женщин, кормящих матерей, а та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 детей в возрасте до трёх лет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78 0 09 80040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50218,1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78 0 09 80040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50218,1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государственных функций в сфере здравоохранения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5042398,3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Платежи на финансовое 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реализации территориальной программы обязательного меди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цинского страхования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152940,5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152940,5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Страховые взносы на обязательное медицинское страхование нерабо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тающего населения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78 0 11 73030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4889457,8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78 0 11 73030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4889457,8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ная поддержка медицинских работ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ников государственных медицин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организаций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ED2719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bCs/>
                <w:color w:val="000000"/>
                <w:spacing w:val="-4"/>
                <w:sz w:val="28"/>
                <w:szCs w:val="28"/>
              </w:rPr>
              <w:t>Выплата</w:t>
            </w:r>
            <w:bookmarkStart w:id="1" w:name="_GoBack"/>
            <w:bookmarkEnd w:id="1"/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 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жегодн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ой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областн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ой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преми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Призвание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78 0 13 21120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78 0 13 21120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здравоохранения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349247,71667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349247,71667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учреждений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347196,34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187661,5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56219,1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100423,14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2892,6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переданных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нам государственной власти субъ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ектов Российской Федерации в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ответствии с частью 1 статьи 15 Федерального закона от 21 ноября 2011 года № 323-ФЗ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основах охраны здоровья граждан в 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полномочий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сийской Федерации в сфере охраны здоровья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2051,37667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2051,37667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недеятельности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6021,5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рядка, противодействию пре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ступности и профилактике право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нарушений на территории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правопорядка и безопасности жизнедеятельности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Основное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 мероприятие «Снижение объёмов 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потребления населением алкогольной продукции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 государственной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недеятельности на территории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5921,5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Профилак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тика незаконного потребления нар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котических средств и психотроп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веществ, наркомании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Меры по совершенствованию системы лече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ния, социальной адаптации и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билитации наркопотребителей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5181,5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5181,5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Социальная политика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10556382,46048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Пенсионное обеспечение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147827,6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147827,6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мер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поддержки отдельных кате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горий граждан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147827,6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тавление мер социальной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147827,6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Доплаты к пенсиям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гражданских служащих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147827,6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2914,1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144913,5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обслуживание населе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933652,6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933652,6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мер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поддержки отдельных кате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горий граждан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101882,6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услуг в области социального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служивания населения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5294,1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юридическим лицам, не являющимся государственными (муниципальными) учреждениями, индивидуальным предпринимате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лям, оказывающим услуги в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социального обслуживания населения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5294,1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5294,1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Адресная целевая поддержка в области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защиты населения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96588,5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социальных программ субъектов Российской Федерации, связанных с укрепле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нием материально-технической 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зы учреждений социального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служивания населения, оказанием адресной социальной помощи не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работающим пенсионерам, обуче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нием компьютерной грамотности неработающих пенсионеров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49988,5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49988,5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приятий, связанных с укреплением материально-технической базы уч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реждений социального обслужива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населения, оказанием адресной социальной помощи неработаю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щим пенсионерам, обучением ком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пьютерной грамотности нерабо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тающих пенсионеров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46600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43600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4598,8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923762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доступности приоритетных объектов и услуг в приоритетных сферах жизнедеятельности инвали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дов и других маломобильных групп населения в областных государст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венных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организациях»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4598,8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4598,8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1098,8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циальная поддержка и защита насе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827171,2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827171,2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Учреждения, подведомственные органу исполнительной власти Ульяновской области, уполномо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ченному в сфере социального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служивания, социальной защиты и занятости населения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797871,2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199941,445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76963,815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515760,14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3405,8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государственного казённого учреждения социального обслужи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вания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Центр социально-психоло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гической помощи семье и детям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Семья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в г. Ульяновске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29300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28053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1174,2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72,8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8047441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173978,1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DD6243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Осуществление полномочий по обеспечению жильём отдельных категорий граждан, установленных Федеральным законом от 12 января 1995 года № 5-ФЗ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ветеранах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обеспечении жильём ветеранов Великой Отече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  <w:t>ственной войны 1941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-1945 годов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170948,9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170948,9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жильём граждан, уво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ленных с военной службы (слу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бы), и приравненных к ним лиц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11 0 00 54850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3029,2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11 0 00 54850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3029,2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49983,6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ная поддержка медицинских работ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ников государственных медицин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организаций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49983,6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стипендий студентам, 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тернам и ординаторам, обучаю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щимся по договорам о целевом обучении в образовательных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низациях высшего образования по специальностям высшего образова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ния укрупнённой группы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охранение и медицинские науки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78 0 13 21160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2080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78 0 13 21160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2080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43-ЗО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работаю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 и проживающих в сельских населённых пунктах, рабочих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сёлках и посёлках городского типа на территории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12577,5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12546,3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социальной поддержки отдельных категорий молодых 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циалистов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D62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35326,1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721,6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34604,5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дернизация образования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33888,6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3256,2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вие развитию дошкольного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3256,2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осуществлением едино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временных денежных выплат педа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гогическим работникам муници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пальных образовательных органи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заций, реализующих образователь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ную программу дошкольного 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зования, имеющим статус молодых специалистов (за исключением 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дагогических работников, рабо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тающих и проживающих в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населённых пунктах, рабочих посёлках (посёлках городского т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па) Ульяновской области)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3256,2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3256,2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дополни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тельного образования детей и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лизация мероприятий молодёжной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24138,7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потенциала талантливой молодёжи и специалистов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24138,7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реализацией Закона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от 2 мая 2012 года № 49-ЗО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социальной поддержки отдельных категорий молодых специалистов на террито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21803,3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21803,3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социальной поддержки отдельных категорий молодых 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циалистов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2335,4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439,7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1895,7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Организация 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дыха, оздоровления детей и работ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ников бюджетной сферы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модернизация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6493,7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 и обеспечение отдыха и оздо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ровления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6493,7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Организация оздоровления работ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ников бюджетной сферы на терри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3829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3829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организацию оздоров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 работников бюджетной сф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ры на территории Ульяновской 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2664,7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2664,7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7667020,3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мер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поддержки отдельных кате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горий граждан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5691780,4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тавление мер социальной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5691780,4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гражданам субси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дий на оплату жилого помещения и коммунальных услуг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382669,8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5655,8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377014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Компенсация отдельным катего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риям граждан расходов по оплате жилых помещений и коммуналь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услуг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98969,7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1605,8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97363,9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159-ЗО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адресной матери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помощи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137750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160-ЗО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правовом регулирова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нии отдельных вопросов, связан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с оказанием государственной социальной помощи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16200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1423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14777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31590,5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31590,5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мер государственной социальной поддержки ветеранов труда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1665014,2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35684,2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1629330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мер государственной социальной поддержки тружеников тыла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2926,3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60,85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2865,45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мер государственной социальной поддержки реабилити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рованных лиц и лиц, признанных пострадавшими от политических репрессий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30695,5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742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29953,5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января 2008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10-ЗО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 звании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Ветеран труда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B237B8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1557164,2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33006,6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1524157,6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луг по погребению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10411,6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223,7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10187,9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C4A6F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июля 2013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112-ЗО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дополнительных 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рах социальной поддержки, пре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доставляемых супругам, детям и родителям лиц, замещавших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дарственные должности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области, должности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ственной гражданской службы Ульяновской области или должно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 в государственных органах Ульяновской области, не являю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щиеся должностями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гражданской службы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области, и погибших при ис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полнении должностных (трудовых) обязанностей или умерших вслед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ствие ранения, контузии, заболева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или увечья, полученных при исполнении должностных (трудо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вых) обязанностей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119,6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мер социальной поддержки педагогическим работ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никам, работающим и (или) прожи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вающим в сельских населённых пунктах, рабочих посёлках (посёл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ках городского типа) на территории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327294,3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6349,9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320944,4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Компенсационные выплаты за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езд на садово-дачные массивы для социально незащищённой катего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рии лиц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11998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11862,9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мер социальной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военнослужащим, сотруд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никам правоохранительных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 и членам их семей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177,3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C4A6F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ноября 2003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056-ЗО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социальной поддер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ке инвалидов боевых действий, проживающих на территории Ул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621,5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19 декабря 2007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225-ЗО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социальной поддер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ке родителей и супругов военнослу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жащих, сотрудников органов внут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ренних дел, Федеральной службы безопасности Российской Федера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ции, прокуратуры Российской Фе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дерации, органов уголовно-испол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нительной системы Министерства юстиции Российской Федерации, погибших при исполнении обязан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ностей военной службы, служеб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обязанностей или умерших вследствие ранения, контузии, 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болеваний, увечья, полученных при исполнении обязанностей военной службы, служебных обязанностей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3034,9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2973,7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 октября 2014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147-ЗО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правовом регулирова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нии отдельных вопросов деятель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ности народных дружин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10894,3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10730,9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мер социальной поддержки и социального обслу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живания лицам, страдающим пси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хическими расстройствами, нахо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дящимся в трудной жизненной си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2321,7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2266,5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9703,9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9703,9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C4A6F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8 октября 2008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150-ЗО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материальном обе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печении вдовы Сычёва В.А. и вд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 Доронина Н.П.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Единовременная выплата за вред, причинённый при оказании проти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вотуберкулёзной помощи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которым относится к веде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нию Российской Федерации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28377,5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28377,5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мер социальной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11523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11329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ноября 2010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177-ЗО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социальной поддержки инвалидов и участников Великой Отечественной войны, в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теранов боевых действий, бывших несовершеннолетних узников концлагерей, гетто и других мест принудительного содержания, соз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данных фашистами и их союзни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ками в период второй мировой войны,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20030,5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19483,8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3D576F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20 декабря 2010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226-ЗО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поддержки граждан в связи с введением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экономически обос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нованных тарифов и нормативов потребления коммунальных услуг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7095,5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6958,9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апреля 2011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47-ЗО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социальной поддержке жён граждан, уволенных с военной службы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2381,4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2304,7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исполнения полномо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чий по предоставлению ежемесяч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денежной компенсации на оп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лату жилищно-коммунальных ус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луг отдельным категориям граждан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36211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36211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государственным гражданским служащим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единовременной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циальной выплаты на приобретение жилого помещения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30 ноября 2011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203-ЗО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 мерах социальной поддержки граждан, родившихся в период с 1 января 1932 года по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31 декабря 1945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59487,1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1584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57903,1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премий инвалидам,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живающим на территории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152,3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января 2012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3-ЗО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дополнительных мерах социальной поддержки работников противопожарной службы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области, профессиональ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аварийно-спасательных служб и профессиональных аварийно-спа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сательных формирований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и лиц из их числа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446,1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168-ЗО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сельских старостах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1804,8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1759,1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C4A6F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24 февраля 2016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11-ЗО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предоставлении в 2016 и 2017 годах отдельным категориям собственников жилых помещений в многоквартирных домах, располо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женных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области, ежемесячной ком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пенсации расходов на уплату взн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са на капитальный ремонт общего имущества в таких много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квартирных домах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21117,4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569,3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20548,1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4515AE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 июля 2016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87-ЗО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предоставлении в 2016 и 2017 годах детям-сиротам и 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тям, оставшимся без попечения 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дителей, а также отдельным катего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риям лиц из их числа, являющимся собственниками жилых помещений в многоквартирных домах, располо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женных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области, ежемесячной ком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пенсации расходов на уплату взн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са на капитальный ремонт общего имущества в таких много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квартирных домах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201,4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полномочий по обеспечению жильём отдельных категорий граждан, установленных федеральными законами от 12 ян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варя 1995 года № 5-ФЗ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ветера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и от 24 ноября 1995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181-ФЗ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социальной защите инвалидов в Российской Федера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33853,4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33853,4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переданных пол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номочий Российской Федерации по предоставлению отдельных мер 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циальной поддержки граждан, 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вергшихся воздействию радиации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32058,2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31752,7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переданного пол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номочия Российской Федерации по осуществлению ежегодной денеж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ной выплаты лицам, награждённым нагрудным знаком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Почётный до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нор России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100145,5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98640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государственного едино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временного пособия и ежемесячной денежной компенсации гражданам при возникновении поствакциналь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осложнений в соответствии с Федеральным законом от 17 сен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тября 1998 года № 157-ФЗ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им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мунопрофилактике инфекционных болезней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246,2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Оплата жилищно-коммунальных услуг отдельным категориям граж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дан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1000459,2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17010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983449,2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данской ответственности владель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цев транспортных средств в соот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ветствии с Федеральным законом от 25 апреля 2002 года № 40-ФЗ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обязательном страховании гражданской ответственности вла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дельцев транспортных средств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299,6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295,2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43-ЗО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работаю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 и проживающих в сельских населённых пунктах, рабочих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сёлках и посёлках городского типа на территории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социальной поддержки отдельных категорий молодых 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циалистов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1338,6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1313,2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170-ЗО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поддержки общественных объ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единений пожарной охраны и доб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ровольных пожарных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5170,7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5092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30 января 2006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05-ЗО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пожарной безопасн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наградах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19523,4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419,1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19104,3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Семья и дети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1739068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тавление мер социальной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1739068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мер социальной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270187,9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4517,9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265670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226075,5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1388,1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224687,4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социальной поддержке детей военнослужащих, сотрудников 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ганов внутренних дел, Федеральной службы безопасности Российской Федерации, прокуратуры 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Федерации, органов уголовно-исполнительной системы Мини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стерства юстиции Российской Фе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617,1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602,3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февраля 2008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24-ЗО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дополнительных мерах социальной поддержки семей, имеющих детей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5278,8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5197,5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ежегодной премии Губер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натора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мья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253,8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2013 года № 68-ЗО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предоставлении на территории Ульяновской области отдельным категориям инвалидов, имеющих детей, дополнительной меры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поддержки в сфере оплаты жилых помещений частного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лищного фонда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204,3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Компенсация потерь в доходах 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ганизаций железнодорожного транспорта, связанных с предостав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лением обучающимся льгот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2139,2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2139,2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единовременного пособия беременной жене военнослужа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щего, проходящего военную слу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бу по призыву, а также ежеме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сячного пособия на ребёнка воен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нослужащего, проходящего воен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ную службу по призыву, в соответ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ствии с Федеральным законом от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19 мая 1995 года № 81-ФЗ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гос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пособиях гражданам, имеющим детей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9156,7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9124,7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пособий по уходу за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бёнком до достижения им возраста полутора лет гражданам, не подле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жащим обязательному социаль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ному страхованию на случай вре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менной нетрудоспособности и в связи с материнством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437451,6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436051,6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пособий при рождении ребёнка гражданам, не подлежа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щим обязательному социальному страхованию на случай временной нетрудоспособности и в связи с ма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теринством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50543,2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50263,2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единовременных пособий женщинам, вставшим на учёт в 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дицинских учреждениях в ранние сроки беременности, уволенным в связи с ликвидацией организаций, прекращением деятельности (пол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80 2 01 53860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80 2 01 53860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прекращением деятельности (пол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80 2 01 53870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80 2 01 53870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180-ЗО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некоторых мерах по улучшению демографической си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туации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423328,7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514,7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422814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181-ЗО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 обеспечении полно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ценным питанием беременных женщин, кормящих матерей, а та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 детей в возрасте до трёх лет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2519,4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68,7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2450,7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2012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113-ЗО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ежемесячной дене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выплате на ребёнка до дост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жения им возраста трёх лет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311308,5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11141,2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300167,3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31910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923762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доступности приоритетных объектов и услуг в приоритетных сферах жизнедеятельности инвали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дов и других маломобильных групп населения в областных государст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венных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организациях»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31910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Комплекс информационных,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светительских и общественных 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роприятий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710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государственной программы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31200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10700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Содействие заня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тости населения, улучшение усло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вий и охраны труда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программы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204261,9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вие трудоустройству населения, улучшение условий, охраны труда и здоровья на рабочем месте, 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социального партнёрства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204261,9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области социаль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партнёрства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5022,5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1201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3821,5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D035E1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Социальные выплаты безработным гражданам в соответствии с Зако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ном Российской Федерации от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19 апреля 1991 года № 1032-I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занятости населения в Росси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Федерации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199089,4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188236,7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9902,7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туры и сохранение объектов куль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2455,4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Оказание государственной, в том числе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альной поддержки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2455,4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реализацией Закона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от 2 мая 2012 года № 49-ЗО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социальной поддержки отдельных категорий молодых специалистов на террито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1528,4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1528,4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43-ЗО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работаю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 и проживающих в сельских населённых пунктах, рабочих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сёлках и посёлках городского типа на территории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социальной поддержки отдельных категорий молодых 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циалистов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915,3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5" w:type="dxa"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915,3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культуры и спорта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массового спорта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249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реализацией Закона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от 2 мая 2012 года № 49-ЗО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социальной поддержки отдельных категорий молодых специалистов на террито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социальной поддержки отдельных категорий молодых 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циалистов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ского хозяйства и регулирование рынков сельскохозяйственной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118190,9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тие сельских территорий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сельского хозяй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регулирование рынков сель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скохозяйственной продукции, сы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рья и продовольствия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118190,9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уровня комфортного прожива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в сельской местности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118190,9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федераль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58190,9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58190,9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2014-2017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софинансирование мероприятий по улучшению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лищных условий граждан, прожи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вающих в сельской местности, по федеральной целевой программе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софинансирование мероприятий по улучшению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лищных условий молодых семей и молодых специалистов, прожи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вающих в сельской местности, по федеральной целевой программе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ветеринарной службы Ульяновской области в 2014-2020 годах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1675,1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государственной ветеринар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службы Ульяновской области в 2014-2020 годах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государственной ветери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нарной службы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 в 2014-2020 годах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1675,1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1675,1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43-ЗО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работаю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 и проживающих в сельских населённых пунктах, рабочих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сёлках и посёлках городского типа на территории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663,4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663,4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мерах социальной поддержки отдельных категорий молодых 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циалистов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1011,7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1011,7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Охрана семьи и детства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1105498,68733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дернизация образования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251662,9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231942,9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вие развитию дошкольного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231942,9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выплатой родителям (за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конным представителям) детей, п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сещающих муниципальные и ча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стные образовательные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ции, реализующие образователь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ную программу дошкольного 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зования, компенсации части вне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сённой в соответствующие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вательные организации родитель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платы за присмотр и уход за детьми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231942,9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231942,9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дополни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тельного образования детей и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лизация мероприятий молодёжной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19720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потенциала талантливой молодёжи и специалистов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Меры социальной поддержки, пре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доставляемые талантливым и 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рённым обучающимся, педагогиче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ским и научным работникам обра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180-ЗО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некоторых мерах по улучшению демографической си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туации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678855,1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Семья и дети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678855,1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тавление мер социальной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678855,1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C4A6F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2012 года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№ 112-ЗО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 единовременном 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нежном пособии гражданам, усы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новившим (удочерившим) детей-сирот и детей, оставшихся без попе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чения родителей,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Ежемесячная денежная выплата лицам из числа детей-сирот и 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тей, оставшихся без попечения 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дителей, обучающимся в муници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пальных образовательных органи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зациях, находящихся на территории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2256,7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2256,7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Ремонт жилых помещений, 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надлежащих детям-сиротам и 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тям, оставшимся без попечения 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дителей, а также лицам из числа д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тей-сирот и детей, оставшихся без попечения родителей, на праве со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ственности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2836,1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2836,1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 социальной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в сфере гарантий права 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тавшихся без попечения родителей, на медицинское обеспечение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 социальной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в сфере гарантий права 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тавшихся без попечения родителей, на образование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519,6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519,6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ния, в семью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7061,7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7061,7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осуществлением ежеме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сячной денежной выплаты на обес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печение проезда детей-сирот и 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тей, оставшихся без попечения 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дителей, а также лиц из числа 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тей-сирот и детей, оставшихся без попечения родителей, обучаю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щихся в муниципальных образова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тельных организациях, на город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ском, пригородном, в сельской 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стности на внутрирайонном транс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порте (кроме такси), а также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езда один раз в год к месту житель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 и обратно к месту обучения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14948,8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14948,8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осуществлением ежеме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сячной выплаты на содержание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бёнка в семье опекуна (попечителя) и приёмной семье, а также по 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ществлению выплаты вознагражде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ния, причитающегося приёмному родителю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631026,9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631026,9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опекой и попечительством в отношении несовершеннолетних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17172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17172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 и архитектуры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174980,68733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строительства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строительства и архитектуры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174980,68733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жилыми помещениями катего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рий граждан, установленных зако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нодательством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174980,68733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Компенсация расходов за наём (поднаём) жилого помещения 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тям-сиротам, детям, оставшимся без попечения родителей, а также лицам из числа детей-сирот и 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тей, оставшихся без попечения 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дителей, на территории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5408,68733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5408,68733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циализированных жилых помеще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43948,2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43948,2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предоставления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лых помещений детям-сиротам и детям, оставшимся без попечения родителей, лицам из их числа по договорам найма специализирован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жилых помещений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125623,8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118243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7380,8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Другие вопросы в области социаль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политики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321962,57315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D035E1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Субсидии Областному союзу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дерация профсоюзов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11 0 00 10320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11 0 00 10320</w:t>
            </w:r>
          </w:p>
        </w:tc>
        <w:tc>
          <w:tcPr>
            <w:tcW w:w="565" w:type="dxa"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B0511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здраво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26335,1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B75F47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Основное мероприяти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развития системы оказания первичной медико-санитарной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мощи, в том числе гражданам,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живающим в сельской местности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2335,1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2335,1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78 0 02 50270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2335,1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ная поддержка медицинских работ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ников государственных медицин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организаций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Осуществление единовременных компенсационных выплат на при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обретение жилья фельдшерам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78 0 13 21170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78 0 13 21170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Единовременные выплаты меди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цинским работникам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R1360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78 0 13 R1360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дернизация образования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9066,4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и модернизация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9066,4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условий для обучения детей с ограниченными возможностями здоровья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9066,4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9066,4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7253,12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6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1813,28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229267,30566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Социальная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5286,7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доступности приоритетных объектов и услуг в приоритетных сферах жизнедеятельности инвали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дов и других маломобильных групп населения в муниципальных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низациях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5286,7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80 3 02 50270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5286,7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80 3 02 50270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5286,7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циальная поддержка и защита насе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223980,60566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221480,60566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102652,50566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98607,581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3625,534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419,39066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118828,1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115483,3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3136,9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207,9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приятия в области энергосбереже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и повышения энергоэффектив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по энергосбережению и энергоэффективности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 и архитектуры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45717,36749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строительства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строительства и архитектуры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45717,36749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жилыми помещениями катего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рий граждан, установленных зако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нодательством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45717,36749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работникам обла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стных государственных учрежде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 Ульяновской области едино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9A4E5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22565,59439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22565,59439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единовременной социальной выплаты на уплату первоначального взноса при приоб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ретении (строительстве) с исполь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зованием ипотечного кредита (за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ма) жилого помещения отдельным работникам организаций, 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ществляющих на территории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 деятельность в сфере информационных техноло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962,6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дополнительной социальной выплаты молодым семьям на приобретение (строи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тельство) жилых помещений при рождении ребёнка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811,62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811,62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Мероприятия подпрограммы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жильём молодых с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федеральной целевой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Жилище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85 1 02 50200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7783,031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85 1 02 50200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7783,031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осуществление работ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никам муниципальных учреждений муниципальных образований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 единовременных социальных выплат на приобрете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жилых помещений с привлече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нием средств ипотечных кредитов (займов)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предоставление соци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альных выплат молодым семьям на приобретение (строительство) жи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лых помещений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9444,5221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9444,5221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культуры и спорта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вание материально-технической 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зы в сфере физической культуры и спорта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Российской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89 0 03 50270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1576,4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1066726,8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Физическая культура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72287,5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культуры и спорта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72287,5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физической культуры и спо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физической культуры и спо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72287,5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72287,5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государственного автоном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Управление спортивными сооружениями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52637,5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5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52637,5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государственного автоном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Вогла-спорт-арена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89 1 01 66040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19650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89 1 01 66040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19650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Массовый спорт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276244,8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культуры и спорта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276244,8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массового спорта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90318,4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по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этапному внедрению Всероссий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ского физкультурно-спортивного комплекса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Готов к труду и обо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роне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(ГТО)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1513,4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56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1513,4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46774,6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5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27366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9258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10050,6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Дополнительное материальное обеспечение лиц, проживающих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32500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Содействие развитию спорта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65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государственной программы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по 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этапному внедрению Всероссий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ского физкультурно-спортивного комплекса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Готов к труду и обо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роне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(ГТО)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R1270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2180,4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R1270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2180,4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Формиро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вание материально-технической б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зы в сфере физической культуры и спорта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3D576F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185926,4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приятий федеральной целевой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физической культуры и спорта в Российской Федерации на 2016-2020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89 0 03 54950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11357,5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89 0 03 54950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11357,5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Строительство, реконструкция,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монт объектов спорта, подготовка проектной документации, проведе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государственной экспертизы проектной документации создавае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мых объектов спорта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79760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27860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51900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строительство и 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конструкцию объектов спорта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41762,9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41762,9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15249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софинансирование расходных обязательств муници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пальных образований Ульяновской области по ремонту, реконструк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ции, установке спортивных кортов и плоскостных площадок, обуст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ройству объектов городской инфра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структуры, парковых и рекреаци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онных зон для занятий физической культурой и спорто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в том числе видами спорта, популярными в мо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лодёжной среде, а также для прове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дения физкультурных и спортив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мероприятий</w:t>
            </w:r>
          </w:p>
        </w:tc>
        <w:tc>
          <w:tcPr>
            <w:tcW w:w="505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зданий и сооруже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 в государственную собствен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ность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49346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49346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государственной программы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сийской Федерации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R0270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по закупке комплектов искусственных покрытий для футбольных полей для спортивных детско-юношеских школ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R4950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03 R4950</w:t>
            </w:r>
          </w:p>
        </w:tc>
        <w:tc>
          <w:tcPr>
            <w:tcW w:w="565" w:type="dxa"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2C6E4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183476,8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культуры и спорта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183476,8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спорта высших достижений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158310,2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Адресная финансовая поддержка спортивных организаций, осущест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вляющих подготовку спортивного резерва для сборных команд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6310,2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1601,3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2408,9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5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участия спортивных клубов по игровым в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дам спорта в соответствующих спортивных мероприятиях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127000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127000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Софинансирование мероприятий по адресной финансовой поддержке спортивных организаций, осущест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вляющих подготовку спортивного резерва для сборных команд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19300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5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физической культуры и спо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физической культуры и спо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25166,6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25166,6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Центр спортивной подготовки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25166,6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23840,1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811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515,5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Другие вопросы в области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культуры и спорта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534717,7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физиче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культуры и спорта в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34217,7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массового спорта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23956,1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автономной некоммерче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Дирекция по подготовке и проведению Чемпио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ната мира по хоккею с мячом в 2016 году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затрат, связанных с её дея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тельностью, а также подготовкой и проведением Чемпионата мира по хоккею с мячом в 2016 году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23956,1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89 0 01 61100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23956,1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физической культуры и спо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витие физической культуры и спо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та в Ульяновской области на 2014-2020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10261,6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10261,6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10261,6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9399,5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857,6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Повышение эф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фективности управления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ственным имуществом Ульянов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реа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лизации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вышение эффективности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 имуществом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вышение эффективности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 имуществом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и соисполнителей государственной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ного государственного автоном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Волга-спорт-арена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97 1 01 66040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97 1 01 66040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189746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75446,1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щество и государственная нацио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75446,1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инфор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мационного пространства на терри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общество и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ственная национальная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75446,1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приятия в сфере обеспечения дея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тельности юридических лиц, 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ществляющих производство и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пуск теле-, радиопрограмм, связан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с освещением социально зна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чимых событий общественной, экономической и культурной жизни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75446,1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33558,9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13558,9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Информирование о деятельности политических партий, представлен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в Законодательном Собрании Ульяновской области, при освеще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нии их деятельности региональным телеканалом и радиоканалом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81 3 01 25140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2316,6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81 3 01 25140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2316,6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телера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диокомпаний, учреждённых Прави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тельством Ульяновской области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81 3 01 25150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36162,6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81 3 01 25150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36162,6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организациям, осуществ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ляющим производство, распростра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нение и тиражирование социально значимых программ в сфере элек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тронных средств массовой инфор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81 3 01 25160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3408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81 3 01 25160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3408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Периодическая печать и издатель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93175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щество и государственная нацио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93175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инфор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мационного пространства на терри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общество и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ственная национальная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F64D6A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93175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приятия в сфере обеспечения дея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тельности юридических лиц, осу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ществляющих производство и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пуск периодических печатных из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даний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93175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Поддержка в области периодиче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печатных средств массовой информации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81 3 02 25170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81 3 02 25170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9700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Областные автономные учрежде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в сфере периодических печат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средств массовой информации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81 3 02 25180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83475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циям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81 3 02 25180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83475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21124,9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17817,9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Аналитика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17817,9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16611,2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1162,3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44,4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щество и государственная нацио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3307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Развитие инфор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мационного пространства на терри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Гражданское общество и государ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ственная национальная политика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3307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приятия в сфере информационной политики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3307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Проведение фестивалей, творче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конкурсов, тематических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ставок, спортивных мероприятий, тематических семинаров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81 3 03 25190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1302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81 3 03 25190</w:t>
            </w:r>
          </w:p>
        </w:tc>
        <w:tc>
          <w:tcPr>
            <w:tcW w:w="56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1302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Проведение мероприятий, посвя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щённых Дню российской печати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1550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2000000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Управление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сударственными финансами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Своевре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менное исполнение обязательств по обслуживанию государственного долга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95 0 01 00000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Управление государственным дол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гом Ульяновской области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07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Межбюджетные трансферты об</w:t>
            </w:r>
            <w:r>
              <w:rPr>
                <w:b/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щего характера бюджетам бюд</w:t>
            </w:r>
            <w:r>
              <w:rPr>
                <w:b/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жетной системы Российской Фе</w:t>
            </w:r>
            <w:r>
              <w:rPr>
                <w:b/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дерации</w:t>
            </w:r>
          </w:p>
        </w:tc>
        <w:tc>
          <w:tcPr>
            <w:tcW w:w="505" w:type="dxa"/>
            <w:vAlign w:val="bottom"/>
          </w:tcPr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DA2D3E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2897280,09399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Дотации на выравнивание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обеспеченности субъектов Рос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сийской Федерации и муниципаль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образований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1844136,87099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Управление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сударственными финансами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1844136,87099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Выравни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вание бюджетной обеспеченности муниципальных районов (город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округов)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1844136,87099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Дотации на выравнивание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обеспеченности городских ок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ругов Ульяновской области из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ластного фонда финансовой 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держки поселений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221947,5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221947,5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Дотации на выравнивание бюджет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ной обеспеченности муниципаль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районов и городских округов Ульяновской области из областного фонда финансовой поддержки 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 районов (городских округов)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95 0 02 72020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1622189,37099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95 0 02 72020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1622189,37099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Прочие межбюджетные транс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ферты общего характера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1053143,223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граммных направлений деятельно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315800,6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F15249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Предупреждение и ликвидация чре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чайных ситуаций и после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ствий стихийных бедствий за счёт средств резервного фонда Прав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тельства Российской Федерации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200089,7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11 0 00 51040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200089,7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на реализацию проектов развития муниципальных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ваний Ульяновской области, подго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товленных на основе местных ини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циатив граждан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11 0 00 70420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55710,9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11 0 00 70420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55710,9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Реализация мероприятий по разви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тию инфраструктуры муниципаль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ного образования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город Димит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ровград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11 0 00 73010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Дотации муниципальным образо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ваниям Ульяновской области в це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лях содействия достижению и (или) поощрения достижения наилучших значений показателей для оценки эффективности деятельности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 местного самоуправления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родских округов и муниципальных районов Ульяновской области</w:t>
            </w:r>
          </w:p>
        </w:tc>
        <w:tc>
          <w:tcPr>
            <w:tcW w:w="505" w:type="dxa"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11 0 00 73110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Дотации бюджетам муниципаль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районов и городских округов Ульяновской области, достигших наилучших результатов по увели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чению налогового потенциала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11 0 00 73120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Дотации бюджетам муниципаль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районов и городских округов Ульяновской области в целях дос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тижения наилучшего показателя увеличения налоговых и неналого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вых доходов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11 0 00 73130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4000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Управление 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сударственными финансами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737342,623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Выравни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вание бюджетной обеспеченности муниципальных районов (город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ских округов) Ульяновской об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137342,623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занных с расчётом и предоставле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нием дотаций на выравнивание бюджетной обеспеченности бюд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жетам городских, сельских поселе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ний</w:t>
            </w:r>
          </w:p>
        </w:tc>
        <w:tc>
          <w:tcPr>
            <w:tcW w:w="505" w:type="dxa"/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DA2D3E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137342,623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137342,623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держка мер по обеспечению сба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лансированности бюджетов муни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ципальных районов (городских ок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ругов)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95 0 03 00000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Субсидии бюджетам муниципаль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ных районов (городских округов) Ульяновской области в целях со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финансирования расходов на вы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плату заработной платы с начисле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ниями работникам муниципальных учреждений (за исключением орга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 местного самоуправления) му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ниципальных образований, оплату коммунальных услуг и приобрете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твёрдого топлива (уголь, дрова) муниципальными учреждениями (за исключением органов местного самоуправления) (включая погаше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ние кредиторской задолженности) муниципальных образований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softHyphen/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05" w:type="dxa"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95 0 03 70410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Default="00131B18" w:rsidP="0078219B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95 0 03 70410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z w:val="28"/>
                <w:szCs w:val="28"/>
              </w:rPr>
              <w:t>600000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365" w:type="dxa"/>
            <w:vAlign w:val="center"/>
          </w:tcPr>
          <w:p w:rsidR="00131B18" w:rsidRPr="000559B5" w:rsidRDefault="00131B18" w:rsidP="000559B5">
            <w:pPr>
              <w:spacing w:line="360" w:lineRule="auto"/>
              <w:ind w:right="-57"/>
              <w:jc w:val="both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pacing w:val="-4"/>
                <w:sz w:val="28"/>
                <w:szCs w:val="28"/>
              </w:rPr>
              <w:t>Итого</w:t>
            </w:r>
          </w:p>
        </w:tc>
        <w:tc>
          <w:tcPr>
            <w:tcW w:w="50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9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noWrap/>
            <w:vAlign w:val="bottom"/>
          </w:tcPr>
          <w:p w:rsidR="00131B18" w:rsidRPr="000559B5" w:rsidRDefault="00131B18" w:rsidP="000E64B5">
            <w:pPr>
              <w:spacing w:line="360" w:lineRule="auto"/>
              <w:ind w:left="-113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59B5">
              <w:rPr>
                <w:b/>
                <w:bCs/>
                <w:color w:val="000000"/>
                <w:sz w:val="28"/>
                <w:szCs w:val="28"/>
              </w:rPr>
              <w:t>49</w:t>
            </w:r>
            <w:r>
              <w:rPr>
                <w:b/>
                <w:bCs/>
                <w:color w:val="000000"/>
                <w:sz w:val="28"/>
                <w:szCs w:val="28"/>
              </w:rPr>
              <w:t>381097,1</w:t>
            </w:r>
            <w:r w:rsidRPr="000559B5">
              <w:rPr>
                <w:b/>
                <w:bCs/>
                <w:color w:val="000000"/>
                <w:sz w:val="28"/>
                <w:szCs w:val="28"/>
              </w:rPr>
              <w:t>4118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131B18" w:rsidRDefault="00131B18" w:rsidP="00352ED0">
      <w:pPr>
        <w:spacing w:line="317" w:lineRule="auto"/>
        <w:ind w:firstLine="709"/>
        <w:jc w:val="both"/>
        <w:rPr>
          <w:spacing w:val="-4"/>
          <w:sz w:val="28"/>
          <w:szCs w:val="28"/>
        </w:rPr>
      </w:pPr>
      <w:r w:rsidRPr="00FA6386">
        <w:rPr>
          <w:spacing w:val="-4"/>
          <w:sz w:val="28"/>
        </w:rPr>
        <w:t xml:space="preserve">7) </w:t>
      </w:r>
      <w:r w:rsidRPr="00FA6386">
        <w:rPr>
          <w:spacing w:val="-4"/>
          <w:sz w:val="28"/>
          <w:szCs w:val="28"/>
        </w:rPr>
        <w:t>приложение 8 изложить в следующей редакции:</w:t>
      </w:r>
    </w:p>
    <w:tbl>
      <w:tblPr>
        <w:tblW w:w="9915" w:type="dxa"/>
        <w:tblInd w:w="93" w:type="dxa"/>
        <w:tblLayout w:type="fixed"/>
        <w:tblLook w:val="00A0"/>
      </w:tblPr>
      <w:tblGrid>
        <w:gridCol w:w="5544"/>
        <w:gridCol w:w="4371"/>
      </w:tblGrid>
      <w:tr w:rsidR="00131B18" w:rsidRPr="00125A4B" w:rsidTr="005025CD">
        <w:trPr>
          <w:trHeight w:val="244"/>
        </w:trPr>
        <w:tc>
          <w:tcPr>
            <w:tcW w:w="5544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25A4B" w:rsidRDefault="00131B18" w:rsidP="005025CD">
            <w:pPr>
              <w:rPr>
                <w:sz w:val="28"/>
                <w:szCs w:val="28"/>
              </w:rPr>
            </w:pPr>
            <w:bookmarkStart w:id="2" w:name="RANGE!A1:G1245"/>
            <w:bookmarkEnd w:id="2"/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FFFFFF"/>
              <w:right w:val="nil"/>
            </w:tcBorders>
            <w:noWrap/>
            <w:vAlign w:val="bottom"/>
          </w:tcPr>
          <w:p w:rsidR="00131B18" w:rsidRPr="00125A4B" w:rsidRDefault="00131B18" w:rsidP="005025C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25A4B">
              <w:rPr>
                <w:sz w:val="28"/>
                <w:szCs w:val="28"/>
              </w:rPr>
              <w:t>ПРИЛОЖЕНИЕ 8</w:t>
            </w:r>
          </w:p>
        </w:tc>
      </w:tr>
      <w:tr w:rsidR="00131B18" w:rsidRPr="00125A4B" w:rsidTr="005025CD">
        <w:trPr>
          <w:trHeight w:val="789"/>
        </w:trPr>
        <w:tc>
          <w:tcPr>
            <w:tcW w:w="5544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131B18" w:rsidRPr="00125A4B" w:rsidRDefault="00131B18" w:rsidP="005025CD">
            <w:pPr>
              <w:rPr>
                <w:sz w:val="28"/>
                <w:szCs w:val="28"/>
              </w:rPr>
            </w:pPr>
          </w:p>
        </w:tc>
        <w:tc>
          <w:tcPr>
            <w:tcW w:w="4371" w:type="dxa"/>
            <w:tcBorders>
              <w:top w:val="single" w:sz="4" w:space="0" w:color="FFFFFF"/>
              <w:left w:val="nil"/>
              <w:bottom w:val="nil"/>
              <w:right w:val="nil"/>
            </w:tcBorders>
            <w:noWrap/>
            <w:vAlign w:val="bottom"/>
          </w:tcPr>
          <w:p w:rsidR="00131B18" w:rsidRPr="00125A4B" w:rsidRDefault="00131B18" w:rsidP="005025CD">
            <w:pPr>
              <w:jc w:val="center"/>
              <w:rPr>
                <w:sz w:val="28"/>
                <w:szCs w:val="28"/>
              </w:rPr>
            </w:pPr>
            <w:r w:rsidRPr="00125A4B">
              <w:rPr>
                <w:sz w:val="28"/>
                <w:szCs w:val="28"/>
              </w:rPr>
              <w:t xml:space="preserve">к Закону Ульяновской области </w:t>
            </w:r>
            <w:r>
              <w:rPr>
                <w:sz w:val="28"/>
                <w:szCs w:val="28"/>
              </w:rPr>
              <w:t>«</w:t>
            </w:r>
            <w:r w:rsidRPr="00125A4B">
              <w:rPr>
                <w:sz w:val="28"/>
                <w:szCs w:val="28"/>
              </w:rPr>
              <w:t xml:space="preserve">Об областном бюджете </w:t>
            </w:r>
          </w:p>
          <w:p w:rsidR="00131B18" w:rsidRPr="00125A4B" w:rsidRDefault="00131B18" w:rsidP="005025CD">
            <w:pPr>
              <w:ind w:right="-131"/>
              <w:jc w:val="center"/>
              <w:rPr>
                <w:sz w:val="28"/>
                <w:szCs w:val="28"/>
              </w:rPr>
            </w:pPr>
            <w:r w:rsidRPr="00125A4B">
              <w:rPr>
                <w:sz w:val="28"/>
                <w:szCs w:val="28"/>
              </w:rPr>
              <w:t>Ульяновской области на 2016 год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31B18" w:rsidRPr="00125A4B" w:rsidRDefault="00131B18" w:rsidP="00C16B75">
      <w:pPr>
        <w:jc w:val="center"/>
        <w:rPr>
          <w:b/>
          <w:bCs/>
          <w:sz w:val="28"/>
          <w:szCs w:val="28"/>
        </w:rPr>
      </w:pPr>
    </w:p>
    <w:p w:rsidR="00131B18" w:rsidRPr="00125A4B" w:rsidRDefault="00131B18" w:rsidP="00C16B75">
      <w:pPr>
        <w:jc w:val="center"/>
        <w:rPr>
          <w:b/>
          <w:bCs/>
          <w:sz w:val="28"/>
          <w:szCs w:val="28"/>
        </w:rPr>
      </w:pPr>
    </w:p>
    <w:p w:rsidR="00131B18" w:rsidRPr="00125A4B" w:rsidRDefault="00131B18" w:rsidP="00C16B75">
      <w:pPr>
        <w:jc w:val="center"/>
        <w:rPr>
          <w:b/>
          <w:bCs/>
          <w:sz w:val="28"/>
          <w:szCs w:val="28"/>
        </w:rPr>
      </w:pPr>
    </w:p>
    <w:p w:rsidR="00131B18" w:rsidRPr="00125A4B" w:rsidRDefault="00131B18" w:rsidP="00C16B75">
      <w:pPr>
        <w:jc w:val="center"/>
        <w:rPr>
          <w:b/>
          <w:bCs/>
          <w:sz w:val="28"/>
          <w:szCs w:val="28"/>
        </w:rPr>
      </w:pPr>
      <w:r w:rsidRPr="00125A4B">
        <w:rPr>
          <w:b/>
          <w:bCs/>
          <w:sz w:val="28"/>
          <w:szCs w:val="28"/>
        </w:rPr>
        <w:t>Ведомственная структура</w:t>
      </w:r>
    </w:p>
    <w:p w:rsidR="00131B18" w:rsidRPr="00125A4B" w:rsidRDefault="00131B18" w:rsidP="00C16B75">
      <w:pPr>
        <w:jc w:val="center"/>
        <w:rPr>
          <w:b/>
          <w:bCs/>
          <w:sz w:val="28"/>
          <w:szCs w:val="28"/>
        </w:rPr>
      </w:pPr>
      <w:r w:rsidRPr="00125A4B">
        <w:rPr>
          <w:b/>
          <w:bCs/>
          <w:sz w:val="28"/>
          <w:szCs w:val="28"/>
        </w:rPr>
        <w:t>расходов областного бюджета Ульяновской области</w:t>
      </w:r>
    </w:p>
    <w:p w:rsidR="00131B18" w:rsidRPr="00125A4B" w:rsidRDefault="00131B18" w:rsidP="00C16B75">
      <w:pPr>
        <w:jc w:val="center"/>
        <w:rPr>
          <w:b/>
          <w:bCs/>
          <w:sz w:val="28"/>
          <w:szCs w:val="28"/>
        </w:rPr>
      </w:pPr>
      <w:r w:rsidRPr="00125A4B">
        <w:rPr>
          <w:b/>
          <w:bCs/>
          <w:sz w:val="28"/>
          <w:szCs w:val="28"/>
        </w:rPr>
        <w:t>на 2016 год</w:t>
      </w:r>
    </w:p>
    <w:p w:rsidR="00131B18" w:rsidRPr="00D009D3" w:rsidRDefault="00131B18" w:rsidP="00C16B75">
      <w:pPr>
        <w:jc w:val="center"/>
        <w:rPr>
          <w:sz w:val="32"/>
          <w:highlight w:val="yellow"/>
        </w:rPr>
      </w:pPr>
    </w:p>
    <w:p w:rsidR="00131B18" w:rsidRPr="00D009D3" w:rsidRDefault="00131B18" w:rsidP="00C16B75">
      <w:pPr>
        <w:rPr>
          <w:sz w:val="2"/>
          <w:szCs w:val="2"/>
          <w:highlight w:val="yellow"/>
        </w:rPr>
      </w:pPr>
      <w:bookmarkStart w:id="3" w:name="RANGE!A1:G860"/>
      <w:bookmarkEnd w:id="3"/>
    </w:p>
    <w:tbl>
      <w:tblPr>
        <w:tblW w:w="994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843"/>
        <w:gridCol w:w="182"/>
        <w:gridCol w:w="526"/>
        <w:gridCol w:w="64"/>
        <w:gridCol w:w="397"/>
        <w:gridCol w:w="106"/>
        <w:gridCol w:w="291"/>
        <w:gridCol w:w="276"/>
        <w:gridCol w:w="1538"/>
        <w:gridCol w:w="446"/>
        <w:gridCol w:w="121"/>
        <w:gridCol w:w="588"/>
        <w:gridCol w:w="1560"/>
        <w:gridCol w:w="6"/>
      </w:tblGrid>
      <w:tr w:rsidR="00131B18" w:rsidRPr="00ED378C" w:rsidTr="00ED378C">
        <w:trPr>
          <w:gridAfter w:val="1"/>
          <w:wAfter w:w="6" w:type="dxa"/>
          <w:trHeight w:val="425"/>
        </w:trPr>
        <w:tc>
          <w:tcPr>
            <w:tcW w:w="3843" w:type="dxa"/>
            <w:tcBorders>
              <w:top w:val="nil"/>
              <w:left w:val="nil"/>
              <w:right w:val="nil"/>
            </w:tcBorders>
            <w:vAlign w:val="center"/>
          </w:tcPr>
          <w:p w:rsidR="00131B18" w:rsidRPr="00ED378C" w:rsidRDefault="00131B18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131B18" w:rsidRPr="00ED378C" w:rsidRDefault="00131B18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31B18" w:rsidRPr="00ED378C" w:rsidRDefault="00131B18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31B18" w:rsidRPr="00ED378C" w:rsidRDefault="00131B18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31B18" w:rsidRPr="00ED378C" w:rsidRDefault="00131B18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31B18" w:rsidRPr="00ED378C" w:rsidRDefault="00131B18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ED378C" w:rsidRDefault="00131B18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D378C">
              <w:rPr>
                <w:bCs/>
                <w:color w:val="000000"/>
                <w:sz w:val="28"/>
                <w:szCs w:val="28"/>
              </w:rPr>
              <w:t>тыс. руб.</w:t>
            </w:r>
          </w:p>
        </w:tc>
      </w:tr>
      <w:tr w:rsidR="00131B18" w:rsidRPr="00ED378C" w:rsidTr="00ED378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  <w:tblHeader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ED378C" w:rsidRDefault="00131B18" w:rsidP="008763AD">
            <w:pPr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8763AD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8763AD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Рз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8763AD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8763AD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8763AD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8763AD">
            <w:pPr>
              <w:ind w:left="-57" w:right="-57"/>
              <w:jc w:val="center"/>
              <w:rPr>
                <w:sz w:val="28"/>
                <w:szCs w:val="28"/>
              </w:rPr>
            </w:pPr>
            <w:r w:rsidRPr="00ED378C">
              <w:rPr>
                <w:sz w:val="28"/>
                <w:szCs w:val="28"/>
              </w:rPr>
              <w:t>Сумма</w:t>
            </w:r>
          </w:p>
        </w:tc>
      </w:tr>
    </w:tbl>
    <w:p w:rsidR="00131B18" w:rsidRPr="00ED378C" w:rsidRDefault="00131B18">
      <w:pPr>
        <w:rPr>
          <w:sz w:val="2"/>
          <w:szCs w:val="2"/>
        </w:rPr>
      </w:pPr>
    </w:p>
    <w:tbl>
      <w:tblPr>
        <w:tblW w:w="9944" w:type="dxa"/>
        <w:tblInd w:w="93" w:type="dxa"/>
        <w:tblLayout w:type="fixed"/>
        <w:tblLook w:val="00A0"/>
      </w:tblPr>
      <w:tblGrid>
        <w:gridCol w:w="4025"/>
        <w:gridCol w:w="590"/>
        <w:gridCol w:w="397"/>
        <w:gridCol w:w="397"/>
        <w:gridCol w:w="1814"/>
        <w:gridCol w:w="567"/>
        <w:gridCol w:w="2154"/>
      </w:tblGrid>
      <w:tr w:rsidR="00131B18" w:rsidRPr="00ED378C" w:rsidTr="00ED378C">
        <w:trPr>
          <w:trHeight w:val="374"/>
          <w:tblHeader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ED378C" w:rsidRDefault="00131B18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ED378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131B18" w:rsidRPr="00ED378C" w:rsidRDefault="00131B18" w:rsidP="00C16B75">
            <w:pPr>
              <w:jc w:val="center"/>
              <w:rPr>
                <w:sz w:val="28"/>
                <w:szCs w:val="28"/>
              </w:rPr>
            </w:pPr>
            <w:r w:rsidRPr="00ED378C">
              <w:rPr>
                <w:sz w:val="28"/>
                <w:szCs w:val="28"/>
              </w:rPr>
              <w:t>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Правительство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CA6E4A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17</w:t>
            </w:r>
            <w:r>
              <w:rPr>
                <w:b/>
                <w:sz w:val="28"/>
                <w:szCs w:val="28"/>
              </w:rPr>
              <w:t>0787</w:t>
            </w:r>
            <w:r w:rsidRPr="000559B5">
              <w:rPr>
                <w:b/>
                <w:sz w:val="28"/>
                <w:szCs w:val="28"/>
              </w:rPr>
              <w:t>9,7688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937F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Общегосударственные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>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CA6E4A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6953</w:t>
            </w:r>
            <w:r w:rsidRPr="000559B5">
              <w:rPr>
                <w:sz w:val="28"/>
                <w:szCs w:val="28"/>
              </w:rPr>
              <w:t>9,41538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ниципального образования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Губернатор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Функционирование Правитель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Российской Федерации, высших исполнительных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 государственной власти субъектов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ции, местных администраций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AC7E02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3</w:t>
            </w:r>
            <w:r w:rsidRPr="000559B5">
              <w:rPr>
                <w:sz w:val="28"/>
                <w:szCs w:val="28"/>
              </w:rPr>
              <w:t>345,947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AC7E02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3</w:t>
            </w:r>
            <w:r w:rsidRPr="000559B5">
              <w:rPr>
                <w:sz w:val="28"/>
                <w:szCs w:val="28"/>
              </w:rPr>
              <w:t>345,947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Руководитель высшего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нительного органа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власти Ульяновской области и его заместители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16966,9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16966,9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AC7E02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6</w:t>
            </w:r>
            <w:r w:rsidRPr="000559B5">
              <w:rPr>
                <w:sz w:val="28"/>
                <w:szCs w:val="28"/>
              </w:rPr>
              <w:t>379,047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AC7E02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4</w:t>
            </w:r>
            <w:r w:rsidRPr="000559B5">
              <w:rPr>
                <w:sz w:val="28"/>
                <w:szCs w:val="28"/>
              </w:rPr>
              <w:t>639,847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1729,7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CA6E4A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</w:t>
            </w:r>
            <w:r>
              <w:rPr>
                <w:sz w:val="28"/>
                <w:szCs w:val="28"/>
              </w:rPr>
              <w:t>292</w:t>
            </w:r>
            <w:r w:rsidRPr="000559B5">
              <w:rPr>
                <w:sz w:val="28"/>
                <w:szCs w:val="28"/>
              </w:rPr>
              <w:t>3,46838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CA6E4A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3987</w:t>
            </w:r>
            <w:r w:rsidRPr="000559B5">
              <w:rPr>
                <w:sz w:val="28"/>
                <w:szCs w:val="28"/>
              </w:rPr>
              <w:t>2,531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ап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парата Общественной палаты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5123,3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4890,9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229,4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Ульяновскому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гиональному отделению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щероссийской общественной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Ассоциация юристов России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финансо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вое обеспечение затрат, свя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занных с деятельностью Ассо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циации по содействию 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тию правового просвещения и оказанию бесплатной юриди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ческой помощи на территории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2419,9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2419,9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Субсидии Ассоциации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Совет муниципальных образований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нансовое обеспечение затрат по осуществлению социально ориентированных видов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 в целях содействия развитию местного самоуправ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 в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3013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3013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Ульяновской регио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нальной организации Всерос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сийской общественной органи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зации ветеранов (пенсионеров) войны, труда, Вооружённых Сил и правоохранительных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ганов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 по патриотиче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скому воспитанию граждан Российской Федерации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4121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3852,7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261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 в сфере проведе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научных исследований в области истории и культуры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8550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8550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3 октября 2012 года 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бесплатной юридической помощи на тер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2223,8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2223,8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152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Ульяновской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гиональной общественной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ганизации Общероссийской общественной организации – Общество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Знание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России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учно-исследовательский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ститут изучения проблем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гиональной экономики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5302,1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5302,1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автономной неком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Агентство передовых инициа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тив, технологий, проектов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17646,1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17646,1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автономной неком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мерческой организации 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тия кадрового потенциала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Корпоративный университет Ульяновской обл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0559B5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нансовое обеспечение затрат, связанных с решением задач в области образования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12555,6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12555,6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отдельных полномочий по составлению (изменению) списков кандида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 в присяжные заседатели федеральных судов общей юрисдикции в Российской Фе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1983,1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1983,1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путатов Государственной Д</w:t>
            </w:r>
            <w:r w:rsidRPr="000559B5">
              <w:rPr>
                <w:color w:val="000000"/>
                <w:sz w:val="28"/>
                <w:szCs w:val="28"/>
              </w:rPr>
              <w:t>у</w:t>
            </w:r>
            <w:r w:rsidRPr="000559B5">
              <w:rPr>
                <w:color w:val="000000"/>
                <w:sz w:val="28"/>
                <w:szCs w:val="28"/>
              </w:rPr>
              <w:t>мы и их помощников в из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бирательных округах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8151,7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6513,7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1638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членов Совета Федерации и их помощников в субъектах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1639,6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1501,344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138,256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цией и обеспечением деятель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муниципальных комис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сий по делам несовершенно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летних и защите их прав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21011,7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21011,7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расходного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тельства,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559B5">
              <w:rPr>
                <w:color w:val="000000"/>
                <w:sz w:val="28"/>
                <w:szCs w:val="28"/>
              </w:rPr>
              <w:t>связанного с опреде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лением перечня должностных лиц органов местного само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управления, уполномоченных составлять протоколы об от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дельных административных правонарушениях, предусмот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23,04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23,04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проведе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публичных меро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Компенсация расходов бюд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жета муниципального образо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Ульяновский район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по проведению на территории Ульяновского района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областного фо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рума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Экипаж-2020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709,791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709,791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поддержки обще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ственных объединений пожар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охраны и добровольных пожарных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CA6E4A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166</w:t>
            </w:r>
            <w:r w:rsidRPr="000559B5">
              <w:rPr>
                <w:sz w:val="28"/>
                <w:szCs w:val="28"/>
              </w:rPr>
              <w:t>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CA6E4A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434</w:t>
            </w:r>
            <w:r w:rsidRPr="000559B5">
              <w:rPr>
                <w:sz w:val="28"/>
                <w:szCs w:val="28"/>
              </w:rPr>
              <w:t>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7030,9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 5 мая 2011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 xml:space="preserve">да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наградах Уль</w:t>
            </w:r>
            <w:r w:rsidRPr="000559B5">
              <w:rPr>
                <w:color w:val="000000"/>
                <w:sz w:val="28"/>
                <w:szCs w:val="28"/>
              </w:rPr>
              <w:t>я</w:t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данское общество и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10295,4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Содействие развитию институтов граждан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ского общества и поддержка социально ориентированных некоммерческих организаций и добровольческой (волонтёр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ской) деятельности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Гражданское общество 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сударственная национальная политика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финансовой поддержки социально ориентированным некоммерческим организациям на реализацию социально ори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ентированных проектов (про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грамм) по результатам кон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курсных процедур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ведение мероприятий, направ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ленных на обеспечение 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тия гражданского общества и организацию взаимодействия составляющих его элементов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дов России на территории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Гражданское общество и государственная националь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дание и сопровождение сис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темы мониторинга состояния межнациональных отношений и раннего предупреждения межнациональных конфликтов, базирующейся на диверсифи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кации источников информации и предусматривающей воз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можность оперативного реаги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рования на конфликтные и предконфликтные ситуации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ведение комплексной инфор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мационной кампании, направ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ленной на укрепление единства российской нации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филактика этнополитического и религиозно-политического экстремизма, ксенофобии и 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терпимости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финансовой поддержки общественных инициатив в сфере укрепления граждан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ского единства и гармонизации межнациональных отношений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полнительное профессиональ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ное образование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гражданских служащих Ульяновской области и 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ципальных служащих, в компе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тенции которых находятся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 в сфере обеспечения общегражданского единства и гармонизации межнациональ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отношений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Организация и проведение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вещаний, семинаров с уча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стием государственных 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данских служащих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и должностных лиц органов местного само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управления муниципальных образований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ласти, ответственных за 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зацию государственной нацио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нальной политики, по вопро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сам межнациональных отно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шений и предупреждения меж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национальных конфликтов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81 2 05 25100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81 2 05 25100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дание условий для этноконфес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сиональной адаптации мигран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тов, прибывающих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скую область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Организация и проведение обучающих курсов для 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грантов, прибывающих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яновскую область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вершенствование деятельности исполнительных органов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власти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по реализации своих полномочий в сфере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сударственной национальной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государственного управле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937F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AC7E02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59</w:t>
            </w:r>
            <w:r w:rsidRPr="000559B5">
              <w:rPr>
                <w:sz w:val="28"/>
                <w:szCs w:val="28"/>
              </w:rPr>
              <w:t>257,2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937F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Оце</w:t>
            </w:r>
            <w:r w:rsidRPr="000559B5">
              <w:rPr>
                <w:color w:val="000000"/>
                <w:sz w:val="28"/>
                <w:szCs w:val="28"/>
              </w:rPr>
              <w:t>н</w:t>
            </w:r>
            <w:r w:rsidRPr="000559B5">
              <w:rPr>
                <w:color w:val="000000"/>
                <w:sz w:val="28"/>
                <w:szCs w:val="28"/>
              </w:rPr>
              <w:t>ка претендентов на замещение должностей государственной гражданской службы Ульяно</w:t>
            </w:r>
            <w:r w:rsidRPr="000559B5">
              <w:rPr>
                <w:color w:val="000000"/>
                <w:sz w:val="28"/>
                <w:szCs w:val="28"/>
              </w:rPr>
              <w:t>в</w:t>
            </w:r>
            <w:r w:rsidRPr="000559B5">
              <w:rPr>
                <w:color w:val="000000"/>
                <w:sz w:val="28"/>
                <w:szCs w:val="28"/>
              </w:rPr>
              <w:t>ской области и муниципальной службы Ульяновской области, государственных гражданских служащих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и муниципальных слу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жащих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замещению должностей государственной гражданской службы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и муниципальной службы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вершенствование ведения кад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рового учёта лиц, замещающих государственные должности Ульяновской области,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ственных гражданских служа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 (работников)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венных органов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Внедрение (настройка и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держание) автоматизированной системы управления в целях обеспечения возможности 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редачи сведений по вопросам формирования кадрового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става государственной 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данской службы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резерва управленческих кадров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подготовке резерва управленческих кадров и совершенствованию меха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низма его формирования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вершенствование работы с 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лодёжью на государственной гражданской службе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Организация и проведение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роприятий по работе с моло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дёжью на государственной гражданской службе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834947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Губерна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тора Ульяновской области, Правительства Ульяновской области, исполнительных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ганов государственной власти Ульяновской области и других государственных органов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AC7E02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58</w:t>
            </w:r>
            <w:r w:rsidRPr="000559B5">
              <w:rPr>
                <w:sz w:val="28"/>
                <w:szCs w:val="28"/>
              </w:rPr>
              <w:t>892,1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AC7E02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58</w:t>
            </w:r>
            <w:r w:rsidRPr="000559B5">
              <w:rPr>
                <w:sz w:val="28"/>
                <w:szCs w:val="28"/>
              </w:rPr>
              <w:t>892,1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161748,9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  <w:r w:rsidRPr="000559B5">
              <w:rPr>
                <w:sz w:val="28"/>
                <w:szCs w:val="28"/>
              </w:rPr>
              <w:t>651,2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18052,5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Комплексные меры по обеспечению общест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венного порядка, противодей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ствию преступности и профи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лактике правонарушений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17602,5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влечение общественности в деятельность по предупрежде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нию правонарушений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577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дупреждение и пресечение преступлений с участием несо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вершеннолетних и в отноше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нии их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дание автоматизированного программного комплекса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Безопасный город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>, противо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распространению идеологии терроризма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15275,5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15275,5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формационно-методическое обеспечение профилактики правонарушений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Комплексные меры противодействия зло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низационно-правовое 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антинаркотической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информационного обще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и электронного прави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345445,83738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Снижение ад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министративных барьеров, оп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тимизация и повышение каче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предоставления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ственных услуг исполнитель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органами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власти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и муниципальных услуг органами местного самоуправ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 муниципальных образо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ваний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2015-2019 годы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формационного общества и электронного правительства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308908,63738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сети многофункциональ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центров предоставления государственных и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пальных услуг и обновление их материально-технической б</w:t>
            </w:r>
            <w:r w:rsidRPr="000559B5">
              <w:rPr>
                <w:color w:val="000000"/>
                <w:sz w:val="28"/>
                <w:szCs w:val="28"/>
              </w:rPr>
              <w:t>а</w:t>
            </w:r>
            <w:r w:rsidRPr="000559B5">
              <w:rPr>
                <w:color w:val="000000"/>
                <w:sz w:val="28"/>
                <w:szCs w:val="28"/>
              </w:rPr>
              <w:t>зы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предоставления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дарственных и муниципальных услуг в электронной форме, в том числе внедрение универ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сальной электронной карты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21223,6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сфере инфор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21223,6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21223,6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текущей деятельности подведомственных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272685,03738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30333,03738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242352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Повышение уровня доступности информа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ционных и телекоммуникаци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онных технологий для физиче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и юридических лиц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2015-2019 годы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информаци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онного общества и электрон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правительства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2015-2019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проведения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в сфере информационно-телекоммуникационных техно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логий международного, межре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гионального и регионального масштаба, а также участие в них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сфере инфор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доставление субсидий Фонду развития информационных технологий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в целях финансового обеспечения затрат, связанных с реализацией мероприятий по повышению уровня доступно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информационных и теле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коммуникационных техноло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гий для физических и юриди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ческих лиц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сфере инфор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формационно-телекоммуника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ционного взаимодействия 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полнительных органов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власти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2015-2019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информационного общества и электронного пра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вительства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30737,2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сетей передачи данных и обновление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граммного обеспечения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2616,3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сфере инфор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2616,3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2616,3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текущей деятельности подведомственных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28120,9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26219,7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1840,8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403014,46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Защита населения и террито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рии от чрезвычайных ситуаций природного и техногенного ха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рактера, гражданская оборона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84317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84317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Снижение рисков и смягчение последст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рактера на территории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84317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Уча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стие в создании системы 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печения вызова экстренных оперативных служб по еди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ному номеру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112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дание комплексной системы экстренного оповещения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Осве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жение запасов средств индиви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дуальной защиты для граждан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обороны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3427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3427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дание территориального стра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хового фонда документации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нансовое обеспечение деятель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областного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Служба гражданской защиты и пожарной безопасности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75185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68176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6406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598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пожарной безо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пасности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318697,46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318697,46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Снижение рисков и смягчение последст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рактера на территории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318697,46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нансовое обеспечение деятель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областного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Служба гражданской защиты и пожарной безопасности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318049,86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292025,86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23937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2077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держание пожарных частей противопожарной службы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647,6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647,6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благоприятного инве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стиционного климата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Реструктури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и стимулирование 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тия промышленности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благоприят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государственной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юридическим лицам и индивидуальным предприни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мателям, осуществляющим деятельность на территории Ульяновской области, в целях развития промышленного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изводства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Создание условий для модер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низации и технического пере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вооружения производствен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сектора исправительных учреждений Управления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ральной службы исполнения наказаний по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в результате приобрете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оборудования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4018,8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4018,8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государственного управле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2634,9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низация обучения лиц, заме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щающих государственные должности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ласти, государственных 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данских служащих (работни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ков) государственных органов Ульяновской области, лиц,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мещающих выборные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пальные должности, и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пальных служащих (работни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ков) органов местного само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управления муниципальных образований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обучению лиц, замещающих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венные должности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области, государственных гражданских служащих (ра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ботников) государственных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ганов Ульяновской области, лиц, замещающих выборные муниципальные должности, и муниципальных служащих (ра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ботников) органов местного самоуправления муниципаль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образований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резерва управленческих кадров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подготовке резерва управленческих кадров и совершенствованию меха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низма его формирования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8850,49342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Сохр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нение и государственная охрана объектов культурного наследия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 (памятников истории и культ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ры) народов Российской Фед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рации, расположенных на 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ритории Ульяновской области»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41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41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8350,49342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41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41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26CDE">
            <w:pPr>
              <w:spacing w:line="341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626CDE">
            <w:pPr>
              <w:spacing w:line="341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626CDE">
            <w:pPr>
              <w:spacing w:line="341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362,46742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субъектов Российской Фе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дерации в соответствии с пунк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том 1 статьи 9</w:t>
            </w:r>
            <w:r w:rsidRPr="00923762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0559B5">
              <w:rPr>
                <w:color w:val="000000"/>
                <w:sz w:val="28"/>
                <w:szCs w:val="28"/>
              </w:rPr>
              <w:t xml:space="preserve"> Федерального закона от 25 июня 2002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 xml:space="preserve">№ 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объектах кул</w:t>
            </w:r>
            <w:r w:rsidRPr="000559B5">
              <w:rPr>
                <w:color w:val="000000"/>
                <w:sz w:val="28"/>
                <w:szCs w:val="28"/>
              </w:rPr>
              <w:t>ь</w:t>
            </w:r>
            <w:r w:rsidRPr="000559B5">
              <w:rPr>
                <w:color w:val="000000"/>
                <w:sz w:val="28"/>
                <w:szCs w:val="28"/>
              </w:rPr>
              <w:t>турного наследия (памятниках истории и культуры) народов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номочий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 в отношении объектов культурного наследия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362,46742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362,46742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26CD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26CDE">
            <w:pPr>
              <w:spacing w:line="35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7988,026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приоритетных направле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ний государственной культур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7988,026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7988,026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31675,4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обслуживание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зённого учреждения социаль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ного обслуживания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Центр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циально-психологической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мощи семье и детям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Семья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в г. Ульяновске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1225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28053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1174,2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72,8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мер социальной поддержки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Проведение социально значи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Средства массовой информа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189746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75446,1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данское общество и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75446,1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данское общество и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75446,1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приятия в сфере обеспечения деятельности юридических лиц, осуществляющих произ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водство и выпуск теле-, радио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программ, связанных с осве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щением социально значимых событий общественной, эконо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мической и культурной жизни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75446,1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Поддержка в области элек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тронных средств массовой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формации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33558,9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13558,9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Информирование о деятельно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политических партий, представленных в Законода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тельном Собрании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области, при освещении их деятельности региональным телеканалом и радиоканалом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81 3 01 25140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2316,6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81 3 01 25140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2316,6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лерадиокомпаний, учреждён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Правительством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81 3 01 25150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36162,6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81 3 01 25150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36162,6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организациям, 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ществляющим производство, распространение и тиражиро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вание социально значимых программ в сфере электронных средств массовой информации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81 3 01 25160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3408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81 3 01 25160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3408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Периодическая печать и изда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93175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данское общество и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93175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данское общество и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93175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приятия в сфере обеспечения деятельности юридических лиц, осуществляющих произ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водство и выпуск периодиче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печатных изданий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93175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Поддержка в области периоди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ческих печатных средств мас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81 3 02 25170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81 3 02 25170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Областные автономные учреж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дения в сфере периодических печатных средств массовой информации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81 3 02 25180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83475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81 3 02 25180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83475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21124,9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17817,9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Анали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тика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17817,9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16611,2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1162,3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44,4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данское общество и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3307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данское общество и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3307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приятия в сфере информацион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3307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Проведение фестивалей, твор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ческих конкурсов, тематиче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выставок, спортивных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роприятий, тематических 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минаров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81 3 03 25190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1302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81 3 03 25190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1302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Проведение мероприятий,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свящённых Дню российской печати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138461,8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138461,8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Функционирование законода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(представительных) органов государственной вла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и представительных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 муниципальных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138461,8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138461,8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Председатель Законодатель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Собрания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3345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3345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Депутаты Законодательного Собрания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31098,4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31098,4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104018,4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93082,4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23746,3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23746,3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23746,3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23746,3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23746,3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22822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920,9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Департамент архитектуры и градостроительства Улья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38814,9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10872,7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10872,7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10872,7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Подготовка документов территориального планирования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муниципальных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зований Ульяновской области документами территориаль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планирования и градо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строительного зонирования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Разработка проекта внесения изменений в Схему территори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ального планирования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 и разработка концепции агломерации горо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дов Ульяновска и Димитров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града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85 2 01 40100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85 2 01 40100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Создание комфортной среды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строительства и 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хитектуры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низация и проведение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 значимых мероприятий, конкурсов, конференций и фо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румов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Организация и проведение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 значимых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в области архитектуры и градостроительства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10512,5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нителя и соисполнителей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10512,5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тономного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гиональный градостроитель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ный центр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9B19D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10512,5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10512,5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Жилищно-коммунальное 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27942,2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лищно-коммунального хозяй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27942,2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27942,2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27942,2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нителя и соисполнителей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27942,2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27942,2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25886,1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2038,1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Министерство промышлен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ности, строительства, жи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лищно-коммунального ком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плекса и транспорта Улья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582AA6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81</w:t>
            </w:r>
            <w:r>
              <w:rPr>
                <w:b/>
                <w:sz w:val="28"/>
                <w:szCs w:val="28"/>
              </w:rPr>
              <w:t>60</w:t>
            </w:r>
            <w:r w:rsidRPr="000559B5">
              <w:rPr>
                <w:b/>
                <w:sz w:val="28"/>
                <w:szCs w:val="28"/>
              </w:rPr>
              <w:t>355,05598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материально-тех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нической базы областных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4151011,88594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17651,7289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47,78231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Возврат средств в результате недостижения показателей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зультативности использования субсидий, предоставляемых из федерального  бюджета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47,78231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47,78231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окружающей среды и восста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17603,94659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дохозяйственного комплекса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ружающей среды и восстанов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17603,94659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Строительство (реконструк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ция) сооружений инженерной защиты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966,2179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Строительство (реконструк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ция) гидротехнических берего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укрепительных сооружений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966,2179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966,2179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монт гидротехнических соору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16637,72869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152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Подготовка проектной доку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ментации для осуществления капитального ремонта гидро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технических сооружений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88 2 02 48020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4529,231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88 2 02 48020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4529,231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Капитальный ремонт гидро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технических сооружений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88 2 02 48030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8776,29769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88 2 02 48030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8776,29769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Капитальный ремонт гидро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технических сооружений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02 R0162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3332,2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02 R0162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3332,2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242312,4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152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жилищно-коммунального хозяйства и повышение энер</w:t>
            </w:r>
            <w:r>
              <w:rPr>
                <w:color w:val="000000"/>
                <w:sz w:val="28"/>
                <w:szCs w:val="28"/>
              </w:rPr>
              <w:t>г</w:t>
            </w:r>
            <w:r w:rsidRPr="000559B5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Энергосбере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жение и повышение энергети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ческой эффективности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области, в том числе на основе расширения исполь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зования природного газа в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честве моторного топлива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жилищно-коммунального хозяйства и повышение энерге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Меры государственной поддержки реализации энергосберегаю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 и энергоэффективных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роприятий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автобусов, транспортных средств 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лищно-, дорожно-коммуналь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хозяйства, работающих на газомоторном топливе, и ввод их в эксплуатацию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83 4 01 29110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83 4 01 29110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232312,4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населения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качественными услугами пассажирского транспорта в 2015-2020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транс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232312,4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приятия, направленные на раз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витие пассажирских перевозок автомобильным транспортом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автобусов и ввод их в эксплуатацию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компенсацию 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дополученных доходов от 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ревозки пассажиров автомо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бильным транспортом юриди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лицам, индивидуаль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 предпринимателям, 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ществляющим данную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тельность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приятия, направленные на раз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витие пассажирских перевозок железнодорожным транспор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том общего пользования в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городном сообщении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112312,4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компенсацию 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дополученных доходов, свя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занных с перевозкой пассажи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 на железнодорожном транспорте общего пользова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пригородном сообщении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86000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86000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Расходы, связанные с исполне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решений, принятых 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26312,4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26312,4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Дорожное хозяйство (дорож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ные фонды)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3882387,75704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110227,07324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развития жилищного строительства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110227,07324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жилищного строительства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110227,07324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Стимулирование программ развития жилищного строи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тельства субъектов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федеральной це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99170,07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99170,07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тий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программ развития жилищного строительства субъектов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R0210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11057,00324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софинансирова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мероприятий по строи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тельству автомобильных дорог в новых микрорайонах массо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вой малоэтажной и многоэтаж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застройки жилых помеще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ний экономического класса по подпрограмме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программ развития 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лищного строительства субъ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R0211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11057,00324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R0211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11057,00324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3708175,32505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сис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темы дорожного хозяйства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3468921,02518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0559B5">
              <w:rPr>
                <w:color w:val="000000"/>
                <w:sz w:val="28"/>
                <w:szCs w:val="28"/>
              </w:rPr>
              <w:t>Строительство и реконструк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 автомобильных дорог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щего пользования региональ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и межмуниципального значения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4126,66056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Строительство и реконструк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 прочих автомобильных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рог общего пользования регио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нального и межмуниципаль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значения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4126,66056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4126,66056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дорожной деятельно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3464794,36462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дорожно-строитель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 организациям, осуществ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ляющим дорожную деятель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ность на автомобильных доро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гах регионального или межму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ниципального значения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области, на возмеще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затрат, связанных с упла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той процентов по кредитам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18827,3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18827,3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развитию сис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темы дорожного хозяйства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1577867,9272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1577867,9272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областным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ственным казённым предпри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ятиям на возмещение части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трат, связанных с приобрете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дорожно-транспортной техники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62682,88629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62682,88629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Департа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мент автомобильных дорог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525550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47458,1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25791,47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452300,43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гиональных программ в сфере дорожного хозяйства по реше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 Правительства Россий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520283,13134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309417,96488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210865,16646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ремонт дворовых территорий многоквартирных домов и социальных объектов, проездов к дворовым террито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риям многоквартирных домов и социальным объектам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лённых пунктов, подготовку проектной документации, строительство, реконструкцию, капитальный ремонт, ремонт и содержание (установку дорож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знаков и нанесение гори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зонтальной разметки) автомо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бильных дорог общего пользо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вания местного значения, мос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 и иных искусственных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рожных сооружений на них, в том числе на проектирование и строительство (реконструк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цию) автомобильных дорог общего пользования местного значения с твёрдым покрытием до сельских населённых пунк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тов, не имеющих круглогодич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связи с сетью автомобиль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дорог общего пользования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755820,0937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755820,0937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софинансирова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проектирования и строи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тельства (реконструкции),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питального ремонта, ремонта и содержания велосипедных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рожек и велосипедных парко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вок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3763,02609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3763,02609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Повышение безопасности дорожного дви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жения в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транс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239254,29987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дание и развитие автоматизи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рованной системы фиксации нарушений правил дорожного движения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167696,88387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обеспечению эксплуатации специальных средств, применяемых в целях фиксации административных правонарушений в области безопасности дорожного дви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167696,88387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167696,88387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вершенствование организации дорожного движения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92 3 03 00000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71557,416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Мероприятия, направленные на совершенствование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 дорожного движения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71557,416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71557,416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63985,35875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63985,35875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63985,35875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39096,3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39096,3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t>2014-2017</w:t>
            </w:r>
            <w:r w:rsidRPr="000559B5">
              <w:rPr>
                <w:color w:val="000000"/>
                <w:sz w:val="28"/>
                <w:szCs w:val="28"/>
              </w:rPr>
              <w:t xml:space="preserve">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24889,05875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сети 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томобильных дорог, ведущих к общественно значимым объек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там сельских населённых пунктов, объектам производ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и переработки сельскохо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зяйственной продукции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24889,05875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24889,05875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благоприятного инве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стиционного климата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Реструктури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и стимулирование 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тия промышленности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благоприят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государственной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юридическим лицам и индивидуальным предприни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мателям, осуществляющим деятельность на территории Ульяновской области, в целях развития промышленного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изводства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юридическим лицам, зарегистрированным на терри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тории Ульяновской области и осуществляющим производ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ство и обработку трикотажного или вязаного полотна, в целях возмещения части затрат на оплату услуг по передаче элек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трической энергии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90 5 01 62870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90 5 01 62870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604A6D">
              <w:rPr>
                <w:color w:val="000000"/>
                <w:sz w:val="28"/>
                <w:szCs w:val="28"/>
              </w:rPr>
              <w:t>Субсидии организациям, чи</w:t>
            </w:r>
            <w:r w:rsidRPr="00604A6D">
              <w:rPr>
                <w:color w:val="000000"/>
                <w:sz w:val="28"/>
                <w:szCs w:val="28"/>
              </w:rPr>
              <w:t>с</w:t>
            </w:r>
            <w:r w:rsidRPr="00604A6D">
              <w:rPr>
                <w:color w:val="000000"/>
                <w:sz w:val="28"/>
                <w:szCs w:val="28"/>
              </w:rPr>
              <w:t>ленность работников которых, относящихся к лицам с огран</w:t>
            </w:r>
            <w:r w:rsidRPr="00604A6D">
              <w:rPr>
                <w:color w:val="000000"/>
                <w:sz w:val="28"/>
                <w:szCs w:val="28"/>
              </w:rPr>
              <w:t>и</w:t>
            </w:r>
            <w:r w:rsidRPr="00604A6D">
              <w:rPr>
                <w:color w:val="000000"/>
                <w:sz w:val="28"/>
                <w:szCs w:val="28"/>
              </w:rPr>
              <w:t>ченными возможностями зд</w:t>
            </w:r>
            <w:r w:rsidRPr="00604A6D">
              <w:rPr>
                <w:color w:val="000000"/>
                <w:sz w:val="28"/>
                <w:szCs w:val="28"/>
              </w:rPr>
              <w:t>о</w:t>
            </w:r>
            <w:r w:rsidRPr="00604A6D">
              <w:rPr>
                <w:color w:val="000000"/>
                <w:sz w:val="28"/>
                <w:szCs w:val="28"/>
              </w:rPr>
              <w:t>ровья, превышает 50 процентов общей численности работников организаций, на возмещение части затрат таких организ</w:t>
            </w:r>
            <w:r w:rsidRPr="00604A6D">
              <w:rPr>
                <w:color w:val="000000"/>
                <w:sz w:val="28"/>
                <w:szCs w:val="28"/>
              </w:rPr>
              <w:t>а</w:t>
            </w:r>
            <w:r w:rsidRPr="00604A6D">
              <w:rPr>
                <w:color w:val="000000"/>
                <w:sz w:val="28"/>
                <w:szCs w:val="28"/>
              </w:rPr>
              <w:t>ций, связанных с оплатой услуг теплоснабжения, электросна</w:t>
            </w:r>
            <w:r w:rsidRPr="00604A6D">
              <w:rPr>
                <w:color w:val="000000"/>
                <w:sz w:val="28"/>
                <w:szCs w:val="28"/>
              </w:rPr>
              <w:t>б</w:t>
            </w:r>
            <w:r w:rsidRPr="00604A6D">
              <w:rPr>
                <w:color w:val="000000"/>
                <w:sz w:val="28"/>
                <w:szCs w:val="28"/>
              </w:rPr>
              <w:t>жения, водоснабжения и вод</w:t>
            </w:r>
            <w:r w:rsidRPr="00604A6D">
              <w:rPr>
                <w:color w:val="000000"/>
                <w:sz w:val="28"/>
                <w:szCs w:val="28"/>
              </w:rPr>
              <w:t>о</w:t>
            </w:r>
            <w:r w:rsidRPr="00604A6D">
              <w:rPr>
                <w:color w:val="000000"/>
                <w:sz w:val="28"/>
                <w:szCs w:val="28"/>
              </w:rPr>
              <w:t>отведения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90 5 01 62880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90 5 01 62880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Жилищно-коммунальное 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1258056,52651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680758,85191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680758,85191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рийного жилищного фонда, в том числе переселению 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 из аварийного жилищного фонда с учётом необходимости развития малоэтажного 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лищного строительства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11 0 00 09502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484542,05191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11 0 00 09502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484542,05191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рийного жилищного фонда, в том числе переселению 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 из аварийного жилищного фонда с учётом необходимости развития малоэтажного 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лищного строительства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196216,8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196216,8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31550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47571,2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14890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14890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Создание комфортной среды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строительства и 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хитектуры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14890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ведение комплексного благоус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тройства территорий област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подведомственных учреж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дений и муниципальных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зований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14890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благоустройство территорий поселений и город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округов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85 3 01 70330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14890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85 3 01 70330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14890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лищно-коммунального хозяй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514836,4746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расходного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тельства, связанного с установ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лением нормативов потребле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населением твёрдого топ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жилищно-коммунал</w:t>
            </w:r>
            <w:r>
              <w:rPr>
                <w:color w:val="000000"/>
                <w:sz w:val="28"/>
                <w:szCs w:val="28"/>
              </w:rPr>
              <w:t>ьного хозяйства и повышение эне</w:t>
            </w:r>
            <w:r w:rsidRPr="000559B5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</w:t>
            </w:r>
            <w:r w:rsidRPr="000559B5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360118,4156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Чистая вода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жилищно-коммунального хозяйства и повышение энерге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84452,8102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водоснабжением и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доотведением населения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84452,8102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услуг в сфере водоснаб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42230,8102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42230,8102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погашение креди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торской задолженности за 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нее выполненные работы по строительству и реконструкции объектов водоснабжения,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готовке проектной документа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5618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5618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ремонт объектов водоснабжения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31297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31297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подготовку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ектной документации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83 1 01 70110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83 1 01 70110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ремонт объектов водоотведения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83 1 01 70140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83 1 01 70140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Газификация населённых пунктов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24986,1014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возможности пользо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вания сетевым природным 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зом потребителей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24986,1014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строительство объектов газоснабжения, в том числе подготовку проектной документации, проведение экспертизы проектной доку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24986,1014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24986,1014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Содействие муниципальным образованиям Ульяновской области в подго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товке и прохождении отопи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сезонов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лищно-коммунального хозяй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и повышение энергетиче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эффективности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228771,26572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Теп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лоснабжение населения и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ектов социальной сферы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228771,26572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услуг в сфере теплоснаб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32990,6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32990,6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погашение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долженности теплоснабжаю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 организаций муниципаль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образований Ульяновской области за потреблённый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родный газ, связанной с 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ществлением регулируемых видов деятельности в сфере 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плоснабжения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146900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146900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оказание содейст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вия поселениям Ульяновской области в подготовке и прохо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ждении отопительного сезона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83 3 01 70060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17172,89172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83 3 01 70060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17172,89172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погашение креди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торской задолженности за 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нее выполненные работы и оказанные услуги в сфере теп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лоснабжения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83 3 01 70070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10582,774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83 3 01 70070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10582,774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погашение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долженности теплоснабжаю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 организаций муниципаль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образований Ульяновской области за потреблённый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родный газ, связанной с 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ществлением регулируемых видов деятельности в сфере 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плоснабжения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21125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21125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Энергосбере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жение и повышение энергети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ческой эффективности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области, в том числе на основе расширения исполь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зования природного газа в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честве моторного топлива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жилищно-коммунального хозяйства и повышение энерге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21908,23828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Меры государственной поддержки реализации энергосберегаю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 и энергоэффективных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роприятий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4309,73828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81939">
              <w:rPr>
                <w:color w:val="000000"/>
                <w:sz w:val="28"/>
                <w:szCs w:val="28"/>
              </w:rPr>
              <w:t>Предоставление субсидий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81939">
              <w:rPr>
                <w:color w:val="000000"/>
                <w:sz w:val="28"/>
                <w:szCs w:val="28"/>
              </w:rPr>
              <w:t>ластным государственным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81939">
              <w:rPr>
                <w:color w:val="000000"/>
                <w:sz w:val="28"/>
                <w:szCs w:val="28"/>
              </w:rPr>
              <w:t>зённым предприятиям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81939">
              <w:rPr>
                <w:color w:val="000000"/>
                <w:sz w:val="28"/>
                <w:szCs w:val="28"/>
              </w:rPr>
              <w:t>новской области в целях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81939">
              <w:rPr>
                <w:color w:val="000000"/>
                <w:sz w:val="28"/>
                <w:szCs w:val="28"/>
              </w:rPr>
              <w:t>нансового обеспечения затрат, связанных со строительством и модернизацией теплоисточни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81939">
              <w:rPr>
                <w:color w:val="000000"/>
                <w:sz w:val="28"/>
                <w:szCs w:val="28"/>
              </w:rPr>
              <w:t>ков для объектов социальной сферы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152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строительство и модернизацию котельных, в том числе п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0559B5">
              <w:rPr>
                <w:color w:val="000000"/>
                <w:sz w:val="28"/>
                <w:szCs w:val="28"/>
              </w:rPr>
              <w:t>тём перевода сис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темы централизованного ото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пления на систему подомового газового отопления для объек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 социальной сферы и 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лищного фонда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83 4 01 70120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3592,13828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83 4 01 70120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3592,13828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органи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заций, подведомственных 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нистерству промышленности, строительства, жилищно-ком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мунального комплекса и транспорта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8708,4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Центр энергосбережения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гиональное агентство по энер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госбережению и повышению энергоэффективности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83 4 03 29130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5198,4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83 4 03 29130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5198,4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привлечения в органи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зации жилищно-коммуналь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хозяйства квалифициро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ванных работников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8890,1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29 сентября 2015 года 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неко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торых мерах по привлечению в организации жилищно-комму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нального хозяйства, находя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щиеся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области, квалифициро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ванных работников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8890,1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8890,1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109793,359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109793,359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нителя и соисполнителей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109793,359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скоблстройзаказчик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39268,3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35186,5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3905,6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некоммерческой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ганизации Фонд модернизации жилищно-коммунального 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плекса Ульяновской области на финансовое обеспечение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трат, связанных с его деятель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ностью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11075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11075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59450,059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54271,459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5138,6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44747,2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44747,2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44747,2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t>2014-2017</w:t>
            </w:r>
            <w:r w:rsidRPr="000559B5">
              <w:rPr>
                <w:color w:val="000000"/>
                <w:sz w:val="28"/>
                <w:szCs w:val="28"/>
              </w:rPr>
              <w:t xml:space="preserve">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44747,2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софинансирова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мероприятий по строи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тельству объектов газоснабже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сельской местности в рамках реализации федераль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19796,6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19796,6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софинансирова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мероприятий по строи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тельству и реконструкции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ектов водоснабжения в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местности в рамках реа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лизации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24950,6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24950,6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582AA6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52</w:t>
            </w:r>
            <w:r w:rsidRPr="000559B5">
              <w:rPr>
                <w:sz w:val="28"/>
                <w:szCs w:val="28"/>
              </w:rPr>
              <w:t>965,51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582AA6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14</w:t>
            </w:r>
            <w:r w:rsidRPr="000559B5">
              <w:rPr>
                <w:sz w:val="28"/>
                <w:szCs w:val="28"/>
              </w:rPr>
              <w:t>493,92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582AA6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щего образования детей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образования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582AA6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развитию дошколь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582AA6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176993,92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развития жилищного строительства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176993,92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жилищного строительства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176993,92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Стимулирование программ развития жилищного строи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тельства субъектов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федеральной це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171183,58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171183,58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тий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программ развития жилищного строительства субъектов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R0210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5810,34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софинансирова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мероприятий по строи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тельству объектов социальной инфраструктуры (дошкольных учреждений) по подпрограмме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Стимулирование программ развития жилищного строи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тельства субъектов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федеральной це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R0212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5810,34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R0212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5810,34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63471,59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63471,59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щего образования детей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образования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56171,59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развитию начального общего, основного общего и среднего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46071,4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152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осуществление ремонта, ликвидацию аварий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ситуации в зданиях муни</w:t>
            </w:r>
            <w:r>
              <w:rPr>
                <w:color w:val="000000"/>
                <w:sz w:val="28"/>
                <w:szCs w:val="28"/>
              </w:rPr>
              <w:softHyphen/>
              <w:t>ц</w:t>
            </w:r>
            <w:r w:rsidRPr="000559B5">
              <w:rPr>
                <w:color w:val="000000"/>
                <w:sz w:val="28"/>
                <w:szCs w:val="28"/>
              </w:rPr>
              <w:t>ипальных общеобразователь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организаций, приобрете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оборудования для указан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организаций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46071,4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46071,4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программы по созданию в Ульяновской области новых мест в общеобразовательных организациях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10100,19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осуществление капитального ремонта, рекон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струкцию в зданиях общеобра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79 1 06 70900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10100,19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79 1 06 70900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10100,19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 образования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Строительство, реконструкция, капитальный и текущий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монт зданий государственных учреждений, находящихся в ведении Министерства образо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вания и науки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Среднее профессиональное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сред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него профессионального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зования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модернизация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разования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образовательных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 среднего профессио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нального образования и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фессионального обучения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граммы развития образования на 2016-2020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2 01 R4980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2 01 R4980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49240,22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49240,22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41107,2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материально-тех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нической базы областных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материально-тех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нической базы муниципальных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16107,2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реконструкцию и проведение ремонтно-рестав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рационных работ зданий 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ципальных учреждений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туры, муниципальных архивов и образовательных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 в сфере культуры и искус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15107,2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15107,2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строительство, приобретение (выкуп) зданий в целях размещения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пальных учреждений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туры, муниципальных архивов и образовательных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 в сфере культуры и искус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8133,02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8133,02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8133,02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5133,02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5133,02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сети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реждений культурно-досуго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вого типа в сельской местности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1726444,65871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1687746,45871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1687746,45871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сети перинатальных цен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тров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1687746,45871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Проектирование, строитель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ство и ввод в эксплуатацию 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ринатального центра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288940,4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7310,68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281629,72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программ модерни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зации здравоохранения субъек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78 0 14 58230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1398806,05871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78 0 14 58230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1398806,05871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38698,2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10788,2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вершенствование службы ох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раны здоровья женщин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10788,2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Строительство здания для раз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мещения Центра охраны здо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ровья женщин и ввод его в эксплуатацию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78 0 05 21060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10788,2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78 0 05 21060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10788,2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Развитие сети фельдшерско-акушерских пунктов и (или) офисов врача общей практики в сельской местности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343186,55482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обслуживание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96588,5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96588,5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мер социальной поддержки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96588,5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ресная целевая поддержка в области социальной защиты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96588,5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социаль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программ субъектов Рос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сийской Федерации, связанных с укреплением материально-технической базы учреждений социального обслуживания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селения, оказанием адресной социальной помощи нерабо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тающим пенсионерам, обуче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компьютерной грамотно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неработающих пенсионе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49988,5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49988,5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роприятий, связанных с укреп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лением материально-техниче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базы учреждений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ального обслуживания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ния, оказанием адресной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помощи неработающим пенсионерам, обучением 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пьютерной грамотности нера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ботающих пенсионеров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43600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92376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доступности приори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тетных объектов и услуг в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оритетных сферах жизнедея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 инвалидов и других маломобильных групп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областных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ных </w:t>
            </w:r>
            <w:r>
              <w:rPr>
                <w:color w:val="000000"/>
                <w:sz w:val="28"/>
                <w:szCs w:val="28"/>
              </w:rPr>
              <w:t>организациях»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174980,68733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174980,68733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развития жилищного строительства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174980,68733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жилыми помещениями категорий граждан, установ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ленных законодательством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174980,68733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Компенсация расходов за наём (поднаём) жилого помещения детям-сиротам, детям, остав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шимся без попечения родите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лей, а также лицам из числа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5408,68733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5408,68733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жилых поме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щений детям-сиротам и детям, оставшимся без попечения 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дителей, лицам из их числа по договорам найма специализи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рованных жилых помещений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43948,2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43948,2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125623,8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118243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7380,8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45717,36749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45717,36749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ние развития жилищного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>строительства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D83A4E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45717,36749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жилыми помещениями категорий граждан, установ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ленных законодательством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45717,36749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единовременных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альных выплат на приобрете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жилых помещений с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22565,59439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22565,59439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единовремен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социальной выплаты на уплату первоначального взноса при приобретении (строитель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стве) с использованием ипо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течного кредита (займа) 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лого помещения отдельным работникам организаций, 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ществляющих на территории Ульяновской области деятель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ность в сфере информацион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дополнитель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социальной выплаты 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лодым семьям на приобретение (строительство) жилых поме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щений при рождении ребёнка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811,62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811,62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жильём моло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дых семей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федеральной целе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85 1 02 50200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7783,031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85 1 02 50200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7783,031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осуществление работникам муниципальных учреждений муниципальных образований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единовременных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альных выплат на приобрете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жилых помещений с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Субсидии на предоставление социальных выплат молодым семьям на приобретение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>(строительство) жилых поме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9444,5221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9444,5221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29360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29360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29360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мирование материально-техни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ческой базы в сфере физиче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культуры и спорта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29360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Строительство, реконструкция, ремонт объектов спорта,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готовка проектной документа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ции, проведение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экспертизы проектной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кументации создаваемых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ектов спорта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27860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27860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строительство и реконструкцию объектов спо</w:t>
            </w:r>
            <w:r w:rsidRPr="000559B5">
              <w:rPr>
                <w:color w:val="000000"/>
                <w:sz w:val="28"/>
                <w:szCs w:val="28"/>
              </w:rPr>
              <w:t>р</w:t>
            </w:r>
            <w:r w:rsidRPr="000559B5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152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софинансирова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расходных обязательств муниципальных образований Ульяновской области по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монту, реконструкции, уста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новке спортивных кортов и плоскостных площадок, обуст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ройству объектов городской инфраструктуры, парковых и рекреационных зон для заня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физической культурой и спорто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0559B5">
              <w:rPr>
                <w:color w:val="000000"/>
                <w:sz w:val="28"/>
                <w:szCs w:val="28"/>
              </w:rPr>
              <w:t>, в том числе видами спорта, популярными в моло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дёжной среде, а также для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ведения физкультурных и спортивных мероприятий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89 0 03 72820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Прочие межбюджетные транс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ферты общего характера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200089,7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200089,7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152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Предупреждение и ликвидация чрезв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0559B5">
              <w:rPr>
                <w:color w:val="000000"/>
                <w:sz w:val="28"/>
                <w:szCs w:val="28"/>
              </w:rPr>
              <w:t>чайных ситуаций и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следствий стихийных бедствий за счёт средств резервного фонда Правительства Россий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D361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200089,7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200089,7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Управление по обеспечению деятельности мировых судей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7C3172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3266</w:t>
            </w:r>
            <w:r w:rsidRPr="000559B5">
              <w:rPr>
                <w:b/>
                <w:sz w:val="28"/>
                <w:szCs w:val="28"/>
              </w:rPr>
              <w:t>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7C3172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32662</w:t>
            </w:r>
            <w:r w:rsidRPr="000559B5">
              <w:rPr>
                <w:sz w:val="28"/>
                <w:szCs w:val="28"/>
              </w:rPr>
              <w:t>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71624,9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71624,9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71624,9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66006,7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5537,2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6103</w:t>
            </w:r>
            <w:r w:rsidRPr="000559B5">
              <w:rPr>
                <w:sz w:val="28"/>
                <w:szCs w:val="28"/>
              </w:rPr>
              <w:t>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6103</w:t>
            </w:r>
            <w:r w:rsidRPr="000559B5">
              <w:rPr>
                <w:sz w:val="28"/>
                <w:szCs w:val="28"/>
              </w:rPr>
              <w:t>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6103</w:t>
            </w:r>
            <w:r w:rsidRPr="000559B5">
              <w:rPr>
                <w:sz w:val="28"/>
                <w:szCs w:val="28"/>
              </w:rPr>
              <w:t>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606</w:t>
            </w:r>
            <w:r w:rsidRPr="000559B5">
              <w:rPr>
                <w:sz w:val="28"/>
                <w:szCs w:val="28"/>
              </w:rPr>
              <w:t>2,8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24975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Департамент государствен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ного имущества и земельных отношений Ульяновской об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809029,82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67649,7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67649,7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400CE8" w:rsidRDefault="00131B18" w:rsidP="00400CE8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Мероприятия в рамках непр</w:t>
            </w:r>
            <w:r w:rsidRPr="00400CE8">
              <w:rPr>
                <w:sz w:val="28"/>
                <w:szCs w:val="28"/>
              </w:rPr>
              <w:t>о</w:t>
            </w:r>
            <w:r w:rsidRPr="00400CE8">
              <w:rPr>
                <w:sz w:val="28"/>
                <w:szCs w:val="28"/>
              </w:rPr>
              <w:t>граммных направлений де</w:t>
            </w:r>
            <w:r w:rsidRPr="00400CE8">
              <w:rPr>
                <w:sz w:val="28"/>
                <w:szCs w:val="28"/>
              </w:rPr>
              <w:t>я</w:t>
            </w:r>
            <w:r w:rsidRPr="00400CE8">
              <w:rPr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400CE8" w:rsidRDefault="00131B18" w:rsidP="00400CE8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Расходы, связанные с исполн</w:t>
            </w:r>
            <w:r w:rsidRPr="00400CE8">
              <w:rPr>
                <w:sz w:val="28"/>
                <w:szCs w:val="28"/>
              </w:rPr>
              <w:t>е</w:t>
            </w:r>
            <w:r w:rsidRPr="00400CE8">
              <w:rPr>
                <w:sz w:val="28"/>
                <w:szCs w:val="28"/>
              </w:rPr>
              <w:t>нием решений, принятых с</w:t>
            </w:r>
            <w:r w:rsidRPr="00400CE8">
              <w:rPr>
                <w:sz w:val="28"/>
                <w:szCs w:val="28"/>
              </w:rPr>
              <w:t>у</w:t>
            </w:r>
            <w:r w:rsidRPr="00400CE8">
              <w:rPr>
                <w:sz w:val="28"/>
                <w:szCs w:val="28"/>
              </w:rPr>
              <w:t>дебными органами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400CE8" w:rsidRDefault="00131B18" w:rsidP="00400CE8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Иные бюджетные ассигнов</w:t>
            </w:r>
            <w:r w:rsidRPr="00400CE8">
              <w:rPr>
                <w:sz w:val="28"/>
                <w:szCs w:val="28"/>
              </w:rPr>
              <w:t>а</w:t>
            </w:r>
            <w:r w:rsidRPr="00400CE8">
              <w:rPr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400CE8" w:rsidRDefault="00131B18" w:rsidP="00400CE8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400CE8">
              <w:rPr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шение эффективности управ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 государственным иму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ществом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64248,2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низация работы по управлению развитием объектов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венного имущества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6247,1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6247,1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низация работы по проведению государственной кадастровой оценки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6344,4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6344,4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Повышение эффектив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управления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венным имуществом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Повышение эффективности управления государственным имуществом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51656,7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и соисполнителей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51656,7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Регио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нальный земельно-имущест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венный информационный центр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24294,1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20713,5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3540,6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00CE8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400CE8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27362,6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26715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646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235713,4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235713,4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</w:t>
            </w:r>
            <w:r>
              <w:rPr>
                <w:color w:val="000000"/>
                <w:sz w:val="28"/>
                <w:szCs w:val="28"/>
              </w:rPr>
              <w:t>ние субсидий на возмещение затр</w:t>
            </w:r>
            <w:r w:rsidRPr="000559B5">
              <w:rPr>
                <w:color w:val="000000"/>
                <w:sz w:val="28"/>
                <w:szCs w:val="28"/>
              </w:rPr>
              <w:t>ат, связанных с выполнением работ и оказа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услуг в сфере обществен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питания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благоприятного инве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стиционного климата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163913,4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благоприятного инве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стиционного климата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153913,4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тие промышленной зоны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волжье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39978,2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питала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Корпорация развития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>, в целях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гашения основного долга по кредиту на строительство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ектов инфраструктуры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мышленных зон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39978,2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39978,2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портовой особой экономи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ческой зоны, расположенной на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Чердаклинский район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111498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питала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Корпорация развития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>, в целях 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купа указанным обществом ак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ций открытого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 xml:space="preserve">Портовая особая экономическая зона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108998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108998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акций, размещаемых по закрытой подписке при уве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личении уставного капитала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порация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>, в целях выкупа зе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мельных участков для разме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щения внеплощадочных инже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нерных сетей портовой особой экономической зоны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90 1 02 62070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90 1 02 62070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держка деятельности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ции, уполномоченной в сфере формирования и развития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фраструктуры промышленных зон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2437,2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4848E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тель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ных акций, размещаемы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х при увеличении уставного кап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тала акционерного общества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Корпорация развития Уль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, с целью пр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ектирования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,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 строительства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и подключения (технологического присоединения) 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объектов и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фраструктуры зон развития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 к сетям инженерно-технического обе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печения (электро-, газо-, тепло-, водоснабжения или водоотвед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ния)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90 1 03 62060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2437,2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90 1 03 62060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2437,2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новационной и инвестицион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деятельности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благоприят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поддержки организациям в сфере инновационной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питала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Корпорация развития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>, в целях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лучения и последующего 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пользования результатов вет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ромониторинга, проводимого в соответствии с международ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стандартами и необхо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димого для реализации второго этапа создания на территории Ульяновской области ветро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парков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90 2 01 62120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90 2 01 62120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туризма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мирование и продвижение ту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ристского продукта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в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ную собственность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дополнительных акций, размещаемых при уве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личении уставного капитала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гиональное агентство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новсктуризм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>, в целях форми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рования культурно-турист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ского кластера в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91 0 01 64020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91 0 01 64020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населения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качественными услугами пассажирского транспорта в 2015-2020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транс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приятия, направленные на раз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витие пассажирских перевозок воздушным транспортом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питала открытого акционер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Аэропорт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>, в целях оплаты 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новного долга по кредиту на реконструкцию здания аэрово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кзала открытого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Аэропорт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Жилищно-коммунальное 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Стимулирова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развития жилищного строительства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строительства и архитек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жилищного строительства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питала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Ульяновская областная кор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порация ипотеки и строитель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>, в целях погашения кре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диторской задолженности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85 1 01 40050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85 1 01 40050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5166,72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шение эффективности управ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 государственным иму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ществом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Повышение эффектив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управления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венным имуществом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Повышение эффективности управления государственным имуществом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и соисполнителей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тономного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Волга-спорт-арена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97 1 01 66040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97 1 01 66040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Министерство развития кон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куренции и экономики Уль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413121,246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373121,246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74614,5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благоприятного инве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стиционного климата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74614,5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благо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приятного инвестиционного климата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бла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гоприятного ивестиционного климата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74614,5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74614,5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74614,5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64518,3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9939,2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298506,746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Погашение задолженности по оплате вступительного и еже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годных членских взносов в 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социацию экономического взаимодействия субъектов Рос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Ассоциа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 инновационных регионов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11 0 00 62020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11 0 00 62020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бюджету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город Ульяновск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финансовое обеспечение расходного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тельства, связанного с установ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лением регулируемых тарифов на регулярные перевозки 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сажиров и багажа городским наземным электрическим транспортом по муниципаль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 маршрутам таких перево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зок в границах муниципаль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город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благоприятного инве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стиционного климата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288406,746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благоприятного инве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стиционного климата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44348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тие промышленной зоны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волжье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41002,3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организациям, кото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рым в соответствии с Законом Ульяновской области от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 xml:space="preserve">15 марта 2005 года № 019-ЗО </w:t>
            </w:r>
            <w:r w:rsidRPr="00D94274">
              <w:rPr>
                <w:color w:val="000000"/>
                <w:spacing w:val="-4"/>
                <w:sz w:val="28"/>
                <w:szCs w:val="28"/>
              </w:rPr>
              <w:t xml:space="preserve">«О развитии инвестиционной деятельности на территории Ульяновской области» присвоен </w:t>
            </w:r>
            <w:r w:rsidRPr="00D94274">
              <w:rPr>
                <w:color w:val="000000"/>
                <w:sz w:val="28"/>
                <w:szCs w:val="28"/>
              </w:rPr>
              <w:t>статус организации, уполномо</w:t>
            </w:r>
            <w:r w:rsidRPr="00D94274">
              <w:rPr>
                <w:color w:val="000000"/>
                <w:sz w:val="28"/>
                <w:szCs w:val="28"/>
              </w:rPr>
              <w:softHyphen/>
              <w:t>ченной в сфере формирования и развития инфраструктуры</w:t>
            </w:r>
            <w:r w:rsidRPr="000559B5">
              <w:rPr>
                <w:color w:val="000000"/>
                <w:sz w:val="28"/>
                <w:szCs w:val="28"/>
              </w:rPr>
              <w:t xml:space="preserve"> промышленных зон, в целях возмещения затрат указанных организаций по уплате процен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 по кредитам, полученным на формирование и развитие инфраструктуры промышлен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зон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41002,3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41002,3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держка деятельности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ции, уполномоченной в сфере формирования и развития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фраструктуры промышленных зон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3345,7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D9427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организациям, кото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рым в соответствии с Законом Ульяновской области от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 xml:space="preserve">15 марта 2005 года № 019-ЗО </w:t>
            </w:r>
            <w:r w:rsidRPr="00D94274">
              <w:rPr>
                <w:color w:val="000000"/>
                <w:spacing w:val="-4"/>
                <w:sz w:val="28"/>
                <w:szCs w:val="28"/>
              </w:rPr>
              <w:t>«О развитии инвестиционной деятельности на территории Ульяновской области» присвоен</w:t>
            </w:r>
            <w:r w:rsidRPr="000559B5">
              <w:rPr>
                <w:color w:val="000000"/>
                <w:sz w:val="28"/>
                <w:szCs w:val="28"/>
              </w:rPr>
              <w:t xml:space="preserve"> статус организации, уполномо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ченной в сфере формирования и развития инфраструктуры промышленных зон, в целях возмещения части затрат ука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занных организаций в связи с осуществлением мероприятий по формированию и развитию инфраструктуры промышлен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зон и функций, опреде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лённых постановлением Пра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вительства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от 16.08.2013 № 367-П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некоторых вопросах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 организации, упол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номоченной в сфере формиро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вания и развития инфраструк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промышленных зон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3345,7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3345,7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новационной и инвестицион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деятельности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благоприят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13150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поддержки организациям в сфере инновационной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Государственная поддержка малого и среднего предприни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мательства, включая крестьян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ские (фермерские) хозяйства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90 2 01 50640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90 2 01 50640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по государственной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держке малого и среднего предпринимательства, включая крестьянские (фермерские) 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01 R0640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субъектам малого и среднего предпринимательства на соз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дание и (или) обеспечение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 центров молодёж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инновационного творче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ства, ориентированных на обеспечение деятельности в научно-технической сфере субъектов малого и среднего предпринимательства, детей и молодёжи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01 R0648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01 R0648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ведение мероприятий в целях популяризации инновационной деятельности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Внесение членского взноса Ульяновской области в Ассо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циацию экономического взаи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модействия субъектов Россий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Ассоциация инновационных регионов Рос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по реализации комплекс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инвестиционных проектов по развитию инновационных территориальных кластеров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02 R3890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тономной некоммерческой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Центр развития ядерного инновационного кла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стера города Димитровграда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обеспечение её деятельности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02 R3891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2 02 R3891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Ульяновск – авиационная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благо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приятного инвестиционного климата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AC586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тие авиационного кластера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Ульяновск-Авиа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по реализации комплекс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инвестиционных проектов по развитию инновационных территориальных кластеров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3 01 R3890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автономной неком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Центр кластерного развития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обеспечение её деятельности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3 01 R3892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3 01 R3892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ма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лого и среднего предпринима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благоприятного инве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стиционного климата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192398,646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государственной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субъектам малого и среднего предприниматель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ства, осуществляющим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тельность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ласти, в целях развития пред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принимательства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2565,2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Государственная поддержка малого и среднего предприни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мательства, включая крестьян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ские (фермерские) хозяйства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90 4 01 50640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90 4 01 50640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по государственной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держке малого и среднего предпринимательства, включая крестьянские (фермерские) 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01 R0640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Субсидирование части затрат, связанных с уплатой процентов по кредитам, привлечённым субъектами малого и среднего предпринимательства в рос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сийских кредитных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01 R0641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01 R0641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государственной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организациям инфра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структуры поддержки малого и среднего предпринимательства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189833,446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Государственная поддержка малого и среднего предприни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мательства, включая крестьян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ские (фермерские) хозяйства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75943,446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75943,446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Микрофинансовой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ции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Корпорация по развитию предприниматель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в целях предоставления займов субъектам деятельности в сф</w:t>
            </w:r>
            <w:r w:rsidRPr="000559B5">
              <w:rPr>
                <w:color w:val="000000"/>
                <w:sz w:val="28"/>
                <w:szCs w:val="28"/>
              </w:rPr>
              <w:t>е</w:t>
            </w:r>
            <w:r w:rsidRPr="000559B5">
              <w:rPr>
                <w:color w:val="000000"/>
                <w:sz w:val="28"/>
                <w:szCs w:val="28"/>
              </w:rPr>
              <w:t>ре промышленности на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нансирование проектов,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правленных на внедрение 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редовых технологий, создание новых продуктов или органи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зацию импортозамещающих производств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95340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95340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по государственной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держке малого и среднего предпринимательства, включая крестьянские (фермерские) 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18550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тономной некоммерческой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Региональный центр поддержки и сопровож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дения предпринимательства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в целях финансового обеспече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затрат, связанных с 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печением деятельности центра поддержки предприниматель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Микрофинансовой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ции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Корпорация по развитию предприниматель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развитие регионального интег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рированного центра Россий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ского представительства Евро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пейской сети поддержки пред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принимательства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Консорциум EEN-Россия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базе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ского регионального предста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вительства Европейского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формационного Корреспон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дентского Центра в России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Ульяновски</w:t>
            </w:r>
            <w:r>
              <w:rPr>
                <w:color w:val="000000"/>
                <w:sz w:val="28"/>
                <w:szCs w:val="28"/>
              </w:rPr>
              <w:t>й</w:t>
            </w:r>
            <w:r w:rsidRPr="000559B5">
              <w:rPr>
                <w:color w:val="000000"/>
                <w:sz w:val="28"/>
                <w:szCs w:val="28"/>
              </w:rPr>
              <w:t xml:space="preserve"> регио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нальный фонд поручительств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в целях финансового обеспече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затрат указанного фонда по предоставлению поручи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 по обязательствам субъектов малого и среднего предпринимательства и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низаций инфраструктуры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малого и среднего предпринимательства, осно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ванным на кредитных догово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рах, договорах займа, финансо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вой аренды (лизинга), догово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рах о предоставлении банков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гарантии и иных догово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тономной некоммерческой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Региональный центр поддержки и сопровож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дения предпринимательства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создание и (или) обеспече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деятельности центра инно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ваций социальной сферы для целей оказания информаци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онно-аналитической, консуль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тационной и организационной поддержки субъектам социаль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предпринимательства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Микрофинансовой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ции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Корпорация по развитию предприниматель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развитие системы микрофи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нансирования посредством предоставления микрозаймов субъектам малого и среднего предпринимательства и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низациям инфраструктуры поддержки малого и среднего предпринимательства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Микрофинансовой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ции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Корпорация по развитию предприниматель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в целях финансового обеспече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затрат, связанных с 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печением деятельности (разви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тием) регионального центра координации поддержки экс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портно ориентированных субъ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ектов малого и среднего пред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принимательства для целей оказания информационно-ана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литической, консультационной и организационной поддержки внешнеэкономической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 субъектов малого и среднего предприниматель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ства, содействия привлечению инвестиций и выходу экс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портно ориентированных субъ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ектов малого и среднего пред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принимательства на междуна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родные рынки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4 02 R0647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благо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приятного инвестиционного климата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Формирование бла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гоприятного инвестиционного климата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36440,1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36440,1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Центр мониторинга деятельности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гулируемых организаций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9922,2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8381,5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1527,8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Департа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мент государственных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 развития малого и сред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него бизнеса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13614,7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9865,8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3010,9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Центр по сопровождению закупок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12903,2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7396,6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5405,1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Прочие межбюджетные транс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ферты общего характера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по развитию инфраструктуры му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ниципального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город Димитровград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Министерство физической культуры и спорта Ульянов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728223,8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189531,6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150081,8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150081,8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физической культуры и спорта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физической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150081,8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150081,8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150081,8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34560,9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2167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113308,3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Среднее профессиональное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29449,8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29449,8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физической культуры и спорта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физической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29449,8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29449,8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Профессиональные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29449,8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698,3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28751,5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Молодёжная политика и оздо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1825,4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реализа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цией Закона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от 2 мая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социальной поддержки отдельных катего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рий молодых специалистов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 2 мая 2012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 xml:space="preserve">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поддержки отдельных категорий молодых специали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стов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мирование материально-техни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ческой базы в сфере физиче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культуры и спорта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536866,8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72287,5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72287,5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физической культуры и спорта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физической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72287,5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72287,5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тономного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Управление спортивными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оружениями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52637,5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52637,5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D9427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тономного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Вол</w:t>
            </w:r>
            <w:r>
              <w:rPr>
                <w:color w:val="000000"/>
                <w:sz w:val="28"/>
                <w:szCs w:val="28"/>
              </w:rPr>
              <w:t>г</w:t>
            </w:r>
            <w:r w:rsidRPr="000559B5">
              <w:rPr>
                <w:color w:val="000000"/>
                <w:sz w:val="28"/>
                <w:szCs w:val="28"/>
              </w:rPr>
              <w:t>а-спорт-арена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89 1 01 66040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19650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89 1 01 66040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19650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246884,8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246884,8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90318,4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по поэтапному внедрению Все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российского физкультурно-спортивного комплекса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Готов к труду и обороне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1513,4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1513,4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46774,6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27366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9258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10050,6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Дополнительное материальное обеспечение лиц, проживаю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и имеющих 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дающиеся достижения и осо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бые заслуги перед Российской Федерацией в области физиче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культуры и спорта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Содействие развитию спорта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по поэтапному внедрению Все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российского физкультурно-спортивного комплекса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Готов к труду и обороне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R1270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2180,4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R1270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2180,4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мирование материально-техни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ческой базы в сфере физиче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культуры и спорта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156566,4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роприятий федеральной целе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зической культуры и спорта в Российской Федерации на 2016-2020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89 0 03 54950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11357,5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89 0 03 54950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11357,5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Строительство, реконструкция, ремонт объектов спорта,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готовка проектной документа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ции, проведение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экспертизы проектной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кументации создаваемых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ектов спорта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строительство и реконструкцию объектов спо</w:t>
            </w:r>
            <w:r w:rsidRPr="000559B5">
              <w:rPr>
                <w:color w:val="000000"/>
                <w:sz w:val="28"/>
                <w:szCs w:val="28"/>
              </w:rPr>
              <w:t>р</w:t>
            </w:r>
            <w:r w:rsidRPr="000559B5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40762,9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40762,9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152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софинансирова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расходных обязательств муниципальных образований Ульяновской области по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монту, реконструкции, уста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новке спортивных кортов и плоскостных площадок, обуст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ройству объектов городской инфраструктуры, парковых и рекреационных зон для заня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физической культурой и спорто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0559B5">
              <w:rPr>
                <w:color w:val="000000"/>
                <w:sz w:val="28"/>
                <w:szCs w:val="28"/>
              </w:rPr>
              <w:t>, в том числе видами спорта, популярными в моло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дёжной среде, а также для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ведения физкультурных и спортивных мероприятий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зданий и соору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жений в государственную соб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ственность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49346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49346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152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по закупке комплектов 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кусственных покрытий для футбольных полей для спор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ив</w:t>
            </w:r>
            <w:r w:rsidRPr="000559B5">
              <w:rPr>
                <w:color w:val="000000"/>
                <w:sz w:val="28"/>
                <w:szCs w:val="28"/>
              </w:rPr>
              <w:t>ных детско-юношеских школ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R4950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03 R4950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183476,8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183476,8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спорта высших достиже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158310,2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Адресная финансовая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держка спортивных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ций, осуществляющих подго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товку спортивного резерва для сборных команд Российской Федерации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6310,2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1751,3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2258,9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уча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стия спортивных клубов по иг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ровым видам спорта в соответ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ствующих спортивных меро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приятиях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C4A6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по адресной финансовой поддержке спортивных органи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заций, осуществляющих подго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товку спортивного резерва для сборных команд Российской Федерации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физической культуры и спорта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физической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25166,6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25166,6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Центр спортивной подготовки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25166,6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23840,1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811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34217,7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34217,7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23956,1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автономной неком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рекция по подготовке и прове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дению Чемпионата мира по хоккею с мячом в 2016 году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финансовое обеспечение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трат, связанных с её деятельно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стью, а также подготовкой и проведением Чемпионата мира по хоккею с мячом в 2016 году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23956,1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89 0 01 61100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23956,1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физической культуры и спорта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физической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10261,6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10261,6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10261,6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9399,5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857,6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Агентство по развитию чело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веческого потенциала и тру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довых ресурсов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397076,87746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184546,3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184546,3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6099,34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программы допол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нительных мероприятий в сф</w:t>
            </w:r>
            <w:r w:rsidRPr="000559B5">
              <w:rPr>
                <w:color w:val="000000"/>
                <w:sz w:val="28"/>
                <w:szCs w:val="28"/>
              </w:rPr>
              <w:t>е</w:t>
            </w:r>
            <w:r w:rsidRPr="000559B5">
              <w:rPr>
                <w:color w:val="000000"/>
                <w:sz w:val="28"/>
                <w:szCs w:val="28"/>
              </w:rPr>
              <w:t>ре занятости населения,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правленных на снижение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пряжённости на рынке труда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R4700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6099,34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R4700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6099,34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178446,96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Содействие занятости населения, улучше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28647,16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трудоустройству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селения, улучшение условий, охраны труда и здоровья на 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бочем месте, развитие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ального партнёрства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27801,86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24170,56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9843,4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3894,5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10432,66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Профессиональное обучение и дополнительное профессио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нальное образование женщин в период отпуска по уходу за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бёнком до достижения им воз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раста трёх лет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3531,3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3531,3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денежного вознагра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ждения гражданам, оказавшим содействие территориальным органам федеральных органов исполнительной власти в 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ществлении ими предвари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тельного расследования уго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ловных дел о налоговых 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ступлениях, установлении фак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 совершения налоговых правонарушений, производстве по делам об административных правонарушениях в области налогов и сборов, а также в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законодательства о труде и об охране труда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в трудоустройстве 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занятых инвалидов на обору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дованные (оснащённые) для них рабочие места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845,3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Информационное сопровожде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реализации мероприятий, направленных на снижение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пряжённости на рынке труда среди незанятых инвалидов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полнительных мероприятий в сфере занятости населения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02 R0830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02 R0830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Оказание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действия добровольному пере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селению в Ульяновскую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ласть соотечественников,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живающих за рубежом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влечение соотечественников, проживающих за рубежом, на постоянное местожительство в Ульяновскую область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оказанию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действия добровольному пере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селению в Ульяновскую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ласть соотечественников,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живающих за рубежом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149486,7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149486,7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Учреждения, подведомствен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циального обслуживания,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циальной защиты и занятости населения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149486,7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103293,8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45101,6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1091,3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212530,57746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201563,3595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201563,3595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мер социальной поддержки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1125,9825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1125,9825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Проведение социально значи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1125,9825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1125,9825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Содействие занятости населения, улучше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200437,377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трудоустройству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селения, улучшение условий, охраны труда и здоровья на 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бочем месте, развитие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ального партнёрства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200437,377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области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ального партнёрства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1219,75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1047,25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172,5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128,227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33,227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Социальные выплаты безра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ботным гражданам в соответ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ствии с Законом Российской Федерации от 19 апреля 1991 года № 1032-I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занятости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в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567F0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199089,4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188236,7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9902,7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10967,21796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10967,21796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10967,21796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B5FE9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10967,21796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10967,21796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10728,735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238,48296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Министерство искусства и культурной политики Улья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724226,7282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38061,1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38061,1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38061,1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сохранение объектов культур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38061,1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38061,1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ластных государственных 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хивов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33460,6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33460,6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нием, комплектованием, учё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том и использованием архив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документов, относящихся к государственной собственно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Ульяновской области и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ходящихся на территориях му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ниципальных районов и город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округов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4600,5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4600,5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7828,9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7828,9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туризма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7828,9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мирование и продвижение ту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ристского продукта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1343,9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1343,9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1343,9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област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государственного казён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ский областной ресурсный центр развития туризма и сер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виса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3028,73742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2752,22107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276,51635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област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государственного казён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Агентство по туризму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3456,26258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3025,67893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406,58365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92039,9918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35822,4918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2229,6918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Культура России (2012-2018 годы)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2229,6918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2229,6918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33592,8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сохранение объектов культур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33592,8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33592,8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33592,8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33592,8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Среднее профессиональное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35931,1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35931,1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материально-тех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нической базы областных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сохранение объектов культур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35891,1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35891,1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Профессиональные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35891,1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35806,4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Молодёжная политика и оздо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государственной, в том числе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20118,4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20118,4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государственной, в том числе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20118,4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20118,4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20118,4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583841,3364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535814,134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6025,66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Культура России (2012-2018 годы)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2611,66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2611,66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Комплектование книжных фондов библиотек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пальных образований и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дарственных библиотек горо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дов Москвы и Санкт-Петер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бурга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Подключение общедоступных библиотек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ции к сети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Интернет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и 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системы библиотечного дела с учётом задачи расшире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информационных техноло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гий и оцифровки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Государственная поддержка муниципальных учреждений культуры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Государственная поддержка лучших работников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пальных учреждений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туры, находящихся на террито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риях сельских поселений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11 0 00 51480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данское общество и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дов России на территории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Гражданское общество и государственная националь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ведение комплексной инфор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мационной кампании, направ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ленной на укрепление единства российской нации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вершенствование деятельности исполнительных органов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власти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по реализации своих полномочий в сфере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сударственной национальной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Этно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Комплексные меры противодействия зло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филактика незаконного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требления наркотических средств и психотропных 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ществ, наркомании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529046,074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материально-тех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нической базы областных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10213,6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8843,6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материально-тех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нической базы муниципальных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реконструкцию и проведение ремонтно-рестав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рационных работ зданий 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ципальных учреждений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туры, муниципальных архивов и образовательных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 в сфере культуры и искус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6877,2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6877,2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строительство зданий в целях размещения муниципальных учреждений культуры, муниципальных 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хивов и образовательных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низаций в сфере культуры и искусства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парков (парковых зон) в муниципаль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образованиях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2391,1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2391,1</w:t>
            </w:r>
          </w:p>
        </w:tc>
      </w:tr>
      <w:tr w:rsidR="00131B18" w:rsidRPr="000559B5" w:rsidTr="00BE43D3">
        <w:tc>
          <w:tcPr>
            <w:tcW w:w="4025" w:type="dxa"/>
            <w:vAlign w:val="center"/>
          </w:tcPr>
          <w:p w:rsidR="00131B18" w:rsidRPr="000559B5" w:rsidRDefault="00131B18" w:rsidP="00BE43D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Культура России (2012-2018 годы)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93554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  <w:r w:rsidRPr="000559B5">
              <w:rPr>
                <w:color w:val="000000"/>
                <w:sz w:val="28"/>
                <w:szCs w:val="28"/>
              </w:rPr>
              <w:t xml:space="preserve"> 0 0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0559B5">
              <w:rPr>
                <w:color w:val="000000"/>
                <w:sz w:val="28"/>
                <w:szCs w:val="28"/>
              </w:rPr>
              <w:t xml:space="preserve"> R0140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BE43D3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685,1</w:t>
            </w:r>
          </w:p>
        </w:tc>
      </w:tr>
      <w:tr w:rsidR="00131B18" w:rsidRPr="000559B5" w:rsidTr="00BE43D3">
        <w:tc>
          <w:tcPr>
            <w:tcW w:w="4025" w:type="dxa"/>
            <w:vAlign w:val="center"/>
          </w:tcPr>
          <w:p w:rsidR="00131B18" w:rsidRPr="000559B5" w:rsidRDefault="00131B18" w:rsidP="00BE43D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93554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  <w:r w:rsidRPr="000559B5">
              <w:rPr>
                <w:color w:val="000000"/>
                <w:sz w:val="28"/>
                <w:szCs w:val="28"/>
              </w:rPr>
              <w:t xml:space="preserve"> 0 0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0559B5">
              <w:rPr>
                <w:color w:val="000000"/>
                <w:sz w:val="28"/>
                <w:szCs w:val="28"/>
              </w:rPr>
              <w:t xml:space="preserve"> R0140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BE43D3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приоритетных направле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ний государственной культур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26466,9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25966,9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Субсидии Фонду поддержки изобразительного искусства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Пластовская осень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в целях финансового обеспечения (возмещения) затрат, связан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с присуждением и выпла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той Международных премий в области изобразительного 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кусства имени А.А.Пластова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87 0 03 44130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87 0 03 44130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1C4677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Сохр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>нение и государственная охрана объектов культурного наследия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 (памятников истории и культ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ры) народов Российской Фед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рации, расположенных на те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ритории Ульяновской области»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1C4677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1C4677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сохранение объектов культур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477304,174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1C4677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1C4677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477304,174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1C4677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ластных государственных биб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лиотек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65065,8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1C4677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65065,8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1C4677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ластных государственных му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зеев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122173,2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1C4677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122173,2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1C4677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ластных государственных 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атров, концертных и других организаций исполнительских искусств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195561,6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1C4677">
            <w:pPr>
              <w:spacing w:line="33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C4677">
            <w:pPr>
              <w:spacing w:line="33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195561,6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бюджетного учреждения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туры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Центр народной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94323,274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94323,274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национально-куль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турным автономиям в целях софинансирования затрат, свя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занных с деятельностью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ционально-культурных авто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номий по поддержке культуры, исторических и культурных традиций граждан различных национальностей, проживаю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15919,7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15919,7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материально-тех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нической базы областных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сохранение объектов культур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15736,7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15736,7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ластного государственного 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тономного учреждения 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туры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УльяновскКинофонд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15736,7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15736,7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32107,5024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681,2024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C4A6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субъектов Российской Фе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дерации в соответствии с пунк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том 1 статьи 9</w:t>
            </w:r>
            <w:r w:rsidRPr="00923762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0559B5">
              <w:rPr>
                <w:color w:val="000000"/>
                <w:sz w:val="28"/>
                <w:szCs w:val="28"/>
              </w:rPr>
              <w:t xml:space="preserve"> Федерального закона от 25 июня 2002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 xml:space="preserve">№ 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объектах кул</w:t>
            </w:r>
            <w:r w:rsidRPr="000559B5">
              <w:rPr>
                <w:color w:val="000000"/>
                <w:sz w:val="28"/>
                <w:szCs w:val="28"/>
              </w:rPr>
              <w:t>ь</w:t>
            </w:r>
            <w:r w:rsidRPr="000559B5">
              <w:rPr>
                <w:color w:val="000000"/>
                <w:sz w:val="28"/>
                <w:szCs w:val="28"/>
              </w:rPr>
              <w:t>турного наследия (памятниках истории и культуры) народов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номочий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 в отношении объектов культурного наследия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681,2024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581,7024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99,5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31426,3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сохранение объектов культур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60870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31426,3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испол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нителей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культуры и сохране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31426,3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22942,1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22400,9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8484,2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6859,6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1594,6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2455,4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2455,4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культуры и сохранение объектов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2455,4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государственной, в том числе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2455,4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C4A6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реализа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цией Закона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от 2 мая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социальной поддержки отдельных катего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рий молодых специалистов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1528,4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1528,4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социальной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селённых пунктах, рабочих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 2 мая 2012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 xml:space="preserve">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поддержки отдельных категорий молодых специали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стов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915,3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915,3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Управление записи актов гражданского состояния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60114,1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60114,1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60114,1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60114,1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субъектов Российской Фе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дерации в соответствии с пунк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том 1 статьи 4 Федерального закона от 15 ноября 1997 года № 143-ФЗ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актах граждан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ского состояния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полномочий Российской Федерации на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сударственную регистрацию актов гражданского состояния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60114,1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40097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9647,9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10361,4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Министерство здравоохране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ния, семьи и социального благополучия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17777527,09421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249411,53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249411,53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249411,53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мер социальной поддержки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ресная целевая поддержка в области социальной защиты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роприятий, связанных с укреп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лением материально-техниче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базы учреждений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ального обслуживания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ния, оказанием адресной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помощи неработающим пенсионерам, обучением 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пьютерной грамотности нера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ботающих пенсионеров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248872,63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F61F21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248872,63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Учреждения, подведомствен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циального обслуживания,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циальной защиты и занятости населения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237872,63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200201,7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37063,63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607,3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Внедрение современных 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нологий в деятельность учреж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дений системы социальной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щиты и обслуживания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253284,25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232092,55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232092,55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232092,55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232092,55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Учреждения, подведомствен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циального обслуживания,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циальной защиты и занятости населения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232092,55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155804,5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72073,05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2150,6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2064,4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4048,1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4048,1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готовка специалистов с меди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цинским образованием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4048,1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профессиональным и высшим медицинским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зованием для медицинских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ганизаций государственной системы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4048,1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4048,1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Молодёжная политика и оздо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8212,4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8212,4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вершенствование развития сис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темы санаторно-курортного лечения, в том числе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8212,4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8212,4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8212,4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8931,2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8931,2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готовка специалистов с меди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цинским образованием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8931,2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Подготовка специалистов со средним профессиональным образованием для медицинских организаций государственной системы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8931,2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8931,2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7724606,08601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1196573,06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1196573,06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системы оказания специа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лизированной медицинской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446163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заку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пок антивирусных препаратов для профилактики и лечения лиц, инфицированных виру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сами иммунодефицита чело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века и гепатитов В и С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294747,9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294747,9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заку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пок антибактериальных и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тивотуберкулёзных лекарст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венных препаратов (второго ряда), применяемых при лече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нии больных туберкулёзом с множественной лекарственной устойчивостью возбудителя, и диагностических средств для выявления, определения чувст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вительности микобактерии ту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беркулёза и мониторинга лече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больных туберкулёзом с множественной лекарственной устойчивостью возбудителя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33634,9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33634,9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отдельных меро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приятий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78 0 03 53820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23042,6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78 0 03 53820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23042,6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Укрепление материально-тех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нической базы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учреждений здравоохра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отдельных мероприятий государственной программы Российской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6119,2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6119,2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Оказание гражданам Россий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Федерации высокотехно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логичной медицинской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мощи, не включённой в базо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вую программу обязательного медицинского страхования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38618,4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38618,4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системы оказания меди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цинской помощи детям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744410,06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744410,06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744410,06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353172,7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147653,8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239295,56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4288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757576,58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Расходы, связанные с исполне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решений, принятых 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755576,58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развития системы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дицинской профилактики забо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леваний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6532,4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Организация диспансеризации государственных гражданских служащих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3492,1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3492,1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78 0 01 51790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3040,3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78 0 01 51790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3040,3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развития системы 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зания первичной медико-сани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тарной помощи, в том числе гражданам, проживающим в сельской местности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97577,1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капитальных вложений в целях приобрете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объекта недвижимого имущества для размещения филиала государственного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реждения здравоохранения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Детская городская клиниче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ская больница города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78 0 02 21180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Капитальные вложения в объ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екты государственной (муни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78 0 02 21180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Укрепление материально-тех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нической базы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учреждений здравоохра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76577,1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76577,1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системы лекарственного обеспечения жителей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427836,3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Совершенствование системы лекарственного обеспечения отдельных категорий граждан, в том числе страдающих жиз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неугрожающими и хрониче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скими прогрессирующими ред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кими (орфанными) заболева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приводящими к сокра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щению продолжительности жизни граждан или их инва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лидности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322070,8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322070,8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отдельных полно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мочий в области лекарствен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обеспечения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105765,5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105765,5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223630,78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223630,78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223630,78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73187,4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20835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128675,78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Медицинская помощь в дне</w:t>
            </w:r>
            <w:r w:rsidRPr="000559B5">
              <w:rPr>
                <w:color w:val="000000"/>
                <w:sz w:val="28"/>
                <w:szCs w:val="28"/>
              </w:rPr>
              <w:t>в</w:t>
            </w:r>
            <w:r w:rsidRPr="000559B5">
              <w:rPr>
                <w:color w:val="000000"/>
                <w:sz w:val="28"/>
                <w:szCs w:val="28"/>
              </w:rPr>
              <w:t>ных стационарах всех типов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52940,6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52940,6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52940,6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52940,6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52940,6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25923,3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5814,2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21108,6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14702,9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103149,1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Заготовка, переработка, 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и обеспечение безопасно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донорской крови и её 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понентов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91955,8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Санитарно-эпидемиологиче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ское благополучие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7571,4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7571,4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7571,4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7571,4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7571,4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5911,3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1610,1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5500136,64601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634,50934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Пени, штрафы за неуплату страховых взносов на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тельное медицинское страхо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вание неработающего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установленный срок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Расходы, связанные с исполне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решений, принятых 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461,90934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385,435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76,47434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5493480,63667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развития системы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дицинской профилактики забо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леваний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иммунизации лиц призывного возраста в рамках календаря профилакти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ческих прививок по эпидеми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показаниям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развития системы 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зания первичной медико-сани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тарной помощи, в том числе гражданам, проживающим в сельской местности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1362,42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1362,42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1362,42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системы оказания специа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лизированной медицинской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6789,9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Оказание жителям города 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митровграда, Мелекесского и Новомалыклинского районов специализированной медицин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помощи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78 0 03 21030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6789,9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78 0 03 21030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6789,9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системы оказания скорой медицинской помощи и меди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цинской эвакуации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22626,5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Укрепление материально-тех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нической базы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учреждений здравоохра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78 0 04 80220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22626,5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78 0 04 80220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22626,5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развития паллиатив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467,4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Оказание паллиативной меди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цинской помощи в стационар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условиях жителям города Димитровграда и Мелекес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ского района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78 0 08 21070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467,4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78 0 08 21070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467,4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системы лекарственного обеспечения жителей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57938,4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лекарственных препаратов для лечения боль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вирусным гепатитом В и С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78 0 09 21090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78 0 09 21090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организацион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мероприятий по обеспече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нию лиц лекарственными 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паратами, предназначенными для лечения больных злокаче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ственными новообразованиями лимфоидной, кроветворной и родственных им тканей, гемо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филией, муковисцидозом, ги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пофизарным нанизмом, болез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нью Гоше, рассеянным склеро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зом, а также после трансплан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тации органов и (или) тканей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78 0 09 51330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5220,3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78 0 09 51330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5220,3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2 ноября 2011 года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обеспече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нии полноценным питанием беременных женщин, кормя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 матерей, а также детей в возрасте до трёх лет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78 0 09 80040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50218,1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78 0 09 80040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50218,1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государственных функ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 в сфере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5042398,3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Платежи на финансовое 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реализации террито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риальной программы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тельного медицинского стра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152940,5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152940,5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Страховые взносы на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тельное медицинское страхо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вание неработающего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78 0 11 73030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4889457,8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78 0 11 73030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4889457,8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медицин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работников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медицинских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Призвание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78 0 13 21120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78 0 13 21120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здравоохране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349247,71667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349247,71667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 здравоохранения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347196,34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187661,5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56219,1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100423,14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2892,6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субъектов Российской Фе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дерации в соответствии с ча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стью 1 статьи 15 Федерального закона от 21 ноября 2011 года № 323-ФЗ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полномочий Рос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сийской Федерации в сфере охраны здоровья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2051,37667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2051,37667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6021,5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Комплексные меры по обеспечению общест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венного порядка, противодей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ствию преступности и профи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лактике правонарушений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Сни</w:t>
            </w:r>
            <w:r>
              <w:rPr>
                <w:color w:val="000000"/>
                <w:sz w:val="28"/>
                <w:szCs w:val="28"/>
              </w:rPr>
              <w:softHyphen/>
              <w:t xml:space="preserve">жение объёмов </w:t>
            </w:r>
            <w:r w:rsidRPr="000559B5">
              <w:rPr>
                <w:color w:val="000000"/>
                <w:sz w:val="28"/>
                <w:szCs w:val="28"/>
              </w:rPr>
              <w:t>потребления населением алкогольной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дукции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Комплексные меры противодействия зло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5921,5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филактика незаконного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требления наркотических средств и психотропных 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ществ, наркомании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Меры по совершенствованию сис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темы лечения, социальной адаптации и реабилитации наркопотребителей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5181,5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5181,5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9550225,2282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147827,6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147827,6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мер социальной поддержки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147827,6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147827,6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Доплаты к пенсиям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венных гражданских служащих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147827,6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2914,1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144913,5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обслуживание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807764,1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807764,1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мер социальной поддержки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5294,1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услуг в области социаль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обслуживания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5294,1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юридическим лицам, не являющимся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реждениями, индивидуальным предпринимателям, оказы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вающим услуги в области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циального обслуживания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5294,1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5294,1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4598,8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92376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доступности приори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тетных объектов и услуг в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оритетных сферах жизнедея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 инвалидов и других маломобильных групп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областных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ных </w:t>
            </w:r>
            <w:r>
              <w:rPr>
                <w:color w:val="000000"/>
                <w:sz w:val="28"/>
                <w:szCs w:val="28"/>
              </w:rPr>
              <w:t>организациях»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4598,8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4598,8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797871,2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797871,2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Учреждения, подведомствен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циального обслуживания,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циальной защиты и занятости населения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797871,2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199941,445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76963,815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515760,14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3405,8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7661143,2405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173978,1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категорий граждан, уста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новленных Федеральным зако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ном от 12 января 1995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 xml:space="preserve">№ 5-ФЗ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ветеранах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>, в соо</w:t>
            </w:r>
            <w:r w:rsidRPr="000559B5">
              <w:rPr>
                <w:color w:val="000000"/>
                <w:sz w:val="28"/>
                <w:szCs w:val="28"/>
              </w:rPr>
              <w:t>т</w:t>
            </w:r>
            <w:r w:rsidRPr="000559B5">
              <w:rPr>
                <w:color w:val="000000"/>
                <w:sz w:val="28"/>
                <w:szCs w:val="28"/>
              </w:rPr>
              <w:t xml:space="preserve">ветствии с Указом Президента Российской Федерации от 7 мая 2008 года № 714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печении жильём ветеранов 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ликой Отечественной войны 1941-1945 годов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170948,9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170948,9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жильём граждан, уволенных с военной службы (службы), и приравненных к ним лиц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11 0 00 54850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3029,2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11 0 00 54850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3029,2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49983,6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медицин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работников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медицинских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49983,6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стипендий студентам, интернам и ординаторам, обу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чающимся по договорам о це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левом обучении в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организациях высшего образования по специально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стям высшего образования ук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рупнённой группы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Здраво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охранение и медицинские на</w:t>
            </w:r>
            <w:r w:rsidRPr="000559B5">
              <w:rPr>
                <w:color w:val="000000"/>
                <w:sz w:val="28"/>
                <w:szCs w:val="28"/>
              </w:rPr>
              <w:t>у</w:t>
            </w:r>
            <w:r w:rsidRPr="000559B5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2080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2080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социальной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селённых пунктах, рабочих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12577,5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12546,3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 2 мая 2012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 xml:space="preserve">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поддержки отдельных категорий молодых специали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стов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35326,1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721,6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34604,5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7437181,5405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мер социальной поддержки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5688279,0175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5688279,0175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382669,8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5655,8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377014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Компенсация отдельным кате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гориям граждан расходов по оплате жилых помещений и коммунальных услуг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98969,7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1605,8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97363,9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31 августа 2013 года № 159-ЗО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ад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ресной материальной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137750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31 августа 2013 года № 160-ЗО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право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вом регулировании отдельных вопросов, связанных с оказа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государственной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1423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14777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и ремонт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тезно-ортопедических изделий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31590,5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31590,5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мер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социальной поддержки ветеранов труда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1665014,2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35684,2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1629330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мер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социальной поддержки тружеников тыла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2926,3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60,85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2865,45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мер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30695,5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742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29953,5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9 января 2008 года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 xml:space="preserve">О звании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теран труда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1557164,2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33006,6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1524157,6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10411,6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223,7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10187,9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5 июля 2013 года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дополни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мерах социальной поддержки, предоставляемых супругам, детям и родителям лиц, замещавших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венные должности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области, должности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гражданской службы Ульяновской области или должности в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венных органах Ульяновской области, не являющиеся долж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ностями государственной гра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жданской службы Ульяновской области, и погибших при 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полнении должностных (тру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довых) обязанностей или умерших вследствие ранения, контузии, заболевания или увечья, полученных при 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полнении должностных (тру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довых)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CE3B12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119,6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мер социаль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поддержки педагогиче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ским работникам, работающим и (или) проживающим в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населённых пунктах, 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бочих посёлках (посёлках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родского типа) на территории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327294,3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6349,9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320944,4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сивы для социально незащи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щённой категории лиц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11998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11862,9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Оказание мер социальной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военнослужащим,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трудникам правоохранитель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органов и членам их семей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177,3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4 ноября 2003 года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социальной поддержке инвалидов боевых действий, проживающих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80 1 01 12160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621,5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19 декабря 2007 года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поддержке родителей и супругов военнослужащих,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трудников органов внутренних дел, Федеральной службы безопасности Российской Фе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дерации, прокуратуры Россий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Федерации, органов уго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ловно-исполнительной сис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темы Министерства юстиции Российской Федерации,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гибших при исполнении обя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3034,9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2973,7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3 октября 2014 года № 147-ЗО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правовом регулировании отдельных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просов деятельности народных дружин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10894,3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10730,9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мер социаль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поддержки и социального обслуживания лицам, стра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дающим психическими рас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2321,7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2266,5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Проведение социально значи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6202,5175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6202,5175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8 октября 2008 года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материаль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 обеспечении вдовы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чёва В.А. и вдовы Доронина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Единовременная выплата за вред, причинённый при оказа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нии противотуберкулёзной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равной доступно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услуг общественного транспорта на территории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 для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категорий граждан, оказа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мер социальной поддержки которым относится к ведению Российской Федерации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28377,5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28377,5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Оказание мер социальной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творческим работни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кам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11523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11329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9 ноября 2010 года 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поддержки инвалидов и участников Великой Отечест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войны, ветеранов бое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вых действий, бывших несо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вершеннолетних узников концлагерей, гетто и других мест принудительного содер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жания, созданных фашистами и их союзниками в период вто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рой мировой войны,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20030,5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19483,8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20 декабря 2010 года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государственной поддержки граждан в связи с введением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экономически обосно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ванных тарифов и нормативов потребления коммунальных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7095,5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6958,9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4 апреля 2011 года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социальной поддержке жён граждан, уво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2381,4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2304,7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исполнения 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номочий по предоставлению ежемесячной денежной 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пенсации на оплату жилищно-коммунальных услуг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36211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36211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 гражданским служащим Ульяновской области едино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временной социальной 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платы на приобретение жилого помещения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30 ноября 2011 года 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поддержки граждан, родившихся в период с 1 ян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59487,1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1584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57903,1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152,3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27 января 2012 года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дополнитель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мерах социальной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работников противо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пожарной службы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области, профессиональ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аварийно-спасательных служб и профессиональных аварийно-спасательных фор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мирований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446,1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6 октября 2011 года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сельских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1804,8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1759,1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24 февраля 2016 года № 11-ЗО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предос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тавлении в 2016 и 2017 годах отдельным категориям собст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венников жилых помещений в многоквартирных домах, рас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положенных на территории Ульяновской области, ежеме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сячной компенсации расходов на уплату взноса на капиталь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ный ремонт общего имущества в таких многоквартирных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21117,4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569,3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20548,1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1 июля 2016 года № 87-ЗО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предоставле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нии в 2016 и 2017 годах детям-сиротам и детям, оставшимся без попечения родителей, а также отдельным категориям лиц из их числа, являющимся собственниками жилых поме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щений в многоквартирных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мах, расположенных на терри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тории Ульяновской области, ежемесячной компенсации расходов на уплату взноса на капитальный ремонт общего имущества в таких многоквар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тирных домах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категорий граждан, уста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новленных федеральными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конами от 12 января 1995 года № 5-ФЗ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ветеранах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33853,4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33853,4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переданных полномочий Российской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рации по предоставлению от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дельных мер социальной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граждан, подвергшихся воздействию радиации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32058,2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31752,7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переданного полномочия Российской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рации по осуществлению еже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годной денежной выплаты 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цам, награждённым нагрудным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Почётный донор Рос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100145,5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98640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пенсации гражданам при воз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никновении поствакцинальных осложнений в соответствии с Федеральным законом от 17 сентября 1998 года № 157-ФЗ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иммунопрофилактике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фекционных болезней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Оплата жилищно-коммуналь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услуг отдельным катего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риям граждан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1000459,2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17010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983449,2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8D67D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инвалидам компенса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 страховых премий по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говорам обязательного страхо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вания гражданской ответствен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владельцев транспорт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ных средств в соответствии с Федеральным законом от 25 апреля 2002 года № 40-ФЗ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обязательном страховании гражданской ответственности владельцев транспортных средств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299,6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социальной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селённых пунктах, рабочих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 2 мая 2012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 xml:space="preserve">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поддержки отдельных категорий молодых специали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стов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1338,6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1313,2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поддержки обще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ственных объединений пожар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охраны и добровольных пожарных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5170,7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78,7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5092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30 января 2006 года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пожарной безопасности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 5 мая 2011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 xml:space="preserve">да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наградах Уль</w:t>
            </w:r>
            <w:r w:rsidRPr="000559B5">
              <w:rPr>
                <w:color w:val="000000"/>
                <w:sz w:val="28"/>
                <w:szCs w:val="28"/>
              </w:rPr>
              <w:t>я</w:t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19523,4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419,1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19104,3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1739068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1739068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270187,9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4517,9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265670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226075,5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224687,4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 6 мая 2006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 xml:space="preserve">да 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социальной поддержке детей военнослу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жащих, сотрудников органов внутренних дел, Федеральной службы безопасности Россий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Федерации, прокуратуры Российской Федерации,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 уголовно-исполнительной системы Министерства юсти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617,1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602,3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5 февраля 2008 года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дополнитель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мерах социальной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семей, имеющих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5278,8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81,3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5197,5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ежегодной премии Губернатора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253,8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 6 мая 2013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 xml:space="preserve">да 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предоставле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нии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отдельным кате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гориям инвалидов, имеющих детей, дополнительной меры соц</w:t>
            </w:r>
            <w:r w:rsidRPr="000559B5">
              <w:rPr>
                <w:color w:val="000000"/>
                <w:sz w:val="28"/>
                <w:szCs w:val="28"/>
              </w:rPr>
              <w:t>и</w:t>
            </w:r>
            <w:r w:rsidRPr="000559B5">
              <w:rPr>
                <w:color w:val="000000"/>
                <w:sz w:val="28"/>
                <w:szCs w:val="28"/>
              </w:rPr>
              <w:t>альной поддержки в сфере о</w:t>
            </w:r>
            <w:r w:rsidRPr="000559B5">
              <w:rPr>
                <w:color w:val="000000"/>
                <w:sz w:val="28"/>
                <w:szCs w:val="28"/>
              </w:rPr>
              <w:t>п</w:t>
            </w:r>
            <w:r w:rsidRPr="000559B5">
              <w:rPr>
                <w:color w:val="000000"/>
                <w:sz w:val="28"/>
                <w:szCs w:val="28"/>
              </w:rPr>
              <w:t>латы жилых помещений ча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204,3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транспорта, связанных с предоставлением обучаю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щимся льгот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2139,2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2139,2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единовременного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собия беременной жене воен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нослужащего, проходящего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енную службу по призыву, а также ежемесячного пособия на ребёнка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пособиях 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данам, имеющим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9156,7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9124,7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нам, не подлежащим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тельному социальному страхо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ванию на случай временной нетрудоспособности и в связи с материнством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437451,6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436051,6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пособий при рожде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нетрудоспо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собности и в связи с материн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ством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50543,2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50263,2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единовременных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собий женщинам, вставшим на учёт в медицинских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ниях в ранние сроки беремен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ности, уволенным в связи с 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квидацией организаций, 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кращением деятельности (пол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80 2 01 53860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80 2 01 53860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пособий по беремен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и родам женщинам, уво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ленным в связи с ликвидацией организаций, прекращением деятельности (полномочий) физическими лицами в уста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новленном порядке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80 2 01 53870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80 2 01 53870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некоторых мерах по улучшению демогра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фической ситуации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423328,7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514,7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422814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2 ноября 2011 года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обеспече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нии полноценным питанием беременных женщин, кормя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 матерей, а также детей в возрасте до трёх лет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2519,4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2450,7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31 августа 2012 года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ежеме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сячной денежной выплате на ребёнка до достижения им воз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311308,5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11141,2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300167,3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92376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доступности приори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тетных объектов и услуг в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оритетных сферах жизнедея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 инвалидов и других маломобильных групп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областных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ных </w:t>
            </w:r>
            <w:r>
              <w:rPr>
                <w:color w:val="000000"/>
                <w:sz w:val="28"/>
                <w:szCs w:val="28"/>
              </w:rPr>
              <w:t>организациях»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Комплекс информационных, просветительских и общест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венных мероприятий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Содействие занятости населения, улучше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3824,523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трудоустройству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селения, улучшение условий, охраны труда и здоровья на 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бочем месте, развитие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ального партнёрства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3824,523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области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ального партнёрства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3802,75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153,75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3649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21,773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21,773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678855,1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678855,1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678855,1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678855,1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31 августа 2012 года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едино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временном денежном пособии гражданам, усыновившим (удочерившим) детей-сирот и детей, оставшихся без попече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родителей,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Ежемесячная денежная 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плата лицам из числа детей-си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рот и детей, оставшихся без попечения родителей, обу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чающимся в муниципальных образовательных организациях, находящихся на территории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2256,7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2256,7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чения родителей, а также 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цам из числа детей-сирот и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тей, оставшихся без попечения родителей, на праве собствен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2836,1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2836,1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тавшихся без попечения роди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телей, а также лиц из числа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 медицинское обеспечение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тавшихся без попечения роди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телей, а также лиц из числа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 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519,6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519,6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Выплата единовременного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собия при всех формах устрой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детей, лишённых роди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тельского попечения, в семью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7061,7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7061,7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осуществ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лением ежемесячной денежной выплаты на обеспечение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езда детей-сирот и детей, 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тавшихся без попечения роди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телей, а также лиц из числа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обу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чающихся в муниципальных образовательных организациях, на городском, пригородном, в сельской местности на внутри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14948,8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14948,8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осуществ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лением ежемесячной выплаты на содержание ребёнка в семье опекуна (попечителя) и приём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семье, а также по осущест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влению выплаты вознагражде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ния, причитающегося приём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ному родителю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631026,9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631026,9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опекой и попечительством в отношении несовершеннолетних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17172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17172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254635,1877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Субсидии Областному союзу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Федерация профсоюзов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здравоохранения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26335,1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B75F4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Основное мероприяти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0559B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развития системы 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зания первичной медико-сани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тарной помощи, в том числе гражданам, проживающим в сельской местности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2335,1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2335,1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2335,1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медицин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работников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медицинских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единовремен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компенсационных выплат на приобретение жилья фельдшерам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78 0 13 21170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78 0 13 21170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Единовременные выплаты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дицинским работникам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R1360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78 0 13 R1360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218300,0877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5286,7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доступности приори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тетных объектов и услуг в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оритетных сферах жизнедея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 инвалидов и других маломобильных групп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муниципальных органи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5286,7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5286,7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80 3 02 50270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5286,7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Социальная поддержка и защита населения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116BE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213013,3877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210513,3877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91685,2877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87878,846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3387,05104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419,39066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обеспечение функ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118828,1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115483,3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3136,9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207,9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приятия в области энергосбе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режения и повышения энерго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эффективности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энергосбере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жению и энергоэффективности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582AA6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11376376,74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32031,8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32031,8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32031,8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 образования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32031,8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32031,8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учреждений, находящихся в ведении Мини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стерства образования и науки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32031,8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26073,4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3341,5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2616,9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5DC0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11049727,04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5DC0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2896079,9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5DC0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2896079,9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щего образования детей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образования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5DC0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2896079,9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развитию дошколь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5DC0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2896079,9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полу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чения дошкольного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частных дошкольных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11387,5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11387,5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обеспече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государственных гаран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реализации прав на полу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общедоступного и 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платного дошкольного образо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вания в муниципальных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школьных образовательных организациях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5DC0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2883680,8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5DC0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2883680,8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6578873,91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по приобретению и установке приборов учёта газа в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пальных образовательных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ганизациях муниципального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Майнский ра</w:t>
            </w:r>
            <w:r w:rsidRPr="000559B5">
              <w:rPr>
                <w:color w:val="000000"/>
                <w:sz w:val="28"/>
                <w:szCs w:val="28"/>
              </w:rPr>
              <w:t>й</w:t>
            </w:r>
            <w:r w:rsidRPr="000559B5">
              <w:rPr>
                <w:color w:val="000000"/>
                <w:sz w:val="28"/>
                <w:szCs w:val="28"/>
              </w:rPr>
              <w:t>он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6578033,91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щего образования детей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образования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6027791,57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Вве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дение федеральных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венных образовательных стан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дартов на ступенях начального общего, основного общего и среднего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5704820,41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полу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чения дошкольного, началь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общего, основного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щего, среднего общего образо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вания в частных общеобразо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вательных организациях, 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ществляющих образователь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ную деятельность по имеющим государственную аккредита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цию основным общеобразова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тельным программам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5541,3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5541,3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внедрение в базо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вых общеобразовательных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ганизациях различных моделей направленности (профиля)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79 1 01 70890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79 1 01 70890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создание необхо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димых условий для получения начального общего, основного общего и среднего общего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79 1 01 70910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3899,81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79 1 01 70910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3899,81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обеспече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государственных гаран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реализации прав на полу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общедоступного и 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платного дошкольного,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чального общего, основного общего, среднего общего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зования, а также обеспечением дополнительного образования в муниципальных общеобразо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176AC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5679107,4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5679107,4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осуществ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лением ежемесячной доплаты за наличие учёной степени кандидата наук или доктора наук педагогическим работни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кам муниципальных общеобра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зовательных организаций, имеющим учёную степень и замещающим (занимающим) в указанных общеобразователь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организациях штатные должности, предусмотренные квалификационными справоч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никами или профессиональ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стандартами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437,1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437,1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осуществ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лением обучающимся 10-х (11-х) и 11-х (12-х) классов 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ципальных общеобразователь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организаций ежемесячных денежных выплат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7834,8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7834,8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условий для обучения детей с ограниченными воз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можностями здоровья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8818,7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предос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тавлением бесплатно специ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альных учебников и учебных пособий, иной учебной литера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туры, а также услуг сурдопере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водчиков и тифлосурдопере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водчиков при получении обу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чающимися с ограниченными возможностями здоровья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зования в муниципальных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4933,1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4933,1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3885,6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2331,36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1554,24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кадрового потенциала сис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темы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20167,6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79 1 03 50880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79 1 03 50880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цией и обеспечением получе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педагогическими работни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ками муниципальных образо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вательных организаций не р</w:t>
            </w:r>
            <w:r w:rsidRPr="000559B5">
              <w:rPr>
                <w:color w:val="000000"/>
                <w:sz w:val="28"/>
                <w:szCs w:val="28"/>
              </w:rPr>
              <w:t>е</w:t>
            </w:r>
            <w:r w:rsidRPr="000559B5">
              <w:rPr>
                <w:color w:val="000000"/>
                <w:sz w:val="28"/>
                <w:szCs w:val="28"/>
              </w:rPr>
              <w:t>же чем один раз в три года д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полнительного профессио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нального образования по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филю педагогической деятель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за счёт бюджетных 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сигнований областного бюд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жета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18267,6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18267,6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по поощрению лучших учителей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03 R0880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03 R0880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развитию начального общего, основного общего и среднего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18756,56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Создание в общеобразователь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организациях, располо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женных в сельской местности, условий для занятий физиче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культурой и спортом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79 1 04 50970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15466,1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79 1 04 50970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15466,1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осуществление ремонта, ликвидацию аварий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ситуации в зданиях 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ципальных общеобразователь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организаций, приобрете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оборудования для указан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ных организаций 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3235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3235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реализацию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екта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Международный бака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лавриат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79 1 04 70960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55,46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79 1 04 70960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55,46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программы по созданию в Ульяновской области новых мест в общеобразовательных организациях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275228,3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по содействию создания в субъек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тах Российской Федерации 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вых мест в общеобразователь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79 1 06 55200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275228,3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79 1 06 55200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275228,3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полнительного образования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1326,2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механизмов развития молодёжной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1326,2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1326,2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1326,2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 образования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548916,14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548916,14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учреждений, находящихся в ведении Мини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стерства образования и науки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548916,14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326832,8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93491,4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2302,6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126289,34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Среднее профессиональное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1055823,5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1055823,5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сред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него профессионального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зования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модернизация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разования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146325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образовательных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 среднего профессио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нального образования и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фессионального обучения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146325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роприятий федеральной целе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вой программы развития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зования на 2016-2020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79 2 01 54980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144325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79 2 01 54980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144325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государственной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 образования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909498,5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909498,5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учреждений, находящихся в ведении Мини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стерства образования и науки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909498,5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104245,1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805253,4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Молодёжная политика и оздо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284329,8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284329,8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полнительного образования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механизмов развития молодёжной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для создания условий успешной социализации и эффективной самореализации молодёжи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8270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сферы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270102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низация и обеспечение отдыха и оздоровления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270102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Организация и обеспечение от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дыха детей, обучающихся в общеобразовательных органи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зациях, за исключением детей-сирот и детей, оставшихся без попечения родителей, находя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щихся в общеобразовательных организациях для детей-сирот и детей, оставшихся без попе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чения родителей, и детей,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ходящихся в трудной жизнен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ситуации, в загородных 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герях отдыха и оздоровления детей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142059,6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142059,6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цией и обеспечением отдыха детей, обучающихся в общеоб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разовательных организациях, за исключением детей-сирот и детей, оставшихся без попече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родителей, находящихся в образовательных организациях для детей-сирот и детей, 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тавшихся без попечения роди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телей, и детей, находящихся в трудной жизненной ситуации, в лагерях, организованных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разовательными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циями, осуществляющими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ганизацию отдыха и оздоров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 обучающихся в канику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лярное время (с дневным 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быванием)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50784,9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50784,9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77257,5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77257,5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 образования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3227,8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3227,8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учреждений, находящихся в ведении Мини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стерства образования и науки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3227,8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3227,8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234619,93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233023,43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полнительного образования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95969,68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зация механизмов развития молодёжной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37333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37333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32444,5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4888,5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дание условий, обеспечиваю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щих доступность дополнитель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общеобразовательных программ естественно-научной и технической направленности для обучающихся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58636,68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Финансовое обеспечение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роприятий федеральной целе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вой программы развития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зования на 2016-2020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79 4 04 54980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56284,68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79 4 04 54980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56284,68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граммы развития образования на 2016-2020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04 R4980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2352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04 R4980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2352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 образования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137053,75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128290,95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Лицензирование и аккредита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 образовательных органи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1247,15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1147,15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учреждений, находящихся в ведении Мини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стерства образования и науки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86788,4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86788,4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40255,4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40145,5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C4A6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ществление переданных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 государственной власти субъектов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ции в соответствии с частью 1 статьи 7 Федерального закона от 29 декабря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 xml:space="preserve">№ 273-ФЗ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образовании 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по</w:t>
            </w:r>
            <w:r w:rsidRPr="000559B5">
              <w:rPr>
                <w:color w:val="000000"/>
                <w:sz w:val="28"/>
                <w:szCs w:val="28"/>
              </w:rPr>
              <w:t>л</w:t>
            </w:r>
            <w:r w:rsidRPr="000559B5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0559B5">
              <w:rPr>
                <w:color w:val="000000"/>
                <w:sz w:val="28"/>
                <w:szCs w:val="28"/>
              </w:rPr>
              <w:t>а</w:t>
            </w:r>
            <w:r w:rsidRPr="000559B5">
              <w:rPr>
                <w:color w:val="000000"/>
                <w:sz w:val="28"/>
                <w:szCs w:val="28"/>
              </w:rPr>
              <w:t>ции в сфере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8762,8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субъектов Российской Фе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дерации в соответствии с ча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стью 1 статьи 7 Федерального закона от 29 декабря 2012 года № 273-ФЗ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образовании 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номочий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 в сфере образования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8762,8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8504,8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данское общество и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дов России на территории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Гражданское общество и государственная националь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филактика этнополитического и религиозно-политического экстремизма, ксенофобии и 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терпимости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Этно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1458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Комплексные меры по обеспечению общест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венного порядка, противодей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ствию преступности и профи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лактике правонарушений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дупреждение и пресечение преступлений с участием несо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вершеннолетних и в отноше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нии их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Комплексные меры противодействия зло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чение правопорядка и безопас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филактика незаконного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требления наркотических средств и психотропных 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ществ, наркомании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Меры по совершенствованию сис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темы лечения, социальной адаптации и реабилитации наркопотребителей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294617,9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33888,6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33888,6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щего образования детей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образования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3256,2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развитию дошколь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3256,2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осуществ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лением единовременных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нежных выплат педагогиче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ским работникам муниципаль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образовательных органи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заций, реализующих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тельную программу дошколь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образования, имеющим статус молодых специалистов (за исключением педагогиче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работников, работающих и проживающих в сельских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селённых пунктах, рабочих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сёлках (посёлках городского типа) Ульяновской области)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3256,2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3256,2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полнительного образования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24138,7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потенциала талантливой молодёжи и специалистов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24138,7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FC4A6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реализа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цией Закона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от 2 мая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социальной поддержки отдельных катег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рий молодых специалистов на территории Ульяновской о</w:t>
            </w:r>
            <w:r w:rsidRPr="000559B5">
              <w:rPr>
                <w:color w:val="000000"/>
                <w:sz w:val="28"/>
                <w:szCs w:val="28"/>
              </w:rPr>
              <w:t>б</w:t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21803,3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21803,3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 2 мая 2012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 xml:space="preserve">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поддержки отдельных категорий молодых специали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стов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2335,4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439,7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1895,7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сферы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6493,7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низация и обеспечение отдыха и оздоровления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6493,7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Организация оздоровления 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ботников бюджетной сферы на территории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3829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3829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организацию 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доровления работников бюд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жетной сферы на территории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2664,7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2664,7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251662,9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251662,9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щего образования детей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образования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231942,9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действие развитию дошколь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231942,9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выплатой родителям (законным предста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вителям) детей, посещающих муниципальные и частные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разовательные организации, реализующие образовательную программу дошкольного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зования, компенсации части внесённой в соответствующие образовательные организации родительской платы за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смотр и уход за детьми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231942,9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231942,9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до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полнительного образования 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19720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потенциала талантливой молодёжи и специалистов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19720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Меры социальной поддержки, предоставляемые талантливым и одарённым обучающимся, педагогическим и научным 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ботникам образовательных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некоторых мерах по улучшению демогра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фической ситуации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вопросы в области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9066,4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и модернизация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9066,4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щего образования детей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и 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дернизация образования в 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9066,4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условий для обучения детей с ограниченными воз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можностями здоровья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9066,4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9066,4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7253,12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1813,28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Департамент ветеринарии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165967,3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164292,2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Сельское хозяйство и рыболов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164292,2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7680,6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цией отлова и содержанием безнадзорных домашних жи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вотных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7680,6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7680,6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государственной ветери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нарной службы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156611,6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проведения противо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эпизоотических мероприятий и мероприятий по безопасности пищевой продукции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ветеринарной службы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ветеринарной службы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762DCB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147311,6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147311,6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ластных государственных бюджетных учреждений, 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печивающих предоставление услуг в области животновод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133517,6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133517,6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13794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12752,9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1033,7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1675,1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1675,1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государственной ветери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нарной службы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1675,1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ветеринарной службы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ветеринарной службы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1675,1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государ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заказчика и соис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1675,1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социальной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селённых пунктах, рабочих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663,4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663,4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Закона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от 2 мая 2012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 xml:space="preserve">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мерах 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альной поддержки отдельных категорий молодых специали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стов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Министерство сельского, лесного хозяйства и природ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ных ресурсов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1630559,76551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17312,1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17312,1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17312,1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Проведение Всероссийской сельскохозяйственной пере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писи в 2016 году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17312,1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17312,1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1481035,412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Сельское хозяйство и рыболов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1247989,012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463814,3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21827,1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21827,1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Возмещение части затрат на раскорчёвку выбывших из экс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плуатации старых садов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культивацию раскорчёванных площадей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493,2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493,2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Возмещение части затрат на закладку и уход за многолет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ними плодовыми и ягодными насаждениями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3918,4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3918,4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Возмещение части затрат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скохозяйственных товаропро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изводителей на уплату страхо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вой премии, начисленной по договору сельскохозяйствен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страхования в области растениеводства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53798,8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53798,8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Оказание несвязанной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сельскохозяйственным товаропроизводителям в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растениеводства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279880,5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279880,5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Поддержка племенного живот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442,1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442,1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1 килограмм реа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лизованного и (или) отгружен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на собственную перера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ботку молока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71651,6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71651,6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Возмещение части затрат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скохозяйственных товаропро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изводителей на уплату страхо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вой премии, начисленной по договору сельскохозяйствен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страхования в области животноводства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2618,4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Поддержка племенного круп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рогатого скота мясного направления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333,9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Оказание несвязанной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держки сельскохозяйственным товаропроизводителям в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развития производства семенного картофеля и овощей открытого грунта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11 0 00 54390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3683,3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11 0 00 54390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3683,3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Поддержка племенного круп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рогатого скота молочного направления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11 0 00 54460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19948,2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11 0 00 54460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19948,2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Возврат средств в результате недостижения показателей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зультативности использования субсидий, предоставляемых из федерального бюджета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5218,8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5218,8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окружающей среды и восста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67026,012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государственных программ, государственным заказчиком – координатором которых является Министер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ство сельского, лесного хозяй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и природных ресурсов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ружающей среды и восстанов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67026,012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держание аппарата Министер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сельского, лесного хозяй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и природных ресурсов Ульяновской области и подве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домственных Министерству сельского, лесного хозяйства и природных ресурсов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67026,012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Агентство по развитию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территорий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9966,3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9966,3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57059,712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47095,112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9739,5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225,1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717148,7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программы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ского хозяйства и регулирова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рынков сельскохозяйст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680148,7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подотрасли растениевод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произ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водства продукции растение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водства в защищённом грунте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элитного семеноводства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садовод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за счёт раскорчёвки 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бывших из эксплуатации 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рых садов и рекультивации раскорчёванных площадей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садовод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за счёт закладки и ухода за многолетними плодовыми и ягодными насаждениями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мер государственной поддержки производства, 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реработки и реализации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дукции растениеводства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512060,1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поддержку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мышленной переработки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дукции растениеводства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поддержку эко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номически значимых регио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нальных программ в области растениеводства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79060,1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79060,1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отрасли растениеводства, пере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работки её продукции, 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тия инфраструктуры и логи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стического обеспечения рын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ков продукции растениевод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(краткосрочные кредиты, займы)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отрасли растениеводства, пере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работки её продукции, 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тия инфраструктуры и логи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стического обеспечения рын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ков продукции растениевод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(инвестиционные кре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диты, займы)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управление рис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ками в подотраслях растение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поддержку дохо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дов сельскохозяйственных то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варопроизводителей в области растениеводства (оказание 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связанной поддержки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хозяйственным товаропроиз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водителям)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49350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49350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оказание несвя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занной поддержки сельскохо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зяйственным товаропроизводи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телям в области развития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изводства семенного картофеля и овощей открытого грунта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R4390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02 R4390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подотрасли животновод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и скотоводства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племен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животноводства, птице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1 килограмм реа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лизованного и (или) отгружен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на собственную перера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ботку молока в целях развития молочного скотоводства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племен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базы мясного скотоводства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возмещение части процентной ставки по кратко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срочным кредитам (займам) на развитие молочного скотовод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возмещение части процентной ставки по инвести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ционным кредитам (займам) на строительство и реконструк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цию объектов для молочного скотоводства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поддержку пле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менного крупного рогатого скота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R4460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03 R4460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зание мер государственной поддержки производства, пе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реработки и реализации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дукции животноводства и 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78288,6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поддержку эко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номически значимых регио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нальных программ в области животноводства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57488,6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57488,6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отрасли животноводства, пере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работки её продукции, 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тия инфраструктуры и логи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стического обеспечения рын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ков продукции животноводства (краткосрочные кредиты, за</w:t>
            </w:r>
            <w:r w:rsidRPr="000559B5">
              <w:rPr>
                <w:color w:val="000000"/>
                <w:sz w:val="28"/>
                <w:szCs w:val="28"/>
              </w:rPr>
              <w:t>й</w:t>
            </w:r>
            <w:r w:rsidRPr="000559B5">
              <w:rPr>
                <w:color w:val="000000"/>
                <w:sz w:val="28"/>
                <w:szCs w:val="28"/>
              </w:rPr>
              <w:t>мы)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отрасли животноводства, пере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работки её продукции, 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тия инфраструктуры и логи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стического обеспечения рын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ков продукции животноводства (инвестиционные кредиты, займы)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40002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управление рис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ками в подотраслях животно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возмещение части затрат на уплату процентов по кредитам, полученным в рос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сийских кредитных организа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циях, на развитие аквакуль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туры (рыбоводство)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держка малых форм хозяйство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развитие потре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бительских обществ, садовод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ческих, огороднических и дач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некоммерческих объеди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нений граждан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93 1 05 46050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93 1 05 46050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грантов на поддержку начинающих фер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меров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грантов на развитие семейных животно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водческих ферм на базе кре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стьянских (фермерских) 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зяйств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государственную поддержку кредитования ма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лых форм хозяйствования на селе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грантов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скохозяйственным потреби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тельским кооперативам для развития материально-техни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ческой базы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ническая и технологическая модернизация, инновационное развитие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по технической и технологиче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модернизации, инноваци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онному развитию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возмещение части процентной ставки по кратко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срочным кредитам (займам) на переработку продукции расте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ниеводства и животноводства в области развития оптово-рас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пределительных центров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06 R4500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1 06 R4500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на возмещение части затрат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скохозяйственных товаропро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изводителей на строительство жилых помещений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93 2 01 46070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93 2 01 46070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ально значимые мероприятия в сфере развития сельских тер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риторий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02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Поддержка местных инициатив граждан, проживающих в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местности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6790,841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209,159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лиорации земель сельскохозяй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сельского хозяйства и регули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рование рынков сельскохозяй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Вос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становление мелиоративных систем и предотвращение 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бытия из сельскохозяйствен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оборота земель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ведение мероприятий по из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весткованию кислых почв на землях сельскохозяйственного назначения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мелиорации земель сельскохозяйственного назначения России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01 R0760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возмещение части затрат на строительство,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конструкцию и (или) техниче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ское перевооружение на инно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вационной технологической основе оросительных и осуши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тельных систем общего и ин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дивидуального пользования и отдельно расположенных гид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ротехнических сооружений, принадлежащих на праве соб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ственности (аренды)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хозяйственным товаропроиз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водителям, включая приобре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тение машин, установок, дож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девальных и поливных аппара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тов, насосных станций, вклю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чённых в сводный сметный расчёт стоимости строитель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(в том числе приобретён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в лизинг и поставленных на балансовый учёт сельскохо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зяйственными товаропроизво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дителями), за исключением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трат, связанных с проведением проектных и изыскательских работ и (или) подготовкой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ектной документации в отно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шении указанных объектов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ведение агролесомелиоратив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и фитомелиоративных ме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8D67D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ведение культуртехнических мероприятий на землях,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559B5">
              <w:rPr>
                <w:color w:val="000000"/>
                <w:sz w:val="28"/>
                <w:szCs w:val="28"/>
              </w:rPr>
              <w:t>вовле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каемых в сельскохозяйствен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ный оборот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27246,6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16946,6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16946,6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16946,6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окружающей среды и восста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дохозяйственного комплекса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ружающей среды и восстанов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монт гидротехнических соору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Погашение кредиторской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долженности за ранее выпол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ненные работы по текущему ремонту гидротехнических 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88 2 02 48110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88 2 02 48110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Вос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становление и экологическая реабилитация водных объектов (природоохранные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тия)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10140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Подготовка проектной доку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ментации для осуществления экологической реабилитации водных объектов, расположен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88 2 03 48070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88 2 03 48070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Экологическая реабилитация водных объектов, расположен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на территории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88 2 03 48080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4840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88 2 03 48080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4840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благоустройство родников в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ласти, используемых населе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в качестве источников питьевого водоснабжения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205799,8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области лесных отношений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179841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реждений, обеспечивающих выполнение функций в области лесных отношений в рамках непрограммных направлений деятельности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124681,6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124681,6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85411,9564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20594,71111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18267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407,93249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по охране и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щите лесов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17159,4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12 2 00 51290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17159,4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12 2 00 51290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17159,4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гана государственной власти Ульяновской области в области лесных отношений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31444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6556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окружающей среды и восста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25958,8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Развитие лес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окружающей среды и восстановление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родных ресурсов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10932,5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рана и защита лесов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5896,3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пожарной тех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ники и средств пожаротуше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ния, а также автомобилей для патрулирования лесов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3 01 R1310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194,8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3 01 R1310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194,8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604A6D" w:rsidRDefault="00131B18" w:rsidP="00BA01C6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604A6D">
              <w:rPr>
                <w:bCs/>
                <w:color w:val="000000"/>
                <w:sz w:val="28"/>
                <w:szCs w:val="28"/>
              </w:rPr>
              <w:t>Предоставление субсидий на возмещение части затрат х</w:t>
            </w:r>
            <w:r w:rsidRPr="00604A6D">
              <w:rPr>
                <w:bCs/>
                <w:color w:val="000000"/>
                <w:sz w:val="28"/>
                <w:szCs w:val="28"/>
              </w:rPr>
              <w:t>о</w:t>
            </w:r>
            <w:r w:rsidRPr="00604A6D">
              <w:rPr>
                <w:bCs/>
                <w:color w:val="000000"/>
                <w:sz w:val="28"/>
                <w:szCs w:val="28"/>
              </w:rPr>
              <w:t>зяйствующих субъектов, ос</w:t>
            </w:r>
            <w:r w:rsidRPr="00604A6D">
              <w:rPr>
                <w:bCs/>
                <w:color w:val="000000"/>
                <w:sz w:val="28"/>
                <w:szCs w:val="28"/>
              </w:rPr>
              <w:t>у</w:t>
            </w:r>
            <w:r w:rsidRPr="00604A6D">
              <w:rPr>
                <w:bCs/>
                <w:color w:val="000000"/>
                <w:sz w:val="28"/>
                <w:szCs w:val="28"/>
              </w:rPr>
              <w:t>ществляющих деятельность в сфере лесной промышленн</w:t>
            </w:r>
            <w:r w:rsidRPr="00604A6D">
              <w:rPr>
                <w:bCs/>
                <w:color w:val="000000"/>
                <w:sz w:val="28"/>
                <w:szCs w:val="28"/>
              </w:rPr>
              <w:t>о</w:t>
            </w:r>
            <w:r w:rsidRPr="00604A6D">
              <w:rPr>
                <w:bCs/>
                <w:color w:val="000000"/>
                <w:sz w:val="28"/>
                <w:szCs w:val="28"/>
              </w:rPr>
              <w:t>сти, связ</w:t>
            </w:r>
            <w:r>
              <w:rPr>
                <w:bCs/>
                <w:color w:val="000000"/>
                <w:sz w:val="28"/>
                <w:szCs w:val="28"/>
              </w:rPr>
              <w:t>ан</w:t>
            </w:r>
            <w:r w:rsidRPr="00604A6D">
              <w:rPr>
                <w:bCs/>
                <w:color w:val="000000"/>
                <w:sz w:val="28"/>
                <w:szCs w:val="28"/>
              </w:rPr>
              <w:t>ных с приобрет</w:t>
            </w:r>
            <w:r>
              <w:rPr>
                <w:bCs/>
                <w:color w:val="000000"/>
                <w:sz w:val="28"/>
                <w:szCs w:val="28"/>
              </w:rPr>
              <w:t>е</w:t>
            </w:r>
            <w:r w:rsidRPr="00604A6D">
              <w:rPr>
                <w:bCs/>
                <w:color w:val="000000"/>
                <w:sz w:val="28"/>
                <w:szCs w:val="28"/>
              </w:rPr>
              <w:t>н</w:t>
            </w:r>
            <w:r w:rsidRPr="00604A6D">
              <w:rPr>
                <w:bCs/>
                <w:color w:val="000000"/>
                <w:sz w:val="28"/>
                <w:szCs w:val="28"/>
              </w:rPr>
              <w:t>и</w:t>
            </w:r>
            <w:r w:rsidRPr="00604A6D">
              <w:rPr>
                <w:bCs/>
                <w:color w:val="000000"/>
                <w:sz w:val="28"/>
                <w:szCs w:val="28"/>
              </w:rPr>
              <w:t>ем транспортных средств, н</w:t>
            </w:r>
            <w:r w:rsidRPr="00604A6D">
              <w:rPr>
                <w:bCs/>
                <w:color w:val="000000"/>
                <w:sz w:val="28"/>
                <w:szCs w:val="28"/>
              </w:rPr>
              <w:t>е</w:t>
            </w:r>
            <w:r w:rsidRPr="00604A6D">
              <w:rPr>
                <w:bCs/>
                <w:color w:val="000000"/>
                <w:sz w:val="28"/>
                <w:szCs w:val="28"/>
              </w:rPr>
              <w:t>обходимых для выполнения работ по охране, защите и во</w:t>
            </w:r>
            <w:r w:rsidRPr="00604A6D">
              <w:rPr>
                <w:bCs/>
                <w:color w:val="000000"/>
                <w:sz w:val="28"/>
                <w:szCs w:val="28"/>
              </w:rPr>
              <w:t>с</w:t>
            </w:r>
            <w:r w:rsidRPr="00604A6D">
              <w:rPr>
                <w:bCs/>
                <w:color w:val="000000"/>
                <w:sz w:val="28"/>
                <w:szCs w:val="28"/>
              </w:rPr>
              <w:t>производству лесов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88 3 01 48100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5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04A6D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88 3 01 48100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04A6D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Приобретение специализиро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ванной лесопожарной техники и оборудования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88 3 01 51310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3701,5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04A6D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88 3 01 51310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3701,5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04A6D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использования лесов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5036,2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04A6D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48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5036,2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604A6D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Обеспечение реализации государственных программ, государственным заказчиком – координатором которых является Министер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ство сельского, лесного хозяй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и природных ресурсов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дарственной программы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ружающей среды и восстанов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04A6D">
            <w:pPr>
              <w:spacing w:line="35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604A6D">
            <w:pPr>
              <w:spacing w:line="355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15026,3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держание аппарата Министер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сельского, лесного хозяй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ства и природных ресурсов Ульяновской области и подве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домственных Министерству сельского, лесного хозяйства и природных ресурсов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15026,3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жарная безопасность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10404,4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реждениям и иным некоммер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10404,4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ластных государственных ка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зённых учреждений в сфере лесного хозяйства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4621,9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932,4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1604,5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2085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14021,35351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Охрана объектов раститель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и животного мира и среды их обитания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14021,35351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8591,35351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субъектов Российской Фе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дерации в соответствии с ча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стью первой статьи 6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рального закона от 24 апреля 1995 года № 52-ФЗ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 живот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полномочий Рос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95,95351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95,95351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BA01C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сти субъектов Российской Фе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дерации в соответствии с ча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стью 1 статьи 33 Федерального закона от 24 июля 2009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0559B5">
              <w:rPr>
                <w:color w:val="000000"/>
                <w:sz w:val="28"/>
                <w:szCs w:val="28"/>
              </w:rPr>
              <w:t xml:space="preserve">№ 209-ФЗ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 охоте и о с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хранении охотничьих ресурсов и о внесении изменений в о</w:t>
            </w:r>
            <w:r w:rsidRPr="000559B5">
              <w:rPr>
                <w:color w:val="000000"/>
                <w:sz w:val="28"/>
                <w:szCs w:val="28"/>
              </w:rPr>
              <w:t>т</w:t>
            </w:r>
            <w:r w:rsidRPr="000559B5">
              <w:rPr>
                <w:color w:val="000000"/>
                <w:sz w:val="28"/>
                <w:szCs w:val="28"/>
              </w:rPr>
              <w:t>дельные законодательные акты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пол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номочий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 в области охраны и 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пользования охотничьих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сурсов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8495,4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6804,6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1681,7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окружающей среды и восста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окру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жающей среды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Охрана окружающей среды и восстановление при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родных ресурсов 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на 2014-2020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Лик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видация последствий негатив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воздействия на окружаю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щую среду в результате эконо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мической деятельности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5430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118190,9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Социальное обеспечение насе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118190,9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118190,9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Разви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тие сельского хозяйства и ре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гулирование рынков сельско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хозяйственной продукции, сы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рья и продовольствия 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118190,9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118190,9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Реализация мероприятий феде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58190,9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58190,9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Софинансирование мероприя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тий федеральной целевой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софинансирова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мероприятий по улучше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нию жилищных условий граж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дан, проживающих в сельской местности, по федеральной це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левой 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софинансирова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 мероприятий по улучше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нию жилищных условий моло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дых семей и молодых специа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листов, проживающих в сель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местности, по федераль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ной целевой 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Министерство финансов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4852260,8154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179667,32141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нансовых, налоговых и тамо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женных органов и органов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нансового (финансово-бюд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жетного) надзора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103323,7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 государственными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нансами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103323,7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печение деятельности Мини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стерства финансов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по реализации г</w:t>
            </w:r>
            <w:r w:rsidRPr="000559B5">
              <w:rPr>
                <w:color w:val="000000"/>
                <w:sz w:val="28"/>
                <w:szCs w:val="28"/>
              </w:rPr>
              <w:t>о</w:t>
            </w:r>
            <w:r w:rsidRPr="000559B5">
              <w:rPr>
                <w:color w:val="000000"/>
                <w:sz w:val="28"/>
                <w:szCs w:val="28"/>
              </w:rPr>
              <w:t>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103323,7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103323,7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75137,8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28133,9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75343,62141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75343,62141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73343,62141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73343,62141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Расходы, связанные с исполне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нием решений, принятых су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15403,1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Мобилизационная и вневой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сковая подготовка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15403,1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15403,1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Осуществление полномочий Российской Федерации в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 первичного воинского учёта на территориях, где от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сутствуют военные комисса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риаты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15403,1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15403,1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Обслуживание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и муниципального долга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Обслуживание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внутреннего и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пального долга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 государственными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нансами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Свое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временное исполнение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 по обслуживанию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сударственного долга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Обслуживание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ного (муниципального) долга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2000000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2657190,39399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ции и муниципальных образо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1844136,87099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 государственными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нансами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1844136,87099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равнивание бюджетной 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печенности муниципальных районов (городских округов)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1844136,87099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Дотации на выравнивание бюджетной обеспеченности городских округов Ульянов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ской области из областного фонда финансовой поддержки поселений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221947,5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221947,5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родских округов Ульяновской области из областного фонда финансовой поддержки 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ципальных районов (городских округов)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95 0 02 72020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1622189,37099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95 0 02 72020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1622189,37099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Прочие межбюджетные транс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ферты общего характера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813053,523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75710,9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на реализацию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ектов развития муниципальных образований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ласти, подготовленных на ос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нове местных инициатив гра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ждан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55710,9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55710,9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Дотации муниципальным обра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зованиям Ульяновской области в целях содействия достиже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нию и (или) поощрения дости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жения наилучших значений показателей для оценки эффек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тивности деятельности органов местного самоуправления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родских округов и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пальных районов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Дотации бюджетам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пальных районов и городских округов Ульяновской области, достигших наилучших резуль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татов по увеличению налого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вого потенциала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6D24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Дотации бюджетам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пальных районов и городских округов Ульяновской области в целях достижения наилучшего показателя увеличения налого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вых и неналоговых доходов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11 0 00 73130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Управ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ление государственными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нансами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559B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737342,623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равнивание бюджетной обес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печенности муниципальных районов (городских округов)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137342,623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Субвенции на финансовое обеспечение расходных обяза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тельств, связанных с расчётом и предоставлением дотаций на выравнивание бюджетной обеспеченности бюджетам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родских, сельских поселений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137342,623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137342,623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Под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держка мер по обеспечению сбалансированности бюджетов муниципальных районов (го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родских округов)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Субсидии бюджетам муници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пальных районов (городских округов) Ульяновской области в целях софинансирования расходов на выплату заработ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ной платы с начислениями ра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ботникам муниципальных уч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реждений (за исключением ор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ганов местного самоуправле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ния) муниципальных образова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ний, оплату коммунальных ус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луг и приобретение твёрдого топлива (уголь, дрова) муни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ципальными учреждениями (за исключением органов местного самоуправления) (включая по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гашение кредиторской задол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женности) муниципальных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разований Ульяновской об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95 0 03 70410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95 0 03 70410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600000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Департамент внутреннего го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сударственного финансового контроля Ульяновской об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293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18580,919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18580,919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нансовых, налоговых и тамо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женных органов и органов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нансового (финансово-бюд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жетного) надзора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18580,919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18580,919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18580,919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17580,019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1000,9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Избирательная комиссия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151213,26262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151213,26262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проведения вы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боров и референдумов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151213,26262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151213,26262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Члены Избирательной комис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сии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9287,6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9287,6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Проведение выборов Губерна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тора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77726,76629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77726,76629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Государственная автоматизи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рованная информационная сис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559B5">
              <w:rPr>
                <w:color w:val="000000"/>
                <w:sz w:val="28"/>
                <w:szCs w:val="28"/>
              </w:rPr>
              <w:t>Выборы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Проведение выборов депутатов Законодательного Собрания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4872,19633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4872,19633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23708,5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23369,3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305,2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обеспечение функ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34958,2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34958,2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Главная государственная ин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спекция регионального над</w:t>
            </w:r>
            <w:r>
              <w:rPr>
                <w:b/>
                <w:color w:val="000000"/>
                <w:sz w:val="28"/>
                <w:szCs w:val="28"/>
              </w:rPr>
              <w:softHyphen/>
            </w:r>
            <w:r w:rsidRPr="000559B5">
              <w:rPr>
                <w:b/>
                <w:color w:val="000000"/>
                <w:sz w:val="28"/>
                <w:szCs w:val="28"/>
              </w:rPr>
              <w:t>зора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380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49637,548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49637,548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49637,548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49637,548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49637,548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46594,948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2924,6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118</w:t>
            </w:r>
            <w:r>
              <w:rPr>
                <w:sz w:val="28"/>
                <w:szCs w:val="28"/>
              </w:rPr>
              <w:t>,0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Счётная палата Ульяновской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25260,6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Общегосударственные во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25260,6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нансовых, налоговых и тамо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женных органов и органов фи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нансового (финансово-бюд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жетного) надзора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25260,6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Мероприятия в рамках непро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граммных направлений дея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25260,6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Председатель Счётной палаты Ульяновской области и его за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меститель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4267,1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4267,1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Обеспечение деятельности го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сударственных органов Улья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20993,5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 функций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(муниципальными) орга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нами, казёнными учрежде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ниями, органами управления государственными внебюджет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Default="00131B18" w:rsidP="00EC276D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19914,6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1031,2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Иные бюджетные ассигнова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0559B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0559B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right"/>
              <w:rPr>
                <w:sz w:val="28"/>
                <w:szCs w:val="28"/>
              </w:rPr>
            </w:pPr>
            <w:r w:rsidRPr="000559B5">
              <w:rPr>
                <w:sz w:val="28"/>
                <w:szCs w:val="28"/>
              </w:rPr>
              <w:t>47,7</w:t>
            </w:r>
          </w:p>
        </w:tc>
      </w:tr>
      <w:tr w:rsidR="00131B18" w:rsidRPr="000559B5" w:rsidTr="000559B5">
        <w:tc>
          <w:tcPr>
            <w:tcW w:w="4025" w:type="dxa"/>
            <w:vAlign w:val="center"/>
          </w:tcPr>
          <w:p w:rsidR="00131B18" w:rsidRPr="000559B5" w:rsidRDefault="00131B18" w:rsidP="000559B5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90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4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0559B5">
            <w:pPr>
              <w:spacing w:line="360" w:lineRule="auto"/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0559B5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4" w:type="dxa"/>
            <w:noWrap/>
            <w:tcMar>
              <w:left w:w="57" w:type="dxa"/>
              <w:right w:w="57" w:type="dxa"/>
            </w:tcMar>
            <w:vAlign w:val="bottom"/>
          </w:tcPr>
          <w:p w:rsidR="00131B18" w:rsidRPr="000559B5" w:rsidRDefault="00131B18" w:rsidP="001A3C52">
            <w:pPr>
              <w:spacing w:line="360" w:lineRule="auto"/>
              <w:ind w:left="-57" w:right="-57"/>
              <w:jc w:val="right"/>
              <w:rPr>
                <w:b/>
                <w:sz w:val="28"/>
                <w:szCs w:val="28"/>
              </w:rPr>
            </w:pPr>
            <w:r w:rsidRPr="000559B5">
              <w:rPr>
                <w:b/>
                <w:sz w:val="28"/>
                <w:szCs w:val="28"/>
              </w:rPr>
              <w:t>49</w:t>
            </w:r>
            <w:r>
              <w:rPr>
                <w:b/>
                <w:sz w:val="28"/>
                <w:szCs w:val="28"/>
              </w:rPr>
              <w:t>381</w:t>
            </w:r>
            <w:r w:rsidRPr="000559B5">
              <w:rPr>
                <w:b/>
                <w:sz w:val="28"/>
                <w:szCs w:val="28"/>
              </w:rPr>
              <w:t>09</w:t>
            </w:r>
            <w:r>
              <w:rPr>
                <w:b/>
                <w:sz w:val="28"/>
                <w:szCs w:val="28"/>
              </w:rPr>
              <w:t>7</w:t>
            </w:r>
            <w:r w:rsidRPr="000559B5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1</w:t>
            </w:r>
            <w:r w:rsidRPr="000559B5">
              <w:rPr>
                <w:b/>
                <w:sz w:val="28"/>
                <w:szCs w:val="28"/>
              </w:rPr>
              <w:t>4118</w:t>
            </w:r>
            <w:r>
              <w:rPr>
                <w:sz w:val="28"/>
                <w:szCs w:val="28"/>
              </w:rPr>
              <w:t>»</w:t>
            </w:r>
            <w:r w:rsidRPr="000559B5">
              <w:rPr>
                <w:sz w:val="28"/>
                <w:szCs w:val="28"/>
              </w:rPr>
              <w:t>;</w:t>
            </w:r>
          </w:p>
        </w:tc>
      </w:tr>
    </w:tbl>
    <w:p w:rsidR="00131B18" w:rsidRPr="00CE7E29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8</w:t>
      </w:r>
      <w:r w:rsidRPr="00CE7E29">
        <w:rPr>
          <w:sz w:val="28"/>
        </w:rPr>
        <w:t>) в приложении 9:</w:t>
      </w:r>
    </w:p>
    <w:p w:rsidR="00131B18" w:rsidRPr="00BB4FFE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4FFE">
        <w:rPr>
          <w:sz w:val="28"/>
        </w:rPr>
        <w:t>а) таблиц</w:t>
      </w:r>
      <w:r>
        <w:rPr>
          <w:sz w:val="28"/>
        </w:rPr>
        <w:t>ы</w:t>
      </w:r>
      <w:r w:rsidRPr="00BB4FFE">
        <w:rPr>
          <w:sz w:val="28"/>
        </w:rPr>
        <w:t xml:space="preserve"> 4</w:t>
      </w:r>
      <w:r>
        <w:rPr>
          <w:sz w:val="28"/>
        </w:rPr>
        <w:t>-18</w:t>
      </w:r>
      <w:r w:rsidRPr="00BB4FFE">
        <w:rPr>
          <w:sz w:val="28"/>
        </w:rPr>
        <w:t xml:space="preserve"> изложить в следующей редакции:</w:t>
      </w:r>
    </w:p>
    <w:tbl>
      <w:tblPr>
        <w:tblW w:w="9923" w:type="dxa"/>
        <w:tblInd w:w="108" w:type="dxa"/>
        <w:tblLook w:val="0000"/>
      </w:tblPr>
      <w:tblGrid>
        <w:gridCol w:w="658"/>
        <w:gridCol w:w="42"/>
        <w:gridCol w:w="4265"/>
        <w:gridCol w:w="455"/>
        <w:gridCol w:w="4503"/>
      </w:tblGrid>
      <w:tr w:rsidR="00131B18" w:rsidRPr="000055F7" w:rsidTr="006F6D71">
        <w:trPr>
          <w:trHeight w:val="157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0055F7" w:rsidRDefault="00131B18" w:rsidP="0041440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0055F7">
              <w:rPr>
                <w:bCs/>
                <w:sz w:val="28"/>
                <w:szCs w:val="28"/>
              </w:rPr>
              <w:t>Таблица 4</w:t>
            </w:r>
          </w:p>
          <w:p w:rsidR="00131B18" w:rsidRPr="000055F7" w:rsidRDefault="00131B18" w:rsidP="004144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0055F7" w:rsidTr="006F6D71">
        <w:trPr>
          <w:trHeight w:val="1553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0055F7" w:rsidRDefault="00131B18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0055F7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131B18" w:rsidRPr="000055F7" w:rsidRDefault="00131B18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0055F7">
              <w:rPr>
                <w:b/>
                <w:bCs/>
                <w:sz w:val="28"/>
                <w:szCs w:val="28"/>
              </w:rPr>
              <w:t>(городских округов) Ульяновской области в целях софинансирования</w:t>
            </w:r>
          </w:p>
          <w:p w:rsidR="00131B18" w:rsidRPr="000055F7" w:rsidRDefault="00131B18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0055F7">
              <w:rPr>
                <w:b/>
                <w:bCs/>
                <w:sz w:val="28"/>
                <w:szCs w:val="28"/>
              </w:rPr>
              <w:t xml:space="preserve">расходов на выплату заработной платы с начислениями работникам </w:t>
            </w:r>
            <w:r w:rsidRPr="000055F7">
              <w:rPr>
                <w:b/>
                <w:bCs/>
                <w:sz w:val="28"/>
                <w:szCs w:val="28"/>
              </w:rPr>
              <w:br/>
              <w:t xml:space="preserve">муниципальных учреждений (за исключением органов местного </w:t>
            </w:r>
            <w:r w:rsidRPr="000055F7">
              <w:rPr>
                <w:b/>
                <w:bCs/>
                <w:sz w:val="28"/>
                <w:szCs w:val="28"/>
              </w:rPr>
              <w:br/>
              <w:t>самоуправления) муниципальных образований, оплату коммунальных</w:t>
            </w:r>
            <w:r w:rsidRPr="000055F7">
              <w:rPr>
                <w:b/>
                <w:bCs/>
                <w:sz w:val="28"/>
                <w:szCs w:val="28"/>
              </w:rPr>
              <w:br/>
              <w:t>услуг и приобретение твёрдого топлива (уголь, дрова) муниципальными учреждениями (за исключением органов местного самоуправления)</w:t>
            </w:r>
          </w:p>
          <w:p w:rsidR="00131B18" w:rsidRPr="000055F7" w:rsidRDefault="00131B18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0055F7">
              <w:rPr>
                <w:b/>
                <w:bCs/>
                <w:sz w:val="28"/>
                <w:szCs w:val="28"/>
              </w:rPr>
              <w:t>(включая погашение кредиторской задолженности) муниципальных</w:t>
            </w:r>
          </w:p>
          <w:p w:rsidR="00131B18" w:rsidRPr="000055F7" w:rsidRDefault="00131B18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0055F7">
              <w:rPr>
                <w:b/>
                <w:bCs/>
                <w:sz w:val="28"/>
                <w:szCs w:val="28"/>
              </w:rPr>
              <w:t>образований Ульяновской области на 2016 год</w:t>
            </w:r>
          </w:p>
          <w:p w:rsidR="00131B18" w:rsidRPr="000055F7" w:rsidRDefault="00131B18" w:rsidP="004144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0055F7" w:rsidTr="006F6D71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1B18" w:rsidRPr="000055F7" w:rsidRDefault="00131B18" w:rsidP="0041440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1B18" w:rsidRPr="000055F7" w:rsidRDefault="00131B18" w:rsidP="00414409">
            <w:pPr>
              <w:rPr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1B18" w:rsidRPr="000055F7" w:rsidRDefault="00131B18" w:rsidP="00414409">
            <w:pPr>
              <w:jc w:val="right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тыс. руб.</w:t>
            </w:r>
          </w:p>
        </w:tc>
      </w:tr>
      <w:tr w:rsidR="00131B18" w:rsidRPr="000055F7" w:rsidTr="006F6D7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131B18" w:rsidRPr="000055F7" w:rsidRDefault="00131B18" w:rsidP="00414409">
            <w:pPr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131B18" w:rsidRPr="000055F7" w:rsidRDefault="00131B18" w:rsidP="00414409">
            <w:pPr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 xml:space="preserve">Наименование </w:t>
            </w:r>
          </w:p>
          <w:p w:rsidR="00131B18" w:rsidRPr="000055F7" w:rsidRDefault="00131B18" w:rsidP="00414409">
            <w:pPr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58" w:type="dxa"/>
            <w:gridSpan w:val="2"/>
            <w:tcBorders>
              <w:bottom w:val="nil"/>
            </w:tcBorders>
            <w:vAlign w:val="center"/>
          </w:tcPr>
          <w:p w:rsidR="00131B18" w:rsidRPr="000055F7" w:rsidRDefault="00131B18" w:rsidP="00414409">
            <w:pPr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Сумма</w:t>
            </w:r>
          </w:p>
        </w:tc>
      </w:tr>
    </w:tbl>
    <w:p w:rsidR="00131B18" w:rsidRPr="000055F7" w:rsidRDefault="00131B18" w:rsidP="006F6D71">
      <w:pPr>
        <w:rPr>
          <w:sz w:val="2"/>
          <w:szCs w:val="2"/>
        </w:rPr>
      </w:pPr>
    </w:p>
    <w:tbl>
      <w:tblPr>
        <w:tblW w:w="9923" w:type="dxa"/>
        <w:tblInd w:w="108" w:type="dxa"/>
        <w:tblLook w:val="00A0"/>
      </w:tblPr>
      <w:tblGrid>
        <w:gridCol w:w="658"/>
        <w:gridCol w:w="4307"/>
        <w:gridCol w:w="4958"/>
      </w:tblGrid>
      <w:tr w:rsidR="00131B18" w:rsidRPr="000055F7" w:rsidTr="006F6D71">
        <w:trPr>
          <w:trHeight w:val="375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0055F7" w:rsidRDefault="00131B18" w:rsidP="00414409">
            <w:pPr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0055F7" w:rsidRDefault="00131B18" w:rsidP="00414409">
            <w:pPr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0055F7" w:rsidRDefault="00131B18" w:rsidP="00414409">
            <w:pPr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3</w:t>
            </w:r>
          </w:p>
        </w:tc>
      </w:tr>
      <w:tr w:rsidR="00131B18" w:rsidRPr="000055F7" w:rsidTr="006F6D71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0055F7" w:rsidRDefault="00131B18" w:rsidP="002635B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12193,2</w:t>
            </w:r>
          </w:p>
        </w:tc>
      </w:tr>
      <w:tr w:rsidR="00131B18" w:rsidRPr="000055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noWrap/>
            <w:vAlign w:val="center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41193,6</w:t>
            </w:r>
          </w:p>
        </w:tc>
      </w:tr>
      <w:tr w:rsidR="00131B18" w:rsidRPr="000055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noWrap/>
            <w:vAlign w:val="center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29950,3</w:t>
            </w:r>
          </w:p>
        </w:tc>
      </w:tr>
      <w:tr w:rsidR="00131B18" w:rsidRPr="000055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4.</w:t>
            </w:r>
          </w:p>
        </w:tc>
        <w:tc>
          <w:tcPr>
            <w:tcW w:w="4307" w:type="dxa"/>
            <w:noWrap/>
            <w:vAlign w:val="center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22694,9</w:t>
            </w:r>
          </w:p>
        </w:tc>
      </w:tr>
      <w:tr w:rsidR="00131B18" w:rsidRPr="000055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5.</w:t>
            </w:r>
          </w:p>
        </w:tc>
        <w:tc>
          <w:tcPr>
            <w:tcW w:w="4307" w:type="dxa"/>
            <w:noWrap/>
            <w:vAlign w:val="center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53640,4</w:t>
            </w:r>
          </w:p>
        </w:tc>
      </w:tr>
      <w:tr w:rsidR="00131B18" w:rsidRPr="000055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6.</w:t>
            </w:r>
          </w:p>
        </w:tc>
        <w:tc>
          <w:tcPr>
            <w:tcW w:w="4307" w:type="dxa"/>
            <w:noWrap/>
            <w:vAlign w:val="center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18984,9</w:t>
            </w:r>
          </w:p>
        </w:tc>
      </w:tr>
      <w:tr w:rsidR="00131B18" w:rsidRPr="000055F7" w:rsidTr="006F6D71">
        <w:trPr>
          <w:trHeight w:val="189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7.</w:t>
            </w:r>
          </w:p>
        </w:tc>
        <w:tc>
          <w:tcPr>
            <w:tcW w:w="4307" w:type="dxa"/>
            <w:noWrap/>
            <w:vAlign w:val="center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36712,6</w:t>
            </w:r>
          </w:p>
        </w:tc>
      </w:tr>
      <w:tr w:rsidR="00131B18" w:rsidRPr="000055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8.</w:t>
            </w:r>
          </w:p>
        </w:tc>
        <w:tc>
          <w:tcPr>
            <w:tcW w:w="4307" w:type="dxa"/>
            <w:noWrap/>
            <w:vAlign w:val="center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27277,2</w:t>
            </w:r>
          </w:p>
        </w:tc>
      </w:tr>
      <w:tr w:rsidR="00131B18" w:rsidRPr="000055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9.</w:t>
            </w:r>
          </w:p>
        </w:tc>
        <w:tc>
          <w:tcPr>
            <w:tcW w:w="4307" w:type="dxa"/>
            <w:noWrap/>
            <w:vAlign w:val="center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10892,8</w:t>
            </w:r>
          </w:p>
        </w:tc>
      </w:tr>
      <w:tr w:rsidR="00131B18" w:rsidRPr="000055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10.</w:t>
            </w:r>
          </w:p>
        </w:tc>
        <w:tc>
          <w:tcPr>
            <w:tcW w:w="4307" w:type="dxa"/>
            <w:noWrap/>
            <w:vAlign w:val="center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20428,3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11.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29316,3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12.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15295,9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13.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10164,2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14.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28866,8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15.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26469,0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16.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11540,2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17.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25204,1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18.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13211,5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19.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24070,8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20.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28153,7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21.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25779,5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055F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55F7">
              <w:rPr>
                <w:b/>
                <w:bCs/>
                <w:color w:val="000000"/>
                <w:sz w:val="28"/>
                <w:szCs w:val="28"/>
              </w:rPr>
              <w:t>512040,2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22.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70174,9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23.</w:t>
            </w: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sz w:val="28"/>
                <w:szCs w:val="28"/>
              </w:rPr>
            </w:pPr>
            <w:r w:rsidRPr="000055F7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055F7">
              <w:rPr>
                <w:bCs/>
                <w:color w:val="000000"/>
                <w:sz w:val="28"/>
                <w:szCs w:val="28"/>
              </w:rPr>
              <w:t>17784,9</w:t>
            </w:r>
          </w:p>
        </w:tc>
      </w:tr>
      <w:tr w:rsidR="00131B18" w:rsidRPr="000055F7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055F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58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55F7">
              <w:rPr>
                <w:b/>
                <w:bCs/>
                <w:color w:val="000000"/>
                <w:sz w:val="28"/>
                <w:szCs w:val="28"/>
              </w:rPr>
              <w:t>87959,8</w:t>
            </w:r>
          </w:p>
        </w:tc>
      </w:tr>
      <w:tr w:rsidR="00131B18" w:rsidRPr="00D009D3" w:rsidTr="000073E3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0055F7" w:rsidRDefault="00131B18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bottom"/>
          </w:tcPr>
          <w:p w:rsidR="00131B18" w:rsidRPr="000055F7" w:rsidRDefault="00131B18" w:rsidP="000055F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958" w:type="dxa"/>
            <w:noWrap/>
            <w:vAlign w:val="bottom"/>
          </w:tcPr>
          <w:p w:rsidR="00131B18" w:rsidRPr="00A3677A" w:rsidRDefault="00131B18" w:rsidP="000E3AD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55F7">
              <w:rPr>
                <w:b/>
                <w:bCs/>
                <w:color w:val="000000"/>
                <w:sz w:val="28"/>
                <w:szCs w:val="28"/>
              </w:rPr>
              <w:t>60</w:t>
            </w: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0055F7">
              <w:rPr>
                <w:b/>
                <w:bCs/>
                <w:color w:val="000000"/>
                <w:sz w:val="28"/>
                <w:szCs w:val="28"/>
              </w:rPr>
              <w:t>000,0</w:t>
            </w:r>
          </w:p>
        </w:tc>
      </w:tr>
    </w:tbl>
    <w:p w:rsidR="00131B1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Pr="000E3AD8" w:rsidRDefault="00131B18" w:rsidP="000E3A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89209B" w:rsidTr="008763AD">
        <w:trPr>
          <w:trHeight w:val="157"/>
        </w:trPr>
        <w:tc>
          <w:tcPr>
            <w:tcW w:w="9938" w:type="dxa"/>
            <w:gridSpan w:val="3"/>
            <w:vAlign w:val="center"/>
          </w:tcPr>
          <w:p w:rsidR="00131B18" w:rsidRPr="0089209B" w:rsidRDefault="00131B18" w:rsidP="008763AD">
            <w:pPr>
              <w:jc w:val="right"/>
              <w:rPr>
                <w:bCs/>
                <w:sz w:val="28"/>
                <w:szCs w:val="28"/>
              </w:rPr>
            </w:pPr>
            <w:r w:rsidRPr="0089209B">
              <w:rPr>
                <w:bCs/>
                <w:sz w:val="28"/>
                <w:szCs w:val="28"/>
              </w:rPr>
              <w:t>Таблица 5</w:t>
            </w:r>
          </w:p>
          <w:p w:rsidR="00131B18" w:rsidRPr="0089209B" w:rsidRDefault="00131B18" w:rsidP="008763A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89209B" w:rsidTr="008763AD">
        <w:trPr>
          <w:trHeight w:val="56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89209B" w:rsidRDefault="00131B18" w:rsidP="008763AD">
            <w:pPr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131B18" w:rsidRPr="0089209B" w:rsidRDefault="00131B18" w:rsidP="008763AD">
            <w:pPr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финансовое обеспечение </w:t>
            </w:r>
            <w:r w:rsidRPr="0089209B">
              <w:rPr>
                <w:b/>
                <w:bCs/>
                <w:sz w:val="28"/>
                <w:szCs w:val="28"/>
              </w:rPr>
              <w:br/>
              <w:t>расходных обязательств, связанных с осуществлением ежемесячной</w:t>
            </w:r>
          </w:p>
          <w:p w:rsidR="00131B18" w:rsidRPr="0089209B" w:rsidRDefault="00131B18" w:rsidP="008763AD">
            <w:pPr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131B18" w:rsidRPr="0089209B" w:rsidRDefault="00131B18" w:rsidP="008763AD">
            <w:pPr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131B18" w:rsidRPr="0089209B" w:rsidRDefault="00131B18" w:rsidP="008763AD">
            <w:pPr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  <w:r w:rsidRPr="0089209B">
              <w:rPr>
                <w:b/>
                <w:bCs/>
                <w:sz w:val="28"/>
                <w:szCs w:val="28"/>
              </w:rPr>
              <w:br/>
              <w:t>в муниципальных образовательных организациях, на городском,</w:t>
            </w:r>
          </w:p>
          <w:p w:rsidR="00131B18" w:rsidRPr="0089209B" w:rsidRDefault="00131B18" w:rsidP="008763AD">
            <w:pPr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</w:p>
          <w:p w:rsidR="00131B18" w:rsidRPr="0089209B" w:rsidRDefault="00131B18" w:rsidP="008763AD">
            <w:pPr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  <w:r w:rsidRPr="0089209B">
              <w:rPr>
                <w:b/>
                <w:bCs/>
                <w:sz w:val="28"/>
                <w:szCs w:val="28"/>
              </w:rPr>
              <w:br/>
              <w:t>и обратно к месту обучения, на 2016 год</w:t>
            </w:r>
          </w:p>
          <w:p w:rsidR="00131B18" w:rsidRPr="0089209B" w:rsidRDefault="00131B18" w:rsidP="008763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89209B" w:rsidTr="008763AD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89209B" w:rsidRDefault="00131B18" w:rsidP="008763A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89209B" w:rsidRDefault="00131B18" w:rsidP="008763AD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89209B" w:rsidRDefault="00131B18" w:rsidP="008763AD">
            <w:pPr>
              <w:jc w:val="right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89209B" w:rsidRDefault="00131B18" w:rsidP="000E3AD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94"/>
      </w:tblGrid>
      <w:tr w:rsidR="00131B18" w:rsidRPr="0089209B" w:rsidTr="008763AD">
        <w:trPr>
          <w:trHeight w:val="448"/>
        </w:trPr>
        <w:tc>
          <w:tcPr>
            <w:tcW w:w="735" w:type="dxa"/>
            <w:vAlign w:val="center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 xml:space="preserve">№   </w:t>
            </w:r>
            <w:r w:rsidRPr="0089209B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 xml:space="preserve">Наименование </w:t>
            </w:r>
          </w:p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Сумма</w:t>
            </w:r>
          </w:p>
        </w:tc>
      </w:tr>
    </w:tbl>
    <w:p w:rsidR="00131B18" w:rsidRPr="0089209B" w:rsidRDefault="00131B18" w:rsidP="000E3AD8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724"/>
        <w:gridCol w:w="4820"/>
        <w:gridCol w:w="4394"/>
      </w:tblGrid>
      <w:tr w:rsidR="00131B18" w:rsidRPr="0089209B" w:rsidTr="008763AD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91,9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759,1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413,3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432,2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5.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274,4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6.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331,1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7.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402,2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8.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952,1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9.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735,3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10.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431,7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11.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335,8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12.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306,2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13.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412,8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14.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406,6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15.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405,6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16.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458,3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17.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297,5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18.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269,2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19.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565,3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20.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644,6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21.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636,0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 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9561,2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22.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1770,8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23.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258,3</w:t>
            </w:r>
          </w:p>
        </w:tc>
      </w:tr>
      <w:tr w:rsidR="00131B18" w:rsidRPr="0089209B" w:rsidTr="008763AD">
        <w:trPr>
          <w:trHeight w:val="375"/>
        </w:trPr>
        <w:tc>
          <w:tcPr>
            <w:tcW w:w="724" w:type="dxa"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24.</w:t>
            </w:r>
          </w:p>
        </w:tc>
        <w:tc>
          <w:tcPr>
            <w:tcW w:w="482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3358,5</w:t>
            </w:r>
          </w:p>
        </w:tc>
      </w:tr>
      <w:tr w:rsidR="00131B18" w:rsidRPr="0089209B" w:rsidTr="008763A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5387,6</w:t>
            </w:r>
          </w:p>
        </w:tc>
      </w:tr>
      <w:tr w:rsidR="00131B18" w:rsidRPr="00071038" w:rsidTr="008763A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14948,8</w:t>
            </w:r>
          </w:p>
        </w:tc>
      </w:tr>
    </w:tbl>
    <w:p w:rsidR="00131B18" w:rsidRDefault="00131B18" w:rsidP="00BB4FF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131B18" w:rsidRPr="00A00290" w:rsidTr="00ED378C">
        <w:trPr>
          <w:trHeight w:val="157"/>
        </w:trPr>
        <w:tc>
          <w:tcPr>
            <w:tcW w:w="9938" w:type="dxa"/>
            <w:gridSpan w:val="3"/>
            <w:vAlign w:val="center"/>
          </w:tcPr>
          <w:p w:rsidR="00131B18" w:rsidRPr="00A00290" w:rsidRDefault="00131B18" w:rsidP="00C2113B">
            <w:pPr>
              <w:jc w:val="right"/>
              <w:rPr>
                <w:bCs/>
                <w:sz w:val="28"/>
                <w:szCs w:val="28"/>
              </w:rPr>
            </w:pPr>
            <w:r w:rsidRPr="00A00290">
              <w:rPr>
                <w:bCs/>
                <w:sz w:val="28"/>
                <w:szCs w:val="28"/>
              </w:rPr>
              <w:t>Таблица 6</w:t>
            </w:r>
          </w:p>
          <w:p w:rsidR="00131B18" w:rsidRPr="00A00290" w:rsidRDefault="00131B18" w:rsidP="00C2113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A00290" w:rsidTr="00ED378C">
        <w:trPr>
          <w:trHeight w:val="93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A00290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A00290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 органам местного самоуправления государственных полномочий</w:t>
            </w:r>
          </w:p>
          <w:p w:rsidR="00131B18" w:rsidRPr="00A00290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A00290">
              <w:rPr>
                <w:b/>
                <w:sz w:val="28"/>
                <w:szCs w:val="28"/>
              </w:rPr>
              <w:t>организации и обеспечению отдыха детей,</w:t>
            </w:r>
          </w:p>
          <w:p w:rsidR="00131B18" w:rsidRPr="00A00290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A00290">
              <w:rPr>
                <w:b/>
                <w:sz w:val="28"/>
                <w:szCs w:val="28"/>
              </w:rPr>
              <w:t>обучающихся в общеобразовательных организациях, за исключением</w:t>
            </w:r>
          </w:p>
          <w:p w:rsidR="00131B18" w:rsidRPr="00A00290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A00290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</w:p>
          <w:p w:rsidR="00131B18" w:rsidRPr="00A00290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A00290">
              <w:rPr>
                <w:b/>
                <w:sz w:val="28"/>
                <w:szCs w:val="28"/>
              </w:rPr>
              <w:t>в образовательных организациях для детей-сирот и детей, оставшихся</w:t>
            </w:r>
          </w:p>
          <w:p w:rsidR="00131B18" w:rsidRPr="00A00290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A00290">
              <w:rPr>
                <w:b/>
                <w:sz w:val="28"/>
                <w:szCs w:val="28"/>
              </w:rPr>
              <w:t>без попечения родителей, и детей, находящихся в трудной жизненной</w:t>
            </w:r>
          </w:p>
          <w:p w:rsidR="00131B18" w:rsidRPr="00A00290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A00290">
              <w:rPr>
                <w:b/>
                <w:sz w:val="28"/>
                <w:szCs w:val="28"/>
              </w:rPr>
              <w:t>ситуации, в лагерях, организованных образовательными организациями,</w:t>
            </w:r>
          </w:p>
          <w:p w:rsidR="00131B18" w:rsidRPr="00A00290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A00290">
              <w:rPr>
                <w:b/>
                <w:sz w:val="28"/>
                <w:szCs w:val="28"/>
              </w:rPr>
              <w:t>осуществляющими организацию отдыха и оздоровления обучающихся</w:t>
            </w:r>
          </w:p>
          <w:p w:rsidR="00131B18" w:rsidRPr="00A00290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sz w:val="28"/>
                <w:szCs w:val="28"/>
              </w:rPr>
              <w:t>в каникулярное время (с дневным пребыванием), на 2016 год</w:t>
            </w:r>
          </w:p>
          <w:p w:rsidR="00131B18" w:rsidRPr="00A00290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C2113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C2113B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C2113B">
            <w:pPr>
              <w:jc w:val="right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A00290" w:rsidRDefault="00131B18" w:rsidP="00FE62C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678"/>
      </w:tblGrid>
      <w:tr w:rsidR="00131B18" w:rsidRPr="00A00290" w:rsidTr="00ED378C">
        <w:trPr>
          <w:trHeight w:val="489"/>
          <w:tblHeader/>
        </w:trPr>
        <w:tc>
          <w:tcPr>
            <w:tcW w:w="594" w:type="dxa"/>
            <w:vAlign w:val="center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131B18" w:rsidRPr="00A00290" w:rsidRDefault="00131B18" w:rsidP="00C2113B">
            <w:pPr>
              <w:pStyle w:val="xl24"/>
              <w:spacing w:before="0" w:beforeAutospacing="0" w:after="0" w:afterAutospacing="0"/>
            </w:pPr>
            <w:r w:rsidRPr="00A00290">
              <w:t xml:space="preserve">Наименование </w:t>
            </w:r>
          </w:p>
          <w:p w:rsidR="00131B18" w:rsidRPr="00A00290" w:rsidRDefault="00131B18" w:rsidP="00C2113B">
            <w:pPr>
              <w:pStyle w:val="xl24"/>
              <w:spacing w:before="0" w:beforeAutospacing="0" w:after="0" w:afterAutospacing="0"/>
            </w:pPr>
            <w:r w:rsidRPr="00A00290"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Сумма</w:t>
            </w:r>
          </w:p>
        </w:tc>
      </w:tr>
    </w:tbl>
    <w:p w:rsidR="00131B18" w:rsidRPr="00A00290" w:rsidRDefault="00131B18" w:rsidP="00FE62C8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6"/>
        <w:gridCol w:w="4678"/>
      </w:tblGrid>
      <w:tr w:rsidR="00131B18" w:rsidRPr="00A00290" w:rsidTr="00ED378C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3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1133,1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2405,2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1463,6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1496,6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2398,1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1452,1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1648,0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1550,1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1232,9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1264,9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1035,5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1106,4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971,0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1464,6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744,8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1095,7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1336,2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855,2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2004,4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2163,0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2170,3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00290">
              <w:rPr>
                <w:b/>
                <w:bCs/>
                <w:color w:val="000000"/>
                <w:sz w:val="28"/>
                <w:szCs w:val="28"/>
              </w:rPr>
              <w:t>30991,7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7058,8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1087,3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11647,1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00290">
              <w:rPr>
                <w:b/>
                <w:bCs/>
                <w:color w:val="000000"/>
                <w:sz w:val="28"/>
                <w:szCs w:val="28"/>
              </w:rPr>
              <w:t>19793,2</w:t>
            </w:r>
          </w:p>
        </w:tc>
      </w:tr>
      <w:tr w:rsidR="00131B18" w:rsidRPr="00A00290" w:rsidTr="00ED37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FE62C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00290">
              <w:rPr>
                <w:b/>
                <w:bCs/>
                <w:color w:val="000000"/>
                <w:sz w:val="28"/>
                <w:szCs w:val="28"/>
              </w:rPr>
              <w:t>50784,9</w:t>
            </w:r>
          </w:p>
        </w:tc>
      </w:tr>
    </w:tbl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6"/>
        <w:gridCol w:w="4678"/>
      </w:tblGrid>
      <w:tr w:rsidR="00131B18" w:rsidRPr="0089209B" w:rsidTr="008763AD">
        <w:trPr>
          <w:trHeight w:val="309"/>
        </w:trPr>
        <w:tc>
          <w:tcPr>
            <w:tcW w:w="9938" w:type="dxa"/>
            <w:gridSpan w:val="3"/>
            <w:vAlign w:val="center"/>
          </w:tcPr>
          <w:p w:rsidR="00131B18" w:rsidRPr="0089209B" w:rsidRDefault="00131B18" w:rsidP="008763AD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89209B">
              <w:rPr>
                <w:bCs/>
                <w:sz w:val="28"/>
                <w:szCs w:val="28"/>
              </w:rPr>
              <w:t>Таблица 7</w:t>
            </w:r>
          </w:p>
          <w:p w:rsidR="00131B18" w:rsidRPr="0089209B" w:rsidRDefault="00131B18" w:rsidP="008763A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89209B" w:rsidTr="008763AD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89209B" w:rsidRDefault="00131B18" w:rsidP="008763AD">
            <w:pPr>
              <w:jc w:val="center"/>
              <w:rPr>
                <w:b/>
                <w:sz w:val="28"/>
                <w:szCs w:val="28"/>
              </w:rPr>
            </w:pPr>
            <w:r w:rsidRPr="0089209B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131B18" w:rsidRPr="0089209B" w:rsidRDefault="00131B18" w:rsidP="008763AD">
            <w:pPr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</w:t>
            </w:r>
            <w:r w:rsidRPr="0089209B">
              <w:rPr>
                <w:b/>
                <w:sz w:val="28"/>
                <w:szCs w:val="28"/>
              </w:rPr>
              <w:br/>
              <w:t>расходных обязательств, связанных с осуществлением ежемесячной</w:t>
            </w:r>
            <w:r w:rsidRPr="0089209B">
              <w:rPr>
                <w:b/>
                <w:sz w:val="28"/>
                <w:szCs w:val="28"/>
              </w:rPr>
              <w:br/>
              <w:t>выплаты на содержание ребёнка в семье опекуна (попечителя) и приёмной семье, а также по осуществлению выплаты вознаграждения,</w:t>
            </w:r>
            <w:r w:rsidRPr="0089209B">
              <w:rPr>
                <w:b/>
                <w:sz w:val="28"/>
                <w:szCs w:val="28"/>
              </w:rPr>
              <w:br/>
              <w:t>причитающегося приёмному родителю, на 2016 год</w:t>
            </w:r>
          </w:p>
          <w:p w:rsidR="00131B18" w:rsidRPr="0089209B" w:rsidRDefault="00131B18" w:rsidP="008763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89209B" w:rsidTr="008763A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89209B" w:rsidRDefault="00131B18" w:rsidP="008763AD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89209B" w:rsidRDefault="00131B18" w:rsidP="008763AD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89209B" w:rsidRDefault="00131B18" w:rsidP="008763AD">
            <w:pPr>
              <w:jc w:val="right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89209B" w:rsidRDefault="00131B18" w:rsidP="000E3AD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678"/>
      </w:tblGrid>
      <w:tr w:rsidR="00131B18" w:rsidRPr="0089209B" w:rsidTr="008763AD">
        <w:trPr>
          <w:trHeight w:val="489"/>
        </w:trPr>
        <w:tc>
          <w:tcPr>
            <w:tcW w:w="594" w:type="dxa"/>
            <w:vAlign w:val="bottom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bottom"/>
          </w:tcPr>
          <w:p w:rsidR="00131B18" w:rsidRPr="0089209B" w:rsidRDefault="00131B18" w:rsidP="008763AD">
            <w:pPr>
              <w:pStyle w:val="xl24"/>
              <w:spacing w:before="0" w:beforeAutospacing="0" w:after="0" w:afterAutospacing="0"/>
            </w:pPr>
            <w:r w:rsidRPr="0089209B">
              <w:t xml:space="preserve">Наименование </w:t>
            </w:r>
          </w:p>
          <w:p w:rsidR="00131B18" w:rsidRPr="0089209B" w:rsidRDefault="00131B18" w:rsidP="008763AD">
            <w:pPr>
              <w:pStyle w:val="xl24"/>
              <w:spacing w:before="0" w:beforeAutospacing="0" w:after="0" w:afterAutospacing="0"/>
            </w:pPr>
            <w:r w:rsidRPr="0089209B"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Сумма</w:t>
            </w:r>
          </w:p>
        </w:tc>
      </w:tr>
    </w:tbl>
    <w:p w:rsidR="00131B18" w:rsidRPr="0089209B" w:rsidRDefault="00131B18" w:rsidP="000E3AD8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594"/>
        <w:gridCol w:w="6"/>
        <w:gridCol w:w="4658"/>
        <w:gridCol w:w="4680"/>
      </w:tblGrid>
      <w:tr w:rsidR="00131B18" w:rsidRPr="0089209B" w:rsidTr="008763AD">
        <w:trPr>
          <w:trHeight w:val="374"/>
          <w:tblHeader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89209B" w:rsidRDefault="00131B18" w:rsidP="008763AD">
            <w:pPr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1.</w:t>
            </w:r>
          </w:p>
        </w:tc>
        <w:tc>
          <w:tcPr>
            <w:tcW w:w="4658" w:type="dxa"/>
            <w:tcBorders>
              <w:top w:val="single" w:sz="4" w:space="0" w:color="auto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4527,6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37748,1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16260,5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4.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14105,6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5.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11822,4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6.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12899,4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7.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17837,0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8.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29622,7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9.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38752,9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10.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17109,7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11.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18993,8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12.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14001,2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13.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21124,6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14.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17742,9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15.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18658,8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16.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24179,9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17.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12662,5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18.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9797,0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19.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27635,1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20.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33341,0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21.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20478,6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 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419301,3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22.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55274,8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23.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9633,7</w:t>
            </w:r>
          </w:p>
        </w:tc>
      </w:tr>
      <w:tr w:rsidR="00131B18" w:rsidRPr="0089209B" w:rsidTr="008763AD">
        <w:trPr>
          <w:trHeight w:val="375"/>
        </w:trPr>
        <w:tc>
          <w:tcPr>
            <w:tcW w:w="600" w:type="dxa"/>
            <w:gridSpan w:val="2"/>
            <w:vAlign w:val="center"/>
          </w:tcPr>
          <w:p w:rsidR="00131B18" w:rsidRPr="0089209B" w:rsidRDefault="00131B18" w:rsidP="008763A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24.</w:t>
            </w:r>
          </w:p>
        </w:tc>
        <w:tc>
          <w:tcPr>
            <w:tcW w:w="4658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0" w:type="dxa"/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09B">
              <w:rPr>
                <w:sz w:val="28"/>
                <w:szCs w:val="28"/>
              </w:rPr>
              <w:t>146817,1</w:t>
            </w:r>
          </w:p>
        </w:tc>
      </w:tr>
      <w:tr w:rsidR="00131B18" w:rsidRPr="0089209B" w:rsidTr="008763AD">
        <w:tblPrEx>
          <w:tblLook w:val="0000"/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211725,6</w:t>
            </w:r>
          </w:p>
        </w:tc>
      </w:tr>
      <w:tr w:rsidR="00131B18" w:rsidRPr="00071038" w:rsidTr="008763AD">
        <w:tblPrEx>
          <w:tblLook w:val="0000"/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89209B" w:rsidRDefault="00131B18" w:rsidP="008763A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89209B" w:rsidRDefault="00131B18" w:rsidP="0089209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9209B">
              <w:rPr>
                <w:b/>
                <w:bCs/>
                <w:sz w:val="28"/>
                <w:szCs w:val="28"/>
              </w:rPr>
              <w:t>631026,9</w:t>
            </w:r>
          </w:p>
        </w:tc>
      </w:tr>
    </w:tbl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A00290" w:rsidTr="000073E3">
        <w:trPr>
          <w:trHeight w:val="157"/>
        </w:trPr>
        <w:tc>
          <w:tcPr>
            <w:tcW w:w="9938" w:type="dxa"/>
            <w:gridSpan w:val="3"/>
            <w:vAlign w:val="center"/>
          </w:tcPr>
          <w:p w:rsidR="00131B18" w:rsidRPr="00A00290" w:rsidRDefault="00131B18" w:rsidP="000073E3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00290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8</w:t>
            </w:r>
          </w:p>
          <w:p w:rsidR="00131B18" w:rsidRPr="00A00290" w:rsidRDefault="00131B18" w:rsidP="000073E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A00290" w:rsidTr="000073E3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Default="00131B18" w:rsidP="000073E3">
            <w:pPr>
              <w:jc w:val="center"/>
              <w:rPr>
                <w:b/>
                <w:bCs/>
                <w:sz w:val="28"/>
                <w:szCs w:val="28"/>
              </w:rPr>
            </w:pPr>
            <w:r w:rsidRPr="002C6DD9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2C6DD9">
              <w:rPr>
                <w:b/>
                <w:bCs/>
                <w:sz w:val="28"/>
                <w:szCs w:val="28"/>
              </w:rPr>
              <w:t xml:space="preserve">и отдельных городских округов Ульяновской области на финансовое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2C6DD9">
              <w:rPr>
                <w:b/>
                <w:bCs/>
                <w:sz w:val="28"/>
                <w:szCs w:val="28"/>
              </w:rPr>
              <w:t xml:space="preserve">обеспечение расходных обязательств, связанных с опекой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2C6DD9">
              <w:rPr>
                <w:b/>
                <w:bCs/>
                <w:sz w:val="28"/>
                <w:szCs w:val="28"/>
              </w:rPr>
              <w:t>и попечительством в отношении несовершеннолетних, на 2016 год</w:t>
            </w:r>
          </w:p>
          <w:p w:rsidR="00131B18" w:rsidRPr="00A00290" w:rsidRDefault="00131B18" w:rsidP="000073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A00290" w:rsidTr="000073E3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0073E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0073E3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0073E3">
            <w:pPr>
              <w:jc w:val="right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A00290" w:rsidRDefault="00131B18" w:rsidP="00D808CA">
      <w:pPr>
        <w:rPr>
          <w:sz w:val="2"/>
          <w:szCs w:val="2"/>
        </w:rPr>
      </w:pPr>
    </w:p>
    <w:tbl>
      <w:tblPr>
        <w:tblW w:w="992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81"/>
      </w:tblGrid>
      <w:tr w:rsidR="00131B18" w:rsidRPr="00A00290" w:rsidTr="000073E3">
        <w:trPr>
          <w:trHeight w:val="448"/>
        </w:trPr>
        <w:tc>
          <w:tcPr>
            <w:tcW w:w="735" w:type="dxa"/>
            <w:vAlign w:val="center"/>
          </w:tcPr>
          <w:p w:rsidR="00131B18" w:rsidRPr="00A00290" w:rsidRDefault="00131B18" w:rsidP="000073E3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 xml:space="preserve">№   </w:t>
            </w:r>
            <w:r w:rsidRPr="00A0029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809" w:type="dxa"/>
            <w:vAlign w:val="center"/>
          </w:tcPr>
          <w:p w:rsidR="00131B18" w:rsidRPr="00A00290" w:rsidRDefault="00131B18" w:rsidP="000073E3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 xml:space="preserve">Наименование </w:t>
            </w:r>
          </w:p>
          <w:p w:rsidR="00131B18" w:rsidRPr="00A00290" w:rsidRDefault="00131B18" w:rsidP="000073E3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131B18" w:rsidRPr="00A00290" w:rsidRDefault="00131B18" w:rsidP="000073E3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Сумма</w:t>
            </w:r>
          </w:p>
        </w:tc>
      </w:tr>
    </w:tbl>
    <w:p w:rsidR="00131B18" w:rsidRPr="00A00290" w:rsidRDefault="00131B18" w:rsidP="00D808CA">
      <w:pPr>
        <w:rPr>
          <w:sz w:val="2"/>
          <w:szCs w:val="2"/>
        </w:rPr>
      </w:pPr>
    </w:p>
    <w:tbl>
      <w:tblPr>
        <w:tblW w:w="9925" w:type="dxa"/>
        <w:tblInd w:w="93" w:type="dxa"/>
        <w:tblLook w:val="0000"/>
      </w:tblPr>
      <w:tblGrid>
        <w:gridCol w:w="735"/>
        <w:gridCol w:w="4809"/>
        <w:gridCol w:w="4381"/>
      </w:tblGrid>
      <w:tr w:rsidR="00131B18" w:rsidRPr="00A00290" w:rsidTr="000073E3">
        <w:trPr>
          <w:trHeight w:val="208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00290" w:rsidRDefault="00131B18" w:rsidP="000073E3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00290" w:rsidRDefault="00131B18" w:rsidP="000073E3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00290" w:rsidRDefault="00131B18" w:rsidP="000073E3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3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1012,8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3.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605,1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4.</w:t>
            </w:r>
          </w:p>
        </w:tc>
        <w:tc>
          <w:tcPr>
            <w:tcW w:w="4809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1012,8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518,8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2F16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599,</w:t>
            </w:r>
            <w:r>
              <w:rPr>
                <w:sz w:val="28"/>
                <w:szCs w:val="28"/>
              </w:rPr>
              <w:t>6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513,3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1012,8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1012,8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808C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808CA">
              <w:rPr>
                <w:b/>
                <w:bCs/>
                <w:sz w:val="28"/>
                <w:szCs w:val="28"/>
              </w:rPr>
              <w:t>13557,6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3055,2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08CA">
              <w:rPr>
                <w:sz w:val="28"/>
                <w:szCs w:val="28"/>
              </w:rPr>
              <w:t>559,2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808C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808CA">
              <w:rPr>
                <w:b/>
                <w:bCs/>
                <w:sz w:val="28"/>
                <w:szCs w:val="28"/>
              </w:rPr>
              <w:t>3614,4</w:t>
            </w:r>
          </w:p>
        </w:tc>
      </w:tr>
      <w:tr w:rsidR="00131B18" w:rsidRPr="00A00290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808C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808C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D808CA" w:rsidRDefault="00131B18" w:rsidP="00D808C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808CA">
              <w:rPr>
                <w:b/>
                <w:bCs/>
                <w:sz w:val="28"/>
                <w:szCs w:val="28"/>
              </w:rPr>
              <w:t>17172,0</w:t>
            </w:r>
          </w:p>
        </w:tc>
      </w:tr>
    </w:tbl>
    <w:p w:rsidR="00131B18" w:rsidRPr="00A00290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A00290" w:rsidTr="00D0400C">
        <w:trPr>
          <w:trHeight w:val="157"/>
        </w:trPr>
        <w:tc>
          <w:tcPr>
            <w:tcW w:w="9938" w:type="dxa"/>
            <w:gridSpan w:val="3"/>
            <w:vAlign w:val="center"/>
          </w:tcPr>
          <w:p w:rsidR="00131B18" w:rsidRPr="00A00290" w:rsidRDefault="00131B18" w:rsidP="00C2113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00290">
              <w:rPr>
                <w:bCs/>
                <w:sz w:val="28"/>
                <w:szCs w:val="28"/>
              </w:rPr>
              <w:t>Таблица 9</w:t>
            </w:r>
          </w:p>
          <w:p w:rsidR="00131B18" w:rsidRPr="00A00290" w:rsidRDefault="00131B18" w:rsidP="00C2113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A00290" w:rsidTr="00D0400C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A00290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A00290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 органам местного самоуправления государственных полномочий</w:t>
            </w:r>
          </w:p>
          <w:p w:rsidR="00131B18" w:rsidRPr="00A00290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 xml:space="preserve">Ульяновской области по осуществлению </w:t>
            </w:r>
            <w:r w:rsidRPr="00A00290">
              <w:rPr>
                <w:b/>
                <w:sz w:val="28"/>
                <w:szCs w:val="28"/>
              </w:rPr>
              <w:t>обучающимся 10-х (11-х)</w:t>
            </w:r>
          </w:p>
          <w:p w:rsidR="00131B18" w:rsidRPr="00A00290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A00290">
              <w:rPr>
                <w:b/>
                <w:sz w:val="28"/>
                <w:szCs w:val="28"/>
              </w:rPr>
              <w:t xml:space="preserve">и 11-х (12-х) классов муниципальных общеобразовательных организаций </w:t>
            </w:r>
          </w:p>
          <w:p w:rsidR="00131B18" w:rsidRPr="00A00290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sz w:val="28"/>
                <w:szCs w:val="28"/>
              </w:rPr>
              <w:t>ежемесячных денежных выплат на 2016 год</w:t>
            </w:r>
          </w:p>
          <w:p w:rsidR="00131B18" w:rsidRPr="00A00290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A00290" w:rsidTr="00D0400C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C2113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C2113B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00290" w:rsidRDefault="00131B18" w:rsidP="00C2113B">
            <w:pPr>
              <w:jc w:val="right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A00290" w:rsidRDefault="00131B18" w:rsidP="00D0400C">
      <w:pPr>
        <w:rPr>
          <w:sz w:val="2"/>
          <w:szCs w:val="2"/>
        </w:rPr>
      </w:pPr>
    </w:p>
    <w:tbl>
      <w:tblPr>
        <w:tblW w:w="992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81"/>
      </w:tblGrid>
      <w:tr w:rsidR="00131B18" w:rsidRPr="00A00290" w:rsidTr="00D0400C">
        <w:trPr>
          <w:trHeight w:val="448"/>
        </w:trPr>
        <w:tc>
          <w:tcPr>
            <w:tcW w:w="735" w:type="dxa"/>
            <w:vAlign w:val="center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 xml:space="preserve">№   </w:t>
            </w:r>
            <w:r w:rsidRPr="00A0029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809" w:type="dxa"/>
            <w:vAlign w:val="center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 xml:space="preserve">Наименование </w:t>
            </w:r>
          </w:p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Сумма</w:t>
            </w:r>
          </w:p>
        </w:tc>
      </w:tr>
    </w:tbl>
    <w:p w:rsidR="00131B18" w:rsidRPr="00A00290" w:rsidRDefault="00131B18" w:rsidP="00D0400C">
      <w:pPr>
        <w:rPr>
          <w:sz w:val="2"/>
          <w:szCs w:val="2"/>
        </w:rPr>
      </w:pPr>
    </w:p>
    <w:tbl>
      <w:tblPr>
        <w:tblW w:w="9925" w:type="dxa"/>
        <w:tblInd w:w="93" w:type="dxa"/>
        <w:tblLook w:val="0000"/>
      </w:tblPr>
      <w:tblGrid>
        <w:gridCol w:w="735"/>
        <w:gridCol w:w="4809"/>
        <w:gridCol w:w="4381"/>
      </w:tblGrid>
      <w:tr w:rsidR="00131B18" w:rsidRPr="00A00290" w:rsidTr="00D0400C">
        <w:trPr>
          <w:trHeight w:val="208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00290" w:rsidRDefault="00131B18" w:rsidP="00C2113B">
            <w:pPr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3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123,0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234,0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3.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68,4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4.</w:t>
            </w:r>
          </w:p>
        </w:tc>
        <w:tc>
          <w:tcPr>
            <w:tcW w:w="4809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295,2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173,8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207,5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192,2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242,0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135,1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84,5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170,3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112,6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111,8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114,2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206,8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72,1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108,6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154,5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300,8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235,5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493,6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00290">
              <w:rPr>
                <w:b/>
                <w:bCs/>
                <w:color w:val="000000"/>
                <w:sz w:val="28"/>
                <w:szCs w:val="28"/>
              </w:rPr>
              <w:t>3836,5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641,6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128,6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24.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0290">
              <w:rPr>
                <w:sz w:val="28"/>
                <w:szCs w:val="28"/>
              </w:rPr>
              <w:t>3228,1</w:t>
            </w:r>
          </w:p>
        </w:tc>
      </w:tr>
      <w:tr w:rsidR="00131B18" w:rsidRPr="00A00290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00290">
              <w:rPr>
                <w:b/>
                <w:bCs/>
                <w:color w:val="000000"/>
                <w:sz w:val="28"/>
                <w:szCs w:val="28"/>
              </w:rPr>
              <w:t>3998,3</w:t>
            </w:r>
          </w:p>
        </w:tc>
      </w:tr>
      <w:tr w:rsidR="00131B18" w:rsidRPr="00D009D3" w:rsidTr="00A0029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00290" w:rsidRDefault="00131B18" w:rsidP="00A0029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00290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A0029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00290">
              <w:rPr>
                <w:b/>
                <w:bCs/>
                <w:color w:val="000000"/>
                <w:sz w:val="28"/>
                <w:szCs w:val="28"/>
              </w:rPr>
              <w:t>7834,8</w:t>
            </w:r>
          </w:p>
        </w:tc>
      </w:tr>
    </w:tbl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Pr="00174D2B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131B18" w:rsidRPr="00174D2B" w:rsidTr="003714D1">
        <w:trPr>
          <w:trHeight w:val="157"/>
        </w:trPr>
        <w:tc>
          <w:tcPr>
            <w:tcW w:w="9938" w:type="dxa"/>
            <w:gridSpan w:val="3"/>
            <w:vAlign w:val="center"/>
          </w:tcPr>
          <w:p w:rsidR="00131B18" w:rsidRPr="00174D2B" w:rsidRDefault="00131B18" w:rsidP="00FD2EBC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br w:type="page"/>
            </w:r>
            <w:r w:rsidRPr="00174D2B">
              <w:rPr>
                <w:sz w:val="28"/>
                <w:szCs w:val="28"/>
              </w:rPr>
              <w:br w:type="page"/>
            </w:r>
            <w:r w:rsidRPr="00174D2B">
              <w:rPr>
                <w:bCs/>
                <w:sz w:val="28"/>
                <w:szCs w:val="28"/>
              </w:rPr>
              <w:t>Таблица 10</w:t>
            </w:r>
          </w:p>
          <w:p w:rsidR="00131B18" w:rsidRPr="00174D2B" w:rsidRDefault="00131B18" w:rsidP="00FD2EB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174D2B" w:rsidTr="003714D1">
        <w:trPr>
          <w:trHeight w:val="1908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174D2B" w:rsidRDefault="00131B18" w:rsidP="00FD2EBC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174D2B" w:rsidRDefault="00131B18" w:rsidP="00FD2EBC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  <w:r w:rsidRPr="00174D2B">
              <w:rPr>
                <w:b/>
                <w:sz w:val="28"/>
                <w:szCs w:val="28"/>
              </w:rPr>
              <w:br/>
              <w:t>органам местного самоуправления государственных полномочий</w:t>
            </w:r>
            <w:r w:rsidRPr="00174D2B">
              <w:rPr>
                <w:b/>
                <w:sz w:val="28"/>
                <w:szCs w:val="28"/>
              </w:rPr>
              <w:br/>
              <w:t>Ульяновской области по выплате родителям (законным представителям)</w:t>
            </w:r>
          </w:p>
          <w:p w:rsidR="00131B18" w:rsidRPr="00174D2B" w:rsidRDefault="00131B18" w:rsidP="00FD2EBC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детей, посещающих муниципальные и частные образовательные</w:t>
            </w:r>
            <w:r w:rsidRPr="00174D2B">
              <w:rPr>
                <w:b/>
                <w:sz w:val="28"/>
                <w:szCs w:val="28"/>
              </w:rPr>
              <w:br/>
              <w:t>организации, реализующие образовательную программу дошкольного</w:t>
            </w:r>
            <w:r w:rsidRPr="00174D2B">
              <w:rPr>
                <w:b/>
                <w:sz w:val="28"/>
                <w:szCs w:val="28"/>
              </w:rPr>
              <w:br/>
              <w:t>образования, компенсации части внесённой в соответствующие</w:t>
            </w:r>
            <w:r w:rsidRPr="00174D2B">
              <w:rPr>
                <w:b/>
                <w:sz w:val="28"/>
                <w:szCs w:val="28"/>
              </w:rPr>
              <w:br/>
              <w:t>образовательные организации родительской платы за присмотр и уход</w:t>
            </w:r>
          </w:p>
          <w:p w:rsidR="00131B18" w:rsidRPr="00174D2B" w:rsidRDefault="00131B18" w:rsidP="00A9376C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 xml:space="preserve">за детьми </w:t>
            </w:r>
            <w:r w:rsidRPr="00174D2B">
              <w:rPr>
                <w:b/>
                <w:bCs/>
                <w:sz w:val="28"/>
                <w:szCs w:val="28"/>
              </w:rPr>
              <w:t>на 2016 год</w:t>
            </w:r>
          </w:p>
          <w:p w:rsidR="00131B18" w:rsidRPr="00174D2B" w:rsidRDefault="00131B18" w:rsidP="00A93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31B18" w:rsidRPr="00174D2B" w:rsidTr="003714D1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FD2EB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FD2EBC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FD2EBC">
            <w:pPr>
              <w:jc w:val="right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174D2B" w:rsidRDefault="00131B18" w:rsidP="003714D1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131B18" w:rsidRPr="00174D2B" w:rsidTr="003714D1">
        <w:trPr>
          <w:trHeight w:val="531"/>
        </w:trPr>
        <w:tc>
          <w:tcPr>
            <w:tcW w:w="594" w:type="dxa"/>
            <w:vAlign w:val="center"/>
          </w:tcPr>
          <w:p w:rsidR="00131B18" w:rsidRPr="00174D2B" w:rsidRDefault="00131B18" w:rsidP="00FD2EBC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131B18" w:rsidRPr="00174D2B" w:rsidRDefault="00131B18" w:rsidP="00FD2EBC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 xml:space="preserve">Наименование </w:t>
            </w:r>
          </w:p>
          <w:p w:rsidR="00131B18" w:rsidRPr="00174D2B" w:rsidRDefault="00131B18" w:rsidP="00FD2EBC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131B18" w:rsidRPr="00174D2B" w:rsidRDefault="00131B18" w:rsidP="00FD2EBC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Сумма</w:t>
            </w:r>
          </w:p>
        </w:tc>
      </w:tr>
    </w:tbl>
    <w:p w:rsidR="00131B18" w:rsidRPr="00174D2B" w:rsidRDefault="00131B18" w:rsidP="003714D1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131B18" w:rsidRPr="00174D2B" w:rsidTr="00801C60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74D2B" w:rsidRDefault="00131B18" w:rsidP="00801C60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74D2B" w:rsidRDefault="00131B18" w:rsidP="00801C60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74D2B" w:rsidRDefault="00131B18" w:rsidP="00801C60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568,8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5264,1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2168,4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4302,5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3677,5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1467,3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4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1728,2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4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4120,7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8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2493,0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1572,7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5325,8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1123,9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2510,5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3208,5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1426,5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2438,4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1690,6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1817,0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6939,8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4014,1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5422,7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63281,0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29535,0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2220,1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136906,8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168661,9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96111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231942,9</w:t>
            </w:r>
          </w:p>
        </w:tc>
      </w:tr>
    </w:tbl>
    <w:p w:rsidR="00131B18" w:rsidRPr="00174D2B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131B18" w:rsidRPr="00174D2B" w:rsidTr="0053070C">
        <w:trPr>
          <w:trHeight w:val="80"/>
        </w:trPr>
        <w:tc>
          <w:tcPr>
            <w:tcW w:w="9938" w:type="dxa"/>
            <w:gridSpan w:val="3"/>
            <w:vAlign w:val="center"/>
          </w:tcPr>
          <w:p w:rsidR="00131B18" w:rsidRPr="00174D2B" w:rsidRDefault="00131B18" w:rsidP="0078560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74D2B">
              <w:rPr>
                <w:bCs/>
                <w:sz w:val="28"/>
                <w:szCs w:val="28"/>
              </w:rPr>
              <w:t>Таблица 11</w:t>
            </w:r>
          </w:p>
          <w:p w:rsidR="00131B18" w:rsidRPr="00174D2B" w:rsidRDefault="00131B18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174D2B" w:rsidTr="0053070C">
        <w:trPr>
          <w:trHeight w:val="93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174D2B" w:rsidRDefault="00131B18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174D2B" w:rsidRDefault="00131B18" w:rsidP="0053070C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 городских округов Ульяновской области</w:t>
            </w:r>
            <w:r w:rsidRPr="00174D2B">
              <w:rPr>
                <w:b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</w:t>
            </w:r>
            <w:r w:rsidRPr="00174D2B">
              <w:rPr>
                <w:b/>
                <w:sz w:val="28"/>
                <w:szCs w:val="28"/>
              </w:rPr>
              <w:br/>
              <w:t>Ульяновской области по организации и обеспечению получения</w:t>
            </w:r>
            <w:r w:rsidRPr="00174D2B">
              <w:rPr>
                <w:b/>
                <w:sz w:val="28"/>
                <w:szCs w:val="28"/>
              </w:rPr>
              <w:br/>
              <w:t>педагогическими работниками муниципальных образовательных</w:t>
            </w:r>
            <w:r w:rsidRPr="00174D2B">
              <w:rPr>
                <w:b/>
                <w:sz w:val="28"/>
                <w:szCs w:val="28"/>
              </w:rPr>
              <w:br/>
              <w:t>организаций не реже чем один раз в три года дополнительного</w:t>
            </w:r>
            <w:r w:rsidRPr="00174D2B">
              <w:rPr>
                <w:b/>
                <w:sz w:val="28"/>
                <w:szCs w:val="28"/>
              </w:rPr>
              <w:br/>
              <w:t>профессионального образования по профилю педагогической деятельности за счёт бюджетных ассигнований областного бюджета</w:t>
            </w:r>
            <w:r w:rsidRPr="00174D2B">
              <w:rPr>
                <w:b/>
                <w:sz w:val="28"/>
                <w:szCs w:val="28"/>
              </w:rPr>
              <w:br/>
              <w:t>Ульяновской области на 2016 год</w:t>
            </w:r>
          </w:p>
          <w:p w:rsidR="00131B18" w:rsidRPr="00174D2B" w:rsidRDefault="00131B18" w:rsidP="005307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174D2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78560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78560B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78560B">
            <w:pPr>
              <w:jc w:val="right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174D2B" w:rsidRDefault="00131B18" w:rsidP="0053070C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00"/>
        <w:gridCol w:w="4744"/>
      </w:tblGrid>
      <w:tr w:rsidR="00131B18" w:rsidRPr="00174D2B" w:rsidTr="0053070C">
        <w:trPr>
          <w:trHeight w:val="489"/>
        </w:trPr>
        <w:tc>
          <w:tcPr>
            <w:tcW w:w="594" w:type="dxa"/>
            <w:vAlign w:val="center"/>
          </w:tcPr>
          <w:p w:rsidR="00131B18" w:rsidRPr="00174D2B" w:rsidRDefault="00131B18" w:rsidP="0078560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№    п/п</w:t>
            </w:r>
          </w:p>
        </w:tc>
        <w:tc>
          <w:tcPr>
            <w:tcW w:w="4600" w:type="dxa"/>
            <w:vAlign w:val="center"/>
          </w:tcPr>
          <w:p w:rsidR="00131B18" w:rsidRPr="00174D2B" w:rsidRDefault="00131B18" w:rsidP="0078560B">
            <w:pPr>
              <w:pStyle w:val="xl24"/>
              <w:spacing w:before="0" w:beforeAutospacing="0" w:after="0" w:afterAutospacing="0"/>
            </w:pPr>
            <w:r w:rsidRPr="00174D2B">
              <w:t xml:space="preserve">Наименование </w:t>
            </w:r>
          </w:p>
          <w:p w:rsidR="00131B18" w:rsidRPr="00174D2B" w:rsidRDefault="00131B18" w:rsidP="0078560B">
            <w:pPr>
              <w:pStyle w:val="xl24"/>
              <w:spacing w:before="0" w:beforeAutospacing="0" w:after="0" w:afterAutospacing="0"/>
            </w:pPr>
            <w:r w:rsidRPr="00174D2B">
              <w:t>муниципального образования</w:t>
            </w:r>
          </w:p>
        </w:tc>
        <w:tc>
          <w:tcPr>
            <w:tcW w:w="4744" w:type="dxa"/>
            <w:vAlign w:val="center"/>
          </w:tcPr>
          <w:p w:rsidR="00131B18" w:rsidRPr="00174D2B" w:rsidRDefault="00131B18" w:rsidP="0078560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Сумма</w:t>
            </w:r>
          </w:p>
        </w:tc>
      </w:tr>
    </w:tbl>
    <w:p w:rsidR="00131B18" w:rsidRPr="00174D2B" w:rsidRDefault="00131B18" w:rsidP="0053070C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131B18" w:rsidRPr="00174D2B" w:rsidTr="00801C60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74D2B" w:rsidRDefault="00131B18" w:rsidP="00801C60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74D2B" w:rsidRDefault="00131B18" w:rsidP="00801C60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74D2B" w:rsidRDefault="00131B18" w:rsidP="00801C60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1.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179,7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677,8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257,0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488,3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452,6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495,3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404,4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859,0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225,2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438,1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402,1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218,9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341,7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553,9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75,5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299,0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258,1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364,0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874,8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696,2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1054,9</w:t>
            </w:r>
          </w:p>
        </w:tc>
      </w:tr>
      <w:tr w:rsidR="00131B18" w:rsidRPr="00D009D3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05AF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9616,5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74D2B">
              <w:rPr>
                <w:bCs/>
                <w:sz w:val="28"/>
                <w:szCs w:val="28"/>
              </w:rPr>
              <w:t>1552,0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238,1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6861,0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8651,1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3070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18267,6</w:t>
            </w:r>
          </w:p>
        </w:tc>
      </w:tr>
    </w:tbl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Pr="00174D2B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131B18" w:rsidRPr="00174D2B" w:rsidTr="00174D2B">
        <w:trPr>
          <w:trHeight w:val="157"/>
        </w:trPr>
        <w:tc>
          <w:tcPr>
            <w:tcW w:w="9938" w:type="dxa"/>
            <w:gridSpan w:val="3"/>
            <w:vAlign w:val="center"/>
          </w:tcPr>
          <w:p w:rsidR="00131B18" w:rsidRPr="00174D2B" w:rsidRDefault="00131B18" w:rsidP="00C2113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br w:type="page"/>
            </w:r>
            <w:r w:rsidRPr="00174D2B">
              <w:rPr>
                <w:sz w:val="28"/>
                <w:szCs w:val="28"/>
              </w:rPr>
              <w:br w:type="page"/>
            </w:r>
            <w:r w:rsidRPr="00174D2B">
              <w:rPr>
                <w:bCs/>
                <w:sz w:val="28"/>
                <w:szCs w:val="28"/>
              </w:rPr>
              <w:t>Таблица 12</w:t>
            </w:r>
          </w:p>
          <w:p w:rsidR="00131B18" w:rsidRPr="00174D2B" w:rsidRDefault="00131B18" w:rsidP="00C2113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174D2B" w:rsidTr="00174D2B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174D2B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174D2B">
              <w:rPr>
                <w:b/>
                <w:sz w:val="28"/>
                <w:szCs w:val="28"/>
              </w:rPr>
              <w:t>на осуществление переданных</w:t>
            </w:r>
          </w:p>
          <w:p w:rsidR="00131B18" w:rsidRPr="00174D2B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131B18" w:rsidRPr="00174D2B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Ульяновской области по осуществлению ежемесячной доплаты за наличие учёной степени кандидата наук или доктора наук педагогическим</w:t>
            </w:r>
          </w:p>
          <w:p w:rsidR="00131B18" w:rsidRPr="00174D2B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работникам муниципальных общеобразовательных организаций,</w:t>
            </w:r>
          </w:p>
          <w:p w:rsidR="00131B18" w:rsidRPr="00174D2B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 xml:space="preserve">имеющим учёную степень и замещающим (занимающим) в указанных </w:t>
            </w:r>
            <w:r>
              <w:rPr>
                <w:b/>
                <w:sz w:val="28"/>
                <w:szCs w:val="28"/>
              </w:rPr>
              <w:br/>
            </w:r>
            <w:r w:rsidRPr="00174D2B">
              <w:rPr>
                <w:b/>
                <w:sz w:val="28"/>
                <w:szCs w:val="28"/>
              </w:rPr>
              <w:t>общеобразовательных организациях штатные должности,</w:t>
            </w:r>
          </w:p>
          <w:p w:rsidR="00131B18" w:rsidRPr="00174D2B" w:rsidRDefault="00131B18" w:rsidP="00C2113B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 xml:space="preserve">предусмотренные квалификационными справочниками или </w:t>
            </w:r>
          </w:p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профессиональными стандартами</w:t>
            </w:r>
            <w:r w:rsidRPr="00174D2B">
              <w:rPr>
                <w:b/>
                <w:bCs/>
                <w:sz w:val="28"/>
                <w:szCs w:val="28"/>
              </w:rPr>
              <w:t>, на 2016 год</w:t>
            </w:r>
          </w:p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C2113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C2113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C2113B">
            <w:pPr>
              <w:jc w:val="right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174D2B" w:rsidRDefault="00131B18" w:rsidP="008B5E1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41"/>
        <w:gridCol w:w="4703"/>
      </w:tblGrid>
      <w:tr w:rsidR="00131B18" w:rsidRPr="00174D2B" w:rsidTr="00174D2B">
        <w:trPr>
          <w:trHeight w:val="490"/>
          <w:tblHeader/>
        </w:trPr>
        <w:tc>
          <w:tcPr>
            <w:tcW w:w="594" w:type="dxa"/>
            <w:vAlign w:val="center"/>
          </w:tcPr>
          <w:p w:rsidR="00131B18" w:rsidRPr="00174D2B" w:rsidRDefault="00131B18" w:rsidP="00C2113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№    п/п</w:t>
            </w:r>
          </w:p>
        </w:tc>
        <w:tc>
          <w:tcPr>
            <w:tcW w:w="4641" w:type="dxa"/>
            <w:vAlign w:val="center"/>
          </w:tcPr>
          <w:p w:rsidR="00131B18" w:rsidRPr="00174D2B" w:rsidRDefault="00131B18" w:rsidP="00C2113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 xml:space="preserve">Наименование </w:t>
            </w:r>
          </w:p>
          <w:p w:rsidR="00131B18" w:rsidRPr="00174D2B" w:rsidRDefault="00131B18" w:rsidP="00C2113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703" w:type="dxa"/>
            <w:vAlign w:val="center"/>
          </w:tcPr>
          <w:p w:rsidR="00131B18" w:rsidRPr="00174D2B" w:rsidRDefault="00131B18" w:rsidP="00C2113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Сумма</w:t>
            </w:r>
          </w:p>
        </w:tc>
      </w:tr>
    </w:tbl>
    <w:p w:rsidR="00131B18" w:rsidRPr="00174D2B" w:rsidRDefault="00131B18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41"/>
        <w:gridCol w:w="4703"/>
      </w:tblGrid>
      <w:tr w:rsidR="00131B18" w:rsidRPr="00174D2B" w:rsidTr="00174D2B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1.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23,5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23,5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23,5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23,5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55,0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49,1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198,1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7.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174D2B">
              <w:rPr>
                <w:sz w:val="28"/>
                <w:szCs w:val="28"/>
              </w:rPr>
              <w:t>Димитровград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94,0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8.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145,0</w:t>
            </w: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239,0</w:t>
            </w:r>
          </w:p>
        </w:tc>
      </w:tr>
      <w:tr w:rsidR="00131B18" w:rsidRPr="00D009D3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8B5E1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F42D18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437,1</w:t>
            </w:r>
          </w:p>
        </w:tc>
      </w:tr>
    </w:tbl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131B18" w:rsidRPr="00D009D3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131B18" w:rsidRPr="00174D2B" w:rsidTr="00174D2B">
        <w:trPr>
          <w:trHeight w:val="567"/>
        </w:trPr>
        <w:tc>
          <w:tcPr>
            <w:tcW w:w="9938" w:type="dxa"/>
            <w:gridSpan w:val="3"/>
            <w:vAlign w:val="center"/>
          </w:tcPr>
          <w:p w:rsidR="00131B18" w:rsidRPr="00174D2B" w:rsidRDefault="00131B18" w:rsidP="00C2113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74D2B">
              <w:rPr>
                <w:bCs/>
                <w:sz w:val="28"/>
                <w:szCs w:val="28"/>
              </w:rPr>
              <w:t>Таблица 13</w:t>
            </w:r>
          </w:p>
          <w:p w:rsidR="00131B18" w:rsidRPr="00174D2B" w:rsidRDefault="00131B18" w:rsidP="00C2113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174D2B" w:rsidTr="00174D2B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расходных обязательств, возникающих в связи с организацией</w:t>
            </w:r>
          </w:p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деятельности по оздоровлению работников органов местного</w:t>
            </w:r>
          </w:p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самоуправления, муниципальных органов и муниципальных учреждений</w:t>
            </w:r>
          </w:p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 xml:space="preserve">муниципальных образований Ульяновской области, замещающих в них </w:t>
            </w:r>
          </w:p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 xml:space="preserve">должности, не являющиеся муниципальными должностями или </w:t>
            </w:r>
          </w:p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должностями муниципальной службы, на 2016 год</w:t>
            </w:r>
          </w:p>
          <w:p w:rsidR="00131B18" w:rsidRPr="00174D2B" w:rsidRDefault="00131B18" w:rsidP="00C2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174D2B" w:rsidTr="00174D2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C2113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C2113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C2113B">
            <w:pPr>
              <w:jc w:val="right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174D2B" w:rsidRDefault="00131B18" w:rsidP="005D130D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131B18" w:rsidRPr="00174D2B" w:rsidTr="00174D2B">
        <w:trPr>
          <w:trHeight w:val="531"/>
          <w:tblHeader/>
        </w:trPr>
        <w:tc>
          <w:tcPr>
            <w:tcW w:w="594" w:type="dxa"/>
            <w:vAlign w:val="center"/>
          </w:tcPr>
          <w:p w:rsidR="00131B18" w:rsidRPr="00174D2B" w:rsidRDefault="00131B18" w:rsidP="00C2113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131B18" w:rsidRPr="00174D2B" w:rsidRDefault="00131B18" w:rsidP="00C2113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 xml:space="preserve">Наименование </w:t>
            </w:r>
          </w:p>
          <w:p w:rsidR="00131B18" w:rsidRPr="00174D2B" w:rsidRDefault="00131B18" w:rsidP="00C2113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131B18" w:rsidRPr="00174D2B" w:rsidRDefault="00131B18" w:rsidP="00C2113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Сумма</w:t>
            </w:r>
          </w:p>
        </w:tc>
      </w:tr>
    </w:tbl>
    <w:p w:rsidR="00131B18" w:rsidRPr="00174D2B" w:rsidRDefault="00131B18" w:rsidP="005D130D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131B18" w:rsidRPr="00174D2B" w:rsidTr="00174D2B">
        <w:trPr>
          <w:trHeight w:val="3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74D2B" w:rsidRDefault="00131B18" w:rsidP="005D130D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74D2B" w:rsidRDefault="00131B18" w:rsidP="005D130D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74D2B" w:rsidRDefault="00131B18" w:rsidP="005D130D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60,0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94,5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60,1</w:t>
            </w:r>
          </w:p>
        </w:tc>
      </w:tr>
      <w:tr w:rsidR="00131B18" w:rsidRPr="00174D2B" w:rsidTr="00174D2B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68,7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77,3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42,9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60,2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131,4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30,1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42,9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30,1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42,9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42,9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60,1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42,9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24,4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53,3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46,1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94,5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85,9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111,7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1302,9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74D2B">
              <w:rPr>
                <w:bCs/>
                <w:sz w:val="28"/>
                <w:szCs w:val="28"/>
              </w:rPr>
              <w:t>386,5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42,9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932,4</w:t>
            </w:r>
          </w:p>
        </w:tc>
      </w:tr>
      <w:tr w:rsidR="00131B18" w:rsidRPr="00174D2B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1361,8</w:t>
            </w:r>
          </w:p>
        </w:tc>
      </w:tr>
      <w:tr w:rsidR="00131B18" w:rsidRPr="00D009D3" w:rsidTr="00174D2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5D130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174D2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42155E" w:rsidRDefault="00131B18" w:rsidP="00174D2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4D2B">
              <w:rPr>
                <w:b/>
                <w:bCs/>
                <w:color w:val="000000"/>
                <w:sz w:val="28"/>
                <w:szCs w:val="28"/>
              </w:rPr>
              <w:t>2664,7</w:t>
            </w:r>
          </w:p>
        </w:tc>
      </w:tr>
    </w:tbl>
    <w:p w:rsidR="00131B18" w:rsidRPr="00D009D3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131B18" w:rsidRPr="003A7B10" w:rsidTr="00DB552D">
        <w:trPr>
          <w:trHeight w:val="484"/>
        </w:trPr>
        <w:tc>
          <w:tcPr>
            <w:tcW w:w="9938" w:type="dxa"/>
            <w:gridSpan w:val="3"/>
            <w:vAlign w:val="center"/>
          </w:tcPr>
          <w:p w:rsidR="00131B18" w:rsidRPr="003A7B10" w:rsidRDefault="00131B18" w:rsidP="0078560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3A7B10">
              <w:rPr>
                <w:bCs/>
                <w:sz w:val="28"/>
                <w:szCs w:val="28"/>
              </w:rPr>
              <w:t>Таблица 14</w:t>
            </w:r>
          </w:p>
          <w:p w:rsidR="00131B18" w:rsidRPr="003A7B10" w:rsidRDefault="00131B18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3A7B10" w:rsidTr="00DB552D">
        <w:trPr>
          <w:trHeight w:val="1057"/>
        </w:trPr>
        <w:tc>
          <w:tcPr>
            <w:tcW w:w="9938" w:type="dxa"/>
            <w:gridSpan w:val="3"/>
            <w:vAlign w:val="center"/>
          </w:tcPr>
          <w:p w:rsidR="00131B18" w:rsidRPr="003A7B10" w:rsidRDefault="00131B18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3A7B10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131B18" w:rsidRPr="003A7B10" w:rsidRDefault="00131B18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3A7B10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3A7B10">
              <w:rPr>
                <w:b/>
                <w:sz w:val="28"/>
                <w:szCs w:val="28"/>
              </w:rPr>
              <w:t xml:space="preserve">на </w:t>
            </w:r>
            <w:r w:rsidRPr="003A7B10">
              <w:rPr>
                <w:b/>
                <w:bCs/>
                <w:sz w:val="28"/>
                <w:szCs w:val="28"/>
              </w:rPr>
              <w:t>обеспечение государственных гарантий реализации прав на получение общедоступного</w:t>
            </w:r>
          </w:p>
          <w:p w:rsidR="00131B18" w:rsidRPr="003A7B10" w:rsidRDefault="00131B18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3A7B10">
              <w:rPr>
                <w:b/>
                <w:bCs/>
                <w:sz w:val="28"/>
                <w:szCs w:val="28"/>
              </w:rPr>
              <w:t xml:space="preserve">и бесплатного дошкольного образования в муниципальных дошкольных образовательных организациях </w:t>
            </w:r>
            <w:r w:rsidRPr="003A7B10">
              <w:rPr>
                <w:b/>
                <w:sz w:val="28"/>
                <w:szCs w:val="28"/>
              </w:rPr>
              <w:t>на 2016 год</w:t>
            </w:r>
          </w:p>
          <w:p w:rsidR="00131B18" w:rsidRPr="003A7B10" w:rsidRDefault="00131B18" w:rsidP="007856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D009D3" w:rsidTr="00DB552D">
        <w:trPr>
          <w:trHeight w:val="196"/>
        </w:trPr>
        <w:tc>
          <w:tcPr>
            <w:tcW w:w="594" w:type="dxa"/>
            <w:noWrap/>
            <w:vAlign w:val="bottom"/>
          </w:tcPr>
          <w:p w:rsidR="00131B18" w:rsidRPr="003A7B10" w:rsidRDefault="00131B18" w:rsidP="0078560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131B18" w:rsidRPr="003A7B10" w:rsidRDefault="00131B18" w:rsidP="0078560B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noWrap/>
            <w:vAlign w:val="bottom"/>
          </w:tcPr>
          <w:p w:rsidR="00131B18" w:rsidRPr="003A7B10" w:rsidRDefault="00131B18" w:rsidP="0078560B">
            <w:pPr>
              <w:jc w:val="right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D009D3" w:rsidRDefault="00131B18" w:rsidP="00DB552D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678"/>
      </w:tblGrid>
      <w:tr w:rsidR="00131B18" w:rsidRPr="00D009D3" w:rsidTr="00DB552D">
        <w:trPr>
          <w:trHeight w:val="723"/>
          <w:tblHeader/>
        </w:trPr>
        <w:tc>
          <w:tcPr>
            <w:tcW w:w="594" w:type="dxa"/>
            <w:vAlign w:val="center"/>
          </w:tcPr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 xml:space="preserve">Наименование </w:t>
            </w:r>
          </w:p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Сумма</w:t>
            </w:r>
          </w:p>
        </w:tc>
      </w:tr>
    </w:tbl>
    <w:p w:rsidR="00131B18" w:rsidRPr="00D009D3" w:rsidRDefault="00131B18" w:rsidP="00DB552D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6"/>
        <w:gridCol w:w="4678"/>
      </w:tblGrid>
      <w:tr w:rsidR="00131B18" w:rsidRPr="003A7B10" w:rsidTr="00801C60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3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7301,8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35530,7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31471,3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45824,1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31161,0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20298,5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40370,2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64135,1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17830,9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27302,3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53821,9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18556,4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10684,5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30683,4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10913,5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23918,3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22420,1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18267,3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46794,9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50274,9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57850,3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665411,4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413910,3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36598,7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43178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1767760,4</w:t>
            </w:r>
          </w:p>
        </w:tc>
      </w:tr>
      <w:tr w:rsidR="00131B18" w:rsidRPr="003A7B10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43178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2218269,4</w:t>
            </w:r>
          </w:p>
        </w:tc>
      </w:tr>
      <w:tr w:rsidR="00131B18" w:rsidRPr="00D009D3" w:rsidTr="00AE139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3A7B10" w:rsidRDefault="00131B18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43178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2883680,8</w:t>
            </w:r>
          </w:p>
        </w:tc>
      </w:tr>
    </w:tbl>
    <w:p w:rsidR="00131B18" w:rsidRPr="00D009D3" w:rsidRDefault="00131B18" w:rsidP="00E83020">
      <w:pPr>
        <w:spacing w:line="360" w:lineRule="auto"/>
        <w:rPr>
          <w:sz w:val="28"/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3A7B10" w:rsidTr="0091222C">
        <w:trPr>
          <w:trHeight w:val="157"/>
        </w:trPr>
        <w:tc>
          <w:tcPr>
            <w:tcW w:w="9938" w:type="dxa"/>
            <w:gridSpan w:val="3"/>
            <w:vAlign w:val="center"/>
          </w:tcPr>
          <w:p w:rsidR="00131B18" w:rsidRPr="003A7B10" w:rsidRDefault="00131B18" w:rsidP="0078560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3A7B10">
              <w:rPr>
                <w:bCs/>
                <w:sz w:val="28"/>
                <w:szCs w:val="28"/>
              </w:rPr>
              <w:t xml:space="preserve">Таблица 15 </w:t>
            </w:r>
          </w:p>
          <w:p w:rsidR="00131B18" w:rsidRPr="003A7B10" w:rsidRDefault="00131B18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3A7B10" w:rsidTr="0091222C">
        <w:tblPrEx>
          <w:tblLook w:val="00A0"/>
        </w:tblPrEx>
        <w:trPr>
          <w:trHeight w:val="1494"/>
        </w:trPr>
        <w:tc>
          <w:tcPr>
            <w:tcW w:w="9938" w:type="dxa"/>
            <w:gridSpan w:val="3"/>
            <w:vAlign w:val="center"/>
          </w:tcPr>
          <w:p w:rsidR="00131B18" w:rsidRPr="003A7B10" w:rsidRDefault="00131B18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3A7B1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3A7B10" w:rsidRDefault="00131B18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3A7B10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3A7B10">
              <w:rPr>
                <w:b/>
                <w:sz w:val="28"/>
                <w:szCs w:val="28"/>
              </w:rPr>
              <w:t xml:space="preserve">на </w:t>
            </w:r>
            <w:r w:rsidRPr="003A7B10">
              <w:rPr>
                <w:b/>
                <w:bCs/>
                <w:sz w:val="28"/>
                <w:szCs w:val="28"/>
              </w:rPr>
              <w:t>обеспечение</w:t>
            </w:r>
            <w:r w:rsidRPr="003A7B10">
              <w:rPr>
                <w:b/>
                <w:bCs/>
                <w:sz w:val="28"/>
                <w:szCs w:val="28"/>
              </w:rPr>
              <w:br/>
              <w:t>государственных гарантий реализации прав на получение общедоступного</w:t>
            </w:r>
          </w:p>
          <w:p w:rsidR="00131B18" w:rsidRPr="003A7B10" w:rsidRDefault="00131B18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3A7B10">
              <w:rPr>
                <w:b/>
                <w:bCs/>
                <w:sz w:val="28"/>
                <w:szCs w:val="28"/>
              </w:rPr>
              <w:t>и бесплатного дошкольного, начального общего, основного общего,</w:t>
            </w:r>
            <w:r w:rsidRPr="003A7B10">
              <w:rPr>
                <w:b/>
                <w:bCs/>
                <w:sz w:val="28"/>
                <w:szCs w:val="28"/>
              </w:rPr>
              <w:br/>
              <w:t>среднего общего образования, а также обеспечение дополнительного</w:t>
            </w:r>
            <w:r w:rsidRPr="003A7B10">
              <w:rPr>
                <w:b/>
                <w:bCs/>
                <w:sz w:val="28"/>
                <w:szCs w:val="28"/>
              </w:rPr>
              <w:br/>
              <w:t>образования в муниципальных общеобразовательных организациях</w:t>
            </w:r>
          </w:p>
          <w:p w:rsidR="00131B18" w:rsidRPr="003A7B10" w:rsidRDefault="00131B18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3A7B10">
              <w:rPr>
                <w:b/>
                <w:bCs/>
                <w:sz w:val="28"/>
                <w:szCs w:val="28"/>
              </w:rPr>
              <w:t>на 2016 год</w:t>
            </w:r>
          </w:p>
          <w:p w:rsidR="00131B18" w:rsidRPr="003A7B10" w:rsidRDefault="00131B18" w:rsidP="007856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3A7B10" w:rsidTr="0091222C">
        <w:tblPrEx>
          <w:tblLook w:val="00A0"/>
        </w:tblPrEx>
        <w:trPr>
          <w:trHeight w:val="375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bottom"/>
          </w:tcPr>
          <w:p w:rsidR="00131B18" w:rsidRPr="003A7B10" w:rsidRDefault="00131B18" w:rsidP="007856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noWrap/>
            <w:vAlign w:val="bottom"/>
          </w:tcPr>
          <w:p w:rsidR="00131B18" w:rsidRPr="003A7B10" w:rsidRDefault="00131B18" w:rsidP="0078560B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bottom w:val="single" w:sz="4" w:space="0" w:color="auto"/>
            </w:tcBorders>
            <w:noWrap/>
            <w:vAlign w:val="bottom"/>
          </w:tcPr>
          <w:p w:rsidR="00131B18" w:rsidRPr="003A7B10" w:rsidRDefault="00131B18" w:rsidP="0078560B">
            <w:pPr>
              <w:jc w:val="right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тыс. руб.</w:t>
            </w:r>
          </w:p>
        </w:tc>
      </w:tr>
      <w:tr w:rsidR="00131B18" w:rsidRPr="00D009D3" w:rsidTr="0091222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90"/>
          <w:tblHeader/>
        </w:trPr>
        <w:tc>
          <w:tcPr>
            <w:tcW w:w="735" w:type="dxa"/>
            <w:tcBorders>
              <w:bottom w:val="nil"/>
            </w:tcBorders>
            <w:vAlign w:val="center"/>
          </w:tcPr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 xml:space="preserve">№   </w:t>
            </w:r>
            <w:r w:rsidRPr="003A7B1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 xml:space="preserve">Наименование </w:t>
            </w:r>
          </w:p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23" w:type="dxa"/>
            <w:tcBorders>
              <w:bottom w:val="nil"/>
            </w:tcBorders>
            <w:vAlign w:val="center"/>
          </w:tcPr>
          <w:p w:rsidR="00131B18" w:rsidRPr="003A7B10" w:rsidRDefault="00131B18" w:rsidP="0078560B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Сумма</w:t>
            </w:r>
          </w:p>
        </w:tc>
      </w:tr>
    </w:tbl>
    <w:p w:rsidR="00131B18" w:rsidRPr="00D009D3" w:rsidRDefault="00131B18" w:rsidP="00DB552D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24"/>
        <w:gridCol w:w="4678"/>
        <w:gridCol w:w="4536"/>
      </w:tblGrid>
      <w:tr w:rsidR="00131B18" w:rsidRPr="003A7B10" w:rsidTr="00801C60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3A7B10" w:rsidRDefault="00131B18" w:rsidP="00E83020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3A7B10" w:rsidRDefault="00131B18" w:rsidP="00E83020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3A7B10" w:rsidRDefault="00131B18" w:rsidP="00E83020">
            <w:pPr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3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53846,7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214751,6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115026,0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195870,5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146321,9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126071,0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148889,7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203830,8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158237,8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96497,2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132142,6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74708,8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84410,8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124912,1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71023,2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122019,9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92620,6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104462,9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242153,5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197670,8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442BD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234498,0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2939966,4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439450,6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79387,1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B10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2220303,3</w:t>
            </w:r>
          </w:p>
        </w:tc>
      </w:tr>
      <w:tr w:rsidR="00131B18" w:rsidRPr="003A7B10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2739141,0</w:t>
            </w:r>
          </w:p>
        </w:tc>
      </w:tr>
      <w:tr w:rsidR="00131B18" w:rsidRPr="00D009D3" w:rsidTr="00AE139F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A7B10" w:rsidRDefault="00131B18" w:rsidP="00646C5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64FAD" w:rsidRDefault="00131B18" w:rsidP="0074439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F1685" w:rsidRDefault="00131B18" w:rsidP="0074439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5679107,4</w:t>
            </w:r>
          </w:p>
        </w:tc>
      </w:tr>
    </w:tbl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31B18" w:rsidRPr="00174D2B" w:rsidRDefault="00131B18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131B18" w:rsidRPr="00174D2B" w:rsidTr="0091222C">
        <w:trPr>
          <w:trHeight w:val="157"/>
        </w:trPr>
        <w:tc>
          <w:tcPr>
            <w:tcW w:w="9938" w:type="dxa"/>
            <w:gridSpan w:val="3"/>
            <w:vAlign w:val="center"/>
          </w:tcPr>
          <w:p w:rsidR="00131B18" w:rsidRPr="00174D2B" w:rsidRDefault="00131B18" w:rsidP="0078560B">
            <w:pPr>
              <w:jc w:val="right"/>
              <w:rPr>
                <w:bCs/>
                <w:sz w:val="28"/>
                <w:szCs w:val="28"/>
              </w:rPr>
            </w:pPr>
            <w:r w:rsidRPr="00174D2B">
              <w:rPr>
                <w:bCs/>
                <w:sz w:val="28"/>
                <w:szCs w:val="28"/>
              </w:rPr>
              <w:t>Таблица 16</w:t>
            </w:r>
          </w:p>
          <w:p w:rsidR="00131B18" w:rsidRPr="00174D2B" w:rsidRDefault="00131B18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174D2B" w:rsidTr="0091222C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174D2B" w:rsidRDefault="00131B18" w:rsidP="0078560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174D2B" w:rsidRDefault="00131B18" w:rsidP="0078560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174D2B">
              <w:rPr>
                <w:b/>
                <w:sz w:val="28"/>
                <w:szCs w:val="28"/>
              </w:rPr>
              <w:t>на осуществление переданных</w:t>
            </w:r>
          </w:p>
          <w:p w:rsidR="00131B18" w:rsidRPr="00174D2B" w:rsidRDefault="00131B18" w:rsidP="0078560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131B18" w:rsidRPr="00174D2B" w:rsidRDefault="00131B18" w:rsidP="0078560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 xml:space="preserve">Ульяновской области по финансовому обеспечению предоставления </w:t>
            </w:r>
            <w:r w:rsidRPr="00174D2B">
              <w:rPr>
                <w:b/>
                <w:bCs/>
                <w:sz w:val="28"/>
                <w:szCs w:val="28"/>
              </w:rPr>
              <w:t xml:space="preserve">единовременных денежных выплат педагогическим работникам муниципальных образовательных организаций, реализующих </w:t>
            </w:r>
            <w:r w:rsidRPr="00174D2B">
              <w:rPr>
                <w:b/>
                <w:bCs/>
                <w:spacing w:val="-4"/>
                <w:sz w:val="28"/>
                <w:szCs w:val="28"/>
              </w:rPr>
              <w:t xml:space="preserve">образовательную программу дошкольного образования, </w:t>
            </w:r>
            <w:r w:rsidRPr="00174D2B">
              <w:rPr>
                <w:b/>
                <w:bCs/>
                <w:sz w:val="28"/>
                <w:szCs w:val="28"/>
              </w:rPr>
              <w:t>имеющим статус молодых специалистов (за исключением педагогических работников,</w:t>
            </w:r>
            <w:r w:rsidRPr="00174D2B"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174D2B">
              <w:rPr>
                <w:b/>
                <w:bCs/>
                <w:sz w:val="28"/>
                <w:szCs w:val="28"/>
              </w:rPr>
              <w:t>работающих и проживающих в сельских населённых пунктах, рабочих посёлках (посёлках городского типа) Ульяновской области), на 2016 год</w:t>
            </w:r>
          </w:p>
          <w:p w:rsidR="00131B18" w:rsidRPr="00174D2B" w:rsidRDefault="00131B18" w:rsidP="0078560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174D2B" w:rsidTr="0091222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78560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78560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78560B">
            <w:pPr>
              <w:jc w:val="right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174D2B" w:rsidRDefault="00131B18" w:rsidP="00A460EE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131B18" w:rsidRPr="00174D2B" w:rsidTr="00274CF1">
        <w:trPr>
          <w:trHeight w:val="750"/>
          <w:tblHeader/>
        </w:trPr>
        <w:tc>
          <w:tcPr>
            <w:tcW w:w="594" w:type="dxa"/>
            <w:vAlign w:val="center"/>
          </w:tcPr>
          <w:p w:rsidR="00131B18" w:rsidRPr="00174D2B" w:rsidRDefault="00131B18" w:rsidP="0078560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131B18" w:rsidRPr="00174D2B" w:rsidRDefault="00131B18" w:rsidP="0078560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 xml:space="preserve">Наименование </w:t>
            </w:r>
          </w:p>
          <w:p w:rsidR="00131B18" w:rsidRPr="00174D2B" w:rsidRDefault="00131B18" w:rsidP="0078560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131B18" w:rsidRPr="00174D2B" w:rsidRDefault="00131B18" w:rsidP="0078560B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Сумма</w:t>
            </w:r>
          </w:p>
        </w:tc>
      </w:tr>
      <w:tr w:rsidR="00131B18" w:rsidRPr="00174D2B" w:rsidTr="00274C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0073E3">
            <w:pPr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0073E3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20,1</w:t>
            </w:r>
          </w:p>
        </w:tc>
      </w:tr>
      <w:tr w:rsidR="00131B18" w:rsidRPr="00174D2B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0073E3">
            <w:pPr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0073E3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40,2</w:t>
            </w:r>
          </w:p>
        </w:tc>
      </w:tr>
      <w:tr w:rsidR="00131B18" w:rsidRPr="00174D2B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0073E3">
            <w:pPr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0073E3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60,3</w:t>
            </w:r>
          </w:p>
        </w:tc>
      </w:tr>
      <w:tr w:rsidR="00131B18" w:rsidRPr="00174D2B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0559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0073E3">
            <w:pPr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0073E3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261,3</w:t>
            </w:r>
          </w:p>
        </w:tc>
      </w:tr>
      <w:tr w:rsidR="00131B18" w:rsidRPr="00174D2B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0559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0073E3">
            <w:pPr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0073E3">
            <w:pPr>
              <w:jc w:val="center"/>
              <w:rPr>
                <w:sz w:val="28"/>
                <w:szCs w:val="28"/>
              </w:rPr>
            </w:pPr>
            <w:r w:rsidRPr="00174D2B">
              <w:rPr>
                <w:sz w:val="28"/>
                <w:szCs w:val="28"/>
              </w:rPr>
              <w:t>2934,6</w:t>
            </w:r>
          </w:p>
        </w:tc>
      </w:tr>
      <w:tr w:rsidR="00131B18" w:rsidRPr="00174D2B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0073E3">
            <w:pPr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74D2B" w:rsidRDefault="00131B18" w:rsidP="000073E3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3195,9</w:t>
            </w:r>
          </w:p>
        </w:tc>
      </w:tr>
      <w:tr w:rsidR="00131B18" w:rsidRPr="00D009D3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A460E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74D2B" w:rsidRDefault="00131B18" w:rsidP="000073E3">
            <w:pPr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043E66" w:rsidRDefault="00131B18" w:rsidP="000073E3">
            <w:pPr>
              <w:jc w:val="center"/>
              <w:rPr>
                <w:b/>
                <w:sz w:val="28"/>
                <w:szCs w:val="28"/>
              </w:rPr>
            </w:pPr>
            <w:r w:rsidRPr="00174D2B">
              <w:rPr>
                <w:b/>
                <w:sz w:val="28"/>
                <w:szCs w:val="28"/>
              </w:rPr>
              <w:t>3256,2</w:t>
            </w:r>
          </w:p>
        </w:tc>
      </w:tr>
    </w:tbl>
    <w:p w:rsidR="00131B18" w:rsidRPr="00534A23" w:rsidRDefault="00131B18" w:rsidP="008A1C02">
      <w:pPr>
        <w:spacing w:line="360" w:lineRule="auto"/>
        <w:ind w:firstLine="720"/>
        <w:rPr>
          <w:sz w:val="22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114277" w:rsidTr="00F56FAE">
        <w:trPr>
          <w:trHeight w:val="157"/>
        </w:trPr>
        <w:tc>
          <w:tcPr>
            <w:tcW w:w="9938" w:type="dxa"/>
            <w:gridSpan w:val="3"/>
            <w:vAlign w:val="center"/>
          </w:tcPr>
          <w:p w:rsidR="00131B18" w:rsidRPr="00114277" w:rsidRDefault="00131B18" w:rsidP="005269C4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14277">
              <w:rPr>
                <w:bCs/>
                <w:sz w:val="28"/>
                <w:szCs w:val="28"/>
              </w:rPr>
              <w:t>Таблица 17</w:t>
            </w:r>
          </w:p>
          <w:p w:rsidR="00131B18" w:rsidRPr="00114277" w:rsidRDefault="00131B18" w:rsidP="005269C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114277" w:rsidTr="00F56FAE">
        <w:trPr>
          <w:trHeight w:val="203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114277" w:rsidRDefault="00131B18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277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114277" w:rsidRDefault="00131B18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277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131B18" w:rsidRPr="00114277" w:rsidRDefault="00131B18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277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131B18" w:rsidRPr="00114277" w:rsidRDefault="00131B18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277">
              <w:rPr>
                <w:b/>
                <w:bCs/>
                <w:sz w:val="28"/>
                <w:szCs w:val="28"/>
              </w:rPr>
              <w:t>Ульяновской области по п</w:t>
            </w:r>
            <w:r w:rsidRPr="00114277">
              <w:rPr>
                <w:b/>
                <w:color w:val="000000"/>
                <w:sz w:val="28"/>
                <w:szCs w:val="28"/>
              </w:rPr>
              <w:t>редоставлению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</w:t>
            </w:r>
            <w:r w:rsidRPr="00114277">
              <w:rPr>
                <w:b/>
                <w:color w:val="000000"/>
                <w:sz w:val="28"/>
                <w:szCs w:val="28"/>
              </w:rPr>
              <w:br/>
              <w:t>в муниципальных образовательных организациях</w:t>
            </w:r>
            <w:r w:rsidRPr="00114277">
              <w:rPr>
                <w:sz w:val="24"/>
                <w:szCs w:val="24"/>
              </w:rPr>
              <w:t xml:space="preserve"> </w:t>
            </w:r>
            <w:r w:rsidRPr="00114277">
              <w:rPr>
                <w:b/>
                <w:bCs/>
                <w:sz w:val="28"/>
                <w:szCs w:val="28"/>
              </w:rPr>
              <w:t>на 2016 год</w:t>
            </w:r>
          </w:p>
          <w:p w:rsidR="00131B18" w:rsidRPr="00114277" w:rsidRDefault="00131B18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114277" w:rsidTr="00F56FAE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5269C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5269C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5269C4">
            <w:pPr>
              <w:jc w:val="right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114277" w:rsidRDefault="00131B18" w:rsidP="00CD7E32">
      <w:pPr>
        <w:rPr>
          <w:sz w:val="2"/>
          <w:szCs w:val="2"/>
        </w:rPr>
      </w:pPr>
    </w:p>
    <w:tbl>
      <w:tblPr>
        <w:tblW w:w="992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81"/>
      </w:tblGrid>
      <w:tr w:rsidR="00131B18" w:rsidRPr="00114277" w:rsidTr="00F56FAE">
        <w:trPr>
          <w:trHeight w:val="448"/>
        </w:trPr>
        <w:tc>
          <w:tcPr>
            <w:tcW w:w="735" w:type="dxa"/>
            <w:vAlign w:val="center"/>
          </w:tcPr>
          <w:p w:rsidR="00131B18" w:rsidRPr="00114277" w:rsidRDefault="00131B18" w:rsidP="005269C4">
            <w:pPr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 xml:space="preserve">№   </w:t>
            </w:r>
            <w:r w:rsidRPr="00114277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131B18" w:rsidRPr="00114277" w:rsidRDefault="00131B18" w:rsidP="00CD7E32">
            <w:pPr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Наименование</w:t>
            </w:r>
            <w:r w:rsidRPr="00114277">
              <w:rPr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131B18" w:rsidRPr="00114277" w:rsidRDefault="00131B18" w:rsidP="005269C4">
            <w:pPr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Сумма</w:t>
            </w:r>
          </w:p>
        </w:tc>
      </w:tr>
    </w:tbl>
    <w:p w:rsidR="00131B18" w:rsidRPr="00114277" w:rsidRDefault="00131B18" w:rsidP="00CD7E32">
      <w:pPr>
        <w:rPr>
          <w:sz w:val="2"/>
          <w:szCs w:val="2"/>
        </w:rPr>
      </w:pPr>
    </w:p>
    <w:tbl>
      <w:tblPr>
        <w:tblW w:w="9925" w:type="dxa"/>
        <w:tblInd w:w="93" w:type="dxa"/>
        <w:tblLook w:val="0000"/>
      </w:tblPr>
      <w:tblGrid>
        <w:gridCol w:w="735"/>
        <w:gridCol w:w="4809"/>
        <w:gridCol w:w="4381"/>
      </w:tblGrid>
      <w:tr w:rsidR="00131B18" w:rsidRPr="00114277" w:rsidTr="00801C60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14277" w:rsidRDefault="00131B18" w:rsidP="00801C60">
            <w:pPr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14277" w:rsidRDefault="00131B18" w:rsidP="00801C60">
            <w:pPr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114277" w:rsidRDefault="00131B18" w:rsidP="00801C60">
            <w:pPr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3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294,9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2.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165,0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3.</w:t>
            </w:r>
          </w:p>
        </w:tc>
        <w:tc>
          <w:tcPr>
            <w:tcW w:w="48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274,2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85,2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116,3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420,2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17,0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467,9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97,0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70,1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60,5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260,7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15,9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194,7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299,0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134,7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272,0</w:t>
            </w:r>
          </w:p>
        </w:tc>
      </w:tr>
      <w:tr w:rsidR="00131B18" w:rsidRPr="00114277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1427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4277">
              <w:rPr>
                <w:b/>
                <w:bCs/>
                <w:color w:val="000000"/>
                <w:sz w:val="28"/>
                <w:szCs w:val="28"/>
              </w:rPr>
              <w:t>3245,3</w:t>
            </w:r>
          </w:p>
        </w:tc>
      </w:tr>
      <w:tr w:rsidR="00131B18" w:rsidRPr="00114277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0559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bCs/>
                <w:sz w:val="28"/>
                <w:szCs w:val="28"/>
              </w:rPr>
            </w:pPr>
            <w:r w:rsidRPr="00114277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14277">
              <w:rPr>
                <w:bCs/>
                <w:sz w:val="28"/>
                <w:szCs w:val="28"/>
              </w:rPr>
              <w:t>1125,3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0559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193,2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0559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20.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277">
              <w:rPr>
                <w:sz w:val="28"/>
                <w:szCs w:val="28"/>
              </w:rPr>
              <w:t>369,3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1427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4277">
              <w:rPr>
                <w:b/>
                <w:bCs/>
                <w:color w:val="000000"/>
                <w:sz w:val="28"/>
                <w:szCs w:val="28"/>
              </w:rPr>
              <w:t>1687,8</w:t>
            </w:r>
          </w:p>
        </w:tc>
      </w:tr>
      <w:tr w:rsidR="00131B18" w:rsidRPr="00114277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CD7E3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14277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114277" w:rsidRDefault="00131B18" w:rsidP="0011427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4277">
              <w:rPr>
                <w:b/>
                <w:bCs/>
                <w:color w:val="000000"/>
                <w:sz w:val="28"/>
                <w:szCs w:val="28"/>
              </w:rPr>
              <w:t>4933,1</w:t>
            </w:r>
          </w:p>
        </w:tc>
      </w:tr>
    </w:tbl>
    <w:p w:rsidR="00131B18" w:rsidRPr="00114277" w:rsidRDefault="00131B18">
      <w:pPr>
        <w:rPr>
          <w:sz w:val="28"/>
        </w:rPr>
        <w:sectPr w:rsidR="00131B18" w:rsidRPr="00114277" w:rsidSect="003C1075">
          <w:headerReference w:type="even" r:id="rId7"/>
          <w:headerReference w:type="default" r:id="rId8"/>
          <w:headerReference w:type="first" r:id="rId9"/>
          <w:footerReference w:type="first" r:id="rId10"/>
          <w:pgSz w:w="11907" w:h="16840" w:code="9"/>
          <w:pgMar w:top="1134" w:right="567" w:bottom="1134" w:left="1418" w:header="709" w:footer="709" w:gutter="0"/>
          <w:pgNumType w:start="1"/>
          <w:cols w:space="720"/>
          <w:formProt w:val="0"/>
          <w:titlePg/>
          <w:docGrid w:linePitch="272"/>
        </w:sectPr>
      </w:pPr>
    </w:p>
    <w:tbl>
      <w:tblPr>
        <w:tblW w:w="14757" w:type="dxa"/>
        <w:tblInd w:w="93" w:type="dxa"/>
        <w:tblLook w:val="0000"/>
      </w:tblPr>
      <w:tblGrid>
        <w:gridCol w:w="594"/>
        <w:gridCol w:w="4600"/>
        <w:gridCol w:w="9563"/>
      </w:tblGrid>
      <w:tr w:rsidR="00131B18" w:rsidRPr="00A41626" w:rsidTr="00023B23">
        <w:trPr>
          <w:trHeight w:val="157"/>
        </w:trPr>
        <w:tc>
          <w:tcPr>
            <w:tcW w:w="14757" w:type="dxa"/>
            <w:gridSpan w:val="3"/>
            <w:vAlign w:val="center"/>
          </w:tcPr>
          <w:p w:rsidR="00131B18" w:rsidRPr="00A41626" w:rsidRDefault="00131B18" w:rsidP="002542B8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41626">
              <w:rPr>
                <w:bCs/>
                <w:sz w:val="28"/>
                <w:szCs w:val="28"/>
              </w:rPr>
              <w:t>Таблица 18</w:t>
            </w:r>
          </w:p>
          <w:p w:rsidR="00131B18" w:rsidRPr="00A41626" w:rsidRDefault="00131B18" w:rsidP="002542B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937"/>
        </w:trPr>
        <w:tc>
          <w:tcPr>
            <w:tcW w:w="147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A41626" w:rsidRDefault="00131B18" w:rsidP="002542B8">
            <w:pPr>
              <w:jc w:val="center"/>
              <w:rPr>
                <w:b/>
                <w:bCs/>
                <w:sz w:val="28"/>
                <w:szCs w:val="28"/>
              </w:rPr>
            </w:pPr>
            <w:r w:rsidRPr="00A41626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и городских</w:t>
            </w:r>
            <w:r w:rsidRPr="00A41626">
              <w:rPr>
                <w:b/>
                <w:bCs/>
                <w:sz w:val="28"/>
                <w:szCs w:val="28"/>
              </w:rPr>
              <w:br/>
              <w:t>округов Ульяновской области на реализацию государственной программы</w:t>
            </w:r>
            <w:r w:rsidRPr="00A41626">
              <w:rPr>
                <w:b/>
                <w:bCs/>
                <w:sz w:val="28"/>
                <w:szCs w:val="28"/>
              </w:rPr>
              <w:br/>
              <w:t xml:space="preserve">Ульяновской области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A41626">
              <w:rPr>
                <w:b/>
                <w:bCs/>
                <w:sz w:val="28"/>
                <w:szCs w:val="28"/>
              </w:rPr>
              <w:t>Развитие и модернизация образования</w:t>
            </w:r>
            <w:r w:rsidRPr="00A41626">
              <w:rPr>
                <w:b/>
                <w:bCs/>
                <w:sz w:val="28"/>
                <w:szCs w:val="28"/>
              </w:rPr>
              <w:br/>
              <w:t>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A41626">
              <w:rPr>
                <w:b/>
                <w:bCs/>
                <w:sz w:val="28"/>
                <w:szCs w:val="28"/>
              </w:rPr>
              <w:t xml:space="preserve"> на 2014-2020 годы на 2016 год</w:t>
            </w:r>
          </w:p>
          <w:p w:rsidR="00131B18" w:rsidRPr="00A41626" w:rsidRDefault="00131B18" w:rsidP="002542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2542B8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2542B8">
            <w:pPr>
              <w:rPr>
                <w:sz w:val="28"/>
                <w:szCs w:val="28"/>
              </w:rPr>
            </w:pPr>
          </w:p>
        </w:tc>
        <w:tc>
          <w:tcPr>
            <w:tcW w:w="9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2542B8">
            <w:pPr>
              <w:jc w:val="right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A41626" w:rsidRDefault="00131B18" w:rsidP="00E11E09">
      <w:pPr>
        <w:rPr>
          <w:sz w:val="2"/>
          <w:szCs w:val="2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2234"/>
        <w:gridCol w:w="1703"/>
        <w:gridCol w:w="3119"/>
        <w:gridCol w:w="2126"/>
        <w:gridCol w:w="2551"/>
        <w:gridCol w:w="2410"/>
      </w:tblGrid>
      <w:tr w:rsidR="00131B18" w:rsidRPr="00A41626" w:rsidTr="00023B23">
        <w:trPr>
          <w:trHeight w:val="374"/>
        </w:trPr>
        <w:tc>
          <w:tcPr>
            <w:tcW w:w="614" w:type="dxa"/>
            <w:noWrap/>
            <w:vAlign w:val="center"/>
          </w:tcPr>
          <w:p w:rsidR="00131B18" w:rsidRPr="00A41626" w:rsidRDefault="00131B18" w:rsidP="00E11E09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№    п/п</w:t>
            </w:r>
          </w:p>
        </w:tc>
        <w:tc>
          <w:tcPr>
            <w:tcW w:w="2234" w:type="dxa"/>
            <w:noWrap/>
            <w:tcMar>
              <w:left w:w="57" w:type="dxa"/>
              <w:right w:w="57" w:type="dxa"/>
            </w:tcMar>
            <w:vAlign w:val="center"/>
          </w:tcPr>
          <w:p w:rsidR="00131B18" w:rsidRPr="00A41626" w:rsidRDefault="00131B18" w:rsidP="00E11E09">
            <w:pPr>
              <w:pStyle w:val="xl24"/>
              <w:spacing w:before="0" w:beforeAutospacing="0" w:after="0" w:afterAutospacing="0"/>
            </w:pPr>
            <w:r w:rsidRPr="00A41626">
              <w:t>Наименование муниципального</w:t>
            </w:r>
          </w:p>
          <w:p w:rsidR="00131B18" w:rsidRPr="00A41626" w:rsidRDefault="00131B18" w:rsidP="00E11E09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03" w:type="dxa"/>
            <w:noWrap/>
            <w:tcMar>
              <w:left w:w="57" w:type="dxa"/>
              <w:right w:w="57" w:type="dxa"/>
            </w:tcMar>
            <w:vAlign w:val="center"/>
          </w:tcPr>
          <w:p w:rsidR="00131B18" w:rsidRPr="00A41626" w:rsidRDefault="00131B18" w:rsidP="00E11E09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Развитие системы</w:t>
            </w:r>
            <w:r w:rsidRPr="00A41626">
              <w:rPr>
                <w:sz w:val="28"/>
                <w:szCs w:val="28"/>
              </w:rPr>
              <w:br/>
              <w:t>дошкольного образования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:rsidR="00131B18" w:rsidRPr="00A41626" w:rsidRDefault="00131B18" w:rsidP="00CC0BB4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Осуществление ремонта, ликвидация аварийной ситуации в зданиях</w:t>
            </w:r>
            <w:r w:rsidRPr="00A41626">
              <w:rPr>
                <w:sz w:val="28"/>
                <w:szCs w:val="28"/>
              </w:rPr>
              <w:br/>
              <w:t>муниципальных</w:t>
            </w:r>
            <w:r w:rsidRPr="00A41626">
              <w:rPr>
                <w:sz w:val="28"/>
                <w:szCs w:val="28"/>
              </w:rPr>
              <w:br/>
              <w:t>общеобразовательных организаций, приобре</w:t>
            </w:r>
            <w:r>
              <w:rPr>
                <w:sz w:val="28"/>
                <w:szCs w:val="28"/>
              </w:rPr>
              <w:softHyphen/>
            </w:r>
            <w:r w:rsidRPr="00A41626">
              <w:rPr>
                <w:sz w:val="28"/>
                <w:szCs w:val="28"/>
              </w:rPr>
              <w:t>тение оборудования для указанных организаций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131B18" w:rsidRPr="00A41626" w:rsidRDefault="00131B18" w:rsidP="002542B8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Осуществление капитального</w:t>
            </w:r>
            <w:r w:rsidRPr="00A41626">
              <w:rPr>
                <w:sz w:val="28"/>
                <w:szCs w:val="28"/>
              </w:rPr>
              <w:br/>
              <w:t>ремонта, рекон</w:t>
            </w:r>
            <w:r>
              <w:rPr>
                <w:sz w:val="28"/>
                <w:szCs w:val="28"/>
              </w:rPr>
              <w:softHyphen/>
            </w:r>
            <w:r w:rsidRPr="00A41626">
              <w:rPr>
                <w:sz w:val="28"/>
                <w:szCs w:val="28"/>
              </w:rPr>
              <w:t>струкция в зда</w:t>
            </w:r>
            <w:r>
              <w:rPr>
                <w:sz w:val="28"/>
                <w:szCs w:val="28"/>
              </w:rPr>
              <w:softHyphen/>
            </w:r>
            <w:r w:rsidRPr="00A41626">
              <w:rPr>
                <w:sz w:val="28"/>
                <w:szCs w:val="28"/>
              </w:rPr>
              <w:t>ниях общеобра</w:t>
            </w:r>
            <w:r>
              <w:rPr>
                <w:sz w:val="28"/>
                <w:szCs w:val="28"/>
              </w:rPr>
              <w:softHyphen/>
            </w:r>
            <w:r w:rsidRPr="00A41626">
              <w:rPr>
                <w:sz w:val="28"/>
                <w:szCs w:val="28"/>
              </w:rPr>
              <w:t>зовательных</w:t>
            </w:r>
            <w:r w:rsidRPr="00A41626">
              <w:rPr>
                <w:sz w:val="28"/>
                <w:szCs w:val="28"/>
              </w:rPr>
              <w:br/>
              <w:t>организаций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  <w:vAlign w:val="center"/>
          </w:tcPr>
          <w:p w:rsidR="00131B18" w:rsidRPr="00A41626" w:rsidRDefault="00131B18" w:rsidP="00023B2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Создание</w:t>
            </w:r>
            <w:r w:rsidRPr="00A41626">
              <w:rPr>
                <w:sz w:val="28"/>
                <w:szCs w:val="28"/>
              </w:rPr>
              <w:br/>
              <w:t>необходимых</w:t>
            </w:r>
            <w:r w:rsidRPr="00A41626">
              <w:rPr>
                <w:sz w:val="28"/>
                <w:szCs w:val="28"/>
              </w:rPr>
              <w:br/>
              <w:t>условий для</w:t>
            </w:r>
            <w:r w:rsidRPr="00A41626">
              <w:rPr>
                <w:sz w:val="28"/>
                <w:szCs w:val="28"/>
              </w:rPr>
              <w:br/>
              <w:t>получения</w:t>
            </w:r>
            <w:r w:rsidRPr="00A41626">
              <w:rPr>
                <w:sz w:val="28"/>
                <w:szCs w:val="28"/>
              </w:rPr>
              <w:br/>
              <w:t>начального</w:t>
            </w:r>
            <w:r w:rsidRPr="00A41626">
              <w:rPr>
                <w:sz w:val="28"/>
                <w:szCs w:val="28"/>
              </w:rPr>
              <w:br/>
              <w:t>общего, основного общего и среднего общего образования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center"/>
          </w:tcPr>
          <w:p w:rsidR="00131B18" w:rsidRPr="00A41626" w:rsidRDefault="00131B18" w:rsidP="00023B2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Реализация</w:t>
            </w:r>
            <w:r w:rsidRPr="00A41626">
              <w:rPr>
                <w:sz w:val="28"/>
                <w:szCs w:val="28"/>
              </w:rPr>
              <w:br/>
              <w:t>проекта</w:t>
            </w:r>
            <w:r w:rsidRPr="00A41626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A41626">
              <w:rPr>
                <w:sz w:val="28"/>
                <w:szCs w:val="28"/>
              </w:rPr>
              <w:t>Международный</w:t>
            </w:r>
            <w:r w:rsidRPr="00A41626">
              <w:rPr>
                <w:sz w:val="28"/>
                <w:szCs w:val="28"/>
              </w:rPr>
              <w:br/>
              <w:t>бакалавриат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31B18" w:rsidRPr="00534A23" w:rsidRDefault="00131B18">
      <w:pPr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000"/>
      </w:tblPr>
      <w:tblGrid>
        <w:gridCol w:w="614"/>
        <w:gridCol w:w="2234"/>
        <w:gridCol w:w="1703"/>
        <w:gridCol w:w="3119"/>
        <w:gridCol w:w="2126"/>
        <w:gridCol w:w="2551"/>
        <w:gridCol w:w="2410"/>
      </w:tblGrid>
      <w:tr w:rsidR="00131B18" w:rsidRPr="00A41626" w:rsidTr="00023B23">
        <w:trPr>
          <w:trHeight w:val="374"/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41626" w:rsidRDefault="00131B18" w:rsidP="00023B2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41626" w:rsidRDefault="00131B18" w:rsidP="00023B2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41626" w:rsidRDefault="00131B18" w:rsidP="00023B2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A41626" w:rsidRDefault="00131B18" w:rsidP="00023B2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A41626" w:rsidRDefault="00131B18" w:rsidP="00023B2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A41626" w:rsidRDefault="00131B18" w:rsidP="00023B2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A41626" w:rsidRDefault="00131B18" w:rsidP="00023B2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7</w:t>
            </w: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Барышский</w:t>
            </w:r>
            <w:r w:rsidRPr="00A41626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10000,0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Карсунский</w:t>
            </w:r>
            <w:r w:rsidRPr="00A41626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5500,0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3.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4.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4800,0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5.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6.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Новомалыклин</w:t>
            </w:r>
            <w:r>
              <w:rPr>
                <w:sz w:val="28"/>
                <w:szCs w:val="28"/>
              </w:rPr>
              <w:softHyphen/>
            </w:r>
            <w:r w:rsidRPr="00A41626">
              <w:rPr>
                <w:sz w:val="28"/>
                <w:szCs w:val="28"/>
              </w:rPr>
              <w:t>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7.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1011,6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24006,4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1626">
              <w:rPr>
                <w:b/>
                <w:bCs/>
                <w:sz w:val="28"/>
                <w:szCs w:val="28"/>
              </w:rPr>
              <w:t xml:space="preserve">Итого </w:t>
            </w:r>
            <w:r w:rsidRPr="00A41626">
              <w:rPr>
                <w:b/>
                <w:bCs/>
                <w:sz w:val="28"/>
                <w:szCs w:val="28"/>
              </w:rPr>
              <w:br/>
              <w:t>по районам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1011,6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47306,4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8.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131B18" w:rsidRPr="00A41626" w:rsidRDefault="00131B18" w:rsidP="00A41626">
            <w:pPr>
              <w:spacing w:line="360" w:lineRule="auto"/>
              <w:rPr>
                <w:bCs/>
                <w:sz w:val="28"/>
                <w:szCs w:val="28"/>
              </w:rPr>
            </w:pPr>
            <w:r w:rsidRPr="00A41626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1613CD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41626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7</w:t>
            </w:r>
            <w:r w:rsidRPr="00A41626">
              <w:rPr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41626">
              <w:rPr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9.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131B18" w:rsidRPr="00A41626" w:rsidRDefault="00131B18" w:rsidP="00A41626">
            <w:pPr>
              <w:spacing w:line="360" w:lineRule="auto"/>
              <w:rPr>
                <w:bCs/>
                <w:sz w:val="28"/>
                <w:szCs w:val="28"/>
              </w:rPr>
            </w:pPr>
            <w:r w:rsidRPr="00A41626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41626">
              <w:rPr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41626">
              <w:rPr>
                <w:bCs/>
                <w:color w:val="000000"/>
                <w:sz w:val="28"/>
                <w:szCs w:val="28"/>
              </w:rPr>
              <w:t>10100,19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41626">
              <w:rPr>
                <w:bCs/>
                <w:color w:val="000000"/>
                <w:sz w:val="28"/>
                <w:szCs w:val="28"/>
              </w:rPr>
              <w:t>3899,81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10.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bCs/>
                <w:sz w:val="28"/>
                <w:szCs w:val="28"/>
              </w:rPr>
            </w:pPr>
            <w:r w:rsidRPr="00A41626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41626">
              <w:rPr>
                <w:bCs/>
                <w:color w:val="000000"/>
                <w:sz w:val="28"/>
                <w:szCs w:val="28"/>
              </w:rPr>
              <w:t>55,46</w:t>
            </w: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1626">
              <w:rPr>
                <w:b/>
                <w:bCs/>
                <w:sz w:val="28"/>
                <w:szCs w:val="28"/>
              </w:rPr>
              <w:t xml:space="preserve">Итого </w:t>
            </w:r>
            <w:r w:rsidRPr="00A41626">
              <w:rPr>
                <w:b/>
                <w:bCs/>
                <w:sz w:val="28"/>
                <w:szCs w:val="28"/>
              </w:rPr>
              <w:br/>
              <w:t>по городам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1613C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A41626">
              <w:rPr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10100,19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3899,81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55,46</w:t>
            </w:r>
          </w:p>
        </w:tc>
      </w:tr>
      <w:tr w:rsidR="00131B18" w:rsidRPr="00A41626" w:rsidTr="00023B23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A41626" w:rsidRDefault="00131B18" w:rsidP="00A4162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1626">
              <w:rPr>
                <w:b/>
                <w:bCs/>
                <w:sz w:val="28"/>
                <w:szCs w:val="28"/>
              </w:rPr>
              <w:t xml:space="preserve">Итого </w:t>
            </w:r>
            <w:r w:rsidRPr="00A41626">
              <w:rPr>
                <w:b/>
                <w:bCs/>
                <w:sz w:val="28"/>
                <w:szCs w:val="28"/>
              </w:rPr>
              <w:br/>
              <w:t xml:space="preserve">по районам </w:t>
            </w:r>
            <w:r w:rsidRPr="00A41626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1613C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A41626">
              <w:rPr>
                <w:b/>
                <w:bCs/>
                <w:color w:val="000000"/>
                <w:sz w:val="28"/>
                <w:szCs w:val="28"/>
              </w:rPr>
              <w:t>511,6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49306,4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10100,19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3899,81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55,46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B5790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131B18" w:rsidRPr="00A41626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Pr="00D009D3" w:rsidRDefault="00131B18">
      <w:pPr>
        <w:rPr>
          <w:sz w:val="28"/>
          <w:szCs w:val="28"/>
          <w:highlight w:val="yellow"/>
        </w:rPr>
        <w:sectPr w:rsidR="00131B18" w:rsidRPr="00D009D3" w:rsidSect="006C3B6F">
          <w:pgSz w:w="16840" w:h="11907" w:orient="landscape" w:code="9"/>
          <w:pgMar w:top="1134" w:right="567" w:bottom="1134" w:left="1418" w:header="709" w:footer="709" w:gutter="0"/>
          <w:cols w:space="720"/>
          <w:formProt w:val="0"/>
          <w:docGrid w:linePitch="272"/>
        </w:sectPr>
      </w:pPr>
    </w:p>
    <w:p w:rsidR="00131B18" w:rsidRPr="00E83020" w:rsidRDefault="00131B18" w:rsidP="00D009D3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б</w:t>
      </w:r>
      <w:r w:rsidRPr="00E83020">
        <w:rPr>
          <w:szCs w:val="28"/>
        </w:rPr>
        <w:t>) таблицу 20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131B18" w:rsidRPr="00A26500" w:rsidTr="00D009D3">
        <w:trPr>
          <w:trHeight w:val="80"/>
        </w:trPr>
        <w:tc>
          <w:tcPr>
            <w:tcW w:w="9938" w:type="dxa"/>
            <w:gridSpan w:val="3"/>
            <w:vAlign w:val="center"/>
          </w:tcPr>
          <w:p w:rsidR="00131B18" w:rsidRPr="00A26500" w:rsidRDefault="00131B18" w:rsidP="00D009D3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26500">
              <w:rPr>
                <w:bCs/>
                <w:sz w:val="28"/>
                <w:szCs w:val="28"/>
              </w:rPr>
              <w:t>Таблица 20</w:t>
            </w:r>
          </w:p>
          <w:p w:rsidR="00131B18" w:rsidRPr="00A26500" w:rsidRDefault="00131B18" w:rsidP="00D009D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A26500" w:rsidTr="00D009D3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A26500" w:rsidRDefault="00131B18" w:rsidP="00D009D3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</w:p>
          <w:p w:rsidR="00131B18" w:rsidRPr="00A26500" w:rsidRDefault="00131B18" w:rsidP="00D009D3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Ульяновской области на осуществление полномочий по первичному</w:t>
            </w:r>
          </w:p>
          <w:p w:rsidR="00131B18" w:rsidRPr="00A26500" w:rsidRDefault="00131B18" w:rsidP="00D009D3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воинскому учёту на территориях, где отсутствуют военные комиссариаты,</w:t>
            </w:r>
          </w:p>
          <w:p w:rsidR="00131B18" w:rsidRPr="00A26500" w:rsidRDefault="00131B18" w:rsidP="00D009D3">
            <w:pPr>
              <w:jc w:val="center"/>
              <w:rPr>
                <w:b/>
                <w:bCs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на 2016 год</w:t>
            </w:r>
          </w:p>
        </w:tc>
      </w:tr>
      <w:tr w:rsidR="00131B18" w:rsidRPr="00A26500" w:rsidTr="00D009D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26500" w:rsidRDefault="00131B18" w:rsidP="00D009D3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26500" w:rsidRDefault="00131B18" w:rsidP="00D009D3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26500" w:rsidRDefault="00131B18" w:rsidP="00D009D3">
            <w:pPr>
              <w:jc w:val="right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A26500" w:rsidRDefault="00131B18" w:rsidP="00D009D3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6"/>
        <w:gridCol w:w="5953"/>
        <w:gridCol w:w="3119"/>
      </w:tblGrid>
      <w:tr w:rsidR="00131B18" w:rsidRPr="00A26500" w:rsidTr="00D009D3">
        <w:trPr>
          <w:trHeight w:val="531"/>
          <w:tblHeader/>
        </w:trPr>
        <w:tc>
          <w:tcPr>
            <w:tcW w:w="866" w:type="dxa"/>
            <w:vAlign w:val="center"/>
          </w:tcPr>
          <w:p w:rsidR="00131B18" w:rsidRPr="00A26500" w:rsidRDefault="00131B18" w:rsidP="00D009D3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№    п/п</w:t>
            </w:r>
          </w:p>
        </w:tc>
        <w:tc>
          <w:tcPr>
            <w:tcW w:w="5953" w:type="dxa"/>
            <w:vAlign w:val="center"/>
          </w:tcPr>
          <w:p w:rsidR="00131B18" w:rsidRPr="00A26500" w:rsidRDefault="00131B18" w:rsidP="00D009D3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119" w:type="dxa"/>
            <w:vAlign w:val="center"/>
          </w:tcPr>
          <w:p w:rsidR="00131B18" w:rsidRPr="00A26500" w:rsidRDefault="00131B18" w:rsidP="00D009D3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Сумма</w:t>
            </w:r>
          </w:p>
        </w:tc>
      </w:tr>
    </w:tbl>
    <w:p w:rsidR="00131B18" w:rsidRPr="00A26500" w:rsidRDefault="00131B18" w:rsidP="00D009D3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866"/>
        <w:gridCol w:w="5953"/>
        <w:gridCol w:w="3119"/>
      </w:tblGrid>
      <w:tr w:rsidR="00131B18" w:rsidRPr="00A26500" w:rsidTr="00D009D3">
        <w:trPr>
          <w:trHeight w:val="374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B18" w:rsidRPr="00A26500" w:rsidRDefault="00131B18" w:rsidP="00D009D3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B18" w:rsidRPr="00A26500" w:rsidRDefault="00131B18" w:rsidP="00D009D3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B18" w:rsidRPr="00A26500" w:rsidRDefault="00131B18" w:rsidP="00D009D3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412,299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110,89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Должниковское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79,033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Лапшаурское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79,033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74,848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Сосновоборское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68,495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1019,234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Жадовское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67,789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Измайловское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154,209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149,997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138,917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149,851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Земляничненское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83,542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143,284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Поливановское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131,645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845,558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323,937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152,847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81,774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164,457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57,121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65,422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638,603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154,229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 xml:space="preserve">Валгусское сельское поселение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73,047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64,572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147,13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Сюксюмское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65,393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64,357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Черёмушкинское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69,875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939,767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330,1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129,749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Большепоселковское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62,803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147,987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Горенское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54,136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74,547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67,489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72,956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820,786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163,84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129,758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157,712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Коромысловское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157,405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63,551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148,52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626,916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Игнатовское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164,468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68,966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Выровское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79,085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Гимовское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74,681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Старомаклаушинское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84,487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Тагайское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155,229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1181,565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164,616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161,19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159,541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Николочеремшанское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157,552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Новоселкинское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166,305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149,176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Старосахчинское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65,472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157,713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1056,36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299,544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146,105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68,197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Дубровское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74,84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131,953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Никулинское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129,21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Поспеловское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68,952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65,533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Сухотерешанское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72,026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524,49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Высококолковское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62,365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91,167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144,756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Среднесантимирское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69,722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156,48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429,793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Коптевское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76,144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Красносельское сельское 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129,517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73,54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Троицкосунгурское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73,76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Фабричновыселковское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76,832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397,612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81,26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Пичеурское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65,001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79,07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74,058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Шмалакское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98,223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521,475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155,436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78,95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Калиновское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70,209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148,929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67,951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811,729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Красногуляевское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135,501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167,093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142,486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164,351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Новослободское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71,829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130,469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462,324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160,75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74,602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Мостякское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78,677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Староатлашское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73,444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Терешанское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74,851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851,15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139,391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Жедяевское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81,436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Кандалинское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160,179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Краснореченское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157,001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85,024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Прибрежненское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155,584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Урайкинское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72,535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384,145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Астрадамовское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81,977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61,178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Никитинское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54,578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56,425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63,185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Чеботаевское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66,802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381,591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Белогорское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58,311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63,551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54,503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150,728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Ясашноташлинское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54,498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727,251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133,41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156,637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165,481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134,591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137,132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747,321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156,311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Алгашинское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132,412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69,741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76,349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Мокробугурнинское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78,857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Новоникулинское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75,939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157,712</w:t>
            </w:r>
          </w:p>
        </w:tc>
      </w:tr>
      <w:tr w:rsidR="00131B18" w:rsidRPr="00CE73F6" w:rsidTr="00D009D3">
        <w:trPr>
          <w:trHeight w:val="29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1017,934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144,065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Белоярское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63,507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Богдашкинское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75,504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70,698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Калмаюрское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156,215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151,267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72,125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130,199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Озерское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D009D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154,354</w:t>
            </w:r>
          </w:p>
        </w:tc>
      </w:tr>
      <w:tr w:rsidR="00131B18" w:rsidRPr="00CE73F6" w:rsidTr="005305CB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E73F6">
              <w:rPr>
                <w:rFonts w:ascii="Times New Roman" w:hAnsi="Times New Roman"/>
                <w:b/>
                <w:sz w:val="28"/>
                <w:szCs w:val="28"/>
              </w:rPr>
              <w:t>Итого по поселениям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5305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305CB">
              <w:rPr>
                <w:b/>
                <w:bCs/>
                <w:sz w:val="28"/>
                <w:szCs w:val="28"/>
                <w:lang w:eastAsia="en-US"/>
              </w:rPr>
              <w:t>14797,903</w:t>
            </w:r>
          </w:p>
        </w:tc>
      </w:tr>
      <w:tr w:rsidR="00131B18" w:rsidRPr="00CE73F6" w:rsidTr="005305CB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5305C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305CB">
              <w:rPr>
                <w:bCs/>
                <w:sz w:val="28"/>
                <w:szCs w:val="28"/>
                <w:lang w:eastAsia="en-US"/>
              </w:rPr>
              <w:t>605,197</w:t>
            </w:r>
          </w:p>
        </w:tc>
      </w:tr>
      <w:tr w:rsidR="00131B18" w:rsidRPr="00CE73F6" w:rsidTr="005305CB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E73F6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5305CB" w:rsidRDefault="00131B18" w:rsidP="005305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305CB">
              <w:rPr>
                <w:b/>
                <w:bCs/>
                <w:sz w:val="28"/>
                <w:szCs w:val="28"/>
                <w:lang w:eastAsia="en-US"/>
              </w:rPr>
              <w:t>605,197</w:t>
            </w:r>
          </w:p>
        </w:tc>
      </w:tr>
      <w:tr w:rsidR="00131B18" w:rsidRPr="00CE73F6" w:rsidTr="00D009D3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CE73F6" w:rsidRDefault="00131B18" w:rsidP="00D009D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E73F6">
              <w:rPr>
                <w:rFonts w:ascii="Times New Roman" w:hAnsi="Times New Roman"/>
                <w:b/>
                <w:sz w:val="28"/>
                <w:szCs w:val="28"/>
              </w:rPr>
              <w:t>Итого по поселениям и городам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E83020" w:rsidRDefault="00131B18" w:rsidP="00D009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b/>
                <w:bCs/>
                <w:color w:val="000000"/>
                <w:sz w:val="28"/>
                <w:szCs w:val="28"/>
                <w:lang w:eastAsia="en-US"/>
              </w:rPr>
              <w:t>15403,1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»;</w:t>
            </w:r>
          </w:p>
        </w:tc>
      </w:tr>
    </w:tbl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в</w:t>
      </w:r>
      <w:r w:rsidRPr="00BB5790">
        <w:rPr>
          <w:szCs w:val="28"/>
        </w:rPr>
        <w:t>) таблицу 22 изложить в следующей редакции:</w:t>
      </w: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Pr="00934724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131B18" w:rsidRPr="00934724" w:rsidTr="002542B8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934724" w:rsidRDefault="00131B18" w:rsidP="002542B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934724">
              <w:rPr>
                <w:bCs/>
                <w:sz w:val="28"/>
                <w:szCs w:val="28"/>
              </w:rPr>
              <w:t>Таблица 22</w:t>
            </w:r>
          </w:p>
        </w:tc>
      </w:tr>
      <w:tr w:rsidR="00131B18" w:rsidRPr="00934724" w:rsidTr="002542B8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934724" w:rsidRDefault="00131B18" w:rsidP="002542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934724" w:rsidTr="002542B8">
        <w:trPr>
          <w:trHeight w:val="109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934724" w:rsidRDefault="00131B18" w:rsidP="00D22BA5">
            <w:pPr>
              <w:jc w:val="center"/>
              <w:rPr>
                <w:b/>
                <w:bCs/>
                <w:sz w:val="28"/>
                <w:szCs w:val="28"/>
              </w:rPr>
            </w:pPr>
            <w:r w:rsidRPr="00934724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реализацию государственной программы Ульяновской области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934724">
              <w:rPr>
                <w:b/>
                <w:bCs/>
                <w:sz w:val="28"/>
                <w:szCs w:val="28"/>
              </w:rPr>
              <w:t>Развитие культуры и сохранение объектов</w:t>
            </w:r>
            <w:r w:rsidRPr="00934724">
              <w:rPr>
                <w:b/>
                <w:bCs/>
                <w:sz w:val="28"/>
                <w:szCs w:val="28"/>
              </w:rPr>
              <w:br/>
              <w:t>культурного наследия 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934724">
              <w:rPr>
                <w:b/>
                <w:bCs/>
                <w:sz w:val="28"/>
                <w:szCs w:val="28"/>
              </w:rPr>
              <w:t xml:space="preserve"> на 2014-2018 годы </w:t>
            </w:r>
            <w:r w:rsidRPr="00934724">
              <w:rPr>
                <w:b/>
                <w:bCs/>
                <w:sz w:val="28"/>
                <w:szCs w:val="28"/>
              </w:rPr>
              <w:br/>
              <w:t>на 2016 год</w:t>
            </w:r>
          </w:p>
          <w:p w:rsidR="00131B18" w:rsidRPr="00934724" w:rsidRDefault="00131B18" w:rsidP="00D22BA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934724" w:rsidTr="002542B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934724" w:rsidRDefault="00131B18" w:rsidP="002542B8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934724" w:rsidRDefault="00131B18" w:rsidP="002542B8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934724" w:rsidRDefault="00131B18" w:rsidP="002542B8">
            <w:pPr>
              <w:jc w:val="right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934724" w:rsidRDefault="00131B18" w:rsidP="00972B0F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256"/>
        <w:gridCol w:w="1985"/>
        <w:gridCol w:w="1984"/>
        <w:gridCol w:w="1843"/>
        <w:gridCol w:w="1276"/>
      </w:tblGrid>
      <w:tr w:rsidR="00131B18" w:rsidRPr="00934724" w:rsidTr="007A6A59">
        <w:trPr>
          <w:trHeight w:val="375"/>
          <w:tblHeader/>
        </w:trPr>
        <w:tc>
          <w:tcPr>
            <w:tcW w:w="594" w:type="dxa"/>
            <w:noWrap/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№    п/п</w:t>
            </w:r>
          </w:p>
        </w:tc>
        <w:tc>
          <w:tcPr>
            <w:tcW w:w="2256" w:type="dxa"/>
            <w:noWrap/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Реконструкция и проведение ремонтно-рес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таврационных работ зданий муниципаль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ных учрежде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ний культуры, находящихся в муниципальной собственности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Строительство, приобретение (выкуп) зданий в целях разме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щения муници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пальных учре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ждений куль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туры, муници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пальных архи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вов и образова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тельных орга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низаций в сф</w:t>
            </w:r>
            <w:r w:rsidRPr="00934724">
              <w:rPr>
                <w:sz w:val="28"/>
                <w:szCs w:val="28"/>
              </w:rPr>
              <w:t>е</w:t>
            </w:r>
            <w:r w:rsidRPr="00934724">
              <w:rPr>
                <w:sz w:val="28"/>
                <w:szCs w:val="28"/>
              </w:rPr>
              <w:t xml:space="preserve">ре культуры </w:t>
            </w:r>
            <w:r w:rsidRPr="00934724">
              <w:rPr>
                <w:sz w:val="28"/>
                <w:szCs w:val="28"/>
              </w:rPr>
              <w:br/>
              <w:t>и искусства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Развитие</w:t>
            </w:r>
            <w:r w:rsidRPr="00934724">
              <w:rPr>
                <w:sz w:val="28"/>
                <w:szCs w:val="28"/>
              </w:rPr>
              <w:br/>
              <w:t>парков (пар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ковых зон) в муниципаль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ных образова</w:t>
            </w:r>
            <w:r>
              <w:rPr>
                <w:sz w:val="28"/>
                <w:szCs w:val="28"/>
              </w:rPr>
              <w:softHyphen/>
            </w:r>
            <w:r w:rsidRPr="00934724">
              <w:rPr>
                <w:sz w:val="28"/>
                <w:szCs w:val="28"/>
              </w:rPr>
              <w:t>ниях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Сумма</w:t>
            </w:r>
          </w:p>
        </w:tc>
      </w:tr>
    </w:tbl>
    <w:p w:rsidR="00131B18" w:rsidRPr="00934724" w:rsidRDefault="00131B18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594"/>
        <w:gridCol w:w="2256"/>
        <w:gridCol w:w="1985"/>
        <w:gridCol w:w="1984"/>
        <w:gridCol w:w="1843"/>
        <w:gridCol w:w="1276"/>
      </w:tblGrid>
      <w:tr w:rsidR="00131B18" w:rsidRPr="00934724" w:rsidTr="007A6A59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18" w:rsidRPr="00934724" w:rsidRDefault="00131B18" w:rsidP="00972B0F">
            <w:pPr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6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1.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 xml:space="preserve">Барышский </w:t>
            </w:r>
            <w:r>
              <w:rPr>
                <w:sz w:val="28"/>
                <w:szCs w:val="28"/>
              </w:rPr>
              <w:br/>
            </w:r>
            <w:r w:rsidRPr="00057309">
              <w:rPr>
                <w:sz w:val="28"/>
                <w:szCs w:val="28"/>
              </w:rPr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103,7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103,7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2.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647,2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647,2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3.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 xml:space="preserve">Инзенский </w:t>
            </w:r>
            <w:r>
              <w:rPr>
                <w:sz w:val="28"/>
                <w:szCs w:val="28"/>
              </w:rPr>
              <w:br/>
            </w:r>
            <w:r w:rsidRPr="00057309">
              <w:rPr>
                <w:sz w:val="28"/>
                <w:szCs w:val="28"/>
              </w:rPr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955,0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955,0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4.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 xml:space="preserve">Карсунский </w:t>
            </w:r>
            <w:r>
              <w:rPr>
                <w:sz w:val="28"/>
                <w:szCs w:val="28"/>
              </w:rPr>
              <w:br/>
            </w:r>
            <w:r w:rsidRPr="00057309">
              <w:rPr>
                <w:sz w:val="28"/>
                <w:szCs w:val="28"/>
              </w:rPr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2171,0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2171,0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5.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734,1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734,1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6.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1682,1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1682,1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7.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648,9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1108,0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1756,9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8.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 xml:space="preserve">Павловский </w:t>
            </w:r>
            <w:r>
              <w:rPr>
                <w:sz w:val="28"/>
                <w:szCs w:val="28"/>
              </w:rPr>
              <w:br/>
            </w:r>
            <w:r w:rsidRPr="00057309">
              <w:rPr>
                <w:sz w:val="28"/>
                <w:szCs w:val="28"/>
              </w:rPr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91,4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1000,0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1091,4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9.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5977,2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5977,2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10.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2333,1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666,1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2999,2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11.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Старокулаткин</w:t>
            </w:r>
            <w:r>
              <w:rPr>
                <w:sz w:val="28"/>
                <w:szCs w:val="28"/>
              </w:rPr>
              <w:softHyphen/>
            </w:r>
            <w:r w:rsidRPr="00057309">
              <w:rPr>
                <w:sz w:val="28"/>
                <w:szCs w:val="28"/>
              </w:rPr>
              <w:t>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243,7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243,7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653AD9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934724">
              <w:rPr>
                <w:sz w:val="28"/>
                <w:szCs w:val="28"/>
              </w:rPr>
              <w:t>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539,4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539,4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934724">
              <w:rPr>
                <w:sz w:val="28"/>
                <w:szCs w:val="28"/>
              </w:rPr>
              <w:t>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812,6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309">
              <w:rPr>
                <w:sz w:val="28"/>
                <w:szCs w:val="28"/>
              </w:rPr>
              <w:t>812,6</w:t>
            </w:r>
          </w:p>
        </w:tc>
      </w:tr>
      <w:tr w:rsidR="00131B18" w:rsidRPr="00934724" w:rsidTr="00BA6E91">
        <w:trPr>
          <w:trHeight w:val="680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 xml:space="preserve">Итого по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7309">
              <w:rPr>
                <w:b/>
                <w:bCs/>
                <w:sz w:val="28"/>
                <w:szCs w:val="28"/>
              </w:rPr>
              <w:t>районам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15984,4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2108,0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1621,1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19713,5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934724">
              <w:rPr>
                <w:sz w:val="28"/>
                <w:szCs w:val="28"/>
              </w:rPr>
              <w:t>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bCs/>
                <w:sz w:val="28"/>
                <w:szCs w:val="28"/>
              </w:rPr>
            </w:pPr>
            <w:r w:rsidRPr="00057309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57309">
              <w:rPr>
                <w:bCs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57309">
              <w:rPr>
                <w:bCs/>
                <w:sz w:val="28"/>
                <w:szCs w:val="28"/>
              </w:rPr>
              <w:t>5000,0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934724">
              <w:rPr>
                <w:sz w:val="28"/>
                <w:szCs w:val="28"/>
              </w:rPr>
              <w:t>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bCs/>
                <w:sz w:val="28"/>
                <w:szCs w:val="28"/>
              </w:rPr>
            </w:pPr>
            <w:r w:rsidRPr="00057309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57309">
              <w:rPr>
                <w:bCs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57309">
              <w:rPr>
                <w:bCs/>
                <w:sz w:val="28"/>
                <w:szCs w:val="28"/>
              </w:rPr>
              <w:t>1000,0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934724">
              <w:rPr>
                <w:sz w:val="28"/>
                <w:szCs w:val="28"/>
              </w:rPr>
              <w:t>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bCs/>
                <w:sz w:val="28"/>
                <w:szCs w:val="28"/>
              </w:rPr>
            </w:pPr>
            <w:r w:rsidRPr="00057309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57309">
              <w:rPr>
                <w:bCs/>
                <w:sz w:val="28"/>
                <w:szCs w:val="28"/>
              </w:rPr>
              <w:t>770,0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57309">
              <w:rPr>
                <w:bCs/>
                <w:sz w:val="28"/>
                <w:szCs w:val="28"/>
              </w:rPr>
              <w:t>770,0</w:t>
            </w:r>
          </w:p>
        </w:tc>
      </w:tr>
      <w:tr w:rsidR="00131B18" w:rsidRPr="00934724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 xml:space="preserve">Итого по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7309">
              <w:rPr>
                <w:b/>
                <w:bCs/>
                <w:sz w:val="28"/>
                <w:szCs w:val="28"/>
              </w:rPr>
              <w:t>городам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6000,0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770,0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6770,0</w:t>
            </w:r>
          </w:p>
        </w:tc>
      </w:tr>
      <w:tr w:rsidR="00131B18" w:rsidRPr="00D009D3" w:rsidTr="00BA6E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131B18" w:rsidRPr="00934724" w:rsidRDefault="00131B18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 xml:space="preserve">Итого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7309">
              <w:rPr>
                <w:b/>
                <w:bCs/>
                <w:sz w:val="28"/>
                <w:szCs w:val="28"/>
              </w:rPr>
              <w:t xml:space="preserve">по районам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7309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21984,4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2108,0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2391,1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31B18" w:rsidRPr="00057309" w:rsidRDefault="00131B18" w:rsidP="0005730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57309">
              <w:rPr>
                <w:b/>
                <w:bCs/>
                <w:sz w:val="28"/>
                <w:szCs w:val="28"/>
              </w:rPr>
              <w:t>26483,5</w:t>
            </w:r>
            <w:r>
              <w:rPr>
                <w:bCs/>
                <w:sz w:val="28"/>
                <w:szCs w:val="28"/>
              </w:rPr>
              <w:t>»</w:t>
            </w:r>
            <w:r w:rsidRPr="00057309">
              <w:rPr>
                <w:bCs/>
                <w:sz w:val="28"/>
                <w:szCs w:val="28"/>
              </w:rPr>
              <w:t>;</w:t>
            </w:r>
          </w:p>
        </w:tc>
      </w:tr>
    </w:tbl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г</w:t>
      </w:r>
      <w:r w:rsidRPr="00BB5790">
        <w:rPr>
          <w:szCs w:val="28"/>
        </w:rPr>
        <w:t>) таблицы 25-29 изложить в следующей редакции:</w:t>
      </w: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p w:rsidR="00131B18" w:rsidRPr="00BB5790" w:rsidRDefault="00131B18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720"/>
        <w:gridCol w:w="4540"/>
        <w:gridCol w:w="4678"/>
      </w:tblGrid>
      <w:tr w:rsidR="00131B18" w:rsidRPr="00E04749" w:rsidTr="00ED378C">
        <w:trPr>
          <w:trHeight w:val="179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E04749" w:rsidRDefault="00131B18" w:rsidP="008E6A7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04749">
              <w:rPr>
                <w:bCs/>
                <w:sz w:val="28"/>
                <w:szCs w:val="28"/>
              </w:rPr>
              <w:t>Таблица 25</w:t>
            </w:r>
          </w:p>
        </w:tc>
      </w:tr>
      <w:tr w:rsidR="00131B18" w:rsidRPr="009D1067" w:rsidTr="00ED378C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9F7944" w:rsidRDefault="00131B18" w:rsidP="008E6A7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</w:tr>
      <w:tr w:rsidR="00131B18" w:rsidRPr="009D1067" w:rsidTr="00ED378C">
        <w:trPr>
          <w:trHeight w:val="136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9D1067" w:rsidRDefault="00131B18" w:rsidP="008E6A7B">
            <w:pPr>
              <w:jc w:val="center"/>
              <w:rPr>
                <w:b/>
                <w:bCs/>
                <w:sz w:val="28"/>
                <w:szCs w:val="28"/>
              </w:rPr>
            </w:pPr>
            <w:r w:rsidRPr="009D1067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131B18" w:rsidRPr="009D1067" w:rsidRDefault="00131B18" w:rsidP="008E6A7B">
            <w:pPr>
              <w:jc w:val="center"/>
              <w:rPr>
                <w:b/>
                <w:bCs/>
                <w:sz w:val="28"/>
                <w:szCs w:val="28"/>
              </w:rPr>
            </w:pPr>
            <w:r w:rsidRPr="009D1067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9D1067">
              <w:rPr>
                <w:b/>
                <w:sz w:val="28"/>
                <w:szCs w:val="28"/>
              </w:rPr>
              <w:t xml:space="preserve">на </w:t>
            </w:r>
            <w:r w:rsidRPr="009D1067">
              <w:rPr>
                <w:b/>
                <w:bCs/>
                <w:sz w:val="28"/>
                <w:szCs w:val="28"/>
              </w:rPr>
              <w:t>осуществление переданных органам местного самоуправления государственных полномочий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D1067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>
              <w:rPr>
                <w:b/>
                <w:bCs/>
                <w:sz w:val="28"/>
                <w:szCs w:val="28"/>
              </w:rPr>
              <w:t>предоставлению мер социальной поддержки</w:t>
            </w:r>
            <w:r>
              <w:rPr>
                <w:b/>
                <w:bCs/>
                <w:sz w:val="28"/>
                <w:szCs w:val="28"/>
              </w:rPr>
              <w:br/>
              <w:t>молодым специалистам, поступившим на работу в муниципальные</w:t>
            </w:r>
            <w:r>
              <w:rPr>
                <w:b/>
                <w:bCs/>
                <w:sz w:val="28"/>
                <w:szCs w:val="28"/>
              </w:rPr>
              <w:br/>
              <w:t>учреждения муниципальных образований Ульяновской области,</w:t>
            </w:r>
            <w:r>
              <w:rPr>
                <w:b/>
                <w:bCs/>
                <w:sz w:val="28"/>
                <w:szCs w:val="28"/>
              </w:rPr>
              <w:br/>
              <w:t>осуществляющие в качестве основного (уставного) вида деятельности</w:t>
            </w:r>
            <w:r>
              <w:rPr>
                <w:b/>
                <w:bCs/>
                <w:sz w:val="28"/>
                <w:szCs w:val="28"/>
              </w:rPr>
              <w:br/>
              <w:t>деятельность в сфере культуры или архивного дела,</w:t>
            </w:r>
            <w:r w:rsidRPr="009D1067">
              <w:rPr>
                <w:b/>
                <w:bCs/>
                <w:sz w:val="28"/>
                <w:szCs w:val="28"/>
              </w:rPr>
              <w:t xml:space="preserve"> на 2016 год</w:t>
            </w:r>
          </w:p>
        </w:tc>
      </w:tr>
      <w:tr w:rsidR="00131B18" w:rsidRPr="009D1067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9D1067" w:rsidRDefault="00131B18" w:rsidP="008E6A7B">
            <w:pPr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9D1067" w:rsidRDefault="00131B18" w:rsidP="008E6A7B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9D1067" w:rsidRDefault="00131B18" w:rsidP="008E6A7B">
            <w:pPr>
              <w:jc w:val="right"/>
              <w:rPr>
                <w:sz w:val="28"/>
                <w:szCs w:val="28"/>
              </w:rPr>
            </w:pPr>
            <w:r w:rsidRPr="009D1067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9D1067" w:rsidRDefault="00131B18" w:rsidP="008E6A7B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40"/>
        <w:gridCol w:w="4678"/>
      </w:tblGrid>
      <w:tr w:rsidR="00131B18" w:rsidRPr="009D1067" w:rsidTr="00ED378C">
        <w:trPr>
          <w:trHeight w:val="750"/>
          <w:tblHeader/>
        </w:trPr>
        <w:tc>
          <w:tcPr>
            <w:tcW w:w="720" w:type="dxa"/>
            <w:vAlign w:val="center"/>
          </w:tcPr>
          <w:p w:rsidR="00131B18" w:rsidRPr="009D1067" w:rsidRDefault="00131B18" w:rsidP="008E6A7B">
            <w:pPr>
              <w:jc w:val="center"/>
              <w:rPr>
                <w:sz w:val="28"/>
                <w:szCs w:val="28"/>
              </w:rPr>
            </w:pPr>
            <w:r w:rsidRPr="009D1067">
              <w:rPr>
                <w:sz w:val="28"/>
                <w:szCs w:val="28"/>
              </w:rPr>
              <w:t xml:space="preserve">№ </w:t>
            </w:r>
            <w:r w:rsidRPr="009D1067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540" w:type="dxa"/>
            <w:vAlign w:val="center"/>
          </w:tcPr>
          <w:p w:rsidR="00131B18" w:rsidRPr="009D1067" w:rsidRDefault="00131B18" w:rsidP="008E6A7B">
            <w:pPr>
              <w:jc w:val="center"/>
              <w:rPr>
                <w:sz w:val="28"/>
                <w:szCs w:val="28"/>
              </w:rPr>
            </w:pPr>
            <w:r w:rsidRPr="009D1067">
              <w:rPr>
                <w:sz w:val="28"/>
                <w:szCs w:val="28"/>
              </w:rPr>
              <w:t xml:space="preserve">Наименование </w:t>
            </w:r>
          </w:p>
          <w:p w:rsidR="00131B18" w:rsidRPr="009D1067" w:rsidRDefault="00131B18" w:rsidP="008E6A7B">
            <w:pPr>
              <w:jc w:val="center"/>
              <w:rPr>
                <w:sz w:val="28"/>
                <w:szCs w:val="28"/>
              </w:rPr>
            </w:pPr>
            <w:r w:rsidRPr="009D106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131B18" w:rsidRPr="009D1067" w:rsidRDefault="00131B18" w:rsidP="008E6A7B">
            <w:pPr>
              <w:jc w:val="center"/>
              <w:rPr>
                <w:sz w:val="28"/>
                <w:szCs w:val="28"/>
              </w:rPr>
            </w:pPr>
            <w:r w:rsidRPr="009D1067">
              <w:rPr>
                <w:sz w:val="28"/>
                <w:szCs w:val="28"/>
              </w:rPr>
              <w:t>Сумма</w:t>
            </w:r>
          </w:p>
        </w:tc>
      </w:tr>
    </w:tbl>
    <w:p w:rsidR="00131B18" w:rsidRPr="00ED378C" w:rsidRDefault="00131B18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20"/>
        <w:gridCol w:w="4540"/>
        <w:gridCol w:w="4678"/>
      </w:tblGrid>
      <w:tr w:rsidR="00131B18" w:rsidRPr="005436EC" w:rsidTr="00ED378C">
        <w:trPr>
          <w:trHeight w:val="37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41626" w:rsidRDefault="00131B18" w:rsidP="008763AD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41626" w:rsidRDefault="00131B18" w:rsidP="008763AD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41626" w:rsidRDefault="00131B18" w:rsidP="008763AD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3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72,0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69,3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139,6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103,7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97,0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104,0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</w:t>
            </w:r>
            <w:r w:rsidRPr="005436EC">
              <w:rPr>
                <w:sz w:val="28"/>
                <w:szCs w:val="28"/>
              </w:rPr>
              <w:t>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14,0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91,8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52,0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126,5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55,9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68,0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</w:t>
            </w:r>
            <w:r w:rsidRPr="005436EC">
              <w:rPr>
                <w:sz w:val="28"/>
                <w:szCs w:val="28"/>
              </w:rPr>
              <w:t>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60,5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73,9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101,7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b/>
                <w:bCs/>
                <w:sz w:val="28"/>
                <w:szCs w:val="28"/>
              </w:rPr>
            </w:pPr>
            <w:r w:rsidRPr="005436E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b/>
                <w:bCs/>
                <w:sz w:val="28"/>
                <w:szCs w:val="28"/>
              </w:rPr>
            </w:pPr>
            <w:r w:rsidRPr="008E6A7B">
              <w:rPr>
                <w:b/>
                <w:bCs/>
                <w:sz w:val="28"/>
                <w:szCs w:val="28"/>
              </w:rPr>
              <w:t>1229,9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bCs/>
                <w:sz w:val="28"/>
                <w:szCs w:val="28"/>
              </w:rPr>
            </w:pPr>
            <w:r w:rsidRPr="005436EC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bCs/>
                <w:sz w:val="28"/>
                <w:szCs w:val="28"/>
              </w:rPr>
            </w:pPr>
            <w:r w:rsidRPr="008E6A7B">
              <w:rPr>
                <w:bCs/>
                <w:sz w:val="28"/>
                <w:szCs w:val="28"/>
              </w:rPr>
              <w:t>59,0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72,0</w:t>
            </w:r>
          </w:p>
        </w:tc>
      </w:tr>
      <w:tr w:rsidR="00131B18" w:rsidRPr="002865A2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2865A2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2865A2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2865A2" w:rsidRDefault="00131B18" w:rsidP="009F7944">
            <w:pPr>
              <w:spacing w:line="34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  <w:r w:rsidRPr="002865A2">
              <w:rPr>
                <w:bCs/>
                <w:sz w:val="28"/>
                <w:szCs w:val="28"/>
              </w:rPr>
              <w:t>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E6A7B">
              <w:rPr>
                <w:sz w:val="28"/>
                <w:szCs w:val="28"/>
              </w:rPr>
              <w:t>167,5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b/>
                <w:bCs/>
                <w:sz w:val="28"/>
                <w:szCs w:val="28"/>
              </w:rPr>
            </w:pPr>
            <w:r w:rsidRPr="005436E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b/>
                <w:bCs/>
                <w:sz w:val="28"/>
                <w:szCs w:val="28"/>
              </w:rPr>
            </w:pPr>
            <w:r w:rsidRPr="008E6A7B">
              <w:rPr>
                <w:b/>
                <w:bCs/>
                <w:sz w:val="28"/>
                <w:szCs w:val="28"/>
              </w:rPr>
              <w:t>298,5</w:t>
            </w:r>
          </w:p>
        </w:tc>
      </w:tr>
      <w:tr w:rsidR="00131B18" w:rsidRPr="005436EC" w:rsidTr="00ED378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5436EC" w:rsidRDefault="00131B18" w:rsidP="009F7944">
            <w:pPr>
              <w:spacing w:line="348" w:lineRule="auto"/>
              <w:rPr>
                <w:b/>
                <w:bCs/>
                <w:sz w:val="28"/>
                <w:szCs w:val="28"/>
              </w:rPr>
            </w:pPr>
            <w:r w:rsidRPr="005436E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1B18" w:rsidRPr="008E6A7B" w:rsidRDefault="00131B18" w:rsidP="009F7944">
            <w:pPr>
              <w:spacing w:line="348" w:lineRule="auto"/>
              <w:jc w:val="center"/>
              <w:rPr>
                <w:b/>
                <w:bCs/>
                <w:sz w:val="28"/>
                <w:szCs w:val="28"/>
              </w:rPr>
            </w:pPr>
            <w:r w:rsidRPr="008E6A7B">
              <w:rPr>
                <w:b/>
                <w:bCs/>
                <w:sz w:val="28"/>
                <w:szCs w:val="28"/>
              </w:rPr>
              <w:t>1528,4</w:t>
            </w:r>
          </w:p>
        </w:tc>
      </w:tr>
    </w:tbl>
    <w:p w:rsidR="00131B18" w:rsidRPr="009F7944" w:rsidRDefault="00131B18" w:rsidP="009C0D1E">
      <w:pPr>
        <w:pStyle w:val="BodyText"/>
        <w:spacing w:line="360" w:lineRule="auto"/>
        <w:ind w:firstLine="720"/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131B18" w:rsidRPr="00A41626" w:rsidTr="005025CD">
        <w:trPr>
          <w:trHeight w:val="42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A41626" w:rsidRDefault="00131B18" w:rsidP="005025CD">
            <w:pPr>
              <w:jc w:val="right"/>
              <w:rPr>
                <w:bCs/>
                <w:sz w:val="28"/>
                <w:szCs w:val="28"/>
              </w:rPr>
            </w:pPr>
            <w:r w:rsidRPr="00A41626">
              <w:rPr>
                <w:bCs/>
                <w:sz w:val="28"/>
                <w:szCs w:val="28"/>
              </w:rPr>
              <w:t>Таблица 26</w:t>
            </w:r>
          </w:p>
        </w:tc>
      </w:tr>
      <w:tr w:rsidR="00131B18" w:rsidRPr="00A41626" w:rsidTr="005025CD">
        <w:trPr>
          <w:trHeight w:val="103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A41626" w:rsidRDefault="00131B18" w:rsidP="005025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A41626" w:rsidTr="005025CD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A41626" w:rsidRDefault="00131B18" w:rsidP="005025CD">
            <w:pPr>
              <w:jc w:val="center"/>
              <w:rPr>
                <w:b/>
                <w:bCs/>
                <w:sz w:val="28"/>
                <w:szCs w:val="28"/>
              </w:rPr>
            </w:pPr>
            <w:r w:rsidRPr="00A41626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A41626" w:rsidRDefault="00131B18" w:rsidP="00F92FD3">
            <w:pPr>
              <w:jc w:val="center"/>
              <w:rPr>
                <w:b/>
                <w:bCs/>
                <w:sz w:val="28"/>
                <w:szCs w:val="28"/>
              </w:rPr>
            </w:pPr>
            <w:r w:rsidRPr="00A41626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  <w:r w:rsidRPr="00A41626">
              <w:rPr>
                <w:b/>
                <w:bCs/>
                <w:sz w:val="28"/>
                <w:szCs w:val="28"/>
              </w:rPr>
              <w:br/>
              <w:t>органам местного самоуправления государственных полномочий</w:t>
            </w:r>
            <w:r w:rsidRPr="00A41626">
              <w:rPr>
                <w:b/>
                <w:bCs/>
                <w:sz w:val="28"/>
                <w:szCs w:val="28"/>
              </w:rPr>
              <w:br/>
              <w:t xml:space="preserve">Ульяновской области по </w:t>
            </w:r>
            <w:r w:rsidRPr="00A41626">
              <w:rPr>
                <w:b/>
                <w:sz w:val="28"/>
                <w:szCs w:val="28"/>
              </w:rPr>
              <w:t>предоставлению мер социальной поддержки</w:t>
            </w:r>
            <w:r w:rsidRPr="00A41626">
              <w:rPr>
                <w:b/>
                <w:sz w:val="28"/>
                <w:szCs w:val="28"/>
              </w:rPr>
              <w:br/>
              <w:t>молодым специалистам, поступившим на работу в муниципальные</w:t>
            </w:r>
            <w:r w:rsidRPr="00A41626">
              <w:rPr>
                <w:b/>
                <w:sz w:val="28"/>
                <w:szCs w:val="28"/>
              </w:rPr>
              <w:br/>
              <w:t>учреждения муниципальных образований Ульяновской области,</w:t>
            </w:r>
            <w:r w:rsidRPr="00A41626">
              <w:rPr>
                <w:b/>
                <w:sz w:val="28"/>
                <w:szCs w:val="28"/>
              </w:rPr>
              <w:br/>
              <w:t>осуществляющие в качестве основного (уставного) вида деятельности</w:t>
            </w:r>
            <w:r w:rsidRPr="00A41626">
              <w:rPr>
                <w:b/>
                <w:sz w:val="28"/>
                <w:szCs w:val="28"/>
              </w:rPr>
              <w:br/>
              <w:t>образовательную деятельность, н</w:t>
            </w:r>
            <w:r w:rsidRPr="00A41626">
              <w:rPr>
                <w:b/>
                <w:bCs/>
                <w:sz w:val="28"/>
                <w:szCs w:val="28"/>
              </w:rPr>
              <w:t>а 2016 год</w:t>
            </w:r>
          </w:p>
          <w:p w:rsidR="00131B18" w:rsidRPr="00A41626" w:rsidRDefault="00131B18" w:rsidP="00F92F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5025CD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5025CD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5025CD">
            <w:pPr>
              <w:jc w:val="right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A41626" w:rsidRDefault="00131B18" w:rsidP="00F92FD3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131B18" w:rsidRPr="00A41626" w:rsidTr="005025CD">
        <w:trPr>
          <w:trHeight w:val="750"/>
          <w:tblHeader/>
        </w:trPr>
        <w:tc>
          <w:tcPr>
            <w:tcW w:w="594" w:type="dxa"/>
            <w:vAlign w:val="center"/>
          </w:tcPr>
          <w:p w:rsidR="00131B18" w:rsidRPr="00A41626" w:rsidRDefault="00131B18" w:rsidP="005025CD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131B18" w:rsidRPr="00A41626" w:rsidRDefault="00131B18" w:rsidP="005025CD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 xml:space="preserve">Наименование </w:t>
            </w:r>
          </w:p>
          <w:p w:rsidR="00131B18" w:rsidRPr="00A41626" w:rsidRDefault="00131B18" w:rsidP="005025CD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42" w:type="dxa"/>
            <w:vAlign w:val="center"/>
          </w:tcPr>
          <w:p w:rsidR="00131B18" w:rsidRPr="00A41626" w:rsidRDefault="00131B18" w:rsidP="005025CD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Сумма</w:t>
            </w:r>
          </w:p>
        </w:tc>
      </w:tr>
    </w:tbl>
    <w:p w:rsidR="00131B18" w:rsidRPr="00A41626" w:rsidRDefault="00131B18" w:rsidP="00F92FD3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131B18" w:rsidRPr="00A41626" w:rsidTr="00F92FD3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41626" w:rsidRDefault="00131B18" w:rsidP="00F92FD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41626" w:rsidRDefault="00131B18" w:rsidP="00F92FD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A41626" w:rsidRDefault="00131B18" w:rsidP="00F92FD3">
            <w:pPr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3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257,3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466,3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503,5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228,6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790,9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587,8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528,7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753,8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466,2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684,7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613,9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394,5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186,0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428,3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364,4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730,6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405,1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356,1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1439,3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889,8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1402,8</w:t>
            </w:r>
          </w:p>
        </w:tc>
      </w:tr>
      <w:tr w:rsidR="00131B18" w:rsidRPr="00A41626" w:rsidTr="000073E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162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26">
              <w:rPr>
                <w:b/>
                <w:bCs/>
                <w:color w:val="000000"/>
                <w:sz w:val="28"/>
                <w:szCs w:val="28"/>
              </w:rPr>
              <w:t>12478,6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bCs/>
                <w:sz w:val="28"/>
                <w:szCs w:val="28"/>
              </w:rPr>
            </w:pPr>
            <w:r w:rsidRPr="00A41626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611,1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328,3</w:t>
            </w:r>
          </w:p>
        </w:tc>
      </w:tr>
      <w:tr w:rsidR="00131B18" w:rsidRPr="00A41626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626">
              <w:rPr>
                <w:sz w:val="28"/>
                <w:szCs w:val="28"/>
              </w:rPr>
              <w:t>8385,3</w:t>
            </w:r>
          </w:p>
        </w:tc>
      </w:tr>
      <w:tr w:rsidR="00131B18" w:rsidRPr="00A41626" w:rsidTr="000073E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1626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A41626" w:rsidRDefault="00131B18" w:rsidP="00A41626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41626">
              <w:rPr>
                <w:b/>
                <w:color w:val="000000"/>
                <w:sz w:val="28"/>
                <w:szCs w:val="28"/>
              </w:rPr>
              <w:t>9324,7</w:t>
            </w:r>
          </w:p>
        </w:tc>
      </w:tr>
      <w:tr w:rsidR="00131B18" w:rsidRPr="00D009D3" w:rsidTr="000073E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A41626" w:rsidRDefault="00131B18" w:rsidP="00A4162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1626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622BBF" w:rsidRDefault="00131B18" w:rsidP="00A41626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41626">
              <w:rPr>
                <w:b/>
                <w:color w:val="000000"/>
                <w:sz w:val="28"/>
                <w:szCs w:val="28"/>
              </w:rPr>
              <w:t>21803,3</w:t>
            </w:r>
          </w:p>
        </w:tc>
      </w:tr>
    </w:tbl>
    <w:p w:rsidR="00131B18" w:rsidRPr="00D009D3" w:rsidRDefault="00131B18" w:rsidP="00CD39A4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20"/>
        <w:gridCol w:w="4540"/>
        <w:gridCol w:w="4536"/>
      </w:tblGrid>
      <w:tr w:rsidR="00131B18" w:rsidRPr="00362111" w:rsidTr="00DB7B64">
        <w:trPr>
          <w:trHeight w:val="179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362111" w:rsidRDefault="00131B18" w:rsidP="00362111">
            <w:pPr>
              <w:jc w:val="right"/>
              <w:rPr>
                <w:bCs/>
                <w:sz w:val="28"/>
                <w:szCs w:val="28"/>
              </w:rPr>
            </w:pPr>
            <w:r w:rsidRPr="00362111">
              <w:rPr>
                <w:bCs/>
                <w:sz w:val="28"/>
                <w:szCs w:val="28"/>
              </w:rPr>
              <w:t>Таблица 27</w:t>
            </w:r>
          </w:p>
        </w:tc>
      </w:tr>
      <w:tr w:rsidR="00131B18" w:rsidRPr="00362111" w:rsidTr="00DB7B64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362111" w:rsidRDefault="00131B18" w:rsidP="00DB7B6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362111" w:rsidTr="00DB7B64">
        <w:trPr>
          <w:trHeight w:val="136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362111" w:rsidRDefault="00131B18" w:rsidP="00E03DC0">
            <w:pPr>
              <w:jc w:val="center"/>
              <w:rPr>
                <w:b/>
                <w:bCs/>
                <w:sz w:val="28"/>
                <w:szCs w:val="28"/>
              </w:rPr>
            </w:pPr>
            <w:r w:rsidRPr="00362111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  <w:r w:rsidRPr="00362111">
              <w:rPr>
                <w:b/>
                <w:bCs/>
                <w:sz w:val="28"/>
                <w:szCs w:val="28"/>
              </w:rPr>
              <w:br/>
              <w:t xml:space="preserve">Ульяновской области </w:t>
            </w:r>
            <w:r w:rsidRPr="00362111">
              <w:rPr>
                <w:b/>
                <w:sz w:val="28"/>
                <w:szCs w:val="28"/>
              </w:rPr>
              <w:t xml:space="preserve">на </w:t>
            </w:r>
            <w:r w:rsidRPr="00362111">
              <w:rPr>
                <w:b/>
                <w:bCs/>
                <w:sz w:val="28"/>
                <w:szCs w:val="28"/>
              </w:rPr>
              <w:t>осуществление переданных органам местного самоуправления государственных полномочий Ульяновской области</w:t>
            </w:r>
            <w:r w:rsidRPr="00362111">
              <w:rPr>
                <w:b/>
                <w:bCs/>
                <w:sz w:val="28"/>
                <w:szCs w:val="28"/>
              </w:rPr>
              <w:br/>
              <w:t>по предоставлению мер социальной поддержки молодым специалистам, поступившим на работу в муниципальные учреждения</w:t>
            </w:r>
            <w:r w:rsidRPr="00362111">
              <w:rPr>
                <w:b/>
                <w:bCs/>
                <w:sz w:val="28"/>
                <w:szCs w:val="28"/>
              </w:rPr>
              <w:br/>
              <w:t>муниципальных образований Ульяновской области, осуществляющие</w:t>
            </w:r>
            <w:r w:rsidRPr="00362111">
              <w:rPr>
                <w:b/>
                <w:bCs/>
                <w:sz w:val="28"/>
                <w:szCs w:val="28"/>
              </w:rPr>
              <w:br/>
              <w:t>в качестве основного (уставного) вида деятельности деятельность</w:t>
            </w:r>
            <w:r w:rsidRPr="00362111">
              <w:rPr>
                <w:b/>
                <w:bCs/>
                <w:sz w:val="28"/>
                <w:szCs w:val="28"/>
              </w:rPr>
              <w:br/>
              <w:t>в сфере физической культуры и спорта, на 2016 год</w:t>
            </w:r>
          </w:p>
          <w:p w:rsidR="00131B18" w:rsidRPr="00362111" w:rsidRDefault="00131B18" w:rsidP="00E03D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362111" w:rsidTr="00DB7B64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DB7B64">
            <w:pPr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DB7B64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DB7B64">
            <w:pPr>
              <w:jc w:val="right"/>
              <w:rPr>
                <w:sz w:val="28"/>
                <w:szCs w:val="28"/>
              </w:rPr>
            </w:pPr>
            <w:r w:rsidRPr="00362111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362111" w:rsidRDefault="00131B18" w:rsidP="00CD39A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40"/>
        <w:gridCol w:w="4536"/>
      </w:tblGrid>
      <w:tr w:rsidR="00131B18" w:rsidRPr="00362111" w:rsidTr="00DB7B64">
        <w:trPr>
          <w:trHeight w:val="750"/>
          <w:tblHeader/>
        </w:trPr>
        <w:tc>
          <w:tcPr>
            <w:tcW w:w="720" w:type="dxa"/>
            <w:vAlign w:val="center"/>
          </w:tcPr>
          <w:p w:rsidR="00131B18" w:rsidRPr="00362111" w:rsidRDefault="00131B18" w:rsidP="00DB7B64">
            <w:pPr>
              <w:jc w:val="center"/>
              <w:rPr>
                <w:sz w:val="28"/>
                <w:szCs w:val="28"/>
              </w:rPr>
            </w:pPr>
            <w:r w:rsidRPr="00362111">
              <w:rPr>
                <w:sz w:val="28"/>
                <w:szCs w:val="28"/>
              </w:rPr>
              <w:t xml:space="preserve">№ </w:t>
            </w:r>
            <w:r w:rsidRPr="0036211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540" w:type="dxa"/>
            <w:vAlign w:val="center"/>
          </w:tcPr>
          <w:p w:rsidR="00131B18" w:rsidRPr="00362111" w:rsidRDefault="00131B18" w:rsidP="00DB7B64">
            <w:pPr>
              <w:jc w:val="center"/>
              <w:rPr>
                <w:sz w:val="28"/>
                <w:szCs w:val="28"/>
              </w:rPr>
            </w:pPr>
            <w:r w:rsidRPr="00362111">
              <w:rPr>
                <w:sz w:val="28"/>
                <w:szCs w:val="28"/>
              </w:rPr>
              <w:t xml:space="preserve">Наименование </w:t>
            </w:r>
          </w:p>
          <w:p w:rsidR="00131B18" w:rsidRPr="00362111" w:rsidRDefault="00131B18" w:rsidP="00DB7B64">
            <w:pPr>
              <w:jc w:val="center"/>
              <w:rPr>
                <w:sz w:val="28"/>
                <w:szCs w:val="28"/>
              </w:rPr>
            </w:pPr>
            <w:r w:rsidRPr="0036211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131B18" w:rsidRPr="00362111" w:rsidRDefault="00131B18" w:rsidP="00DB7B64">
            <w:pPr>
              <w:jc w:val="center"/>
              <w:rPr>
                <w:sz w:val="28"/>
                <w:szCs w:val="28"/>
              </w:rPr>
            </w:pPr>
            <w:r w:rsidRPr="00362111">
              <w:rPr>
                <w:sz w:val="28"/>
                <w:szCs w:val="28"/>
              </w:rPr>
              <w:t>Сумма</w:t>
            </w:r>
          </w:p>
        </w:tc>
      </w:tr>
      <w:tr w:rsidR="00131B18" w:rsidRPr="00362111" w:rsidTr="00DB7B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CD39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2111">
              <w:rPr>
                <w:sz w:val="28"/>
                <w:szCs w:val="28"/>
              </w:rPr>
              <w:t>1.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DB7B64">
            <w:pPr>
              <w:spacing w:line="360" w:lineRule="auto"/>
              <w:rPr>
                <w:bCs/>
                <w:sz w:val="28"/>
                <w:szCs w:val="28"/>
              </w:rPr>
            </w:pPr>
            <w:r w:rsidRPr="00362111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DB7B6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62111">
              <w:rPr>
                <w:bCs/>
                <w:sz w:val="28"/>
                <w:szCs w:val="28"/>
              </w:rPr>
              <w:t>48,0</w:t>
            </w:r>
          </w:p>
        </w:tc>
      </w:tr>
      <w:tr w:rsidR="00131B18" w:rsidRPr="00362111" w:rsidTr="00DB7B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2111">
              <w:rPr>
                <w:sz w:val="28"/>
                <w:szCs w:val="28"/>
              </w:rPr>
              <w:t>2.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DB7B64">
            <w:pPr>
              <w:spacing w:line="360" w:lineRule="auto"/>
              <w:rPr>
                <w:bCs/>
                <w:sz w:val="28"/>
                <w:szCs w:val="28"/>
              </w:rPr>
            </w:pPr>
            <w:r w:rsidRPr="00362111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DB7B6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62111">
              <w:rPr>
                <w:bCs/>
                <w:sz w:val="28"/>
                <w:szCs w:val="28"/>
              </w:rPr>
              <w:t>114,0</w:t>
            </w:r>
          </w:p>
        </w:tc>
      </w:tr>
      <w:tr w:rsidR="00131B18" w:rsidRPr="00D009D3" w:rsidTr="00DB7B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DB7B6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A274C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62111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62111" w:rsidRDefault="00131B18" w:rsidP="00DB7B6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62111">
              <w:rPr>
                <w:b/>
                <w:bCs/>
                <w:sz w:val="28"/>
                <w:szCs w:val="28"/>
              </w:rPr>
              <w:t>162,0</w:t>
            </w:r>
          </w:p>
        </w:tc>
      </w:tr>
    </w:tbl>
    <w:p w:rsidR="00131B18" w:rsidRDefault="00131B18" w:rsidP="00A0471D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131B18" w:rsidRDefault="00131B18" w:rsidP="00A0471D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131B18" w:rsidRDefault="00131B18" w:rsidP="00A0471D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131B18" w:rsidRDefault="00131B18" w:rsidP="00A0471D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131B18" w:rsidRDefault="00131B18" w:rsidP="00A0471D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131B18" w:rsidRDefault="00131B18" w:rsidP="00A0471D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131B18" w:rsidRPr="006519EC" w:rsidRDefault="00131B18" w:rsidP="00A0471D">
      <w:pPr>
        <w:pStyle w:val="BodyText"/>
        <w:spacing w:line="360" w:lineRule="auto"/>
        <w:ind w:firstLine="709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131B18" w:rsidRPr="00B279DD" w:rsidTr="00D85451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B279DD" w:rsidRDefault="00131B18" w:rsidP="00D85451">
            <w:pPr>
              <w:jc w:val="right"/>
              <w:rPr>
                <w:bCs/>
                <w:sz w:val="28"/>
                <w:szCs w:val="28"/>
              </w:rPr>
            </w:pPr>
            <w:r w:rsidRPr="00BB5790">
              <w:rPr>
                <w:bCs/>
                <w:sz w:val="28"/>
                <w:szCs w:val="28"/>
              </w:rPr>
              <w:t>Таблица 28</w:t>
            </w:r>
          </w:p>
        </w:tc>
      </w:tr>
      <w:tr w:rsidR="00131B18" w:rsidRPr="00B279DD" w:rsidTr="00D85451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B279DD" w:rsidRDefault="00131B18" w:rsidP="00D854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B279DD" w:rsidTr="00D85451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B279DD" w:rsidRDefault="00131B18" w:rsidP="00D85451">
            <w:pPr>
              <w:jc w:val="center"/>
              <w:rPr>
                <w:b/>
                <w:bCs/>
                <w:sz w:val="28"/>
                <w:szCs w:val="28"/>
              </w:rPr>
            </w:pPr>
            <w:r w:rsidRPr="00B279DD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B279DD" w:rsidRDefault="00131B18" w:rsidP="00D85451">
            <w:pPr>
              <w:jc w:val="center"/>
              <w:rPr>
                <w:b/>
                <w:bCs/>
                <w:sz w:val="28"/>
                <w:szCs w:val="28"/>
              </w:rPr>
            </w:pPr>
            <w:r w:rsidRPr="00B279DD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131B18" w:rsidRPr="00B279DD" w:rsidRDefault="00131B18" w:rsidP="00D85451">
            <w:pPr>
              <w:jc w:val="center"/>
              <w:rPr>
                <w:b/>
                <w:bCs/>
                <w:sz w:val="28"/>
                <w:szCs w:val="28"/>
              </w:rPr>
            </w:pPr>
            <w:r w:rsidRPr="00B279DD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131B18" w:rsidRPr="00B279DD" w:rsidRDefault="00131B18" w:rsidP="00D85451">
            <w:pPr>
              <w:jc w:val="center"/>
              <w:rPr>
                <w:b/>
                <w:bCs/>
                <w:sz w:val="28"/>
                <w:szCs w:val="28"/>
              </w:rPr>
            </w:pPr>
            <w:r w:rsidRPr="00B279DD">
              <w:rPr>
                <w:b/>
                <w:bCs/>
                <w:sz w:val="28"/>
                <w:szCs w:val="28"/>
              </w:rPr>
              <w:t>Ульяновской области в сфере организации отлова и содержания</w:t>
            </w:r>
            <w:r>
              <w:rPr>
                <w:b/>
                <w:bCs/>
                <w:sz w:val="28"/>
                <w:szCs w:val="28"/>
              </w:rPr>
              <w:br/>
              <w:t>безнадзорных домашних животных</w:t>
            </w:r>
            <w:r w:rsidRPr="00B279DD">
              <w:rPr>
                <w:b/>
                <w:bCs/>
                <w:sz w:val="28"/>
                <w:szCs w:val="28"/>
              </w:rPr>
              <w:t xml:space="preserve"> на 2016 год</w:t>
            </w:r>
          </w:p>
          <w:p w:rsidR="00131B18" w:rsidRPr="00B279DD" w:rsidRDefault="00131B18" w:rsidP="00D854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B279DD" w:rsidTr="00D8545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279DD" w:rsidRDefault="00131B18" w:rsidP="00D85451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279DD" w:rsidRDefault="00131B18" w:rsidP="00D85451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279DD" w:rsidRDefault="00131B18" w:rsidP="00D85451">
            <w:pPr>
              <w:jc w:val="right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B279DD" w:rsidRDefault="00131B18" w:rsidP="00A0471D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131B18" w:rsidRPr="00B279DD" w:rsidTr="00D85451">
        <w:trPr>
          <w:trHeight w:val="750"/>
          <w:tblHeader/>
        </w:trPr>
        <w:tc>
          <w:tcPr>
            <w:tcW w:w="594" w:type="dxa"/>
            <w:vAlign w:val="center"/>
          </w:tcPr>
          <w:p w:rsidR="00131B18" w:rsidRPr="00B279DD" w:rsidRDefault="00131B18" w:rsidP="00D85451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131B18" w:rsidRPr="00B279DD" w:rsidRDefault="00131B18" w:rsidP="00D85451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Наименование</w:t>
            </w:r>
            <w:r w:rsidRPr="00B279DD">
              <w:rPr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131B18" w:rsidRPr="00B279DD" w:rsidRDefault="00131B18" w:rsidP="00D85451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Сумма</w:t>
            </w:r>
          </w:p>
        </w:tc>
      </w:tr>
    </w:tbl>
    <w:p w:rsidR="00131B18" w:rsidRPr="00B279DD" w:rsidRDefault="00131B18" w:rsidP="00A0471D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15"/>
        <w:gridCol w:w="567"/>
        <w:gridCol w:w="12"/>
        <w:gridCol w:w="4660"/>
        <w:gridCol w:w="6"/>
        <w:gridCol w:w="4678"/>
      </w:tblGrid>
      <w:tr w:rsidR="00131B18" w:rsidRPr="006519EC" w:rsidTr="00D85451">
        <w:trPr>
          <w:trHeight w:val="375"/>
          <w:tblHeader/>
        </w:trPr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1B18" w:rsidRPr="00B279DD" w:rsidRDefault="00131B18" w:rsidP="00D85451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1B18" w:rsidRPr="00B279DD" w:rsidRDefault="00131B18" w:rsidP="00D85451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1B18" w:rsidRPr="00B279DD" w:rsidRDefault="00131B18" w:rsidP="00D85451">
            <w:pPr>
              <w:jc w:val="center"/>
              <w:rPr>
                <w:sz w:val="28"/>
                <w:szCs w:val="28"/>
              </w:rPr>
            </w:pPr>
            <w:r w:rsidRPr="00B279DD">
              <w:rPr>
                <w:sz w:val="28"/>
                <w:szCs w:val="28"/>
              </w:rPr>
              <w:t>3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25,0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150,0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62,5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154,0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189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425,0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175,0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137,5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62,5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62,5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162,5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62,5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162,5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75,0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375,0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100,0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500,0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58EE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558EE">
              <w:rPr>
                <w:b/>
                <w:sz w:val="28"/>
                <w:szCs w:val="28"/>
              </w:rPr>
              <w:t>3191,5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bCs/>
                <w:sz w:val="28"/>
                <w:szCs w:val="28"/>
              </w:rPr>
            </w:pPr>
            <w:r w:rsidRPr="00E558EE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A0471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276,6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bCs/>
                <w:sz w:val="28"/>
                <w:szCs w:val="28"/>
              </w:rPr>
            </w:pPr>
            <w:r w:rsidRPr="00E558EE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112,5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bCs/>
                <w:sz w:val="28"/>
                <w:szCs w:val="28"/>
              </w:rPr>
            </w:pPr>
            <w:r w:rsidRPr="00E558EE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8EE">
              <w:rPr>
                <w:sz w:val="28"/>
                <w:szCs w:val="28"/>
              </w:rPr>
              <w:t>3100,0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58EE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A047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558EE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489,1</w:t>
            </w:r>
          </w:p>
        </w:tc>
      </w:tr>
      <w:tr w:rsidR="00131B18" w:rsidRPr="00241896" w:rsidTr="00D85451">
        <w:tblPrEx>
          <w:tblLook w:val="00A0"/>
        </w:tblPrEx>
        <w:trPr>
          <w:gridBefore w:val="1"/>
          <w:wBefore w:w="15" w:type="dxa"/>
          <w:trHeight w:val="375"/>
        </w:trPr>
        <w:tc>
          <w:tcPr>
            <w:tcW w:w="567" w:type="dxa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noWrap/>
            <w:vAlign w:val="center"/>
          </w:tcPr>
          <w:p w:rsidR="00131B18" w:rsidRPr="00E558EE" w:rsidRDefault="00131B18" w:rsidP="00D854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58EE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noWrap/>
            <w:vAlign w:val="bottom"/>
          </w:tcPr>
          <w:p w:rsidR="00131B18" w:rsidRPr="00E558EE" w:rsidRDefault="00131B18" w:rsidP="00D8545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0471D">
              <w:rPr>
                <w:b/>
                <w:bCs/>
                <w:sz w:val="28"/>
                <w:szCs w:val="28"/>
              </w:rPr>
              <w:t>7680,6</w:t>
            </w:r>
          </w:p>
        </w:tc>
      </w:tr>
    </w:tbl>
    <w:p w:rsidR="00131B18" w:rsidRPr="00D009D3" w:rsidRDefault="00131B18" w:rsidP="00D85451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915" w:type="dxa"/>
        <w:tblInd w:w="93" w:type="dxa"/>
        <w:tblLook w:val="0000"/>
      </w:tblPr>
      <w:tblGrid>
        <w:gridCol w:w="735"/>
        <w:gridCol w:w="4680"/>
        <w:gridCol w:w="4500"/>
      </w:tblGrid>
      <w:tr w:rsidR="00131B18" w:rsidRPr="00D85451" w:rsidTr="00D85451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D85451" w:rsidRDefault="00131B18" w:rsidP="00D85451">
            <w:pPr>
              <w:jc w:val="right"/>
              <w:rPr>
                <w:sz w:val="28"/>
                <w:szCs w:val="28"/>
              </w:rPr>
            </w:pPr>
            <w:r w:rsidRPr="00D85451">
              <w:rPr>
                <w:sz w:val="28"/>
                <w:szCs w:val="28"/>
              </w:rPr>
              <w:t xml:space="preserve">Таблица </w:t>
            </w:r>
            <w:r>
              <w:rPr>
                <w:sz w:val="28"/>
                <w:szCs w:val="28"/>
              </w:rPr>
              <w:t>29</w:t>
            </w:r>
          </w:p>
          <w:p w:rsidR="00131B18" w:rsidRPr="00D85451" w:rsidRDefault="00131B18" w:rsidP="00D85451">
            <w:pPr>
              <w:jc w:val="right"/>
              <w:rPr>
                <w:sz w:val="28"/>
                <w:szCs w:val="28"/>
              </w:rPr>
            </w:pPr>
          </w:p>
        </w:tc>
      </w:tr>
      <w:tr w:rsidR="00131B18" w:rsidRPr="00D85451" w:rsidTr="00D85451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D85451" w:rsidRDefault="00131B18" w:rsidP="00560294">
            <w:pPr>
              <w:jc w:val="center"/>
              <w:rPr>
                <w:b/>
                <w:bCs/>
                <w:sz w:val="28"/>
                <w:szCs w:val="28"/>
              </w:rPr>
            </w:pPr>
            <w:r w:rsidRPr="00D444C0">
              <w:rPr>
                <w:b/>
                <w:bCs/>
                <w:sz w:val="28"/>
                <w:szCs w:val="28"/>
              </w:rPr>
              <w:t xml:space="preserve">Распределение субвенций бюджетам городских округов Ульяновской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444C0">
              <w:rPr>
                <w:b/>
                <w:bCs/>
                <w:sz w:val="28"/>
                <w:szCs w:val="28"/>
              </w:rPr>
              <w:t xml:space="preserve">области </w:t>
            </w:r>
            <w:r w:rsidRPr="00D444C0">
              <w:rPr>
                <w:b/>
                <w:sz w:val="28"/>
                <w:szCs w:val="28"/>
              </w:rPr>
              <w:t xml:space="preserve">на </w:t>
            </w:r>
            <w:r w:rsidRPr="00D444C0">
              <w:rPr>
                <w:b/>
                <w:bCs/>
                <w:sz w:val="28"/>
                <w:szCs w:val="28"/>
              </w:rPr>
              <w:t xml:space="preserve">финансовое обеспечение расходного обязательства, связанного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444C0">
              <w:rPr>
                <w:b/>
                <w:bCs/>
                <w:sz w:val="28"/>
                <w:szCs w:val="28"/>
              </w:rPr>
              <w:t xml:space="preserve">с определением перечня должностных лиц органов местного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444C0">
              <w:rPr>
                <w:b/>
                <w:bCs/>
                <w:sz w:val="28"/>
                <w:szCs w:val="28"/>
              </w:rPr>
              <w:t xml:space="preserve">самоуправления, уполномоченных составлять протоколы об отдельных административных правонарушениях, предусмотренных </w:t>
            </w:r>
            <w:hyperlink r:id="rId11" w:history="1">
              <w:r w:rsidRPr="00D444C0">
                <w:rPr>
                  <w:b/>
                  <w:bCs/>
                  <w:sz w:val="28"/>
                  <w:szCs w:val="28"/>
                </w:rPr>
                <w:t>Кодексом</w:t>
              </w:r>
            </w:hyperlink>
            <w:r w:rsidRPr="00D444C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444C0">
              <w:rPr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444C0">
              <w:rPr>
                <w:b/>
                <w:bCs/>
                <w:sz w:val="28"/>
                <w:szCs w:val="28"/>
              </w:rPr>
              <w:t>об административных правонарушениях, на 2016 год</w:t>
            </w:r>
          </w:p>
        </w:tc>
      </w:tr>
      <w:tr w:rsidR="00131B18" w:rsidRPr="00D009D3" w:rsidTr="00D85451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D85451" w:rsidRDefault="00131B18" w:rsidP="00D8545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D85451" w:rsidRDefault="00131B18" w:rsidP="00D85451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D85451" w:rsidRDefault="00131B18" w:rsidP="00D85451">
            <w:pPr>
              <w:jc w:val="right"/>
              <w:rPr>
                <w:sz w:val="28"/>
                <w:szCs w:val="28"/>
              </w:rPr>
            </w:pPr>
            <w:r w:rsidRPr="00D85451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D009D3" w:rsidRDefault="00131B18" w:rsidP="00D85451">
      <w:pPr>
        <w:pStyle w:val="BodyText"/>
        <w:ind w:firstLine="720"/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40"/>
        <w:gridCol w:w="4678"/>
      </w:tblGrid>
      <w:tr w:rsidR="00131B18" w:rsidRPr="00D85451" w:rsidTr="00D85451">
        <w:trPr>
          <w:trHeight w:val="750"/>
          <w:tblHeader/>
        </w:trPr>
        <w:tc>
          <w:tcPr>
            <w:tcW w:w="720" w:type="dxa"/>
            <w:vAlign w:val="center"/>
          </w:tcPr>
          <w:p w:rsidR="00131B18" w:rsidRPr="00D85451" w:rsidRDefault="00131B18" w:rsidP="00D85451">
            <w:pPr>
              <w:jc w:val="center"/>
              <w:rPr>
                <w:sz w:val="28"/>
                <w:szCs w:val="28"/>
              </w:rPr>
            </w:pPr>
            <w:r w:rsidRPr="00D85451">
              <w:rPr>
                <w:sz w:val="28"/>
                <w:szCs w:val="28"/>
              </w:rPr>
              <w:t xml:space="preserve">№ </w:t>
            </w:r>
            <w:r w:rsidRPr="00D8545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540" w:type="dxa"/>
            <w:vAlign w:val="center"/>
          </w:tcPr>
          <w:p w:rsidR="00131B18" w:rsidRPr="00D85451" w:rsidRDefault="00131B18" w:rsidP="00D85451">
            <w:pPr>
              <w:jc w:val="center"/>
              <w:rPr>
                <w:sz w:val="28"/>
                <w:szCs w:val="28"/>
              </w:rPr>
            </w:pPr>
            <w:r w:rsidRPr="00D85451">
              <w:rPr>
                <w:sz w:val="28"/>
                <w:szCs w:val="28"/>
              </w:rPr>
              <w:t xml:space="preserve">Наименование </w:t>
            </w:r>
          </w:p>
          <w:p w:rsidR="00131B18" w:rsidRPr="00D85451" w:rsidRDefault="00131B18" w:rsidP="00D85451">
            <w:pPr>
              <w:jc w:val="center"/>
              <w:rPr>
                <w:sz w:val="28"/>
                <w:szCs w:val="28"/>
              </w:rPr>
            </w:pPr>
            <w:r w:rsidRPr="00D8545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131B18" w:rsidRPr="00D85451" w:rsidRDefault="00131B18" w:rsidP="00D85451">
            <w:pPr>
              <w:jc w:val="center"/>
              <w:rPr>
                <w:sz w:val="28"/>
                <w:szCs w:val="28"/>
              </w:rPr>
            </w:pPr>
            <w:r w:rsidRPr="00D85451">
              <w:rPr>
                <w:sz w:val="28"/>
                <w:szCs w:val="28"/>
              </w:rPr>
              <w:t>Сумма</w:t>
            </w:r>
          </w:p>
        </w:tc>
      </w:tr>
      <w:tr w:rsidR="00131B18" w:rsidRPr="00D85451" w:rsidTr="00A51A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D85451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5451">
              <w:rPr>
                <w:sz w:val="28"/>
                <w:szCs w:val="28"/>
              </w:rPr>
              <w:t>1.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E558EE" w:rsidRDefault="00131B18" w:rsidP="00A51A47">
            <w:pPr>
              <w:spacing w:line="360" w:lineRule="auto"/>
              <w:rPr>
                <w:bCs/>
                <w:sz w:val="28"/>
                <w:szCs w:val="28"/>
              </w:rPr>
            </w:pPr>
            <w:r w:rsidRPr="00E558EE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E558EE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23,04</w:t>
            </w:r>
          </w:p>
        </w:tc>
      </w:tr>
      <w:tr w:rsidR="00131B18" w:rsidRPr="00D009D3" w:rsidTr="00D854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D85451" w:rsidRDefault="00131B18" w:rsidP="00D8545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D85451" w:rsidRDefault="00131B18" w:rsidP="00D854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85451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D85451" w:rsidRDefault="00131B18" w:rsidP="00D854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23,04</w:t>
            </w:r>
            <w:r>
              <w:rPr>
                <w:bCs/>
                <w:sz w:val="28"/>
                <w:szCs w:val="28"/>
              </w:rPr>
              <w:t>»</w:t>
            </w:r>
            <w:r w:rsidRPr="00560294">
              <w:rPr>
                <w:bCs/>
                <w:sz w:val="28"/>
                <w:szCs w:val="28"/>
              </w:rPr>
              <w:t>;</w:t>
            </w:r>
          </w:p>
        </w:tc>
      </w:tr>
    </w:tbl>
    <w:p w:rsidR="00131B18" w:rsidRPr="00BB5790" w:rsidRDefault="00131B18" w:rsidP="00EA4D2B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д</w:t>
      </w:r>
      <w:r w:rsidRPr="00BB5790">
        <w:rPr>
          <w:szCs w:val="28"/>
        </w:rPr>
        <w:t>) таблицы 32 и 33 изложить в следующей редакции:</w:t>
      </w:r>
    </w:p>
    <w:tbl>
      <w:tblPr>
        <w:tblW w:w="9923" w:type="dxa"/>
        <w:tblInd w:w="108" w:type="dxa"/>
        <w:tblLook w:val="0000"/>
      </w:tblPr>
      <w:tblGrid>
        <w:gridCol w:w="658"/>
        <w:gridCol w:w="42"/>
        <w:gridCol w:w="4265"/>
        <w:gridCol w:w="455"/>
        <w:gridCol w:w="4503"/>
      </w:tblGrid>
      <w:tr w:rsidR="00131B18" w:rsidRPr="00B307D9" w:rsidTr="00382328">
        <w:trPr>
          <w:trHeight w:val="157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B307D9" w:rsidRDefault="00131B18" w:rsidP="003823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307D9">
              <w:rPr>
                <w:bCs/>
                <w:sz w:val="28"/>
                <w:szCs w:val="28"/>
              </w:rPr>
              <w:t>Таблица 3</w:t>
            </w:r>
            <w:r>
              <w:rPr>
                <w:bCs/>
                <w:sz w:val="28"/>
                <w:szCs w:val="28"/>
              </w:rPr>
              <w:t>2</w:t>
            </w:r>
          </w:p>
          <w:p w:rsidR="00131B18" w:rsidRPr="00B307D9" w:rsidRDefault="00131B18" w:rsidP="0038232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B307D9" w:rsidTr="00382328">
        <w:trPr>
          <w:trHeight w:val="1553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B307D9" w:rsidRDefault="00131B18" w:rsidP="00CA451A">
            <w:pPr>
              <w:jc w:val="center"/>
              <w:rPr>
                <w:b/>
                <w:bCs/>
                <w:sz w:val="28"/>
                <w:szCs w:val="28"/>
              </w:rPr>
            </w:pPr>
            <w:r w:rsidRPr="00CA451A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A451A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финансовое обеспечение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A451A">
              <w:rPr>
                <w:b/>
                <w:bCs/>
                <w:sz w:val="28"/>
                <w:szCs w:val="28"/>
              </w:rPr>
              <w:t xml:space="preserve">расходного обязательства, связанного с установлением нормативов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A451A">
              <w:rPr>
                <w:b/>
                <w:bCs/>
                <w:sz w:val="28"/>
                <w:szCs w:val="28"/>
              </w:rPr>
              <w:t>потребления населением твёрдого топлива, на 2016 год</w:t>
            </w:r>
          </w:p>
        </w:tc>
      </w:tr>
      <w:tr w:rsidR="00131B18" w:rsidRPr="00B307D9" w:rsidTr="00382328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1B18" w:rsidRPr="00B307D9" w:rsidRDefault="00131B18" w:rsidP="00382328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1B18" w:rsidRPr="00B307D9" w:rsidRDefault="00131B18" w:rsidP="00382328">
            <w:pPr>
              <w:rPr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1B18" w:rsidRPr="00B307D9" w:rsidRDefault="00131B18" w:rsidP="00382328">
            <w:pPr>
              <w:jc w:val="right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тыс. руб.</w:t>
            </w:r>
          </w:p>
        </w:tc>
      </w:tr>
      <w:tr w:rsidR="00131B18" w:rsidRPr="00B307D9" w:rsidTr="0038232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131B18" w:rsidRPr="00B307D9" w:rsidRDefault="00131B18" w:rsidP="00382328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131B18" w:rsidRPr="00B307D9" w:rsidRDefault="00131B18" w:rsidP="00382328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 xml:space="preserve">Наименование </w:t>
            </w:r>
          </w:p>
          <w:p w:rsidR="00131B18" w:rsidRPr="00B307D9" w:rsidRDefault="00131B18" w:rsidP="00382328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58" w:type="dxa"/>
            <w:gridSpan w:val="2"/>
            <w:tcBorders>
              <w:bottom w:val="nil"/>
            </w:tcBorders>
            <w:vAlign w:val="center"/>
          </w:tcPr>
          <w:p w:rsidR="00131B18" w:rsidRPr="00B307D9" w:rsidRDefault="00131B18" w:rsidP="00382328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Сумма</w:t>
            </w:r>
          </w:p>
        </w:tc>
      </w:tr>
    </w:tbl>
    <w:p w:rsidR="00131B18" w:rsidRPr="00B307D9" w:rsidRDefault="00131B18" w:rsidP="00CA451A">
      <w:pPr>
        <w:rPr>
          <w:sz w:val="2"/>
          <w:szCs w:val="2"/>
        </w:rPr>
      </w:pPr>
    </w:p>
    <w:tbl>
      <w:tblPr>
        <w:tblW w:w="9923" w:type="dxa"/>
        <w:tblInd w:w="108" w:type="dxa"/>
        <w:tblLook w:val="00A0"/>
      </w:tblPr>
      <w:tblGrid>
        <w:gridCol w:w="658"/>
        <w:gridCol w:w="4307"/>
        <w:gridCol w:w="4958"/>
      </w:tblGrid>
      <w:tr w:rsidR="00131B18" w:rsidRPr="00B307D9" w:rsidTr="00382328">
        <w:trPr>
          <w:trHeight w:val="375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B307D9" w:rsidRDefault="00131B18" w:rsidP="00382328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B307D9" w:rsidRDefault="00131B18" w:rsidP="00382328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B307D9" w:rsidRDefault="00131B18" w:rsidP="00382328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3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Базарносызганский район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Барышский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Вешкаймский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4.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Инзенский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5.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Карсунский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6.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Кузоватовский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189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7.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Майнский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8.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Мелекесский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9.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Николаевский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10.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Новомалыклинский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11.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Новоспасский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12.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Радищевский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13.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Сенгилеевский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14.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Старокулаткинский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15.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Старомайнский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16.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Сурский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17.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Тереньгульский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18.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Цильнинский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19.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Чердаклинский район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9,0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b/>
                <w:sz w:val="28"/>
                <w:szCs w:val="28"/>
                <w:lang w:eastAsia="ar-SA"/>
              </w:rPr>
              <w:t>Итого по районам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b/>
                <w:sz w:val="28"/>
                <w:szCs w:val="28"/>
                <w:lang w:eastAsia="ar-SA"/>
              </w:rPr>
              <w:t>171,0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CA45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B307D9">
              <w:rPr>
                <w:sz w:val="28"/>
                <w:szCs w:val="28"/>
              </w:rPr>
              <w:t>.</w:t>
            </w: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г.</w:t>
            </w:r>
            <w:r>
              <w:rPr>
                <w:rFonts w:cs="Calibri"/>
                <w:sz w:val="28"/>
                <w:szCs w:val="28"/>
                <w:lang w:eastAsia="ar-SA"/>
              </w:rPr>
              <w:t xml:space="preserve"> </w:t>
            </w:r>
            <w:r w:rsidRPr="00CA451A">
              <w:rPr>
                <w:rFonts w:cs="Calibri"/>
                <w:sz w:val="28"/>
                <w:szCs w:val="28"/>
                <w:lang w:eastAsia="ar-SA"/>
              </w:rPr>
              <w:t>Димитровград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sz w:val="28"/>
                <w:szCs w:val="28"/>
                <w:lang w:eastAsia="ar-SA"/>
              </w:rPr>
              <w:t>6,5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b/>
                <w:sz w:val="28"/>
                <w:szCs w:val="28"/>
                <w:lang w:eastAsia="ar-SA"/>
              </w:rPr>
              <w:t>Итого по городам</w:t>
            </w:r>
          </w:p>
        </w:tc>
        <w:tc>
          <w:tcPr>
            <w:tcW w:w="4958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b/>
                <w:sz w:val="28"/>
                <w:szCs w:val="28"/>
                <w:lang w:eastAsia="ar-SA"/>
              </w:rPr>
              <w:t>6,5</w:t>
            </w:r>
          </w:p>
        </w:tc>
      </w:tr>
      <w:tr w:rsidR="00131B18" w:rsidRPr="00B307D9" w:rsidTr="00382328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38232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</w:tcPr>
          <w:p w:rsidR="00131B18" w:rsidRPr="00CA451A" w:rsidRDefault="00131B18" w:rsidP="00CA451A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b/>
                <w:sz w:val="28"/>
                <w:szCs w:val="28"/>
                <w:lang w:eastAsia="ar-SA"/>
              </w:rPr>
              <w:t>Итого по районам и городам</w:t>
            </w:r>
          </w:p>
        </w:tc>
        <w:tc>
          <w:tcPr>
            <w:tcW w:w="4958" w:type="dxa"/>
            <w:noWrap/>
          </w:tcPr>
          <w:p w:rsidR="00131B18" w:rsidRPr="00CA451A" w:rsidRDefault="00131B18" w:rsidP="00BB5790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CA451A">
              <w:rPr>
                <w:rFonts w:cs="Calibri"/>
                <w:b/>
                <w:sz w:val="28"/>
                <w:szCs w:val="28"/>
                <w:lang w:eastAsia="ar-SA"/>
              </w:rPr>
              <w:t>177,5</w:t>
            </w:r>
          </w:p>
        </w:tc>
      </w:tr>
    </w:tbl>
    <w:p w:rsidR="00131B18" w:rsidRDefault="00131B18" w:rsidP="00CA451A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131B18" w:rsidRDefault="00131B18" w:rsidP="00CA451A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131B18" w:rsidRDefault="00131B18" w:rsidP="00CA451A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131B18" w:rsidRDefault="00131B18" w:rsidP="00CA451A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131B18" w:rsidRDefault="00131B18" w:rsidP="00CA451A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131B18" w:rsidRDefault="00131B18" w:rsidP="00CA451A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131B18" w:rsidRDefault="00131B18" w:rsidP="00CA451A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131B18" w:rsidRDefault="00131B18" w:rsidP="00CA451A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131B18" w:rsidRDefault="00131B18" w:rsidP="00CA451A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131B18" w:rsidRPr="00D009D3" w:rsidRDefault="00131B18" w:rsidP="00CA451A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915" w:type="dxa"/>
        <w:tblInd w:w="93" w:type="dxa"/>
        <w:tblLook w:val="0000"/>
      </w:tblPr>
      <w:tblGrid>
        <w:gridCol w:w="735"/>
        <w:gridCol w:w="4680"/>
        <w:gridCol w:w="4500"/>
      </w:tblGrid>
      <w:tr w:rsidR="00131B18" w:rsidRPr="00650A46" w:rsidTr="004D1A70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650A46" w:rsidRDefault="00131B18" w:rsidP="004D1A70">
            <w:pPr>
              <w:jc w:val="right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Таблица 33</w:t>
            </w:r>
          </w:p>
          <w:p w:rsidR="00131B18" w:rsidRPr="00650A46" w:rsidRDefault="00131B18" w:rsidP="004D1A70">
            <w:pPr>
              <w:jc w:val="right"/>
              <w:rPr>
                <w:sz w:val="28"/>
                <w:szCs w:val="28"/>
              </w:rPr>
            </w:pPr>
          </w:p>
        </w:tc>
      </w:tr>
      <w:tr w:rsidR="00131B18" w:rsidRPr="00650A46" w:rsidTr="004D1A70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650A46" w:rsidRDefault="00131B18" w:rsidP="00214D66">
            <w:pPr>
              <w:jc w:val="center"/>
              <w:rPr>
                <w:b/>
                <w:sz w:val="28"/>
                <w:szCs w:val="28"/>
              </w:rPr>
            </w:pPr>
            <w:r w:rsidRPr="00650A46">
              <w:rPr>
                <w:b/>
                <w:sz w:val="28"/>
                <w:szCs w:val="28"/>
              </w:rPr>
              <w:t>Распределение субсидий бюджетам городских поселений</w:t>
            </w:r>
            <w:r w:rsidRPr="00650A46">
              <w:rPr>
                <w:b/>
                <w:sz w:val="28"/>
                <w:szCs w:val="28"/>
              </w:rPr>
              <w:br/>
              <w:t>Ульяновской области на оказание содействия в подготовке и прохождении</w:t>
            </w:r>
            <w:r w:rsidRPr="00650A46">
              <w:rPr>
                <w:b/>
                <w:sz w:val="28"/>
                <w:szCs w:val="28"/>
              </w:rPr>
              <w:br/>
              <w:t xml:space="preserve">отопительного сезона в рамках подпрограммы </w:t>
            </w:r>
            <w:r>
              <w:rPr>
                <w:b/>
                <w:sz w:val="28"/>
                <w:szCs w:val="28"/>
              </w:rPr>
              <w:t>«</w:t>
            </w:r>
            <w:r w:rsidRPr="00650A46">
              <w:rPr>
                <w:b/>
                <w:sz w:val="28"/>
                <w:szCs w:val="28"/>
              </w:rPr>
              <w:t>Содействие</w:t>
            </w:r>
            <w:r w:rsidRPr="00650A46">
              <w:rPr>
                <w:b/>
                <w:sz w:val="28"/>
                <w:szCs w:val="28"/>
              </w:rPr>
              <w:br/>
              <w:t>муниципальным образованиям Ульяновской области в подготовке</w:t>
            </w:r>
            <w:r w:rsidRPr="00650A46">
              <w:rPr>
                <w:b/>
                <w:sz w:val="28"/>
                <w:szCs w:val="28"/>
              </w:rPr>
              <w:br/>
              <w:t>и прохождении отопительных сезонов</w:t>
            </w:r>
            <w:r>
              <w:rPr>
                <w:b/>
                <w:sz w:val="28"/>
                <w:szCs w:val="28"/>
              </w:rPr>
              <w:t>»</w:t>
            </w:r>
            <w:r w:rsidRPr="00650A46">
              <w:rPr>
                <w:b/>
                <w:sz w:val="28"/>
                <w:szCs w:val="28"/>
              </w:rPr>
              <w:t xml:space="preserve"> государственной программы</w:t>
            </w:r>
            <w:r w:rsidRPr="00650A46">
              <w:rPr>
                <w:b/>
                <w:sz w:val="28"/>
                <w:szCs w:val="28"/>
              </w:rPr>
              <w:br/>
              <w:t xml:space="preserve">Ульяновской области </w:t>
            </w:r>
            <w:r>
              <w:rPr>
                <w:b/>
                <w:sz w:val="28"/>
                <w:szCs w:val="28"/>
              </w:rPr>
              <w:t>«</w:t>
            </w:r>
            <w:r w:rsidRPr="00650A46">
              <w:rPr>
                <w:b/>
                <w:sz w:val="28"/>
                <w:szCs w:val="28"/>
              </w:rPr>
              <w:t>Развитие жилищно-коммунального хозяйства</w:t>
            </w:r>
            <w:r w:rsidRPr="00650A46">
              <w:rPr>
                <w:b/>
                <w:sz w:val="28"/>
                <w:szCs w:val="28"/>
              </w:rPr>
              <w:br/>
              <w:t>и повышение энергетической эффективности в Ульяновской области</w:t>
            </w:r>
            <w:r>
              <w:rPr>
                <w:b/>
                <w:sz w:val="28"/>
                <w:szCs w:val="28"/>
              </w:rPr>
              <w:t>»</w:t>
            </w:r>
          </w:p>
          <w:p w:rsidR="00131B18" w:rsidRPr="00650A46" w:rsidRDefault="00131B18" w:rsidP="00214D66">
            <w:pPr>
              <w:jc w:val="center"/>
              <w:rPr>
                <w:b/>
                <w:bCs/>
                <w:sz w:val="28"/>
                <w:szCs w:val="28"/>
              </w:rPr>
            </w:pPr>
            <w:r w:rsidRPr="00650A46">
              <w:rPr>
                <w:b/>
                <w:sz w:val="28"/>
                <w:szCs w:val="28"/>
              </w:rPr>
              <w:t>на 2014-20</w:t>
            </w:r>
            <w:r>
              <w:rPr>
                <w:b/>
                <w:sz w:val="28"/>
                <w:szCs w:val="28"/>
              </w:rPr>
              <w:t>20</w:t>
            </w:r>
            <w:r w:rsidRPr="00650A46">
              <w:rPr>
                <w:b/>
                <w:sz w:val="28"/>
                <w:szCs w:val="28"/>
              </w:rPr>
              <w:t xml:space="preserve"> годы на 2016 год</w:t>
            </w:r>
          </w:p>
          <w:p w:rsidR="00131B18" w:rsidRPr="00650A46" w:rsidRDefault="00131B18" w:rsidP="00214D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650A46" w:rsidTr="004D1A7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jc w:val="right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650A46" w:rsidRDefault="00131B18" w:rsidP="00214D66">
      <w:pPr>
        <w:pStyle w:val="BodyText"/>
        <w:ind w:firstLine="720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40"/>
        <w:gridCol w:w="4678"/>
      </w:tblGrid>
      <w:tr w:rsidR="00131B18" w:rsidRPr="00650A46" w:rsidTr="00214D66">
        <w:trPr>
          <w:trHeight w:val="750"/>
          <w:tblHeader/>
        </w:trPr>
        <w:tc>
          <w:tcPr>
            <w:tcW w:w="720" w:type="dxa"/>
            <w:vAlign w:val="center"/>
          </w:tcPr>
          <w:p w:rsidR="00131B18" w:rsidRPr="00650A46" w:rsidRDefault="00131B18" w:rsidP="004D1A70">
            <w:pPr>
              <w:jc w:val="center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 xml:space="preserve">№ </w:t>
            </w:r>
            <w:r w:rsidRPr="00650A46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540" w:type="dxa"/>
            <w:vAlign w:val="center"/>
          </w:tcPr>
          <w:p w:rsidR="00131B18" w:rsidRPr="00650A46" w:rsidRDefault="00131B18" w:rsidP="004D1A70">
            <w:pPr>
              <w:jc w:val="center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 xml:space="preserve">Наименование </w:t>
            </w:r>
          </w:p>
          <w:p w:rsidR="00131B18" w:rsidRPr="00650A46" w:rsidRDefault="00131B18" w:rsidP="004D1A70">
            <w:pPr>
              <w:jc w:val="center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131B18" w:rsidRPr="00650A46" w:rsidRDefault="00131B18" w:rsidP="004D1A70">
            <w:pPr>
              <w:jc w:val="center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Сумма</w:t>
            </w:r>
          </w:p>
        </w:tc>
      </w:tr>
      <w:tr w:rsidR="00131B18" w:rsidRPr="00650A46" w:rsidTr="00214D6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1.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650A46">
              <w:rPr>
                <w:sz w:val="28"/>
                <w:szCs w:val="28"/>
              </w:rPr>
              <w:t>000,0</w:t>
            </w:r>
          </w:p>
        </w:tc>
      </w:tr>
      <w:tr w:rsidR="00131B18" w:rsidRPr="00650A46" w:rsidTr="00214D6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1.1.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650A46">
              <w:rPr>
                <w:sz w:val="28"/>
                <w:szCs w:val="28"/>
              </w:rPr>
              <w:t>000,0</w:t>
            </w:r>
          </w:p>
        </w:tc>
      </w:tr>
      <w:tr w:rsidR="00131B18" w:rsidRPr="00650A46" w:rsidTr="00214D6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2.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4172,89172</w:t>
            </w:r>
          </w:p>
        </w:tc>
      </w:tr>
      <w:tr w:rsidR="00131B18" w:rsidRPr="00650A46" w:rsidTr="00214D6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214D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2.1.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0A46">
              <w:rPr>
                <w:sz w:val="28"/>
                <w:szCs w:val="28"/>
              </w:rPr>
              <w:t>4172,89172</w:t>
            </w:r>
          </w:p>
        </w:tc>
      </w:tr>
      <w:tr w:rsidR="00131B18" w:rsidRPr="00D009D3" w:rsidTr="00214D6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A274C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50A46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650A46" w:rsidRDefault="00131B18" w:rsidP="00650A4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50A46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650A46">
              <w:rPr>
                <w:b/>
                <w:bCs/>
                <w:sz w:val="28"/>
                <w:szCs w:val="28"/>
              </w:rPr>
              <w:t>172,89172</w:t>
            </w:r>
            <w:r>
              <w:rPr>
                <w:bCs/>
                <w:sz w:val="28"/>
                <w:szCs w:val="28"/>
              </w:rPr>
              <w:t>»</w:t>
            </w:r>
            <w:r w:rsidRPr="00BB5790">
              <w:rPr>
                <w:bCs/>
                <w:sz w:val="28"/>
                <w:szCs w:val="28"/>
              </w:rPr>
              <w:t>;</w:t>
            </w:r>
          </w:p>
        </w:tc>
      </w:tr>
    </w:tbl>
    <w:p w:rsidR="00131B18" w:rsidRPr="00BB5790" w:rsidRDefault="00131B18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е</w:t>
      </w:r>
      <w:r w:rsidRPr="00BB5790">
        <w:rPr>
          <w:szCs w:val="28"/>
        </w:rPr>
        <w:t>) таблицу 36 изложить в следующей редакции:</w:t>
      </w:r>
    </w:p>
    <w:tbl>
      <w:tblPr>
        <w:tblW w:w="9923" w:type="dxa"/>
        <w:tblInd w:w="108" w:type="dxa"/>
        <w:tblLook w:val="0000"/>
      </w:tblPr>
      <w:tblGrid>
        <w:gridCol w:w="658"/>
        <w:gridCol w:w="42"/>
        <w:gridCol w:w="4265"/>
        <w:gridCol w:w="455"/>
        <w:gridCol w:w="4503"/>
      </w:tblGrid>
      <w:tr w:rsidR="00131B18" w:rsidRPr="00B307D9" w:rsidTr="00A51A47">
        <w:trPr>
          <w:trHeight w:val="157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B307D9" w:rsidRDefault="00131B18" w:rsidP="00A51A4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307D9">
              <w:rPr>
                <w:bCs/>
                <w:sz w:val="28"/>
                <w:szCs w:val="28"/>
              </w:rPr>
              <w:t>Таблица 36</w:t>
            </w:r>
          </w:p>
          <w:p w:rsidR="00131B18" w:rsidRPr="00B307D9" w:rsidRDefault="00131B18" w:rsidP="00A51A47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B307D9" w:rsidTr="00A51A47">
        <w:trPr>
          <w:trHeight w:val="1553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B307D9" w:rsidRDefault="00131B18" w:rsidP="00A51A47">
            <w:pPr>
              <w:jc w:val="center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31B18" w:rsidRPr="00B307D9" w:rsidRDefault="00131B18" w:rsidP="00A51A47">
            <w:pPr>
              <w:jc w:val="center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B307D9">
              <w:rPr>
                <w:b/>
                <w:sz w:val="28"/>
                <w:szCs w:val="28"/>
              </w:rPr>
              <w:t xml:space="preserve">на </w:t>
            </w:r>
            <w:r w:rsidRPr="00B307D9">
              <w:rPr>
                <w:b/>
                <w:bCs/>
                <w:sz w:val="28"/>
                <w:szCs w:val="28"/>
              </w:rPr>
              <w:t>осуществление полномочий</w:t>
            </w:r>
            <w:r w:rsidRPr="00B307D9">
              <w:rPr>
                <w:b/>
                <w:bCs/>
                <w:sz w:val="28"/>
                <w:szCs w:val="28"/>
              </w:rPr>
              <w:br/>
              <w:t>Российской Федерации по подготовке и проведению Всероссийской</w:t>
            </w:r>
            <w:r w:rsidRPr="00B307D9">
              <w:rPr>
                <w:b/>
                <w:bCs/>
                <w:sz w:val="28"/>
                <w:szCs w:val="28"/>
              </w:rPr>
              <w:br/>
              <w:t>сельскохозяйственной переписи 2016 года</w:t>
            </w:r>
          </w:p>
        </w:tc>
      </w:tr>
      <w:tr w:rsidR="00131B18" w:rsidRPr="00B307D9" w:rsidTr="00A51A47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1B18" w:rsidRPr="00B307D9" w:rsidRDefault="00131B18" w:rsidP="00A51A47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1B18" w:rsidRPr="00B307D9" w:rsidRDefault="00131B18" w:rsidP="00A51A47">
            <w:pPr>
              <w:rPr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1B18" w:rsidRPr="00B307D9" w:rsidRDefault="00131B18" w:rsidP="00A51A47">
            <w:pPr>
              <w:jc w:val="right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тыс. руб.</w:t>
            </w:r>
          </w:p>
        </w:tc>
      </w:tr>
      <w:tr w:rsidR="00131B18" w:rsidRPr="00B307D9" w:rsidTr="00A51A4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131B18" w:rsidRPr="00B307D9" w:rsidRDefault="00131B18" w:rsidP="00A51A47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131B18" w:rsidRPr="00B307D9" w:rsidRDefault="00131B18" w:rsidP="00A51A47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 xml:space="preserve">Наименование </w:t>
            </w:r>
          </w:p>
          <w:p w:rsidR="00131B18" w:rsidRPr="00B307D9" w:rsidRDefault="00131B18" w:rsidP="00A51A47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58" w:type="dxa"/>
            <w:gridSpan w:val="2"/>
            <w:tcBorders>
              <w:bottom w:val="nil"/>
            </w:tcBorders>
            <w:vAlign w:val="center"/>
          </w:tcPr>
          <w:p w:rsidR="00131B18" w:rsidRPr="00B307D9" w:rsidRDefault="00131B18" w:rsidP="00A51A47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Сумма</w:t>
            </w:r>
          </w:p>
        </w:tc>
      </w:tr>
    </w:tbl>
    <w:p w:rsidR="00131B18" w:rsidRPr="00B307D9" w:rsidRDefault="00131B18" w:rsidP="00A51A47">
      <w:pPr>
        <w:rPr>
          <w:sz w:val="2"/>
          <w:szCs w:val="2"/>
        </w:rPr>
      </w:pPr>
    </w:p>
    <w:tbl>
      <w:tblPr>
        <w:tblW w:w="9923" w:type="dxa"/>
        <w:tblInd w:w="108" w:type="dxa"/>
        <w:tblLook w:val="00A0"/>
      </w:tblPr>
      <w:tblGrid>
        <w:gridCol w:w="658"/>
        <w:gridCol w:w="4307"/>
        <w:gridCol w:w="4958"/>
      </w:tblGrid>
      <w:tr w:rsidR="00131B18" w:rsidRPr="00B307D9" w:rsidTr="00A51A47">
        <w:trPr>
          <w:trHeight w:val="375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B307D9" w:rsidRDefault="00131B18" w:rsidP="00A51A47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B307D9" w:rsidRDefault="00131B18" w:rsidP="00A51A47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B307D9" w:rsidRDefault="00131B18" w:rsidP="00A51A47">
            <w:pPr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3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958" w:type="dxa"/>
            <w:noWrap/>
            <w:vAlign w:val="bottom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 w:rsidRPr="000E3F22">
              <w:rPr>
                <w:sz w:val="28"/>
                <w:szCs w:val="28"/>
              </w:rPr>
              <w:t>500,0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4.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 w:rsidRPr="000E3F22">
              <w:rPr>
                <w:sz w:val="28"/>
                <w:szCs w:val="28"/>
              </w:rPr>
              <w:t>500,0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5.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6.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10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189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7.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8.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9.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10.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8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11.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12.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13.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14.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15.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16.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17.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8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18.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19.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85</w:t>
            </w:r>
            <w:r w:rsidRPr="000E3F22">
              <w:rPr>
                <w:sz w:val="28"/>
                <w:szCs w:val="28"/>
              </w:rPr>
              <w:t>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20.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21.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958" w:type="dxa"/>
            <w:noWrap/>
          </w:tcPr>
          <w:p w:rsidR="00131B18" w:rsidRDefault="00131B18" w:rsidP="00A51A47">
            <w:pPr>
              <w:jc w:val="center"/>
            </w:pPr>
            <w:r>
              <w:rPr>
                <w:sz w:val="28"/>
                <w:szCs w:val="28"/>
              </w:rPr>
              <w:t>8</w:t>
            </w:r>
            <w:r w:rsidRPr="000E3F22">
              <w:rPr>
                <w:sz w:val="28"/>
                <w:szCs w:val="28"/>
              </w:rPr>
              <w:t>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958" w:type="dxa"/>
            <w:noWrap/>
            <w:vAlign w:val="bottom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22.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bCs/>
                <w:sz w:val="28"/>
                <w:szCs w:val="28"/>
              </w:rPr>
            </w:pPr>
            <w:r w:rsidRPr="00B307D9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958" w:type="dxa"/>
            <w:noWrap/>
            <w:vAlign w:val="bottom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23.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bCs/>
                <w:sz w:val="28"/>
                <w:szCs w:val="28"/>
              </w:rPr>
            </w:pPr>
            <w:r w:rsidRPr="00B307D9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4958" w:type="dxa"/>
            <w:noWrap/>
            <w:vAlign w:val="bottom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462,1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07D9">
              <w:rPr>
                <w:sz w:val="28"/>
                <w:szCs w:val="28"/>
              </w:rPr>
              <w:t>24.</w:t>
            </w: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bCs/>
                <w:sz w:val="28"/>
                <w:szCs w:val="28"/>
              </w:rPr>
            </w:pPr>
            <w:r w:rsidRPr="00B307D9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958" w:type="dxa"/>
            <w:noWrap/>
            <w:vAlign w:val="bottom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58" w:type="dxa"/>
            <w:noWrap/>
            <w:vAlign w:val="bottom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307D9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</w:rPr>
              <w:t>12</w:t>
            </w:r>
            <w:r w:rsidRPr="00B307D9">
              <w:rPr>
                <w:b/>
                <w:sz w:val="28"/>
                <w:szCs w:val="28"/>
              </w:rPr>
              <w:t>,1</w:t>
            </w:r>
          </w:p>
        </w:tc>
      </w:tr>
      <w:tr w:rsidR="00131B18" w:rsidRPr="00B307D9" w:rsidTr="00A51A47">
        <w:trPr>
          <w:trHeight w:val="375"/>
        </w:trPr>
        <w:tc>
          <w:tcPr>
            <w:tcW w:w="658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131B18" w:rsidRPr="00B307D9" w:rsidRDefault="00131B18" w:rsidP="00A51A4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307D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958" w:type="dxa"/>
            <w:noWrap/>
            <w:vAlign w:val="bottom"/>
          </w:tcPr>
          <w:p w:rsidR="00131B18" w:rsidRPr="00B307D9" w:rsidRDefault="00131B18" w:rsidP="00A51A4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17312,1</w:t>
            </w:r>
            <w:r>
              <w:rPr>
                <w:bCs/>
                <w:sz w:val="28"/>
                <w:szCs w:val="28"/>
              </w:rPr>
              <w:t>»</w:t>
            </w:r>
            <w:r w:rsidRPr="00BB5790">
              <w:rPr>
                <w:bCs/>
                <w:sz w:val="28"/>
                <w:szCs w:val="28"/>
              </w:rPr>
              <w:t>;</w:t>
            </w:r>
          </w:p>
        </w:tc>
      </w:tr>
    </w:tbl>
    <w:p w:rsidR="00131B18" w:rsidRDefault="00131B18" w:rsidP="00BB579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ж</w:t>
      </w:r>
      <w:r w:rsidRPr="00BB5790">
        <w:rPr>
          <w:szCs w:val="28"/>
        </w:rPr>
        <w:t>) таблицу 3</w:t>
      </w:r>
      <w:r>
        <w:rPr>
          <w:szCs w:val="28"/>
        </w:rPr>
        <w:t>9</w:t>
      </w:r>
      <w:r w:rsidRPr="00BB5790">
        <w:rPr>
          <w:szCs w:val="28"/>
        </w:rPr>
        <w:t xml:space="preserve"> изложить в следующей редакции:</w:t>
      </w:r>
    </w:p>
    <w:p w:rsidR="00131B18" w:rsidRDefault="00131B18" w:rsidP="00BB5790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BB5790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BB5790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BB5790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BB5790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BB5790">
      <w:pPr>
        <w:pStyle w:val="BodyText"/>
        <w:spacing w:line="360" w:lineRule="auto"/>
        <w:ind w:firstLine="720"/>
        <w:rPr>
          <w:szCs w:val="28"/>
        </w:rPr>
      </w:pPr>
    </w:p>
    <w:p w:rsidR="00131B18" w:rsidRPr="00BB5790" w:rsidRDefault="00131B18" w:rsidP="00BB5790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15" w:type="dxa"/>
        <w:tblInd w:w="93" w:type="dxa"/>
        <w:tblLook w:val="0000"/>
      </w:tblPr>
      <w:tblGrid>
        <w:gridCol w:w="594"/>
        <w:gridCol w:w="4600"/>
        <w:gridCol w:w="4721"/>
      </w:tblGrid>
      <w:tr w:rsidR="00131B18" w:rsidRPr="00BE37C9" w:rsidTr="008E6A7B">
        <w:trPr>
          <w:trHeight w:val="157"/>
        </w:trPr>
        <w:tc>
          <w:tcPr>
            <w:tcW w:w="9915" w:type="dxa"/>
            <w:gridSpan w:val="3"/>
            <w:vAlign w:val="center"/>
          </w:tcPr>
          <w:p w:rsidR="00131B18" w:rsidRPr="00BE37C9" w:rsidRDefault="00131B18" w:rsidP="008E6A7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E37C9">
              <w:rPr>
                <w:bCs/>
                <w:sz w:val="28"/>
                <w:szCs w:val="28"/>
              </w:rPr>
              <w:t>Таблица 39</w:t>
            </w:r>
          </w:p>
          <w:p w:rsidR="00131B18" w:rsidRPr="00BE37C9" w:rsidRDefault="00131B18" w:rsidP="008E6A7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BE37C9" w:rsidTr="008E6A7B">
        <w:trPr>
          <w:trHeight w:val="1480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Default="00131B18" w:rsidP="008E6A7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Ульяновской области на осуществление переданных органам местного самоуправления отдельных полномочий Российской Федерации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E37C9">
              <w:rPr>
                <w:b/>
                <w:bCs/>
                <w:sz w:val="28"/>
                <w:szCs w:val="28"/>
              </w:rPr>
              <w:t>по обеспечению жилыми помещениями некоторых категорий граждан</w:t>
            </w:r>
            <w:r w:rsidRPr="00BE37C9">
              <w:rPr>
                <w:b/>
                <w:bCs/>
                <w:sz w:val="28"/>
                <w:szCs w:val="28"/>
              </w:rPr>
              <w:br/>
              <w:t>на 2016 год</w:t>
            </w:r>
          </w:p>
          <w:p w:rsidR="00131B18" w:rsidRPr="00BE37C9" w:rsidRDefault="00131B18" w:rsidP="008E6A7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BE37C9" w:rsidTr="008E6A7B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8E6A7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8E6A7B">
            <w:pPr>
              <w:rPr>
                <w:sz w:val="28"/>
                <w:szCs w:val="28"/>
              </w:rPr>
            </w:pP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8E6A7B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BE37C9" w:rsidRDefault="00131B18" w:rsidP="008E2999">
      <w:pPr>
        <w:pStyle w:val="BodyText2"/>
        <w:spacing w:after="0" w:line="240" w:lineRule="auto"/>
        <w:ind w:firstLine="720"/>
        <w:jc w:val="both"/>
        <w:rPr>
          <w:sz w:val="2"/>
          <w:szCs w:val="2"/>
          <w:highlight w:val="cyan"/>
        </w:rPr>
      </w:pP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6"/>
        <w:gridCol w:w="4655"/>
      </w:tblGrid>
      <w:tr w:rsidR="00131B18" w:rsidRPr="00BE37C9" w:rsidTr="008E6A7B">
        <w:trPr>
          <w:trHeight w:val="129"/>
        </w:trPr>
        <w:tc>
          <w:tcPr>
            <w:tcW w:w="594" w:type="dxa"/>
            <w:gridSpan w:val="2"/>
            <w:vAlign w:val="center"/>
          </w:tcPr>
          <w:p w:rsidR="00131B18" w:rsidRPr="00BE37C9" w:rsidRDefault="00131B18" w:rsidP="008E6A7B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131B18" w:rsidRPr="00BE37C9" w:rsidRDefault="00131B18" w:rsidP="008E6A7B">
            <w:pPr>
              <w:pStyle w:val="xl24"/>
              <w:spacing w:before="0" w:beforeAutospacing="0" w:after="0" w:afterAutospacing="0"/>
            </w:pPr>
            <w:r w:rsidRPr="00BE37C9">
              <w:t>Наименование</w:t>
            </w:r>
            <w:r w:rsidRPr="00BE37C9">
              <w:br/>
              <w:t>муниципального образования</w:t>
            </w:r>
          </w:p>
        </w:tc>
        <w:tc>
          <w:tcPr>
            <w:tcW w:w="4655" w:type="dxa"/>
            <w:vAlign w:val="center"/>
          </w:tcPr>
          <w:p w:rsidR="00131B18" w:rsidRPr="00BE37C9" w:rsidRDefault="00131B18" w:rsidP="008E6A7B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Сумма</w:t>
            </w:r>
          </w:p>
        </w:tc>
      </w:tr>
      <w:tr w:rsidR="00131B18" w:rsidRPr="00BE37C9" w:rsidTr="008E6A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BE37C9" w:rsidRDefault="00131B18" w:rsidP="008E6A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BE37C9" w:rsidRDefault="00131B18" w:rsidP="008E6A7B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8E6A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3029,2</w:t>
            </w:r>
          </w:p>
        </w:tc>
      </w:tr>
      <w:tr w:rsidR="00131B18" w:rsidRPr="00BE37C9" w:rsidTr="008E6A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BE37C9" w:rsidRDefault="00131B18" w:rsidP="008E6A7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BE37C9" w:rsidRDefault="00131B18" w:rsidP="00BA01C6">
            <w:pPr>
              <w:spacing w:line="360" w:lineRule="auto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8E6A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3029,2</w:t>
            </w:r>
            <w:r>
              <w:rPr>
                <w:sz w:val="28"/>
                <w:szCs w:val="28"/>
              </w:rPr>
              <w:t>»</w:t>
            </w:r>
            <w:r w:rsidRPr="00BB5790">
              <w:rPr>
                <w:sz w:val="28"/>
                <w:szCs w:val="28"/>
              </w:rPr>
              <w:t>;</w:t>
            </w:r>
          </w:p>
        </w:tc>
      </w:tr>
    </w:tbl>
    <w:p w:rsidR="00131B18" w:rsidRDefault="00131B18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  <w:r>
        <w:rPr>
          <w:szCs w:val="28"/>
        </w:rPr>
        <w:t>з</w:t>
      </w:r>
      <w:r w:rsidRPr="00BB5790">
        <w:rPr>
          <w:szCs w:val="28"/>
        </w:rPr>
        <w:t xml:space="preserve">) таблицу </w:t>
      </w:r>
      <w:r>
        <w:rPr>
          <w:szCs w:val="28"/>
        </w:rPr>
        <w:t>41</w:t>
      </w:r>
      <w:r w:rsidRPr="00BB5790">
        <w:rPr>
          <w:szCs w:val="28"/>
        </w:rPr>
        <w:t xml:space="preserve">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131B18" w:rsidRPr="00BE37C9" w:rsidTr="000073E3">
        <w:trPr>
          <w:trHeight w:val="157"/>
        </w:trPr>
        <w:tc>
          <w:tcPr>
            <w:tcW w:w="9796" w:type="dxa"/>
            <w:gridSpan w:val="3"/>
            <w:vAlign w:val="center"/>
          </w:tcPr>
          <w:p w:rsidR="00131B18" w:rsidRPr="00BE37C9" w:rsidRDefault="00131B18" w:rsidP="000073E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E37C9">
              <w:rPr>
                <w:bCs/>
                <w:sz w:val="28"/>
                <w:szCs w:val="28"/>
              </w:rPr>
              <w:t>Таблица 41</w:t>
            </w:r>
          </w:p>
          <w:p w:rsidR="00131B18" w:rsidRPr="00BE37C9" w:rsidRDefault="00131B18" w:rsidP="000073E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31B18" w:rsidRPr="00BE37C9" w:rsidTr="000073E3">
        <w:trPr>
          <w:trHeight w:val="14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BE37C9" w:rsidRDefault="00131B18" w:rsidP="000073E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Распределение субсиди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BE37C9">
              <w:rPr>
                <w:b/>
                <w:bCs/>
                <w:sz w:val="28"/>
                <w:szCs w:val="28"/>
              </w:rPr>
              <w:t xml:space="preserve"> бюджетам городских округов Ульяновской области на реализацию мероприятий по строительству автомобильных дорог в новых микрорайонах массовой малоэтажной и многоэтажной застройки жилых помещений экономического класса по подпрограмме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Жилище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на 2015-2020 годы на 2016 год</w:t>
            </w:r>
          </w:p>
          <w:p w:rsidR="00131B18" w:rsidRPr="00BE37C9" w:rsidRDefault="00131B18" w:rsidP="000073E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BE37C9" w:rsidTr="000073E3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0073E3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0073E3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0073E3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BE37C9" w:rsidRDefault="00131B18" w:rsidP="005977B6">
      <w:pPr>
        <w:pStyle w:val="BodyText2"/>
        <w:spacing w:after="0" w:line="240" w:lineRule="auto"/>
        <w:ind w:firstLine="720"/>
        <w:jc w:val="both"/>
        <w:rPr>
          <w:sz w:val="2"/>
          <w:szCs w:val="2"/>
          <w:highlight w:val="cyan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6"/>
        <w:gridCol w:w="4536"/>
      </w:tblGrid>
      <w:tr w:rsidR="00131B18" w:rsidRPr="00BE37C9" w:rsidTr="000073E3">
        <w:trPr>
          <w:trHeight w:val="129"/>
        </w:trPr>
        <w:tc>
          <w:tcPr>
            <w:tcW w:w="594" w:type="dxa"/>
            <w:gridSpan w:val="2"/>
            <w:vAlign w:val="center"/>
          </w:tcPr>
          <w:p w:rsidR="00131B18" w:rsidRPr="00BE37C9" w:rsidRDefault="00131B18" w:rsidP="000073E3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131B18" w:rsidRPr="00BE37C9" w:rsidRDefault="00131B18" w:rsidP="000073E3">
            <w:pPr>
              <w:pStyle w:val="xl24"/>
              <w:spacing w:before="0" w:beforeAutospacing="0" w:after="0" w:afterAutospacing="0"/>
            </w:pPr>
            <w:r w:rsidRPr="00BE37C9">
              <w:t>Наименование</w:t>
            </w:r>
            <w:r w:rsidRPr="00BE37C9">
              <w:br/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131B18" w:rsidRPr="00BE37C9" w:rsidRDefault="00131B18" w:rsidP="000073E3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Сумма</w:t>
            </w:r>
          </w:p>
        </w:tc>
      </w:tr>
      <w:tr w:rsidR="00131B18" w:rsidRPr="00BE37C9" w:rsidTr="000073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BE37C9" w:rsidRDefault="00131B18" w:rsidP="000073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BE37C9" w:rsidRDefault="00131B18" w:rsidP="000073E3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0073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11057,00324</w:t>
            </w:r>
          </w:p>
        </w:tc>
      </w:tr>
      <w:tr w:rsidR="00131B18" w:rsidRPr="00BE37C9" w:rsidTr="000073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BE37C9" w:rsidRDefault="00131B18" w:rsidP="000073E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1B18" w:rsidRPr="00BE37C9" w:rsidRDefault="00131B18" w:rsidP="00BA01C6">
            <w:pPr>
              <w:spacing w:line="360" w:lineRule="auto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0073E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11057,00324</w:t>
            </w:r>
            <w:r>
              <w:rPr>
                <w:sz w:val="28"/>
                <w:szCs w:val="28"/>
              </w:rPr>
              <w:t>»</w:t>
            </w:r>
            <w:r w:rsidRPr="00BB5790">
              <w:rPr>
                <w:sz w:val="28"/>
                <w:szCs w:val="28"/>
              </w:rPr>
              <w:t>;</w:t>
            </w:r>
          </w:p>
        </w:tc>
      </w:tr>
    </w:tbl>
    <w:p w:rsidR="00131B18" w:rsidRDefault="00131B18" w:rsidP="00AD1D7F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и</w:t>
      </w:r>
      <w:r w:rsidRPr="00BB5790">
        <w:rPr>
          <w:szCs w:val="28"/>
        </w:rPr>
        <w:t>) таблиц</w:t>
      </w:r>
      <w:r>
        <w:rPr>
          <w:szCs w:val="28"/>
        </w:rPr>
        <w:t>ы</w:t>
      </w:r>
      <w:r w:rsidRPr="00BB5790">
        <w:rPr>
          <w:szCs w:val="28"/>
        </w:rPr>
        <w:t xml:space="preserve"> </w:t>
      </w:r>
      <w:r>
        <w:rPr>
          <w:szCs w:val="28"/>
        </w:rPr>
        <w:t>45 и 46</w:t>
      </w:r>
      <w:r w:rsidRPr="00BB5790">
        <w:rPr>
          <w:szCs w:val="28"/>
        </w:rPr>
        <w:t xml:space="preserve"> изложить в следующей редакции:</w:t>
      </w:r>
    </w:p>
    <w:p w:rsidR="00131B18" w:rsidRDefault="00131B18" w:rsidP="00AD1D7F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AD1D7F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AD1D7F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AD1D7F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AD1D7F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AD1D7F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AD1D7F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AD1D7F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BE37C9" w:rsidTr="00B33983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BE37C9" w:rsidRDefault="00131B18" w:rsidP="009347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E37C9">
              <w:rPr>
                <w:sz w:val="28"/>
                <w:szCs w:val="28"/>
              </w:rPr>
              <w:t>Таблица 45</w:t>
            </w:r>
          </w:p>
          <w:p w:rsidR="00131B18" w:rsidRPr="00BE37C9" w:rsidRDefault="00131B18" w:rsidP="00934724">
            <w:pPr>
              <w:jc w:val="right"/>
              <w:rPr>
                <w:sz w:val="28"/>
                <w:szCs w:val="28"/>
              </w:rPr>
            </w:pPr>
          </w:p>
        </w:tc>
      </w:tr>
      <w:tr w:rsidR="00131B18" w:rsidRPr="00BE37C9" w:rsidTr="00B33983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Default="00131B18" w:rsidP="00934724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 на реализацию мероприятий</w:t>
            </w:r>
            <w:r w:rsidRPr="00BE37C9">
              <w:rPr>
                <w:b/>
                <w:sz w:val="28"/>
                <w:szCs w:val="28"/>
              </w:rPr>
              <w:br/>
              <w:t xml:space="preserve">подпрограммы </w:t>
            </w:r>
            <w:r>
              <w:rPr>
                <w:b/>
                <w:sz w:val="28"/>
                <w:szCs w:val="28"/>
              </w:rPr>
              <w:t>«Стимулирование р</w:t>
            </w:r>
            <w:r w:rsidRPr="00BE37C9">
              <w:rPr>
                <w:b/>
                <w:sz w:val="28"/>
                <w:szCs w:val="28"/>
              </w:rPr>
              <w:t xml:space="preserve">азвития жилищного строительства </w:t>
            </w:r>
            <w:r>
              <w:rPr>
                <w:b/>
                <w:sz w:val="28"/>
                <w:szCs w:val="28"/>
              </w:rPr>
              <w:br/>
            </w:r>
            <w:r w:rsidRPr="00BE37C9">
              <w:rPr>
                <w:b/>
                <w:sz w:val="28"/>
                <w:szCs w:val="28"/>
              </w:rPr>
              <w:t>в Ульяновской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37C9">
              <w:rPr>
                <w:b/>
                <w:sz w:val="28"/>
                <w:szCs w:val="28"/>
              </w:rPr>
              <w:t>области на 2014-20</w:t>
            </w:r>
            <w:r>
              <w:rPr>
                <w:b/>
                <w:sz w:val="28"/>
                <w:szCs w:val="28"/>
              </w:rPr>
              <w:t>20</w:t>
            </w:r>
            <w:r w:rsidRPr="00BE37C9">
              <w:rPr>
                <w:b/>
                <w:sz w:val="28"/>
                <w:szCs w:val="28"/>
              </w:rPr>
              <w:t xml:space="preserve"> годы</w:t>
            </w:r>
            <w:r>
              <w:rPr>
                <w:b/>
                <w:sz w:val="28"/>
                <w:szCs w:val="28"/>
              </w:rPr>
              <w:t>»</w:t>
            </w:r>
            <w:r w:rsidRPr="00BE37C9">
              <w:rPr>
                <w:b/>
                <w:sz w:val="28"/>
                <w:szCs w:val="28"/>
              </w:rPr>
              <w:t xml:space="preserve"> государственной программы Ульяновской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37C9">
              <w:rPr>
                <w:b/>
                <w:sz w:val="28"/>
                <w:szCs w:val="28"/>
              </w:rPr>
              <w:t xml:space="preserve">области </w:t>
            </w:r>
            <w:r>
              <w:rPr>
                <w:b/>
                <w:sz w:val="28"/>
                <w:szCs w:val="28"/>
              </w:rPr>
              <w:t>«</w:t>
            </w:r>
            <w:r w:rsidRPr="00BE37C9">
              <w:rPr>
                <w:b/>
                <w:sz w:val="28"/>
                <w:szCs w:val="28"/>
              </w:rPr>
              <w:t xml:space="preserve">Развитие строительства и архитектуры </w:t>
            </w:r>
            <w:r>
              <w:rPr>
                <w:b/>
                <w:sz w:val="28"/>
                <w:szCs w:val="28"/>
              </w:rPr>
              <w:br/>
            </w:r>
            <w:r w:rsidRPr="00BE37C9">
              <w:rPr>
                <w:b/>
                <w:sz w:val="28"/>
                <w:szCs w:val="28"/>
              </w:rPr>
              <w:t>в Ульяновской области</w:t>
            </w:r>
            <w:r>
              <w:rPr>
                <w:b/>
                <w:sz w:val="28"/>
                <w:szCs w:val="28"/>
              </w:rPr>
              <w:t xml:space="preserve">» </w:t>
            </w:r>
            <w:r w:rsidRPr="00BE37C9">
              <w:rPr>
                <w:b/>
                <w:sz w:val="28"/>
                <w:szCs w:val="28"/>
              </w:rPr>
              <w:t>на 2014-20</w:t>
            </w:r>
            <w:r>
              <w:rPr>
                <w:b/>
                <w:sz w:val="28"/>
                <w:szCs w:val="28"/>
              </w:rPr>
              <w:t>20</w:t>
            </w:r>
            <w:r w:rsidRPr="00BE37C9">
              <w:rPr>
                <w:b/>
                <w:sz w:val="28"/>
                <w:szCs w:val="28"/>
              </w:rPr>
              <w:t xml:space="preserve"> годы на 2016 год</w:t>
            </w:r>
          </w:p>
          <w:p w:rsidR="00131B18" w:rsidRPr="00BE37C9" w:rsidRDefault="00131B18" w:rsidP="009347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93472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93472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934724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BE37C9" w:rsidRDefault="00131B18" w:rsidP="00B33983">
      <w:pPr>
        <w:jc w:val="right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536"/>
      </w:tblGrid>
      <w:tr w:rsidR="00131B18" w:rsidRPr="00BE37C9" w:rsidTr="00871FCB">
        <w:trPr>
          <w:trHeight w:val="374"/>
          <w:tblHeader/>
        </w:trPr>
        <w:tc>
          <w:tcPr>
            <w:tcW w:w="751" w:type="dxa"/>
            <w:vAlign w:val="center"/>
          </w:tcPr>
          <w:p w:rsidR="00131B18" w:rsidRPr="00BE37C9" w:rsidRDefault="00131B18" w:rsidP="0093472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131B18" w:rsidRPr="00BE37C9" w:rsidRDefault="00131B18" w:rsidP="00934724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131B18" w:rsidRPr="00BE37C9" w:rsidRDefault="00131B18" w:rsidP="0093472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131B18" w:rsidRPr="00BE37C9" w:rsidRDefault="00131B18" w:rsidP="0093472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131B18" w:rsidRPr="00BE37C9" w:rsidRDefault="00131B18" w:rsidP="00B33983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67"/>
        <w:gridCol w:w="4536"/>
      </w:tblGrid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665,4375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4B2463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BE37C9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2748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533,0115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330,624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5.</w:t>
            </w:r>
          </w:p>
        </w:tc>
        <w:tc>
          <w:tcPr>
            <w:tcW w:w="4667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116,235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6.</w:t>
            </w:r>
          </w:p>
        </w:tc>
        <w:tc>
          <w:tcPr>
            <w:tcW w:w="4667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740,99382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444,276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299,628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9.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510,829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681,307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440,748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299,628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4B2463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525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BE37C9">
              <w:rPr>
                <w:b/>
                <w:bCs/>
                <w:sz w:val="28"/>
                <w:szCs w:val="28"/>
              </w:rPr>
              <w:t>,9</w:t>
            </w:r>
            <w:r>
              <w:rPr>
                <w:b/>
                <w:bCs/>
                <w:sz w:val="28"/>
                <w:szCs w:val="28"/>
              </w:rPr>
              <w:t>926</w:t>
            </w:r>
            <w:r w:rsidRPr="00BE37C9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13.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1243,13394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14.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455,49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4B2463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87</w:t>
            </w:r>
            <w:r w:rsidRPr="00BE37C9">
              <w:rPr>
                <w:sz w:val="28"/>
                <w:szCs w:val="28"/>
              </w:rPr>
              <w:t>,9</w:t>
            </w:r>
            <w:r>
              <w:rPr>
                <w:sz w:val="28"/>
                <w:szCs w:val="28"/>
              </w:rPr>
              <w:t>055</w:t>
            </w:r>
            <w:r w:rsidRPr="00BE37C9">
              <w:rPr>
                <w:sz w:val="28"/>
                <w:szCs w:val="28"/>
              </w:rPr>
              <w:t>4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4B2463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41</w:t>
            </w:r>
            <w:r>
              <w:rPr>
                <w:b/>
                <w:bCs/>
                <w:sz w:val="28"/>
                <w:szCs w:val="28"/>
              </w:rPr>
              <w:t>86</w:t>
            </w:r>
            <w:r w:rsidRPr="00BE37C9">
              <w:rPr>
                <w:b/>
                <w:bCs/>
                <w:sz w:val="28"/>
                <w:szCs w:val="28"/>
              </w:rPr>
              <w:t>,5</w:t>
            </w:r>
            <w:r>
              <w:rPr>
                <w:b/>
                <w:bCs/>
                <w:sz w:val="28"/>
                <w:szCs w:val="28"/>
              </w:rPr>
              <w:t>294</w:t>
            </w:r>
            <w:r w:rsidRPr="00BE37C9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131B18" w:rsidRPr="00BE37C9" w:rsidTr="00B33983">
        <w:trPr>
          <w:cantSplit/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9444,5221</w:t>
            </w:r>
          </w:p>
        </w:tc>
      </w:tr>
    </w:tbl>
    <w:p w:rsidR="00131B18" w:rsidRDefault="00131B18" w:rsidP="00B33983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131B18" w:rsidRDefault="00131B18" w:rsidP="00B33983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131B18" w:rsidRDefault="00131B18" w:rsidP="00B33983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131B18" w:rsidRPr="00BE37C9" w:rsidRDefault="00131B18" w:rsidP="00B33983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BE37C9" w:rsidTr="00B33983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BE37C9" w:rsidRDefault="00131B18" w:rsidP="00934724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Таблица 46</w:t>
            </w:r>
          </w:p>
          <w:p w:rsidR="00131B18" w:rsidRPr="00BE37C9" w:rsidRDefault="00131B18" w:rsidP="00934724">
            <w:pPr>
              <w:jc w:val="right"/>
              <w:rPr>
                <w:sz w:val="28"/>
                <w:szCs w:val="28"/>
              </w:rPr>
            </w:pPr>
          </w:p>
        </w:tc>
      </w:tr>
      <w:tr w:rsidR="00131B18" w:rsidRPr="00BE37C9" w:rsidTr="00B33983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Default="00131B18" w:rsidP="00934724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 на реализацию мероприятий</w:t>
            </w:r>
            <w:r w:rsidRPr="00BE37C9">
              <w:rPr>
                <w:b/>
                <w:sz w:val="28"/>
                <w:szCs w:val="28"/>
              </w:rPr>
              <w:br/>
              <w:t xml:space="preserve">подпрограммы </w:t>
            </w:r>
            <w:r>
              <w:rPr>
                <w:b/>
                <w:sz w:val="28"/>
                <w:szCs w:val="28"/>
              </w:rPr>
              <w:t>«</w:t>
            </w:r>
            <w:r w:rsidRPr="00BE37C9">
              <w:rPr>
                <w:b/>
                <w:sz w:val="28"/>
                <w:szCs w:val="28"/>
              </w:rPr>
              <w:t>Обеспечение жильём молодых семей</w:t>
            </w:r>
            <w:r>
              <w:rPr>
                <w:b/>
                <w:sz w:val="28"/>
                <w:szCs w:val="28"/>
              </w:rPr>
              <w:t>»</w:t>
            </w:r>
            <w:r w:rsidRPr="00BE37C9">
              <w:rPr>
                <w:b/>
                <w:sz w:val="28"/>
                <w:szCs w:val="28"/>
              </w:rPr>
              <w:t xml:space="preserve"> </w:t>
            </w:r>
            <w:r w:rsidRPr="00BE37C9">
              <w:rPr>
                <w:b/>
                <w:bCs/>
                <w:sz w:val="28"/>
                <w:szCs w:val="28"/>
              </w:rPr>
              <w:t>федеральной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целевой программы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Жилище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на 2015-2020 годы на 2016 год</w:t>
            </w:r>
          </w:p>
          <w:p w:rsidR="00131B18" w:rsidRPr="00BE37C9" w:rsidRDefault="00131B18" w:rsidP="009347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93472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93472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BE37C9" w:rsidRDefault="00131B18" w:rsidP="00934724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BE37C9" w:rsidRDefault="00131B18" w:rsidP="00B33983">
      <w:pPr>
        <w:jc w:val="right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536"/>
      </w:tblGrid>
      <w:tr w:rsidR="00131B18" w:rsidRPr="00BE37C9" w:rsidTr="00871FCB">
        <w:trPr>
          <w:trHeight w:val="374"/>
          <w:tblHeader/>
        </w:trPr>
        <w:tc>
          <w:tcPr>
            <w:tcW w:w="751" w:type="dxa"/>
            <w:vAlign w:val="center"/>
          </w:tcPr>
          <w:p w:rsidR="00131B18" w:rsidRPr="00BE37C9" w:rsidRDefault="00131B18" w:rsidP="0093472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131B18" w:rsidRPr="00BE37C9" w:rsidRDefault="00131B18" w:rsidP="00934724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131B18" w:rsidRPr="00BE37C9" w:rsidRDefault="00131B18" w:rsidP="0093472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131B18" w:rsidRPr="00BE37C9" w:rsidRDefault="00131B18" w:rsidP="0093472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131B18" w:rsidRPr="00BE37C9" w:rsidRDefault="00131B18" w:rsidP="00B33983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67"/>
        <w:gridCol w:w="4536"/>
      </w:tblGrid>
      <w:tr w:rsidR="00131B18" w:rsidRPr="00BE37C9" w:rsidTr="00B33983">
        <w:trPr>
          <w:trHeight w:val="375"/>
        </w:trPr>
        <w:tc>
          <w:tcPr>
            <w:tcW w:w="735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563,472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185,7492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noWrap/>
            <w:vAlign w:val="center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458,892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314,496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110,565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704,84778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422,604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285,012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9.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484,066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571,082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155,064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285,012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4B2463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540</w:t>
            </w:r>
            <w:r w:rsidRPr="00BE37C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8619</w:t>
            </w:r>
            <w:r w:rsidRPr="00BE37C9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13.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1182,49326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14.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326,34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15.</w:t>
            </w: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1733,33576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3242,16902</w:t>
            </w:r>
          </w:p>
        </w:tc>
      </w:tr>
      <w:tr w:rsidR="00131B18" w:rsidRPr="00BE37C9" w:rsidTr="00B33983">
        <w:trPr>
          <w:trHeight w:val="375"/>
        </w:trPr>
        <w:tc>
          <w:tcPr>
            <w:tcW w:w="735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bottom"/>
          </w:tcPr>
          <w:p w:rsidR="00131B18" w:rsidRPr="00BE37C9" w:rsidRDefault="00131B18" w:rsidP="00934724">
            <w:pPr>
              <w:spacing w:line="336" w:lineRule="auto"/>
              <w:jc w:val="center"/>
              <w:rPr>
                <w:b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7783,031</w:t>
            </w:r>
            <w:r>
              <w:rPr>
                <w:sz w:val="28"/>
                <w:szCs w:val="28"/>
              </w:rPr>
              <w:t>»</w:t>
            </w:r>
            <w:r w:rsidRPr="00F17F78">
              <w:rPr>
                <w:sz w:val="28"/>
                <w:szCs w:val="28"/>
              </w:rPr>
              <w:t>;</w:t>
            </w:r>
          </w:p>
        </w:tc>
      </w:tr>
    </w:tbl>
    <w:p w:rsidR="00131B18" w:rsidRDefault="00131B18" w:rsidP="007A5551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к</w:t>
      </w:r>
      <w:r w:rsidRPr="007611BA">
        <w:rPr>
          <w:szCs w:val="28"/>
        </w:rPr>
        <w:t>) наименование таблицы 4</w:t>
      </w:r>
      <w:r>
        <w:rPr>
          <w:szCs w:val="28"/>
        </w:rPr>
        <w:t>7</w:t>
      </w:r>
      <w:r w:rsidRPr="007611BA">
        <w:rPr>
          <w:szCs w:val="28"/>
        </w:rPr>
        <w:t xml:space="preserve"> изложить в следующей редакции:</w:t>
      </w:r>
    </w:p>
    <w:p w:rsidR="00131B18" w:rsidRDefault="00131B18" w:rsidP="007A5551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7A5551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7A5551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7A5551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7A5551">
      <w:pPr>
        <w:pStyle w:val="BodyText"/>
        <w:spacing w:line="360" w:lineRule="auto"/>
        <w:ind w:firstLine="720"/>
        <w:rPr>
          <w:szCs w:val="28"/>
        </w:rPr>
      </w:pPr>
    </w:p>
    <w:p w:rsidR="00131B18" w:rsidRPr="0075028D" w:rsidRDefault="00131B18" w:rsidP="007A555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611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75028D">
        <w:rPr>
          <w:b/>
          <w:sz w:val="28"/>
          <w:szCs w:val="28"/>
        </w:rPr>
        <w:t>Распределение субсидий бюджетам муниципальных районов</w:t>
      </w:r>
    </w:p>
    <w:p w:rsidR="00131B18" w:rsidRPr="0075028D" w:rsidRDefault="00131B18" w:rsidP="007A555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028D">
        <w:rPr>
          <w:b/>
          <w:sz w:val="28"/>
          <w:szCs w:val="28"/>
        </w:rPr>
        <w:t>Ульяновской области на погашение кредиторской задолженности</w:t>
      </w:r>
    </w:p>
    <w:p w:rsidR="00131B18" w:rsidRPr="0075028D" w:rsidRDefault="00131B18" w:rsidP="007A555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028D">
        <w:rPr>
          <w:b/>
          <w:sz w:val="28"/>
          <w:szCs w:val="28"/>
        </w:rPr>
        <w:t xml:space="preserve">за ранее выполненные работы и оказанные услуги </w:t>
      </w:r>
      <w:r>
        <w:rPr>
          <w:b/>
          <w:sz w:val="28"/>
          <w:szCs w:val="28"/>
        </w:rPr>
        <w:br/>
      </w:r>
      <w:r w:rsidRPr="0075028D">
        <w:rPr>
          <w:b/>
          <w:sz w:val="28"/>
          <w:szCs w:val="28"/>
        </w:rPr>
        <w:t>в сфере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 xml:space="preserve">теплоснабжения в рамках подпрограммы </w:t>
      </w:r>
      <w:r>
        <w:rPr>
          <w:b/>
          <w:sz w:val="28"/>
          <w:szCs w:val="28"/>
        </w:rPr>
        <w:br/>
        <w:t>«</w:t>
      </w:r>
      <w:r w:rsidRPr="0075028D">
        <w:rPr>
          <w:b/>
          <w:sz w:val="28"/>
          <w:szCs w:val="28"/>
        </w:rPr>
        <w:t>Содействие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 xml:space="preserve">муниципальным образованиям Ульяновской области </w:t>
      </w:r>
      <w:r>
        <w:rPr>
          <w:b/>
          <w:sz w:val="28"/>
          <w:szCs w:val="28"/>
        </w:rPr>
        <w:br/>
      </w:r>
      <w:r w:rsidRPr="0075028D">
        <w:rPr>
          <w:b/>
          <w:sz w:val="28"/>
          <w:szCs w:val="28"/>
        </w:rPr>
        <w:t>в подготовке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>и прохождении отопительных сезонов</w:t>
      </w:r>
      <w:r>
        <w:rPr>
          <w:b/>
          <w:sz w:val="28"/>
          <w:szCs w:val="28"/>
        </w:rPr>
        <w:t>»</w:t>
      </w:r>
      <w:r w:rsidRPr="007502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75028D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 xml:space="preserve">программы Ульяновской области </w:t>
      </w:r>
      <w:r>
        <w:rPr>
          <w:b/>
          <w:sz w:val="28"/>
          <w:szCs w:val="28"/>
        </w:rPr>
        <w:br/>
        <w:t>«</w:t>
      </w:r>
      <w:r w:rsidRPr="0075028D">
        <w:rPr>
          <w:b/>
          <w:sz w:val="28"/>
          <w:szCs w:val="28"/>
        </w:rPr>
        <w:t>Развитие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>жилищно-коммунального хозяйства и повышение</w:t>
      </w:r>
    </w:p>
    <w:p w:rsidR="00131B18" w:rsidRPr="0075028D" w:rsidRDefault="00131B18" w:rsidP="007A555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028D">
        <w:rPr>
          <w:b/>
          <w:sz w:val="28"/>
          <w:szCs w:val="28"/>
        </w:rPr>
        <w:t>энергетической эффективности в Ульяновской области</w:t>
      </w:r>
      <w:r>
        <w:rPr>
          <w:b/>
          <w:sz w:val="28"/>
          <w:szCs w:val="28"/>
        </w:rPr>
        <w:t>»</w:t>
      </w:r>
    </w:p>
    <w:p w:rsidR="00131B18" w:rsidRPr="007611BA" w:rsidRDefault="00131B18" w:rsidP="007A5551">
      <w:pPr>
        <w:jc w:val="center"/>
        <w:rPr>
          <w:b/>
          <w:bCs/>
          <w:sz w:val="28"/>
          <w:szCs w:val="28"/>
        </w:rPr>
      </w:pPr>
      <w:r w:rsidRPr="0075028D">
        <w:rPr>
          <w:b/>
          <w:sz w:val="28"/>
          <w:szCs w:val="28"/>
        </w:rPr>
        <w:t>на 2014</w:t>
      </w:r>
      <w:r>
        <w:rPr>
          <w:b/>
          <w:sz w:val="28"/>
          <w:szCs w:val="28"/>
        </w:rPr>
        <w:t>-</w:t>
      </w:r>
      <w:r w:rsidRPr="0075028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75028D">
        <w:rPr>
          <w:b/>
          <w:sz w:val="28"/>
          <w:szCs w:val="28"/>
        </w:rPr>
        <w:t xml:space="preserve"> годы на 2016 год</w:t>
      </w:r>
      <w:r>
        <w:rPr>
          <w:bCs/>
          <w:sz w:val="28"/>
          <w:szCs w:val="28"/>
        </w:rPr>
        <w:t>»</w:t>
      </w:r>
      <w:r w:rsidRPr="00603B42">
        <w:rPr>
          <w:sz w:val="28"/>
          <w:szCs w:val="28"/>
        </w:rPr>
        <w:t>;</w:t>
      </w:r>
    </w:p>
    <w:p w:rsidR="00131B18" w:rsidRPr="00F17F78" w:rsidRDefault="00131B18" w:rsidP="007A5551">
      <w:pPr>
        <w:pStyle w:val="BodyText"/>
        <w:spacing w:before="120" w:line="360" w:lineRule="auto"/>
        <w:ind w:firstLine="720"/>
        <w:rPr>
          <w:szCs w:val="28"/>
        </w:rPr>
      </w:pPr>
      <w:r>
        <w:rPr>
          <w:szCs w:val="28"/>
        </w:rPr>
        <w:t>л</w:t>
      </w:r>
      <w:r w:rsidRPr="00F17F78">
        <w:rPr>
          <w:szCs w:val="28"/>
        </w:rPr>
        <w:t>) таблицы 49 и 50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2477AB" w:rsidTr="000073E3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992FA1" w:rsidRDefault="00131B18" w:rsidP="000073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92FA1">
              <w:rPr>
                <w:sz w:val="28"/>
                <w:szCs w:val="28"/>
              </w:rPr>
              <w:t>Таблица 49</w:t>
            </w:r>
          </w:p>
          <w:p w:rsidR="00131B18" w:rsidRPr="00992FA1" w:rsidRDefault="00131B18" w:rsidP="000073E3">
            <w:pPr>
              <w:jc w:val="right"/>
              <w:rPr>
                <w:sz w:val="28"/>
                <w:szCs w:val="28"/>
              </w:rPr>
            </w:pPr>
          </w:p>
        </w:tc>
      </w:tr>
      <w:tr w:rsidR="00131B18" w:rsidRPr="002477AB" w:rsidTr="000073E3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6E2F38" w:rsidRDefault="00131B18" w:rsidP="000073E3">
            <w:pPr>
              <w:jc w:val="center"/>
              <w:rPr>
                <w:b/>
                <w:bCs/>
                <w:sz w:val="28"/>
                <w:szCs w:val="28"/>
              </w:rPr>
            </w:pPr>
            <w:r w:rsidRPr="006E2F38">
              <w:rPr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  <w:r w:rsidRPr="006E2F38">
              <w:rPr>
                <w:b/>
                <w:bCs/>
                <w:sz w:val="28"/>
                <w:szCs w:val="28"/>
              </w:rPr>
              <w:br/>
              <w:t>Ульяновской области на реализацию мероприятий подпрограммы</w:t>
            </w:r>
            <w:r w:rsidRPr="006E2F38"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6E2F38">
              <w:rPr>
                <w:b/>
                <w:bCs/>
                <w:sz w:val="28"/>
                <w:szCs w:val="28"/>
              </w:rPr>
              <w:t>Стимулирование программ развития жилищного строительства</w:t>
            </w:r>
            <w:r w:rsidRPr="006E2F38">
              <w:rPr>
                <w:b/>
                <w:bCs/>
                <w:sz w:val="28"/>
                <w:szCs w:val="28"/>
              </w:rPr>
              <w:br/>
              <w:t>субъектов Российской Федерации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6E2F38">
              <w:rPr>
                <w:b/>
                <w:bCs/>
                <w:sz w:val="28"/>
                <w:szCs w:val="28"/>
              </w:rPr>
              <w:t xml:space="preserve"> федеральной целевой программы</w:t>
            </w:r>
            <w:r>
              <w:rPr>
                <w:b/>
                <w:bCs/>
                <w:sz w:val="28"/>
                <w:szCs w:val="28"/>
              </w:rPr>
              <w:br/>
              <w:t>«</w:t>
            </w:r>
            <w:r w:rsidRPr="006E2F38">
              <w:rPr>
                <w:b/>
                <w:bCs/>
                <w:sz w:val="28"/>
                <w:szCs w:val="28"/>
              </w:rPr>
              <w:t>Жилище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6E2F38">
              <w:rPr>
                <w:b/>
                <w:bCs/>
                <w:sz w:val="28"/>
                <w:szCs w:val="28"/>
              </w:rPr>
              <w:t xml:space="preserve"> на 2015-2020 годы на 2016 год</w:t>
            </w:r>
          </w:p>
          <w:p w:rsidR="00131B18" w:rsidRPr="006E2F38" w:rsidRDefault="00131B18" w:rsidP="000073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992FA1" w:rsidTr="000073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992FA1" w:rsidRDefault="00131B18" w:rsidP="000073E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992FA1" w:rsidRDefault="00131B18" w:rsidP="000073E3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992FA1" w:rsidRDefault="00131B18" w:rsidP="000073E3">
            <w:pPr>
              <w:jc w:val="right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992FA1" w:rsidRDefault="00131B18" w:rsidP="00064047">
      <w:pPr>
        <w:jc w:val="right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536"/>
      </w:tblGrid>
      <w:tr w:rsidR="00131B18" w:rsidRPr="00992FA1" w:rsidTr="000073E3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131B18" w:rsidRPr="00992FA1" w:rsidRDefault="00131B18" w:rsidP="000073E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FA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131B18" w:rsidRPr="00992FA1" w:rsidRDefault="00131B18" w:rsidP="000073E3">
            <w:pPr>
              <w:jc w:val="center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>Наименование</w:t>
            </w:r>
          </w:p>
          <w:p w:rsidR="00131B18" w:rsidRPr="00992FA1" w:rsidRDefault="00131B18" w:rsidP="000073E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FA1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131B18" w:rsidRPr="00992FA1" w:rsidRDefault="00131B18" w:rsidP="000073E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FA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131B18" w:rsidRPr="00992FA1" w:rsidTr="000073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131B18" w:rsidRPr="00992FA1" w:rsidRDefault="00131B18" w:rsidP="000073E3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131B18" w:rsidRPr="00992FA1" w:rsidRDefault="00131B18" w:rsidP="000073E3">
            <w:pPr>
              <w:spacing w:line="336" w:lineRule="auto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bottom"/>
          </w:tcPr>
          <w:p w:rsidR="00131B18" w:rsidRPr="00992FA1" w:rsidRDefault="00131B18" w:rsidP="000073E3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270353,65</w:t>
            </w:r>
          </w:p>
        </w:tc>
      </w:tr>
      <w:tr w:rsidR="00131B18" w:rsidRPr="002477AB" w:rsidTr="000073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131B18" w:rsidRPr="00992FA1" w:rsidRDefault="00131B18" w:rsidP="000073E3">
            <w:pPr>
              <w:spacing w:line="33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131B18" w:rsidRPr="00992FA1" w:rsidRDefault="00131B18" w:rsidP="000073E3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992FA1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536" w:type="dxa"/>
            <w:noWrap/>
            <w:vAlign w:val="bottom"/>
          </w:tcPr>
          <w:p w:rsidR="00131B18" w:rsidRPr="00992FA1" w:rsidRDefault="00131B18" w:rsidP="000073E3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270353,65</w:t>
            </w:r>
          </w:p>
        </w:tc>
      </w:tr>
    </w:tbl>
    <w:p w:rsidR="00131B18" w:rsidRPr="00D009D3" w:rsidRDefault="00131B18" w:rsidP="004E407D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131B18" w:rsidRPr="00CA451A" w:rsidTr="00DB7B64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CA451A" w:rsidRDefault="00131B18" w:rsidP="00DB7B64">
            <w:pPr>
              <w:jc w:val="right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Таблица 50</w:t>
            </w:r>
          </w:p>
          <w:p w:rsidR="00131B18" w:rsidRPr="00CA451A" w:rsidRDefault="00131B18" w:rsidP="00DB7B64">
            <w:pPr>
              <w:jc w:val="right"/>
              <w:rPr>
                <w:sz w:val="28"/>
                <w:szCs w:val="28"/>
              </w:rPr>
            </w:pPr>
          </w:p>
        </w:tc>
      </w:tr>
      <w:tr w:rsidR="00131B18" w:rsidRPr="00CA451A" w:rsidTr="00DB7B64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CA451A" w:rsidRDefault="00131B18" w:rsidP="005370B3">
            <w:pPr>
              <w:spacing w:after="200"/>
              <w:contextualSpacing/>
              <w:jc w:val="center"/>
              <w:rPr>
                <w:b/>
                <w:sz w:val="28"/>
                <w:szCs w:val="28"/>
              </w:rPr>
            </w:pPr>
            <w:r w:rsidRPr="00CA451A">
              <w:rPr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  <w:r w:rsidRPr="00CA451A">
              <w:rPr>
                <w:b/>
                <w:sz w:val="28"/>
                <w:szCs w:val="28"/>
              </w:rPr>
              <w:br/>
              <w:t>Ульяновской области на благоустройство территорий поселений</w:t>
            </w:r>
            <w:r w:rsidRPr="00CA451A">
              <w:rPr>
                <w:b/>
                <w:sz w:val="28"/>
                <w:szCs w:val="28"/>
              </w:rPr>
              <w:br/>
              <w:t>и городских округов Ульяновской области на 2016 год</w:t>
            </w:r>
          </w:p>
          <w:p w:rsidR="00131B18" w:rsidRPr="00CA451A" w:rsidRDefault="00131B18" w:rsidP="005370B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CA451A" w:rsidTr="00DB7B6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CA451A" w:rsidRDefault="00131B18" w:rsidP="00DB7B6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CA451A" w:rsidRDefault="00131B18" w:rsidP="00DB7B64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CA451A" w:rsidRDefault="00131B18" w:rsidP="00DB7B64">
            <w:pPr>
              <w:jc w:val="right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CA451A" w:rsidRDefault="00131B18" w:rsidP="005370B3">
      <w:pPr>
        <w:jc w:val="right"/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5359"/>
        <w:gridCol w:w="3685"/>
      </w:tblGrid>
      <w:tr w:rsidR="00131B18" w:rsidRPr="00CA451A" w:rsidTr="00DB7B64">
        <w:trPr>
          <w:trHeight w:val="374"/>
          <w:tblHeader/>
        </w:trPr>
        <w:tc>
          <w:tcPr>
            <w:tcW w:w="752" w:type="dxa"/>
            <w:vAlign w:val="center"/>
          </w:tcPr>
          <w:p w:rsidR="00131B18" w:rsidRPr="00CA451A" w:rsidRDefault="00131B18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51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359" w:type="dxa"/>
            <w:vAlign w:val="center"/>
          </w:tcPr>
          <w:p w:rsidR="00131B18" w:rsidRPr="00CA451A" w:rsidRDefault="00131B18" w:rsidP="00DB7B64">
            <w:pPr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Наименование</w:t>
            </w:r>
          </w:p>
          <w:p w:rsidR="00131B18" w:rsidRPr="00CA451A" w:rsidRDefault="00131B18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51A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31B18" w:rsidRPr="00CA451A" w:rsidRDefault="00131B18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51A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131B18" w:rsidRPr="00CA451A" w:rsidRDefault="00131B18" w:rsidP="00DB7B64">
      <w:pPr>
        <w:pStyle w:val="BodyText"/>
        <w:ind w:firstLine="720"/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76"/>
        <w:gridCol w:w="5335"/>
        <w:gridCol w:w="3685"/>
      </w:tblGrid>
      <w:tr w:rsidR="00131B18" w:rsidRPr="00CA451A" w:rsidTr="00DB7B64">
        <w:trPr>
          <w:trHeight w:val="374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CA451A" w:rsidRDefault="00131B18" w:rsidP="00DB7B64">
            <w:pPr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CA451A" w:rsidRDefault="00131B18" w:rsidP="00DB7B64">
            <w:pPr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1B18" w:rsidRPr="00CA451A" w:rsidRDefault="00131B18" w:rsidP="00DB7B64">
            <w:pPr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3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1.</w:t>
            </w:r>
          </w:p>
        </w:tc>
        <w:tc>
          <w:tcPr>
            <w:tcW w:w="53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450,0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Барышское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2.2.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300,0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3.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149,15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3.1.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149,15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4.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300,0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4.1.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300,0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5.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5.1.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6.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450,0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6.1.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6.2.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6.3.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7.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7.1.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8.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8.1.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9.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9.1.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10.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10.1.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11.1.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Новоспасское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12.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142,11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12.1.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Павловское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142,11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13.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137,75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13.1.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137,75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14.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450,0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14.1.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14.2.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14.3.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16.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16.1.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17.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149,15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17.1.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Сурское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149,15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18.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18.1.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Тереньгульское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19.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450,0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19.1.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19.2.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19.3.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20.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20.1.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Большенагаткинское сельское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21.1.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Чердаклинское городское поселение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150,0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  <w:r w:rsidRPr="00CA451A">
              <w:rPr>
                <w:b/>
                <w:sz w:val="28"/>
                <w:szCs w:val="28"/>
              </w:rPr>
              <w:t>Итого по поселениям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A451A">
              <w:rPr>
                <w:b/>
                <w:sz w:val="28"/>
                <w:szCs w:val="28"/>
              </w:rPr>
              <w:t>4478,16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22.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120,84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23.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4291,0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24.</w:t>
            </w: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г. Ульяновск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A451A">
              <w:rPr>
                <w:sz w:val="28"/>
                <w:szCs w:val="28"/>
              </w:rPr>
              <w:t>6000,0</w:t>
            </w:r>
          </w:p>
        </w:tc>
      </w:tr>
      <w:tr w:rsidR="00131B18" w:rsidRPr="00CA451A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  <w:r w:rsidRPr="00CA451A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A451A">
              <w:rPr>
                <w:b/>
                <w:sz w:val="28"/>
                <w:szCs w:val="28"/>
              </w:rPr>
              <w:t>10411,84</w:t>
            </w:r>
          </w:p>
        </w:tc>
      </w:tr>
      <w:tr w:rsidR="00131B18" w:rsidRPr="00D009D3" w:rsidTr="00382328">
        <w:trPr>
          <w:trHeight w:val="375"/>
        </w:trPr>
        <w:tc>
          <w:tcPr>
            <w:tcW w:w="776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33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  <w:r w:rsidRPr="00CA451A">
              <w:rPr>
                <w:b/>
                <w:sz w:val="28"/>
                <w:szCs w:val="28"/>
              </w:rPr>
              <w:t>Итого по поселениям и городам</w:t>
            </w:r>
          </w:p>
        </w:tc>
        <w:tc>
          <w:tcPr>
            <w:tcW w:w="3685" w:type="dxa"/>
            <w:noWrap/>
            <w:vAlign w:val="center"/>
          </w:tcPr>
          <w:p w:rsidR="00131B18" w:rsidRPr="00CA451A" w:rsidRDefault="00131B18" w:rsidP="00CA4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A451A">
              <w:rPr>
                <w:b/>
                <w:sz w:val="28"/>
                <w:szCs w:val="28"/>
              </w:rPr>
              <w:t>14890,0</w:t>
            </w:r>
            <w:r>
              <w:rPr>
                <w:sz w:val="28"/>
                <w:szCs w:val="28"/>
              </w:rPr>
              <w:t>»</w:t>
            </w:r>
            <w:r w:rsidRPr="00F17F78">
              <w:rPr>
                <w:sz w:val="28"/>
                <w:szCs w:val="28"/>
              </w:rPr>
              <w:t>;</w:t>
            </w:r>
          </w:p>
        </w:tc>
      </w:tr>
    </w:tbl>
    <w:p w:rsidR="00131B18" w:rsidRDefault="00131B18" w:rsidP="00F17F78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м) таблицу</w:t>
      </w:r>
      <w:r w:rsidRPr="00F17F78">
        <w:rPr>
          <w:szCs w:val="28"/>
        </w:rPr>
        <w:t xml:space="preserve"> </w:t>
      </w:r>
      <w:r>
        <w:rPr>
          <w:szCs w:val="28"/>
        </w:rPr>
        <w:t xml:space="preserve">52 </w:t>
      </w:r>
      <w:r w:rsidRPr="00F17F78">
        <w:rPr>
          <w:szCs w:val="28"/>
        </w:rPr>
        <w:t>изложить в следующей редакции:</w:t>
      </w:r>
    </w:p>
    <w:p w:rsidR="00131B18" w:rsidRDefault="00131B18" w:rsidP="00F17F78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F17F78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F17F78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F17F78">
      <w:pPr>
        <w:pStyle w:val="BodyText"/>
        <w:spacing w:line="360" w:lineRule="auto"/>
        <w:ind w:firstLine="720"/>
        <w:rPr>
          <w:szCs w:val="28"/>
        </w:rPr>
      </w:pPr>
    </w:p>
    <w:p w:rsidR="00131B18" w:rsidRDefault="00131B18" w:rsidP="00F17F78">
      <w:pPr>
        <w:pStyle w:val="BodyText"/>
        <w:spacing w:line="360" w:lineRule="auto"/>
        <w:ind w:firstLine="720"/>
        <w:rPr>
          <w:szCs w:val="28"/>
        </w:rPr>
      </w:pPr>
    </w:p>
    <w:p w:rsidR="00131B18" w:rsidRPr="00F17F78" w:rsidRDefault="00131B18" w:rsidP="00F17F78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2477AB" w:rsidTr="00382328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707A09" w:rsidRDefault="00131B18" w:rsidP="003823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07A09">
              <w:rPr>
                <w:sz w:val="28"/>
                <w:szCs w:val="28"/>
              </w:rPr>
              <w:t>Таблица 5</w:t>
            </w:r>
            <w:r>
              <w:rPr>
                <w:sz w:val="28"/>
                <w:szCs w:val="28"/>
              </w:rPr>
              <w:t>2</w:t>
            </w:r>
          </w:p>
          <w:p w:rsidR="00131B18" w:rsidRPr="00707A09" w:rsidRDefault="00131B18" w:rsidP="00382328">
            <w:pPr>
              <w:jc w:val="right"/>
              <w:rPr>
                <w:sz w:val="28"/>
                <w:szCs w:val="28"/>
              </w:rPr>
            </w:pPr>
          </w:p>
        </w:tc>
      </w:tr>
      <w:tr w:rsidR="00131B18" w:rsidRPr="002477AB" w:rsidTr="00382328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707A09" w:rsidRDefault="00131B18" w:rsidP="00382328">
            <w:pPr>
              <w:jc w:val="center"/>
              <w:rPr>
                <w:b/>
                <w:bCs/>
                <w:sz w:val="28"/>
                <w:szCs w:val="28"/>
              </w:rPr>
            </w:pPr>
            <w:r w:rsidRPr="00707A09">
              <w:rPr>
                <w:b/>
                <w:sz w:val="28"/>
                <w:szCs w:val="28"/>
              </w:rPr>
              <w:t xml:space="preserve">Распределение субсидий бюджетам </w:t>
            </w:r>
            <w:r>
              <w:rPr>
                <w:b/>
                <w:sz w:val="28"/>
                <w:szCs w:val="28"/>
              </w:rPr>
              <w:t>городских округов</w:t>
            </w:r>
            <w:r>
              <w:rPr>
                <w:b/>
                <w:sz w:val="28"/>
                <w:szCs w:val="28"/>
              </w:rPr>
              <w:br/>
            </w:r>
            <w:r w:rsidRPr="00707A09">
              <w:rPr>
                <w:b/>
                <w:sz w:val="28"/>
                <w:szCs w:val="28"/>
              </w:rPr>
              <w:t xml:space="preserve">Ульяновской области </w:t>
            </w:r>
            <w:r>
              <w:rPr>
                <w:b/>
                <w:bCs/>
                <w:sz w:val="28"/>
                <w:szCs w:val="28"/>
              </w:rPr>
              <w:t>на реализацию мероприятий по строительству</w:t>
            </w:r>
            <w:r>
              <w:rPr>
                <w:b/>
                <w:bCs/>
                <w:sz w:val="28"/>
                <w:szCs w:val="28"/>
              </w:rPr>
              <w:br/>
              <w:t>объектов социальной инфраструктуры (дошкольных учреждений)</w:t>
            </w:r>
            <w:r>
              <w:rPr>
                <w:b/>
                <w:bCs/>
                <w:sz w:val="28"/>
                <w:szCs w:val="28"/>
              </w:rPr>
              <w:br/>
              <w:t>по подпрограмме «Стимулирование программ развития жилищного</w:t>
            </w:r>
            <w:r>
              <w:rPr>
                <w:b/>
                <w:bCs/>
                <w:sz w:val="28"/>
                <w:szCs w:val="28"/>
              </w:rPr>
              <w:br/>
              <w:t>строительства субъектов Российской Федерации» федеральной целевой программы «Жилище» на 2015-2020 годы на 2016 год</w:t>
            </w:r>
          </w:p>
          <w:p w:rsidR="00131B18" w:rsidRPr="00707A09" w:rsidRDefault="00131B18" w:rsidP="0038232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2477AB" w:rsidTr="0038232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57225" w:rsidRDefault="00131B18" w:rsidP="00382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57225" w:rsidRDefault="00131B18" w:rsidP="00382328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57225" w:rsidRDefault="00131B18" w:rsidP="00382328">
            <w:pPr>
              <w:jc w:val="right"/>
              <w:rPr>
                <w:sz w:val="28"/>
                <w:szCs w:val="28"/>
              </w:rPr>
            </w:pPr>
            <w:r w:rsidRPr="00357225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2477AB" w:rsidRDefault="00131B18" w:rsidP="00E95249">
      <w:pPr>
        <w:jc w:val="right"/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778"/>
        <w:gridCol w:w="4394"/>
      </w:tblGrid>
      <w:tr w:rsidR="00131B18" w:rsidRPr="00707A09" w:rsidTr="00382328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131B18" w:rsidRPr="00707A09" w:rsidRDefault="00131B18" w:rsidP="0038232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778" w:type="dxa"/>
            <w:vAlign w:val="center"/>
          </w:tcPr>
          <w:p w:rsidR="00131B18" w:rsidRPr="00707A09" w:rsidRDefault="00131B18" w:rsidP="00382328">
            <w:pPr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Наименование</w:t>
            </w:r>
          </w:p>
          <w:p w:rsidR="00131B18" w:rsidRPr="00707A09" w:rsidRDefault="00131B18" w:rsidP="0038232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131B18" w:rsidRPr="00707A09" w:rsidRDefault="00131B18" w:rsidP="0038232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131B18" w:rsidRPr="00707A09" w:rsidTr="0038232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131B18" w:rsidRPr="00707A09" w:rsidRDefault="00131B18" w:rsidP="00382328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gridSpan w:val="2"/>
            <w:noWrap/>
            <w:vAlign w:val="center"/>
          </w:tcPr>
          <w:p w:rsidR="00131B18" w:rsidRPr="00707A09" w:rsidRDefault="00131B18" w:rsidP="00382328">
            <w:pPr>
              <w:spacing w:line="34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noWrap/>
            <w:vAlign w:val="bottom"/>
          </w:tcPr>
          <w:p w:rsidR="00131B18" w:rsidRPr="00707A09" w:rsidRDefault="00131B18" w:rsidP="00382328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5810,34</w:t>
            </w:r>
          </w:p>
        </w:tc>
      </w:tr>
      <w:tr w:rsidR="00131B18" w:rsidRPr="002477AB" w:rsidTr="0038232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131B18" w:rsidRPr="00707A09" w:rsidRDefault="00131B18" w:rsidP="00382328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  <w:gridSpan w:val="2"/>
            <w:noWrap/>
            <w:vAlign w:val="bottom"/>
          </w:tcPr>
          <w:p w:rsidR="00131B18" w:rsidRPr="00707A09" w:rsidRDefault="00131B18" w:rsidP="00382328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707A09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394" w:type="dxa"/>
            <w:noWrap/>
            <w:vAlign w:val="bottom"/>
          </w:tcPr>
          <w:p w:rsidR="00131B18" w:rsidRPr="007A6A59" w:rsidRDefault="00131B18" w:rsidP="00382328">
            <w:pPr>
              <w:spacing w:line="34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5810,34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131B18" w:rsidRPr="00F17F78" w:rsidRDefault="00131B18" w:rsidP="00382328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н) таблицу</w:t>
      </w:r>
      <w:r w:rsidRPr="00F17F78">
        <w:rPr>
          <w:szCs w:val="28"/>
        </w:rPr>
        <w:t xml:space="preserve"> </w:t>
      </w:r>
      <w:r>
        <w:rPr>
          <w:szCs w:val="28"/>
        </w:rPr>
        <w:t xml:space="preserve">58 </w:t>
      </w:r>
      <w:r w:rsidRPr="00F17F78">
        <w:rPr>
          <w:szCs w:val="28"/>
        </w:rPr>
        <w:t>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2477AB" w:rsidTr="00382328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707A09" w:rsidRDefault="00131B18" w:rsidP="003823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07A09">
              <w:rPr>
                <w:sz w:val="28"/>
                <w:szCs w:val="28"/>
              </w:rPr>
              <w:t>Таблица 5</w:t>
            </w:r>
            <w:r>
              <w:rPr>
                <w:sz w:val="28"/>
                <w:szCs w:val="28"/>
              </w:rPr>
              <w:t>8</w:t>
            </w:r>
          </w:p>
          <w:p w:rsidR="00131B18" w:rsidRPr="00707A09" w:rsidRDefault="00131B18" w:rsidP="00382328">
            <w:pPr>
              <w:jc w:val="right"/>
              <w:rPr>
                <w:sz w:val="28"/>
                <w:szCs w:val="28"/>
              </w:rPr>
            </w:pPr>
          </w:p>
        </w:tc>
      </w:tr>
      <w:tr w:rsidR="00131B18" w:rsidRPr="002477AB" w:rsidTr="00382328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707A09" w:rsidRDefault="00131B18" w:rsidP="00382328">
            <w:pPr>
              <w:jc w:val="center"/>
              <w:rPr>
                <w:b/>
                <w:bCs/>
                <w:sz w:val="28"/>
                <w:szCs w:val="28"/>
              </w:rPr>
            </w:pPr>
            <w:r w:rsidRPr="00382328">
              <w:rPr>
                <w:b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>
              <w:rPr>
                <w:b/>
                <w:sz w:val="28"/>
                <w:szCs w:val="28"/>
              </w:rPr>
              <w:br/>
            </w:r>
            <w:r w:rsidRPr="00382328">
              <w:rPr>
                <w:b/>
                <w:sz w:val="28"/>
                <w:szCs w:val="28"/>
              </w:rPr>
              <w:t xml:space="preserve">Ульяновской области на софинансирование мероприятий федеральной </w:t>
            </w:r>
            <w:r>
              <w:rPr>
                <w:b/>
                <w:sz w:val="28"/>
                <w:szCs w:val="28"/>
              </w:rPr>
              <w:br/>
            </w:r>
            <w:r w:rsidRPr="00382328">
              <w:rPr>
                <w:b/>
                <w:sz w:val="28"/>
                <w:szCs w:val="28"/>
              </w:rPr>
              <w:t xml:space="preserve">целевой программы </w:t>
            </w:r>
            <w:r>
              <w:rPr>
                <w:b/>
                <w:sz w:val="28"/>
                <w:szCs w:val="28"/>
              </w:rPr>
              <w:t>«</w:t>
            </w:r>
            <w:r w:rsidRPr="00382328">
              <w:rPr>
                <w:b/>
                <w:sz w:val="28"/>
                <w:szCs w:val="28"/>
              </w:rPr>
              <w:t>Культура России (2012-2018 годы)</w:t>
            </w:r>
            <w:r>
              <w:rPr>
                <w:b/>
                <w:sz w:val="28"/>
                <w:szCs w:val="28"/>
              </w:rPr>
              <w:t>»</w:t>
            </w:r>
            <w:r w:rsidRPr="00382328">
              <w:rPr>
                <w:b/>
                <w:sz w:val="28"/>
                <w:szCs w:val="28"/>
              </w:rPr>
              <w:t xml:space="preserve"> в рамках </w:t>
            </w:r>
            <w:r>
              <w:rPr>
                <w:b/>
                <w:sz w:val="28"/>
                <w:szCs w:val="28"/>
              </w:rPr>
              <w:br/>
            </w:r>
            <w:r w:rsidRPr="00382328">
              <w:rPr>
                <w:b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>
              <w:rPr>
                <w:b/>
                <w:sz w:val="28"/>
                <w:szCs w:val="28"/>
              </w:rPr>
              <w:br/>
              <w:t>«</w:t>
            </w:r>
            <w:r w:rsidRPr="00382328">
              <w:rPr>
                <w:b/>
                <w:sz w:val="28"/>
                <w:szCs w:val="28"/>
              </w:rPr>
              <w:t xml:space="preserve">Развитие культуры и сохранение объектов культурного наследия </w:t>
            </w:r>
            <w:r>
              <w:rPr>
                <w:b/>
                <w:sz w:val="28"/>
                <w:szCs w:val="28"/>
              </w:rPr>
              <w:br/>
            </w:r>
            <w:r w:rsidRPr="00382328">
              <w:rPr>
                <w:b/>
                <w:sz w:val="28"/>
                <w:szCs w:val="28"/>
              </w:rPr>
              <w:t>в Ульяновской области</w:t>
            </w:r>
            <w:r>
              <w:rPr>
                <w:b/>
                <w:sz w:val="28"/>
                <w:szCs w:val="28"/>
              </w:rPr>
              <w:t>»</w:t>
            </w:r>
            <w:r w:rsidRPr="00382328">
              <w:rPr>
                <w:b/>
                <w:sz w:val="28"/>
                <w:szCs w:val="28"/>
              </w:rPr>
              <w:t xml:space="preserve"> на 2014-2018 годы на 2016 год</w:t>
            </w:r>
          </w:p>
          <w:p w:rsidR="00131B18" w:rsidRPr="00707A09" w:rsidRDefault="00131B18" w:rsidP="0038232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2477AB" w:rsidTr="0038232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57225" w:rsidRDefault="00131B18" w:rsidP="00382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57225" w:rsidRDefault="00131B18" w:rsidP="00382328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357225" w:rsidRDefault="00131B18" w:rsidP="00382328">
            <w:pPr>
              <w:jc w:val="right"/>
              <w:rPr>
                <w:sz w:val="28"/>
                <w:szCs w:val="28"/>
              </w:rPr>
            </w:pPr>
            <w:r w:rsidRPr="00357225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2477AB" w:rsidRDefault="00131B18" w:rsidP="00382328">
      <w:pPr>
        <w:jc w:val="right"/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778"/>
        <w:gridCol w:w="4394"/>
      </w:tblGrid>
      <w:tr w:rsidR="00131B18" w:rsidRPr="00707A09" w:rsidTr="00382328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131B18" w:rsidRPr="00707A09" w:rsidRDefault="00131B18" w:rsidP="0038232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778" w:type="dxa"/>
            <w:vAlign w:val="center"/>
          </w:tcPr>
          <w:p w:rsidR="00131B18" w:rsidRPr="00707A09" w:rsidRDefault="00131B18" w:rsidP="00382328">
            <w:pPr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Наименование</w:t>
            </w:r>
          </w:p>
          <w:p w:rsidR="00131B18" w:rsidRPr="00707A09" w:rsidRDefault="00131B18" w:rsidP="0038232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131B18" w:rsidRPr="00707A09" w:rsidRDefault="00131B18" w:rsidP="0038232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131B18" w:rsidRPr="00707A09" w:rsidTr="004573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131B18" w:rsidRPr="00707A09" w:rsidRDefault="00131B18" w:rsidP="00382328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gridSpan w:val="2"/>
            <w:noWrap/>
            <w:vAlign w:val="center"/>
          </w:tcPr>
          <w:p w:rsidR="00131B18" w:rsidRPr="004573B7" w:rsidRDefault="00131B18" w:rsidP="004573B7">
            <w:pPr>
              <w:spacing w:line="360" w:lineRule="auto"/>
              <w:rPr>
                <w:sz w:val="28"/>
                <w:szCs w:val="28"/>
              </w:rPr>
            </w:pPr>
            <w:r w:rsidRPr="004573B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4573B7" w:rsidRDefault="00131B18" w:rsidP="004573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73B7">
              <w:rPr>
                <w:sz w:val="28"/>
                <w:szCs w:val="28"/>
              </w:rPr>
              <w:t>286,1</w:t>
            </w:r>
          </w:p>
        </w:tc>
      </w:tr>
      <w:tr w:rsidR="00131B18" w:rsidRPr="00707A09" w:rsidTr="004573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131B18" w:rsidRPr="00707A09" w:rsidRDefault="00131B18" w:rsidP="00382328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07A09">
              <w:rPr>
                <w:sz w:val="28"/>
                <w:szCs w:val="28"/>
              </w:rPr>
              <w:t>.</w:t>
            </w:r>
          </w:p>
        </w:tc>
        <w:tc>
          <w:tcPr>
            <w:tcW w:w="4809" w:type="dxa"/>
            <w:gridSpan w:val="2"/>
            <w:noWrap/>
            <w:vAlign w:val="center"/>
          </w:tcPr>
          <w:p w:rsidR="00131B18" w:rsidRPr="004573B7" w:rsidRDefault="00131B18" w:rsidP="004573B7">
            <w:pPr>
              <w:spacing w:line="360" w:lineRule="auto"/>
              <w:rPr>
                <w:sz w:val="28"/>
                <w:szCs w:val="28"/>
              </w:rPr>
            </w:pPr>
            <w:r w:rsidRPr="004573B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noWrap/>
            <w:vAlign w:val="center"/>
          </w:tcPr>
          <w:p w:rsidR="00131B18" w:rsidRPr="004573B7" w:rsidRDefault="00131B18" w:rsidP="004573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73B7">
              <w:rPr>
                <w:sz w:val="28"/>
                <w:szCs w:val="28"/>
              </w:rPr>
              <w:t>399,0</w:t>
            </w:r>
          </w:p>
        </w:tc>
      </w:tr>
      <w:tr w:rsidR="00131B18" w:rsidRPr="002477AB" w:rsidTr="004573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131B18" w:rsidRPr="00707A09" w:rsidRDefault="00131B18" w:rsidP="00382328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  <w:gridSpan w:val="2"/>
            <w:noWrap/>
            <w:vAlign w:val="center"/>
          </w:tcPr>
          <w:p w:rsidR="00131B18" w:rsidRPr="00707A09" w:rsidRDefault="00131B18" w:rsidP="004573B7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707A09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394" w:type="dxa"/>
            <w:noWrap/>
            <w:vAlign w:val="center"/>
          </w:tcPr>
          <w:p w:rsidR="00131B18" w:rsidRPr="004573B7" w:rsidRDefault="00131B18" w:rsidP="004573B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4573B7">
              <w:rPr>
                <w:b/>
                <w:bCs/>
                <w:sz w:val="28"/>
                <w:szCs w:val="28"/>
              </w:rPr>
              <w:t>685,1</w:t>
            </w:r>
            <w:r>
              <w:rPr>
                <w:bCs/>
                <w:sz w:val="28"/>
                <w:szCs w:val="28"/>
              </w:rPr>
              <w:t>»</w:t>
            </w:r>
            <w:r w:rsidRPr="004573B7">
              <w:rPr>
                <w:bCs/>
                <w:sz w:val="28"/>
                <w:szCs w:val="28"/>
              </w:rPr>
              <w:t>;</w:t>
            </w:r>
          </w:p>
        </w:tc>
      </w:tr>
    </w:tbl>
    <w:p w:rsidR="00131B18" w:rsidRDefault="00131B18" w:rsidP="007A5551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о</w:t>
      </w:r>
      <w:r w:rsidRPr="007611BA">
        <w:rPr>
          <w:szCs w:val="28"/>
        </w:rPr>
        <w:t xml:space="preserve">) наименование таблицы </w:t>
      </w:r>
      <w:r>
        <w:rPr>
          <w:szCs w:val="28"/>
        </w:rPr>
        <w:t>59</w:t>
      </w:r>
      <w:r w:rsidRPr="007611BA">
        <w:rPr>
          <w:szCs w:val="28"/>
        </w:rPr>
        <w:t xml:space="preserve"> изложить в следующей редакции:</w:t>
      </w:r>
    </w:p>
    <w:p w:rsidR="00131B18" w:rsidRDefault="00131B18" w:rsidP="007A55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1B18" w:rsidRDefault="00131B18" w:rsidP="007A55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1B18" w:rsidRDefault="00131B18" w:rsidP="007A55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1B18" w:rsidRDefault="00131B18" w:rsidP="007A55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1B18" w:rsidRDefault="00131B18" w:rsidP="007A55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1B18" w:rsidRDefault="00131B18" w:rsidP="007A55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1B18" w:rsidRDefault="00131B18" w:rsidP="007A55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1B18" w:rsidRDefault="00131B18" w:rsidP="007A55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1B18" w:rsidRDefault="00131B18" w:rsidP="007A55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1B18" w:rsidRDefault="00131B18" w:rsidP="007A55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1B18" w:rsidRPr="0075028D" w:rsidRDefault="00131B18" w:rsidP="007A555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>«</w:t>
      </w:r>
      <w:r w:rsidRPr="0075028D">
        <w:rPr>
          <w:b/>
          <w:sz w:val="28"/>
          <w:szCs w:val="28"/>
        </w:rPr>
        <w:t>Распределение субсидий бюджетам муниципальных районов</w:t>
      </w:r>
    </w:p>
    <w:p w:rsidR="00131B18" w:rsidRPr="0075028D" w:rsidRDefault="00131B18" w:rsidP="007A555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028D">
        <w:rPr>
          <w:b/>
          <w:sz w:val="28"/>
          <w:szCs w:val="28"/>
        </w:rPr>
        <w:t>Ульяновской области на строительство и модернизацию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 xml:space="preserve">котельных, </w:t>
      </w:r>
      <w:r>
        <w:rPr>
          <w:b/>
          <w:sz w:val="28"/>
          <w:szCs w:val="28"/>
        </w:rPr>
        <w:br/>
      </w:r>
      <w:r w:rsidRPr="0075028D">
        <w:rPr>
          <w:b/>
          <w:sz w:val="28"/>
          <w:szCs w:val="28"/>
        </w:rPr>
        <w:t>в том числе пут</w:t>
      </w:r>
      <w:r>
        <w:rPr>
          <w:b/>
          <w:sz w:val="28"/>
          <w:szCs w:val="28"/>
        </w:rPr>
        <w:t>ё</w:t>
      </w:r>
      <w:r w:rsidRPr="0075028D">
        <w:rPr>
          <w:b/>
          <w:sz w:val="28"/>
          <w:szCs w:val="28"/>
        </w:rPr>
        <w:t>м перевода системы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 xml:space="preserve">централизованного отопления </w:t>
      </w:r>
      <w:r>
        <w:rPr>
          <w:b/>
          <w:sz w:val="28"/>
          <w:szCs w:val="28"/>
        </w:rPr>
        <w:br/>
      </w:r>
      <w:r w:rsidRPr="0075028D">
        <w:rPr>
          <w:b/>
          <w:sz w:val="28"/>
          <w:szCs w:val="28"/>
        </w:rPr>
        <w:t>на систему подомового газового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 xml:space="preserve">отопления для объектов </w:t>
      </w:r>
      <w:r>
        <w:rPr>
          <w:b/>
          <w:sz w:val="28"/>
          <w:szCs w:val="28"/>
        </w:rPr>
        <w:br/>
      </w:r>
      <w:r w:rsidRPr="0075028D">
        <w:rPr>
          <w:b/>
          <w:sz w:val="28"/>
          <w:szCs w:val="28"/>
        </w:rPr>
        <w:t>социальной сферы и жилищного фонда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 xml:space="preserve">в рамках подпрограммы </w:t>
      </w:r>
      <w:r>
        <w:rPr>
          <w:b/>
          <w:sz w:val="28"/>
          <w:szCs w:val="28"/>
        </w:rPr>
        <w:br/>
        <w:t>«</w:t>
      </w:r>
      <w:r w:rsidRPr="0075028D">
        <w:rPr>
          <w:b/>
          <w:sz w:val="28"/>
          <w:szCs w:val="28"/>
        </w:rPr>
        <w:t>Энергосбережение и повышение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 xml:space="preserve">энергетической эффективности </w:t>
      </w:r>
      <w:r>
        <w:rPr>
          <w:b/>
          <w:sz w:val="28"/>
          <w:szCs w:val="28"/>
        </w:rPr>
        <w:br/>
      </w:r>
      <w:r w:rsidRPr="0075028D">
        <w:rPr>
          <w:b/>
          <w:sz w:val="28"/>
          <w:szCs w:val="28"/>
        </w:rPr>
        <w:t>в Ульяновской области,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>в том числе на основе расширения использования природного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>газа в качестве моторного топлива</w:t>
      </w:r>
      <w:r>
        <w:rPr>
          <w:b/>
          <w:sz w:val="28"/>
          <w:szCs w:val="28"/>
        </w:rPr>
        <w:t>»</w:t>
      </w:r>
      <w:r w:rsidRPr="007502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75028D">
        <w:rPr>
          <w:b/>
          <w:sz w:val="28"/>
          <w:szCs w:val="28"/>
        </w:rPr>
        <w:t>государственной программы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 xml:space="preserve">Ульяновской области </w:t>
      </w:r>
      <w:r>
        <w:rPr>
          <w:b/>
          <w:sz w:val="28"/>
          <w:szCs w:val="28"/>
        </w:rPr>
        <w:br/>
        <w:t>«</w:t>
      </w:r>
      <w:r w:rsidRPr="0075028D">
        <w:rPr>
          <w:b/>
          <w:sz w:val="28"/>
          <w:szCs w:val="28"/>
        </w:rPr>
        <w:t>Развитие жилищно-коммунального</w:t>
      </w:r>
      <w:r>
        <w:rPr>
          <w:b/>
          <w:sz w:val="28"/>
          <w:szCs w:val="28"/>
        </w:rPr>
        <w:t xml:space="preserve"> </w:t>
      </w:r>
      <w:r w:rsidRPr="0075028D">
        <w:rPr>
          <w:b/>
          <w:sz w:val="28"/>
          <w:szCs w:val="28"/>
        </w:rPr>
        <w:t xml:space="preserve">хозяйства </w:t>
      </w:r>
      <w:r>
        <w:rPr>
          <w:b/>
          <w:sz w:val="28"/>
          <w:szCs w:val="28"/>
        </w:rPr>
        <w:br/>
      </w:r>
      <w:r w:rsidRPr="0075028D">
        <w:rPr>
          <w:b/>
          <w:sz w:val="28"/>
          <w:szCs w:val="28"/>
        </w:rPr>
        <w:t>и повышение энергетической эффективности</w:t>
      </w:r>
      <w:r>
        <w:rPr>
          <w:b/>
          <w:sz w:val="28"/>
          <w:szCs w:val="28"/>
        </w:rPr>
        <w:t xml:space="preserve"> </w:t>
      </w:r>
    </w:p>
    <w:p w:rsidR="00131B18" w:rsidRPr="007611BA" w:rsidRDefault="00131B18" w:rsidP="007A55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5028D">
        <w:rPr>
          <w:b/>
          <w:sz w:val="28"/>
          <w:szCs w:val="28"/>
        </w:rPr>
        <w:t>в Ульяновской области</w:t>
      </w:r>
      <w:r>
        <w:rPr>
          <w:b/>
          <w:sz w:val="28"/>
          <w:szCs w:val="28"/>
        </w:rPr>
        <w:t>»</w:t>
      </w:r>
      <w:r w:rsidRPr="0075028D">
        <w:rPr>
          <w:b/>
          <w:sz w:val="28"/>
          <w:szCs w:val="28"/>
        </w:rPr>
        <w:t xml:space="preserve"> на 2014</w:t>
      </w:r>
      <w:r>
        <w:rPr>
          <w:b/>
          <w:sz w:val="28"/>
          <w:szCs w:val="28"/>
        </w:rPr>
        <w:t>-</w:t>
      </w:r>
      <w:r w:rsidRPr="0075028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75028D">
        <w:rPr>
          <w:b/>
          <w:sz w:val="28"/>
          <w:szCs w:val="28"/>
        </w:rPr>
        <w:t xml:space="preserve"> годы, на 2016 год</w:t>
      </w:r>
      <w:r>
        <w:rPr>
          <w:bCs/>
          <w:sz w:val="28"/>
          <w:szCs w:val="28"/>
        </w:rPr>
        <w:t>»</w:t>
      </w:r>
      <w:r w:rsidRPr="00603B42">
        <w:rPr>
          <w:sz w:val="28"/>
          <w:szCs w:val="28"/>
        </w:rPr>
        <w:t>;</w:t>
      </w:r>
    </w:p>
    <w:p w:rsidR="00131B18" w:rsidRPr="00D70D4F" w:rsidRDefault="00131B18" w:rsidP="007A5551">
      <w:pPr>
        <w:pStyle w:val="BodyText"/>
        <w:spacing w:before="120" w:line="360" w:lineRule="auto"/>
        <w:ind w:firstLine="720"/>
        <w:rPr>
          <w:szCs w:val="28"/>
        </w:rPr>
      </w:pPr>
      <w:r>
        <w:rPr>
          <w:szCs w:val="28"/>
        </w:rPr>
        <w:t>п</w:t>
      </w:r>
      <w:r w:rsidRPr="00D70D4F">
        <w:rPr>
          <w:szCs w:val="28"/>
        </w:rPr>
        <w:t>) дополнить таблицей 60 следующего содержания: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31B18" w:rsidRPr="00D70D4F" w:rsidTr="00DB7B64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D70D4F" w:rsidRDefault="00131B18" w:rsidP="00AD09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70D4F">
              <w:rPr>
                <w:sz w:val="28"/>
                <w:szCs w:val="28"/>
              </w:rPr>
              <w:t>Таблица 60</w:t>
            </w:r>
          </w:p>
          <w:p w:rsidR="00131B18" w:rsidRPr="00D70D4F" w:rsidRDefault="00131B18" w:rsidP="00AD09E5">
            <w:pPr>
              <w:jc w:val="right"/>
              <w:rPr>
                <w:sz w:val="28"/>
                <w:szCs w:val="28"/>
              </w:rPr>
            </w:pPr>
          </w:p>
        </w:tc>
      </w:tr>
      <w:tr w:rsidR="00131B18" w:rsidRPr="00D70D4F" w:rsidTr="00DB7B64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B18" w:rsidRPr="00D70D4F" w:rsidRDefault="00131B18" w:rsidP="00AD09E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70D4F">
              <w:rPr>
                <w:b/>
                <w:sz w:val="28"/>
                <w:szCs w:val="28"/>
              </w:rPr>
              <w:t>Распределение субсидий бюджетам городских округов</w:t>
            </w:r>
            <w:r w:rsidRPr="00D70D4F">
              <w:rPr>
                <w:b/>
                <w:sz w:val="28"/>
                <w:szCs w:val="28"/>
              </w:rPr>
              <w:br/>
              <w:t xml:space="preserve">Ульяновской области на предупреждение и ликвидацию чрезвычайных </w:t>
            </w:r>
            <w:r w:rsidRPr="00D70D4F">
              <w:rPr>
                <w:b/>
                <w:sz w:val="28"/>
                <w:szCs w:val="28"/>
              </w:rPr>
              <w:br/>
              <w:t>ситуаций и последствий стихийных бедствий за счёт средств резервного фонда Правительства Российской Федерации</w:t>
            </w:r>
          </w:p>
          <w:p w:rsidR="00131B18" w:rsidRPr="00D70D4F" w:rsidRDefault="00131B18" w:rsidP="00AD09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B18" w:rsidRPr="00D70D4F" w:rsidTr="00DB7B6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D70D4F" w:rsidRDefault="00131B18" w:rsidP="00AD09E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D70D4F" w:rsidRDefault="00131B18" w:rsidP="00AD09E5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1B18" w:rsidRPr="00D70D4F" w:rsidRDefault="00131B18" w:rsidP="00AD09E5">
            <w:pPr>
              <w:jc w:val="right"/>
              <w:rPr>
                <w:sz w:val="28"/>
                <w:szCs w:val="28"/>
              </w:rPr>
            </w:pPr>
            <w:r w:rsidRPr="00D70D4F">
              <w:rPr>
                <w:sz w:val="28"/>
                <w:szCs w:val="28"/>
              </w:rPr>
              <w:t>тыс. руб.</w:t>
            </w:r>
          </w:p>
        </w:tc>
      </w:tr>
    </w:tbl>
    <w:p w:rsidR="00131B18" w:rsidRPr="00D70D4F" w:rsidRDefault="00131B18" w:rsidP="00AD09E5">
      <w:pPr>
        <w:jc w:val="right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528"/>
        <w:gridCol w:w="3686"/>
      </w:tblGrid>
      <w:tr w:rsidR="00131B18" w:rsidRPr="00D70D4F" w:rsidTr="00BA30ED">
        <w:trPr>
          <w:trHeight w:val="374"/>
        </w:trPr>
        <w:tc>
          <w:tcPr>
            <w:tcW w:w="709" w:type="dxa"/>
            <w:vAlign w:val="center"/>
          </w:tcPr>
          <w:p w:rsidR="00131B18" w:rsidRPr="00D70D4F" w:rsidRDefault="00131B18" w:rsidP="00AD09E5">
            <w:pPr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D70D4F">
              <w:rPr>
                <w:sz w:val="28"/>
                <w:szCs w:val="28"/>
              </w:rPr>
              <w:t>№ п/п</w:t>
            </w:r>
          </w:p>
        </w:tc>
        <w:tc>
          <w:tcPr>
            <w:tcW w:w="5528" w:type="dxa"/>
            <w:vAlign w:val="center"/>
          </w:tcPr>
          <w:p w:rsidR="00131B18" w:rsidRPr="00D70D4F" w:rsidRDefault="00131B18" w:rsidP="00AD09E5">
            <w:pPr>
              <w:jc w:val="center"/>
              <w:rPr>
                <w:sz w:val="28"/>
                <w:szCs w:val="28"/>
              </w:rPr>
            </w:pPr>
            <w:r w:rsidRPr="00D70D4F">
              <w:rPr>
                <w:sz w:val="28"/>
                <w:szCs w:val="28"/>
              </w:rPr>
              <w:t>Наименование</w:t>
            </w:r>
          </w:p>
          <w:p w:rsidR="00131B18" w:rsidRPr="00D70D4F" w:rsidRDefault="00131B18" w:rsidP="00AD09E5">
            <w:pPr>
              <w:contextualSpacing/>
              <w:jc w:val="center"/>
              <w:rPr>
                <w:sz w:val="28"/>
                <w:szCs w:val="28"/>
              </w:rPr>
            </w:pPr>
            <w:r w:rsidRPr="00D70D4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131B18" w:rsidRPr="00D70D4F" w:rsidRDefault="00131B18" w:rsidP="00AD09E5">
            <w:pPr>
              <w:contextualSpacing/>
              <w:jc w:val="center"/>
              <w:rPr>
                <w:sz w:val="28"/>
                <w:szCs w:val="28"/>
              </w:rPr>
            </w:pPr>
            <w:r w:rsidRPr="00D70D4F">
              <w:rPr>
                <w:sz w:val="28"/>
                <w:szCs w:val="28"/>
              </w:rPr>
              <w:t>Сумма</w:t>
            </w:r>
          </w:p>
        </w:tc>
      </w:tr>
      <w:tr w:rsidR="00131B18" w:rsidRPr="00D70D4F" w:rsidTr="000073E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131B18" w:rsidRPr="00D70D4F" w:rsidRDefault="00131B18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D70D4F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  <w:vAlign w:val="bottom"/>
          </w:tcPr>
          <w:p w:rsidR="00131B18" w:rsidRPr="00D70D4F" w:rsidRDefault="00131B18" w:rsidP="000073E3">
            <w:pPr>
              <w:spacing w:line="360" w:lineRule="auto"/>
              <w:rPr>
                <w:sz w:val="28"/>
                <w:szCs w:val="28"/>
              </w:rPr>
            </w:pPr>
            <w:r w:rsidRPr="00D70D4F">
              <w:rPr>
                <w:sz w:val="28"/>
                <w:szCs w:val="28"/>
              </w:rPr>
              <w:t>г. Ульяновск</w:t>
            </w:r>
          </w:p>
        </w:tc>
        <w:tc>
          <w:tcPr>
            <w:tcW w:w="3686" w:type="dxa"/>
            <w:vAlign w:val="bottom"/>
          </w:tcPr>
          <w:p w:rsidR="00131B18" w:rsidRPr="00D70D4F" w:rsidRDefault="00131B18" w:rsidP="000073E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70D4F">
              <w:rPr>
                <w:bCs/>
                <w:sz w:val="28"/>
                <w:szCs w:val="28"/>
              </w:rPr>
              <w:t>200089,7</w:t>
            </w:r>
          </w:p>
        </w:tc>
      </w:tr>
      <w:tr w:rsidR="00131B18" w:rsidRPr="00D009D3" w:rsidTr="00BA3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Mar>
              <w:left w:w="57" w:type="dxa"/>
              <w:right w:w="57" w:type="dxa"/>
            </w:tcMar>
          </w:tcPr>
          <w:p w:rsidR="00131B18" w:rsidRPr="00D70D4F" w:rsidRDefault="00131B18" w:rsidP="00AD09E5">
            <w:pPr>
              <w:spacing w:line="358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31B18" w:rsidRPr="00D70D4F" w:rsidRDefault="00131B18" w:rsidP="00AD09E5">
            <w:pPr>
              <w:spacing w:line="358" w:lineRule="auto"/>
              <w:contextualSpacing/>
              <w:rPr>
                <w:b/>
                <w:sz w:val="28"/>
                <w:szCs w:val="28"/>
              </w:rPr>
            </w:pPr>
            <w:r w:rsidRPr="00D70D4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686" w:type="dxa"/>
          </w:tcPr>
          <w:p w:rsidR="00131B18" w:rsidRPr="00D70D4F" w:rsidRDefault="00131B18" w:rsidP="00AD09E5">
            <w:pPr>
              <w:spacing w:line="358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D70D4F">
              <w:rPr>
                <w:b/>
                <w:sz w:val="28"/>
                <w:szCs w:val="28"/>
              </w:rPr>
              <w:t>200089,7</w:t>
            </w:r>
            <w:r>
              <w:rPr>
                <w:bCs/>
                <w:sz w:val="28"/>
                <w:szCs w:val="28"/>
              </w:rPr>
              <w:t>»</w:t>
            </w:r>
            <w:r w:rsidRPr="00D70D4F">
              <w:rPr>
                <w:bCs/>
                <w:sz w:val="28"/>
                <w:szCs w:val="28"/>
              </w:rPr>
              <w:t>;</w:t>
            </w:r>
          </w:p>
        </w:tc>
      </w:tr>
    </w:tbl>
    <w:p w:rsidR="00131B18" w:rsidRDefault="00131B18" w:rsidP="008763AD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9</w:t>
      </w:r>
      <w:r w:rsidRPr="004B40AF">
        <w:rPr>
          <w:szCs w:val="28"/>
        </w:rPr>
        <w:t xml:space="preserve">) </w:t>
      </w:r>
      <w:r>
        <w:rPr>
          <w:szCs w:val="28"/>
        </w:rPr>
        <w:t xml:space="preserve">в </w:t>
      </w:r>
      <w:r w:rsidRPr="00D6521A">
        <w:rPr>
          <w:szCs w:val="28"/>
        </w:rPr>
        <w:t>приложени</w:t>
      </w:r>
      <w:r>
        <w:rPr>
          <w:szCs w:val="28"/>
        </w:rPr>
        <w:t>и</w:t>
      </w:r>
      <w:r w:rsidRPr="00D6521A">
        <w:rPr>
          <w:szCs w:val="28"/>
        </w:rPr>
        <w:t xml:space="preserve"> 10:</w:t>
      </w:r>
    </w:p>
    <w:p w:rsidR="00131B18" w:rsidRDefault="00131B18" w:rsidP="00880CDB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а) пункты 1-6 изложить в следующей редакции:</w:t>
      </w:r>
    </w:p>
    <w:p w:rsidR="00131B18" w:rsidRPr="00880CDB" w:rsidRDefault="00131B18" w:rsidP="00880CDB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«</w:t>
      </w:r>
      <w:r w:rsidRPr="00880CDB">
        <w:rPr>
          <w:szCs w:val="28"/>
        </w:rPr>
        <w:t xml:space="preserve">1) открытого акционерного общества </w:t>
      </w:r>
      <w:r>
        <w:rPr>
          <w:szCs w:val="28"/>
        </w:rPr>
        <w:t>«</w:t>
      </w:r>
      <w:r w:rsidRPr="00880CDB">
        <w:rPr>
          <w:szCs w:val="28"/>
        </w:rPr>
        <w:t>Аэропорт Ульяновск</w:t>
      </w:r>
      <w:r>
        <w:rPr>
          <w:szCs w:val="28"/>
        </w:rPr>
        <w:t>»</w:t>
      </w:r>
      <w:r w:rsidRPr="00880CDB">
        <w:rPr>
          <w:szCs w:val="28"/>
        </w:rPr>
        <w:t xml:space="preserve"> на оплату о</w:t>
      </w:r>
      <w:r w:rsidRPr="00880CDB">
        <w:rPr>
          <w:szCs w:val="28"/>
        </w:rPr>
        <w:t>с</w:t>
      </w:r>
      <w:r w:rsidRPr="00880CDB">
        <w:rPr>
          <w:szCs w:val="28"/>
        </w:rPr>
        <w:t>новного долга по кредиту на реконструкцию здания аэровокзала открытого а</w:t>
      </w:r>
      <w:r w:rsidRPr="00880CDB">
        <w:rPr>
          <w:szCs w:val="28"/>
        </w:rPr>
        <w:t>к</w:t>
      </w:r>
      <w:r w:rsidRPr="00880CDB">
        <w:rPr>
          <w:szCs w:val="28"/>
        </w:rPr>
        <w:t xml:space="preserve">ционерного общества </w:t>
      </w:r>
      <w:r>
        <w:rPr>
          <w:szCs w:val="28"/>
        </w:rPr>
        <w:t>«</w:t>
      </w:r>
      <w:r w:rsidRPr="00880CDB">
        <w:rPr>
          <w:szCs w:val="28"/>
        </w:rPr>
        <w:t>Аэропорт Ульяновск</w:t>
      </w:r>
      <w:r>
        <w:rPr>
          <w:szCs w:val="28"/>
        </w:rPr>
        <w:t>»</w:t>
      </w:r>
      <w:r w:rsidRPr="00880CDB">
        <w:rPr>
          <w:szCs w:val="28"/>
        </w:rPr>
        <w:t xml:space="preserve"> (в 2016 году </w:t>
      </w:r>
      <w:r>
        <w:rPr>
          <w:szCs w:val="28"/>
        </w:rPr>
        <w:t xml:space="preserve">– </w:t>
      </w:r>
      <w:r w:rsidRPr="00880CDB">
        <w:rPr>
          <w:szCs w:val="28"/>
        </w:rPr>
        <w:t>54800,0 тыс. руб</w:t>
      </w:r>
      <w:r>
        <w:rPr>
          <w:szCs w:val="28"/>
        </w:rPr>
        <w:softHyphen/>
      </w:r>
      <w:r w:rsidRPr="00880CDB">
        <w:rPr>
          <w:szCs w:val="28"/>
        </w:rPr>
        <w:t xml:space="preserve">лей) в целях реализации подпрограммы </w:t>
      </w:r>
      <w:r>
        <w:rPr>
          <w:szCs w:val="28"/>
        </w:rPr>
        <w:t>«</w:t>
      </w:r>
      <w:r w:rsidRPr="00880CDB">
        <w:rPr>
          <w:szCs w:val="28"/>
        </w:rPr>
        <w:t xml:space="preserve">Обеспечение населения Ульяновской области качественными услугами </w:t>
      </w:r>
      <w:r>
        <w:rPr>
          <w:szCs w:val="28"/>
        </w:rPr>
        <w:t>пассажирского транспорта в 2015</w:t>
      </w:r>
      <w:r w:rsidRPr="00880CDB">
        <w:rPr>
          <w:szCs w:val="28"/>
        </w:rPr>
        <w:t>-20</w:t>
      </w:r>
      <w:r>
        <w:rPr>
          <w:szCs w:val="28"/>
        </w:rPr>
        <w:t>20</w:t>
      </w:r>
      <w:r w:rsidRPr="00880CDB">
        <w:rPr>
          <w:szCs w:val="28"/>
        </w:rPr>
        <w:t xml:space="preserve"> годах</w:t>
      </w:r>
      <w:r>
        <w:rPr>
          <w:szCs w:val="28"/>
        </w:rPr>
        <w:t>»</w:t>
      </w:r>
      <w:r w:rsidRPr="00880CDB">
        <w:rPr>
          <w:szCs w:val="28"/>
        </w:rPr>
        <w:t xml:space="preserve"> госуда</w:t>
      </w:r>
      <w:r w:rsidRPr="00880CDB">
        <w:rPr>
          <w:szCs w:val="28"/>
        </w:rPr>
        <w:t>р</w:t>
      </w:r>
      <w:r w:rsidRPr="00880CDB">
        <w:rPr>
          <w:szCs w:val="28"/>
        </w:rPr>
        <w:t xml:space="preserve">ственной программы Ульяновской области </w:t>
      </w:r>
      <w:r>
        <w:rPr>
          <w:szCs w:val="28"/>
        </w:rPr>
        <w:t>«</w:t>
      </w:r>
      <w:r w:rsidRPr="00880CDB">
        <w:rPr>
          <w:szCs w:val="28"/>
        </w:rPr>
        <w:t>Развитие транспортной сис</w:t>
      </w:r>
      <w:r>
        <w:rPr>
          <w:szCs w:val="28"/>
        </w:rPr>
        <w:softHyphen/>
      </w:r>
      <w:r w:rsidRPr="00880CDB">
        <w:rPr>
          <w:szCs w:val="28"/>
        </w:rPr>
        <w:t>темы Ул</w:t>
      </w:r>
      <w:r w:rsidRPr="00880CDB">
        <w:rPr>
          <w:szCs w:val="28"/>
        </w:rPr>
        <w:t>ь</w:t>
      </w:r>
      <w:r w:rsidRPr="00880CDB">
        <w:rPr>
          <w:szCs w:val="28"/>
        </w:rPr>
        <w:t>яновской области</w:t>
      </w:r>
      <w:r>
        <w:rPr>
          <w:szCs w:val="28"/>
        </w:rPr>
        <w:t>»</w:t>
      </w:r>
      <w:r w:rsidRPr="00880CDB">
        <w:rPr>
          <w:szCs w:val="28"/>
        </w:rPr>
        <w:t xml:space="preserve"> на 2014-20</w:t>
      </w:r>
      <w:r>
        <w:rPr>
          <w:szCs w:val="28"/>
        </w:rPr>
        <w:t>20</w:t>
      </w:r>
      <w:r w:rsidRPr="00880CDB">
        <w:rPr>
          <w:szCs w:val="28"/>
        </w:rPr>
        <w:t xml:space="preserve"> годы;</w:t>
      </w:r>
    </w:p>
    <w:p w:rsidR="00131B18" w:rsidRPr="00880CDB" w:rsidRDefault="00131B18" w:rsidP="00880CDB">
      <w:pPr>
        <w:pStyle w:val="BodyText"/>
        <w:spacing w:line="360" w:lineRule="auto"/>
        <w:ind w:firstLine="720"/>
        <w:rPr>
          <w:szCs w:val="28"/>
        </w:rPr>
      </w:pPr>
      <w:r w:rsidRPr="00880CDB">
        <w:rPr>
          <w:szCs w:val="28"/>
        </w:rPr>
        <w:t xml:space="preserve">2) акционерного общества </w:t>
      </w:r>
      <w:r>
        <w:rPr>
          <w:szCs w:val="28"/>
        </w:rPr>
        <w:t>«</w:t>
      </w:r>
      <w:r w:rsidRPr="00880CDB">
        <w:rPr>
          <w:szCs w:val="28"/>
        </w:rPr>
        <w:t>Корпорация развития Ульяновской области</w:t>
      </w:r>
      <w:r>
        <w:rPr>
          <w:szCs w:val="28"/>
        </w:rPr>
        <w:t>»</w:t>
      </w:r>
      <w:r w:rsidRPr="00880CDB">
        <w:rPr>
          <w:szCs w:val="28"/>
        </w:rPr>
        <w:t xml:space="preserve"> </w:t>
      </w:r>
      <w:r>
        <w:rPr>
          <w:szCs w:val="28"/>
        </w:rPr>
        <w:br/>
      </w:r>
      <w:r w:rsidRPr="00880CDB">
        <w:rPr>
          <w:szCs w:val="28"/>
        </w:rPr>
        <w:t>на погашение основного долга по кредиту на строительство объектов инфра</w:t>
      </w:r>
      <w:r>
        <w:rPr>
          <w:szCs w:val="28"/>
        </w:rPr>
        <w:softHyphen/>
      </w:r>
      <w:r w:rsidRPr="00880CDB">
        <w:rPr>
          <w:szCs w:val="28"/>
        </w:rPr>
        <w:t xml:space="preserve">структуры промышленных зон (в 2016 году </w:t>
      </w:r>
      <w:r>
        <w:rPr>
          <w:szCs w:val="28"/>
        </w:rPr>
        <w:t>–</w:t>
      </w:r>
      <w:r w:rsidRPr="00880CDB">
        <w:rPr>
          <w:szCs w:val="28"/>
        </w:rPr>
        <w:t xml:space="preserve"> 39978,2 тыс. рублей) в целях реали</w:t>
      </w:r>
      <w:r>
        <w:rPr>
          <w:szCs w:val="28"/>
        </w:rPr>
        <w:softHyphen/>
      </w:r>
      <w:r w:rsidRPr="00880CDB">
        <w:rPr>
          <w:szCs w:val="28"/>
        </w:rPr>
        <w:t xml:space="preserve">зации подпрограммы </w:t>
      </w:r>
      <w:r>
        <w:rPr>
          <w:szCs w:val="28"/>
        </w:rPr>
        <w:t>«</w:t>
      </w:r>
      <w:r w:rsidRPr="00880CDB">
        <w:rPr>
          <w:szCs w:val="28"/>
        </w:rPr>
        <w:t>Формирование и развитие инфраструктуры зон развития Ульяновской области</w:t>
      </w:r>
      <w:r>
        <w:rPr>
          <w:szCs w:val="28"/>
        </w:rPr>
        <w:t>»</w:t>
      </w:r>
      <w:r w:rsidRPr="00880CDB">
        <w:rPr>
          <w:szCs w:val="28"/>
        </w:rPr>
        <w:t xml:space="preserve"> на 2014-20</w:t>
      </w:r>
      <w:r>
        <w:rPr>
          <w:szCs w:val="28"/>
        </w:rPr>
        <w:t>20</w:t>
      </w:r>
      <w:r w:rsidRPr="00880CDB">
        <w:rPr>
          <w:szCs w:val="28"/>
        </w:rPr>
        <w:t xml:space="preserve"> годы государственной программы Ульянов</w:t>
      </w:r>
      <w:r>
        <w:rPr>
          <w:szCs w:val="28"/>
        </w:rPr>
        <w:softHyphen/>
      </w:r>
      <w:r w:rsidRPr="00880CDB">
        <w:rPr>
          <w:szCs w:val="28"/>
        </w:rPr>
        <w:t xml:space="preserve">ской области </w:t>
      </w:r>
      <w:r>
        <w:rPr>
          <w:szCs w:val="28"/>
        </w:rPr>
        <w:t>«</w:t>
      </w:r>
      <w:r w:rsidRPr="00880CDB">
        <w:rPr>
          <w:szCs w:val="28"/>
        </w:rPr>
        <w:t>Формирование благоприятного инвестиционного климата в Улья</w:t>
      </w:r>
      <w:r>
        <w:rPr>
          <w:szCs w:val="28"/>
        </w:rPr>
        <w:softHyphen/>
      </w:r>
      <w:r w:rsidRPr="00880CDB">
        <w:rPr>
          <w:szCs w:val="28"/>
        </w:rPr>
        <w:t>новской области</w:t>
      </w:r>
      <w:r>
        <w:rPr>
          <w:szCs w:val="28"/>
        </w:rPr>
        <w:t>»</w:t>
      </w:r>
      <w:r w:rsidRPr="00880CDB">
        <w:rPr>
          <w:szCs w:val="28"/>
        </w:rPr>
        <w:t xml:space="preserve"> на 2014-20</w:t>
      </w:r>
      <w:r>
        <w:rPr>
          <w:szCs w:val="28"/>
        </w:rPr>
        <w:t>20</w:t>
      </w:r>
      <w:r w:rsidRPr="00880CDB">
        <w:rPr>
          <w:szCs w:val="28"/>
        </w:rPr>
        <w:t xml:space="preserve"> годы;</w:t>
      </w:r>
    </w:p>
    <w:p w:rsidR="00131B18" w:rsidRDefault="00131B18" w:rsidP="00880CDB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3) акционерного общества «Корпорация развития Ульяновской области» </w:t>
      </w:r>
      <w:r>
        <w:rPr>
          <w:szCs w:val="28"/>
        </w:rPr>
        <w:br/>
        <w:t>на выкуп указанным обществом акций открытого акционерного общества «Пор</w:t>
      </w:r>
      <w:r>
        <w:rPr>
          <w:szCs w:val="28"/>
        </w:rPr>
        <w:softHyphen/>
        <w:t>товая особая экономическая зона «Ульяновск» (в 2016 году – 108998,0 тыс. руб</w:t>
      </w:r>
      <w:r>
        <w:rPr>
          <w:szCs w:val="28"/>
        </w:rPr>
        <w:softHyphen/>
        <w:t>лей) в целях реализации подпрограммы «Формирование и развитие инфраструк</w:t>
      </w:r>
      <w:r>
        <w:rPr>
          <w:szCs w:val="28"/>
        </w:rPr>
        <w:softHyphen/>
        <w:t>туры зон развития Ульяновской области» на 2014-2020 годы государственной программы Ульяновской области «Формирование благоприятного инвестицион</w:t>
      </w:r>
      <w:r>
        <w:rPr>
          <w:szCs w:val="28"/>
        </w:rPr>
        <w:softHyphen/>
        <w:t>ного климата в Ульяновской области» на 2014-2020 годы;</w:t>
      </w:r>
    </w:p>
    <w:p w:rsidR="00131B18" w:rsidRPr="00880CDB" w:rsidRDefault="00131B18" w:rsidP="00880CDB">
      <w:pPr>
        <w:pStyle w:val="BodyText"/>
        <w:spacing w:line="360" w:lineRule="auto"/>
        <w:ind w:firstLine="720"/>
        <w:rPr>
          <w:szCs w:val="28"/>
        </w:rPr>
      </w:pPr>
      <w:r w:rsidRPr="00880CDB">
        <w:rPr>
          <w:szCs w:val="28"/>
        </w:rPr>
        <w:t xml:space="preserve">4) акционерного общества </w:t>
      </w:r>
      <w:r>
        <w:rPr>
          <w:szCs w:val="28"/>
        </w:rPr>
        <w:t>«</w:t>
      </w:r>
      <w:r w:rsidRPr="00880CDB">
        <w:rPr>
          <w:szCs w:val="28"/>
        </w:rPr>
        <w:t>Корпорация развития Ульяновской области</w:t>
      </w:r>
      <w:r>
        <w:rPr>
          <w:szCs w:val="28"/>
        </w:rPr>
        <w:t>»</w:t>
      </w:r>
      <w:r w:rsidRPr="00880CDB">
        <w:rPr>
          <w:szCs w:val="28"/>
        </w:rPr>
        <w:t xml:space="preserve"> </w:t>
      </w:r>
      <w:r>
        <w:rPr>
          <w:szCs w:val="28"/>
        </w:rPr>
        <w:br/>
        <w:t xml:space="preserve">на проектирование, </w:t>
      </w:r>
      <w:r w:rsidRPr="00880CDB">
        <w:rPr>
          <w:szCs w:val="28"/>
        </w:rPr>
        <w:t xml:space="preserve">строительство </w:t>
      </w:r>
      <w:r>
        <w:rPr>
          <w:szCs w:val="28"/>
        </w:rPr>
        <w:t>и подключение (технологическое присоедин</w:t>
      </w:r>
      <w:r>
        <w:rPr>
          <w:szCs w:val="28"/>
        </w:rPr>
        <w:t>е</w:t>
      </w:r>
      <w:r>
        <w:rPr>
          <w:szCs w:val="28"/>
        </w:rPr>
        <w:t xml:space="preserve">ние) </w:t>
      </w:r>
      <w:r w:rsidRPr="00880CDB">
        <w:rPr>
          <w:szCs w:val="28"/>
        </w:rPr>
        <w:t xml:space="preserve">объектов инфраструктуры зон развития Ульяновской области </w:t>
      </w:r>
      <w:r>
        <w:rPr>
          <w:szCs w:val="28"/>
        </w:rPr>
        <w:t>к сетям инж</w:t>
      </w:r>
      <w:r>
        <w:rPr>
          <w:szCs w:val="28"/>
        </w:rPr>
        <w:t>е</w:t>
      </w:r>
      <w:r>
        <w:rPr>
          <w:szCs w:val="28"/>
        </w:rPr>
        <w:t>нерно-технического обеспечения (электро-, газо-, тепло-, водоснабжения или в</w:t>
      </w:r>
      <w:r>
        <w:rPr>
          <w:szCs w:val="28"/>
        </w:rPr>
        <w:t>о</w:t>
      </w:r>
      <w:r>
        <w:rPr>
          <w:szCs w:val="28"/>
        </w:rPr>
        <w:t xml:space="preserve">доотведения) </w:t>
      </w:r>
      <w:r w:rsidRPr="00880CDB">
        <w:rPr>
          <w:szCs w:val="28"/>
        </w:rPr>
        <w:t>(в 2016 году</w:t>
      </w:r>
      <w:r>
        <w:rPr>
          <w:szCs w:val="28"/>
        </w:rPr>
        <w:t xml:space="preserve"> – </w:t>
      </w:r>
      <w:r w:rsidRPr="00880CDB">
        <w:rPr>
          <w:szCs w:val="28"/>
        </w:rPr>
        <w:t>2437,2 тыс. рублей) в целях реализации подпро</w:t>
      </w:r>
      <w:r>
        <w:rPr>
          <w:szCs w:val="28"/>
        </w:rPr>
        <w:softHyphen/>
      </w:r>
      <w:r w:rsidRPr="00880CDB">
        <w:rPr>
          <w:szCs w:val="28"/>
        </w:rPr>
        <w:t xml:space="preserve">граммы </w:t>
      </w:r>
      <w:r>
        <w:rPr>
          <w:szCs w:val="28"/>
        </w:rPr>
        <w:t>«</w:t>
      </w:r>
      <w:r w:rsidRPr="00880CDB">
        <w:rPr>
          <w:szCs w:val="28"/>
        </w:rPr>
        <w:t>Формирование и развитие инфраструктуры зон развития Ульяновской области</w:t>
      </w:r>
      <w:r>
        <w:rPr>
          <w:szCs w:val="28"/>
        </w:rPr>
        <w:t>» на 2014</w:t>
      </w:r>
      <w:r w:rsidRPr="00880CDB">
        <w:rPr>
          <w:szCs w:val="28"/>
        </w:rPr>
        <w:t>-20</w:t>
      </w:r>
      <w:r>
        <w:rPr>
          <w:szCs w:val="28"/>
        </w:rPr>
        <w:t>20</w:t>
      </w:r>
      <w:r w:rsidRPr="00880CDB">
        <w:rPr>
          <w:szCs w:val="28"/>
        </w:rPr>
        <w:t xml:space="preserve"> годы государственной программы Ульяновской области </w:t>
      </w:r>
      <w:r>
        <w:rPr>
          <w:szCs w:val="28"/>
        </w:rPr>
        <w:t>«</w:t>
      </w:r>
      <w:r w:rsidRPr="00880CDB">
        <w:rPr>
          <w:szCs w:val="28"/>
        </w:rPr>
        <w:t>Формирование благоприятного инвестиционного климата в Ульяновской об</w:t>
      </w:r>
      <w:r>
        <w:rPr>
          <w:szCs w:val="28"/>
        </w:rPr>
        <w:softHyphen/>
      </w:r>
      <w:r w:rsidRPr="00880CDB">
        <w:rPr>
          <w:szCs w:val="28"/>
        </w:rPr>
        <w:t>ласти</w:t>
      </w:r>
      <w:r>
        <w:rPr>
          <w:szCs w:val="28"/>
        </w:rPr>
        <w:t>» на 2014</w:t>
      </w:r>
      <w:r w:rsidRPr="00880CDB">
        <w:rPr>
          <w:szCs w:val="28"/>
        </w:rPr>
        <w:t>-20</w:t>
      </w:r>
      <w:r>
        <w:rPr>
          <w:szCs w:val="28"/>
        </w:rPr>
        <w:t>20</w:t>
      </w:r>
      <w:r w:rsidRPr="00880CDB">
        <w:rPr>
          <w:szCs w:val="28"/>
        </w:rPr>
        <w:t xml:space="preserve"> годы;</w:t>
      </w:r>
    </w:p>
    <w:p w:rsidR="00131B18" w:rsidRDefault="00131B18" w:rsidP="00880CDB">
      <w:pPr>
        <w:pStyle w:val="BodyText"/>
        <w:spacing w:line="360" w:lineRule="auto"/>
        <w:ind w:firstLine="720"/>
        <w:rPr>
          <w:szCs w:val="28"/>
        </w:rPr>
      </w:pPr>
      <w:r w:rsidRPr="00880CDB">
        <w:rPr>
          <w:szCs w:val="28"/>
        </w:rPr>
        <w:t xml:space="preserve">5) акционерного общества </w:t>
      </w:r>
      <w:r>
        <w:rPr>
          <w:szCs w:val="28"/>
        </w:rPr>
        <w:t>«</w:t>
      </w:r>
      <w:r w:rsidRPr="00880CDB">
        <w:rPr>
          <w:szCs w:val="28"/>
        </w:rPr>
        <w:t>Корпорация развития Ульяновской области</w:t>
      </w:r>
      <w:r>
        <w:rPr>
          <w:szCs w:val="28"/>
        </w:rPr>
        <w:t>»</w:t>
      </w:r>
      <w:r w:rsidRPr="00880CDB">
        <w:rPr>
          <w:szCs w:val="28"/>
        </w:rPr>
        <w:t xml:space="preserve"> для получения и последующего использования результатов ветромониторинга, проводимого в соответствии с международными стандартами и необходимого для реализации второго этапа создания на территории Ульяновской области ветро</w:t>
      </w:r>
      <w:r>
        <w:rPr>
          <w:szCs w:val="28"/>
        </w:rPr>
        <w:softHyphen/>
      </w:r>
      <w:r w:rsidRPr="00880CDB">
        <w:rPr>
          <w:szCs w:val="28"/>
        </w:rPr>
        <w:t xml:space="preserve">парков (в 2016 году </w:t>
      </w:r>
      <w:r>
        <w:rPr>
          <w:szCs w:val="28"/>
        </w:rPr>
        <w:t>–</w:t>
      </w:r>
      <w:r w:rsidRPr="00880CDB">
        <w:rPr>
          <w:szCs w:val="28"/>
        </w:rPr>
        <w:t xml:space="preserve"> 10000,0 тыс. рублей), в целях реализации подпрограммы </w:t>
      </w:r>
      <w:r>
        <w:rPr>
          <w:szCs w:val="28"/>
        </w:rPr>
        <w:t>«</w:t>
      </w:r>
      <w:r w:rsidRPr="00880CDB">
        <w:rPr>
          <w:szCs w:val="28"/>
        </w:rPr>
        <w:t>Развитие инновационной и инвестиционной деятельности в Ульяновской об</w:t>
      </w:r>
      <w:r>
        <w:rPr>
          <w:szCs w:val="28"/>
        </w:rPr>
        <w:softHyphen/>
      </w:r>
      <w:r w:rsidRPr="00880CDB">
        <w:rPr>
          <w:szCs w:val="28"/>
        </w:rPr>
        <w:t>ласти</w:t>
      </w:r>
      <w:r>
        <w:rPr>
          <w:szCs w:val="28"/>
        </w:rPr>
        <w:t>»</w:t>
      </w:r>
      <w:r w:rsidRPr="00880CDB">
        <w:rPr>
          <w:szCs w:val="28"/>
        </w:rPr>
        <w:t xml:space="preserve"> на 2014-20</w:t>
      </w:r>
      <w:r>
        <w:rPr>
          <w:szCs w:val="28"/>
        </w:rPr>
        <w:t>20</w:t>
      </w:r>
      <w:r w:rsidRPr="00880CDB">
        <w:rPr>
          <w:szCs w:val="28"/>
        </w:rPr>
        <w:t xml:space="preserve"> годы государственной программы Ульяновской области </w:t>
      </w:r>
      <w:r>
        <w:rPr>
          <w:szCs w:val="28"/>
        </w:rPr>
        <w:t>«</w:t>
      </w:r>
      <w:r w:rsidRPr="00880CDB">
        <w:rPr>
          <w:szCs w:val="28"/>
        </w:rPr>
        <w:t>Формирование благоприятного инвестиционного климата в Ульяновской об</w:t>
      </w:r>
      <w:r>
        <w:rPr>
          <w:szCs w:val="28"/>
        </w:rPr>
        <w:softHyphen/>
      </w:r>
      <w:r w:rsidRPr="00880CDB">
        <w:rPr>
          <w:szCs w:val="28"/>
        </w:rPr>
        <w:t>ласти</w:t>
      </w:r>
      <w:r>
        <w:rPr>
          <w:szCs w:val="28"/>
        </w:rPr>
        <w:t>»</w:t>
      </w:r>
      <w:r w:rsidRPr="00880CDB">
        <w:rPr>
          <w:szCs w:val="28"/>
        </w:rPr>
        <w:t xml:space="preserve"> на 2014-20</w:t>
      </w:r>
      <w:r>
        <w:rPr>
          <w:szCs w:val="28"/>
        </w:rPr>
        <w:t>20</w:t>
      </w:r>
      <w:r w:rsidRPr="00880CDB">
        <w:rPr>
          <w:szCs w:val="28"/>
        </w:rPr>
        <w:t xml:space="preserve"> годы;</w:t>
      </w:r>
    </w:p>
    <w:p w:rsidR="00131B18" w:rsidRDefault="00131B18" w:rsidP="00880CDB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6) акционерного общества «Ульяновская областная корпорация ипотеки</w:t>
      </w:r>
      <w:r>
        <w:rPr>
          <w:szCs w:val="28"/>
        </w:rPr>
        <w:br/>
        <w:t xml:space="preserve">и строительства» на погашение кредиторской задолженности (в 2016 году – </w:t>
      </w:r>
      <w:r>
        <w:rPr>
          <w:szCs w:val="28"/>
        </w:rPr>
        <w:br/>
        <w:t xml:space="preserve">5166,72 тыс. рублей) в целях реализации подпрограммы «Стимулирование </w:t>
      </w:r>
      <w:r>
        <w:rPr>
          <w:szCs w:val="28"/>
        </w:rPr>
        <w:br/>
        <w:t xml:space="preserve">развития жилищного строительства в Ульяновской области на 2014-2020 годы» государственной программы Ульяновской области «Развитие строительства </w:t>
      </w:r>
      <w:r>
        <w:rPr>
          <w:szCs w:val="28"/>
        </w:rPr>
        <w:br/>
        <w:t>и архитектуры в Ульяновской области» на 2014-2020 годы;»;</w:t>
      </w:r>
    </w:p>
    <w:p w:rsidR="00131B18" w:rsidRPr="004B6AE5" w:rsidRDefault="00131B18" w:rsidP="00880CDB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б)</w:t>
      </w:r>
      <w:r w:rsidRPr="004B6AE5">
        <w:rPr>
          <w:szCs w:val="28"/>
        </w:rPr>
        <w:t xml:space="preserve"> </w:t>
      </w:r>
      <w:r>
        <w:rPr>
          <w:szCs w:val="28"/>
        </w:rPr>
        <w:t>пункт 8 изложить в следующей редакции:</w:t>
      </w:r>
    </w:p>
    <w:p w:rsidR="00131B18" w:rsidRDefault="00131B18" w:rsidP="00880CDB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«</w:t>
      </w:r>
      <w:r w:rsidRPr="004B6AE5">
        <w:rPr>
          <w:szCs w:val="28"/>
        </w:rPr>
        <w:t>8</w:t>
      </w:r>
      <w:r>
        <w:rPr>
          <w:szCs w:val="28"/>
        </w:rPr>
        <w:t>) а</w:t>
      </w:r>
      <w:r w:rsidRPr="004B6AE5">
        <w:rPr>
          <w:szCs w:val="28"/>
        </w:rPr>
        <w:t xml:space="preserve">кционерного общества </w:t>
      </w:r>
      <w:r>
        <w:rPr>
          <w:szCs w:val="28"/>
        </w:rPr>
        <w:t>«</w:t>
      </w:r>
      <w:r w:rsidRPr="004B6AE5">
        <w:rPr>
          <w:szCs w:val="28"/>
        </w:rPr>
        <w:t>Корпорация развития Ульяновской области</w:t>
      </w:r>
      <w:r>
        <w:rPr>
          <w:szCs w:val="28"/>
        </w:rPr>
        <w:t>»</w:t>
      </w:r>
      <w:r>
        <w:rPr>
          <w:szCs w:val="28"/>
        </w:rPr>
        <w:br/>
      </w:r>
      <w:r w:rsidRPr="004B6AE5">
        <w:rPr>
          <w:szCs w:val="28"/>
        </w:rPr>
        <w:t>в</w:t>
      </w:r>
      <w:r w:rsidRPr="00CF1132">
        <w:rPr>
          <w:szCs w:val="28"/>
        </w:rPr>
        <w:t xml:space="preserve"> целях выкупа </w:t>
      </w:r>
      <w:r>
        <w:rPr>
          <w:szCs w:val="28"/>
        </w:rPr>
        <w:t xml:space="preserve">указанным обществом </w:t>
      </w:r>
      <w:r w:rsidRPr="00CF1132">
        <w:rPr>
          <w:szCs w:val="28"/>
        </w:rPr>
        <w:t>земельных участков для размещения</w:t>
      </w:r>
      <w:r>
        <w:rPr>
          <w:szCs w:val="28"/>
        </w:rPr>
        <w:br/>
      </w:r>
      <w:r w:rsidRPr="00CF1132">
        <w:rPr>
          <w:szCs w:val="28"/>
        </w:rPr>
        <w:t>внеплощадочных инженерных сетей портовой особой экономической зоны</w:t>
      </w:r>
      <w:r>
        <w:rPr>
          <w:szCs w:val="28"/>
        </w:rPr>
        <w:br/>
        <w:t>(в 2016 году – 2500,0 тыс. рублей) в целях реализации подпрограммы «Формиро</w:t>
      </w:r>
      <w:r>
        <w:rPr>
          <w:szCs w:val="28"/>
        </w:rPr>
        <w:softHyphen/>
        <w:t>вание и развитие инфраструктуры зон развития Ульяновской области»</w:t>
      </w:r>
      <w:r>
        <w:rPr>
          <w:szCs w:val="28"/>
        </w:rPr>
        <w:br/>
        <w:t>на 2014-2020 годы государственной программы Ульяновской области «Формиро</w:t>
      </w:r>
      <w:r>
        <w:rPr>
          <w:szCs w:val="28"/>
        </w:rPr>
        <w:softHyphen/>
        <w:t>вание благоприятного инвестиционного климата в Ульяновской области»</w:t>
      </w:r>
      <w:r>
        <w:rPr>
          <w:szCs w:val="28"/>
        </w:rPr>
        <w:br/>
        <w:t>на 2014-2020 годы.».</w:t>
      </w:r>
    </w:p>
    <w:p w:rsidR="00131B18" w:rsidRPr="00D009D3" w:rsidRDefault="00131B18" w:rsidP="00E33ABF">
      <w:pPr>
        <w:pStyle w:val="BodyText"/>
        <w:ind w:firstLine="720"/>
        <w:rPr>
          <w:szCs w:val="28"/>
          <w:highlight w:val="yellow"/>
        </w:rPr>
      </w:pPr>
    </w:p>
    <w:p w:rsidR="00131B18" w:rsidRPr="00D009D3" w:rsidRDefault="00131B18" w:rsidP="00E33ABF">
      <w:pPr>
        <w:pStyle w:val="BodyText"/>
        <w:ind w:firstLine="720"/>
        <w:rPr>
          <w:szCs w:val="28"/>
          <w:highlight w:val="yellow"/>
        </w:rPr>
      </w:pPr>
    </w:p>
    <w:p w:rsidR="00131B18" w:rsidRPr="00D009D3" w:rsidRDefault="00131B18" w:rsidP="00E33ABF">
      <w:pPr>
        <w:pStyle w:val="BodyText"/>
        <w:ind w:firstLine="720"/>
        <w:rPr>
          <w:szCs w:val="28"/>
          <w:highlight w:val="yellow"/>
        </w:rPr>
      </w:pPr>
    </w:p>
    <w:p w:rsidR="00131B18" w:rsidRPr="0036530B" w:rsidRDefault="00131B18" w:rsidP="00F76557">
      <w:pPr>
        <w:pStyle w:val="Heading1"/>
        <w:rPr>
          <w:b/>
        </w:rPr>
      </w:pPr>
      <w:r w:rsidRPr="0036530B">
        <w:rPr>
          <w:b/>
        </w:rPr>
        <w:t>Губернатор Ульяновской области                                                       С.И.Морозов</w:t>
      </w:r>
    </w:p>
    <w:p w:rsidR="00131B18" w:rsidRPr="0036530B" w:rsidRDefault="00131B18" w:rsidP="00A41D7B">
      <w:pPr>
        <w:pStyle w:val="Heading1"/>
        <w:tabs>
          <w:tab w:val="right" w:pos="8647"/>
        </w:tabs>
        <w:rPr>
          <w:szCs w:val="28"/>
        </w:rPr>
      </w:pPr>
    </w:p>
    <w:p w:rsidR="00131B18" w:rsidRPr="0036530B" w:rsidRDefault="00131B18" w:rsidP="00A41D7B">
      <w:pPr>
        <w:rPr>
          <w:sz w:val="28"/>
          <w:szCs w:val="28"/>
        </w:rPr>
      </w:pPr>
    </w:p>
    <w:p w:rsidR="00131B18" w:rsidRPr="0036530B" w:rsidRDefault="00131B18" w:rsidP="00A41D7B">
      <w:pPr>
        <w:rPr>
          <w:sz w:val="28"/>
          <w:szCs w:val="28"/>
        </w:rPr>
      </w:pPr>
    </w:p>
    <w:p w:rsidR="00131B18" w:rsidRPr="0036530B" w:rsidRDefault="00131B18" w:rsidP="00DB3138">
      <w:pPr>
        <w:jc w:val="center"/>
        <w:rPr>
          <w:sz w:val="28"/>
        </w:rPr>
      </w:pPr>
      <w:r w:rsidRPr="0036530B">
        <w:rPr>
          <w:sz w:val="28"/>
        </w:rPr>
        <w:t>г. Ульяновск</w:t>
      </w:r>
    </w:p>
    <w:p w:rsidR="00131B18" w:rsidRPr="0036530B" w:rsidRDefault="00131B18" w:rsidP="00DB3138">
      <w:pPr>
        <w:jc w:val="center"/>
        <w:rPr>
          <w:sz w:val="28"/>
        </w:rPr>
      </w:pPr>
      <w:r>
        <w:rPr>
          <w:sz w:val="28"/>
        </w:rPr>
        <w:t>14 декабря</w:t>
      </w:r>
      <w:r w:rsidRPr="0036530B">
        <w:rPr>
          <w:sz w:val="28"/>
        </w:rPr>
        <w:t xml:space="preserve"> 2016 г.</w:t>
      </w:r>
    </w:p>
    <w:p w:rsidR="00131B18" w:rsidRDefault="00131B18" w:rsidP="00DB3138">
      <w:pPr>
        <w:jc w:val="center"/>
      </w:pPr>
      <w:r w:rsidRPr="0036530B">
        <w:rPr>
          <w:sz w:val="28"/>
        </w:rPr>
        <w:t xml:space="preserve">№ </w:t>
      </w:r>
      <w:r>
        <w:rPr>
          <w:sz w:val="28"/>
        </w:rPr>
        <w:t>174</w:t>
      </w:r>
      <w:r w:rsidRPr="0036530B">
        <w:rPr>
          <w:sz w:val="28"/>
        </w:rPr>
        <w:t>-ЗО</w:t>
      </w:r>
      <w:r w:rsidRPr="00B42C55">
        <w:tab/>
      </w:r>
    </w:p>
    <w:sectPr w:rsidR="00131B18" w:rsidSect="006C3B6F">
      <w:pgSz w:w="11907" w:h="16840" w:code="9"/>
      <w:pgMar w:top="1134" w:right="567" w:bottom="1134" w:left="1418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B18" w:rsidRDefault="00131B18">
      <w:r>
        <w:separator/>
      </w:r>
    </w:p>
  </w:endnote>
  <w:endnote w:type="continuationSeparator" w:id="0">
    <w:p w:rsidR="00131B18" w:rsidRDefault="00131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B18" w:rsidRPr="0079525B" w:rsidRDefault="00131B18" w:rsidP="0079525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0212кк2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B18" w:rsidRDefault="00131B18">
      <w:r>
        <w:separator/>
      </w:r>
    </w:p>
  </w:footnote>
  <w:footnote w:type="continuationSeparator" w:id="0">
    <w:p w:rsidR="00131B18" w:rsidRDefault="00131B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B18" w:rsidRDefault="00131B1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410</w:t>
    </w:r>
    <w:r>
      <w:rPr>
        <w:rStyle w:val="PageNumber"/>
      </w:rPr>
      <w:fldChar w:fldCharType="end"/>
    </w:r>
  </w:p>
  <w:p w:rsidR="00131B18" w:rsidRDefault="00131B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B18" w:rsidRPr="00FF095B" w:rsidRDefault="00131B18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643</w:t>
    </w:r>
    <w:r w:rsidRPr="00FF095B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B18" w:rsidRDefault="00131B18">
    <w:pPr>
      <w:pStyle w:val="Header"/>
      <w:jc w:val="center"/>
    </w:pPr>
  </w:p>
  <w:p w:rsidR="00131B18" w:rsidRDefault="00131B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874"/>
    <w:rsid w:val="00001AC7"/>
    <w:rsid w:val="00001EC0"/>
    <w:rsid w:val="00002038"/>
    <w:rsid w:val="0000206A"/>
    <w:rsid w:val="00002224"/>
    <w:rsid w:val="000022AB"/>
    <w:rsid w:val="0000250B"/>
    <w:rsid w:val="00002524"/>
    <w:rsid w:val="00002539"/>
    <w:rsid w:val="0000291A"/>
    <w:rsid w:val="00002B17"/>
    <w:rsid w:val="00002E6B"/>
    <w:rsid w:val="00002FF8"/>
    <w:rsid w:val="00003102"/>
    <w:rsid w:val="0000354F"/>
    <w:rsid w:val="0000366E"/>
    <w:rsid w:val="00003BE6"/>
    <w:rsid w:val="00003EC8"/>
    <w:rsid w:val="00004BE5"/>
    <w:rsid w:val="00004D8C"/>
    <w:rsid w:val="00004DD1"/>
    <w:rsid w:val="00005009"/>
    <w:rsid w:val="00005174"/>
    <w:rsid w:val="000055F7"/>
    <w:rsid w:val="0000574F"/>
    <w:rsid w:val="000058DB"/>
    <w:rsid w:val="00005A35"/>
    <w:rsid w:val="000060A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101CA"/>
    <w:rsid w:val="0001033F"/>
    <w:rsid w:val="00010479"/>
    <w:rsid w:val="000105B4"/>
    <w:rsid w:val="000108BA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27D"/>
    <w:rsid w:val="000145FD"/>
    <w:rsid w:val="0001464D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368"/>
    <w:rsid w:val="000167D2"/>
    <w:rsid w:val="00016DE5"/>
    <w:rsid w:val="000172B4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8B0"/>
    <w:rsid w:val="00020943"/>
    <w:rsid w:val="00020974"/>
    <w:rsid w:val="00020F20"/>
    <w:rsid w:val="00020F27"/>
    <w:rsid w:val="00020F43"/>
    <w:rsid w:val="00020F56"/>
    <w:rsid w:val="00021266"/>
    <w:rsid w:val="0002136D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4F2E"/>
    <w:rsid w:val="00025036"/>
    <w:rsid w:val="0002512D"/>
    <w:rsid w:val="00025209"/>
    <w:rsid w:val="0002527B"/>
    <w:rsid w:val="0002539E"/>
    <w:rsid w:val="000253A0"/>
    <w:rsid w:val="0002543F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548"/>
    <w:rsid w:val="0002664B"/>
    <w:rsid w:val="00026C2F"/>
    <w:rsid w:val="00026EAA"/>
    <w:rsid w:val="00026FD0"/>
    <w:rsid w:val="00027284"/>
    <w:rsid w:val="000278F1"/>
    <w:rsid w:val="00027C06"/>
    <w:rsid w:val="00027D31"/>
    <w:rsid w:val="00027D8C"/>
    <w:rsid w:val="00030113"/>
    <w:rsid w:val="00030544"/>
    <w:rsid w:val="000305A5"/>
    <w:rsid w:val="000306C6"/>
    <w:rsid w:val="00030990"/>
    <w:rsid w:val="00030B57"/>
    <w:rsid w:val="00030BCC"/>
    <w:rsid w:val="00031299"/>
    <w:rsid w:val="00031452"/>
    <w:rsid w:val="000314C2"/>
    <w:rsid w:val="000316D4"/>
    <w:rsid w:val="00031809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DD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C64"/>
    <w:rsid w:val="00036CA8"/>
    <w:rsid w:val="00036E21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2FB7"/>
    <w:rsid w:val="000430E4"/>
    <w:rsid w:val="0004398B"/>
    <w:rsid w:val="00043C0A"/>
    <w:rsid w:val="00043CCE"/>
    <w:rsid w:val="00043D60"/>
    <w:rsid w:val="00043E66"/>
    <w:rsid w:val="00043EA3"/>
    <w:rsid w:val="0004413B"/>
    <w:rsid w:val="00044F4C"/>
    <w:rsid w:val="0004529B"/>
    <w:rsid w:val="000458D7"/>
    <w:rsid w:val="00045B3C"/>
    <w:rsid w:val="00045BEC"/>
    <w:rsid w:val="00045DAF"/>
    <w:rsid w:val="00046198"/>
    <w:rsid w:val="00046898"/>
    <w:rsid w:val="00046A47"/>
    <w:rsid w:val="00047215"/>
    <w:rsid w:val="0004721C"/>
    <w:rsid w:val="00047616"/>
    <w:rsid w:val="0004765F"/>
    <w:rsid w:val="000477B9"/>
    <w:rsid w:val="000479F6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DA2"/>
    <w:rsid w:val="00051E8B"/>
    <w:rsid w:val="00051EF3"/>
    <w:rsid w:val="00052206"/>
    <w:rsid w:val="00052229"/>
    <w:rsid w:val="000523C8"/>
    <w:rsid w:val="000524D4"/>
    <w:rsid w:val="00052587"/>
    <w:rsid w:val="000525EE"/>
    <w:rsid w:val="000526B5"/>
    <w:rsid w:val="00052B60"/>
    <w:rsid w:val="00052F95"/>
    <w:rsid w:val="00052FE7"/>
    <w:rsid w:val="00053181"/>
    <w:rsid w:val="000531D4"/>
    <w:rsid w:val="00053229"/>
    <w:rsid w:val="00053550"/>
    <w:rsid w:val="00053A99"/>
    <w:rsid w:val="00053BBC"/>
    <w:rsid w:val="00053DA0"/>
    <w:rsid w:val="00053EBC"/>
    <w:rsid w:val="00053FB8"/>
    <w:rsid w:val="00054070"/>
    <w:rsid w:val="0005460D"/>
    <w:rsid w:val="00054762"/>
    <w:rsid w:val="00054D41"/>
    <w:rsid w:val="00054D8A"/>
    <w:rsid w:val="00054E2C"/>
    <w:rsid w:val="00054F1C"/>
    <w:rsid w:val="0005514C"/>
    <w:rsid w:val="0005530F"/>
    <w:rsid w:val="00055377"/>
    <w:rsid w:val="000555E0"/>
    <w:rsid w:val="0005595A"/>
    <w:rsid w:val="000559B5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035"/>
    <w:rsid w:val="0005725B"/>
    <w:rsid w:val="00057309"/>
    <w:rsid w:val="000574C0"/>
    <w:rsid w:val="000575EE"/>
    <w:rsid w:val="000577CA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E50"/>
    <w:rsid w:val="00061FC6"/>
    <w:rsid w:val="00061FD6"/>
    <w:rsid w:val="00062193"/>
    <w:rsid w:val="00062789"/>
    <w:rsid w:val="000629C1"/>
    <w:rsid w:val="00062A74"/>
    <w:rsid w:val="00062DD2"/>
    <w:rsid w:val="000630A8"/>
    <w:rsid w:val="000630BA"/>
    <w:rsid w:val="000633CE"/>
    <w:rsid w:val="000633D5"/>
    <w:rsid w:val="00063479"/>
    <w:rsid w:val="000635C2"/>
    <w:rsid w:val="00063993"/>
    <w:rsid w:val="00063BA7"/>
    <w:rsid w:val="00064047"/>
    <w:rsid w:val="0006420B"/>
    <w:rsid w:val="0006431F"/>
    <w:rsid w:val="0006449B"/>
    <w:rsid w:val="00064543"/>
    <w:rsid w:val="000648DC"/>
    <w:rsid w:val="00064E57"/>
    <w:rsid w:val="00064EC7"/>
    <w:rsid w:val="00064F75"/>
    <w:rsid w:val="0006522E"/>
    <w:rsid w:val="000655BB"/>
    <w:rsid w:val="00065A0F"/>
    <w:rsid w:val="00065B1C"/>
    <w:rsid w:val="00065D8F"/>
    <w:rsid w:val="00065E83"/>
    <w:rsid w:val="000664E5"/>
    <w:rsid w:val="00066696"/>
    <w:rsid w:val="000666F0"/>
    <w:rsid w:val="00066842"/>
    <w:rsid w:val="000668D3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0EF5"/>
    <w:rsid w:val="00071038"/>
    <w:rsid w:val="000710DD"/>
    <w:rsid w:val="000715E9"/>
    <w:rsid w:val="000717B5"/>
    <w:rsid w:val="000719AA"/>
    <w:rsid w:val="00071C85"/>
    <w:rsid w:val="00071E74"/>
    <w:rsid w:val="0007234A"/>
    <w:rsid w:val="00072375"/>
    <w:rsid w:val="000724EE"/>
    <w:rsid w:val="0007297E"/>
    <w:rsid w:val="00072E5F"/>
    <w:rsid w:val="00073135"/>
    <w:rsid w:val="000732CF"/>
    <w:rsid w:val="00073502"/>
    <w:rsid w:val="00073B1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6F"/>
    <w:rsid w:val="00080BE2"/>
    <w:rsid w:val="00080CA0"/>
    <w:rsid w:val="00080D4C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DCE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2BA"/>
    <w:rsid w:val="000853B1"/>
    <w:rsid w:val="0008543A"/>
    <w:rsid w:val="00085508"/>
    <w:rsid w:val="000857C8"/>
    <w:rsid w:val="0008585F"/>
    <w:rsid w:val="0008591D"/>
    <w:rsid w:val="00085BF5"/>
    <w:rsid w:val="00085C61"/>
    <w:rsid w:val="00085C75"/>
    <w:rsid w:val="00085D1E"/>
    <w:rsid w:val="00085D3E"/>
    <w:rsid w:val="000860D2"/>
    <w:rsid w:val="000863CD"/>
    <w:rsid w:val="0008668D"/>
    <w:rsid w:val="000866E8"/>
    <w:rsid w:val="00086769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87EE8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9E4"/>
    <w:rsid w:val="00096C0B"/>
    <w:rsid w:val="00096CA8"/>
    <w:rsid w:val="00096F59"/>
    <w:rsid w:val="000972C6"/>
    <w:rsid w:val="000973EE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6DF"/>
    <w:rsid w:val="000A3F78"/>
    <w:rsid w:val="000A43AE"/>
    <w:rsid w:val="000A445E"/>
    <w:rsid w:val="000A4474"/>
    <w:rsid w:val="000A48BA"/>
    <w:rsid w:val="000A5322"/>
    <w:rsid w:val="000A5422"/>
    <w:rsid w:val="000A5BC2"/>
    <w:rsid w:val="000A5CDE"/>
    <w:rsid w:val="000A5F3D"/>
    <w:rsid w:val="000A6001"/>
    <w:rsid w:val="000A616C"/>
    <w:rsid w:val="000A6507"/>
    <w:rsid w:val="000A6581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511"/>
    <w:rsid w:val="000B07B7"/>
    <w:rsid w:val="000B09B4"/>
    <w:rsid w:val="000B0C72"/>
    <w:rsid w:val="000B0ECE"/>
    <w:rsid w:val="000B1132"/>
    <w:rsid w:val="000B11D1"/>
    <w:rsid w:val="000B11FA"/>
    <w:rsid w:val="000B168A"/>
    <w:rsid w:val="000B1770"/>
    <w:rsid w:val="000B1913"/>
    <w:rsid w:val="000B1AAB"/>
    <w:rsid w:val="000B1AF0"/>
    <w:rsid w:val="000B1C50"/>
    <w:rsid w:val="000B2142"/>
    <w:rsid w:val="000B218E"/>
    <w:rsid w:val="000B22C5"/>
    <w:rsid w:val="000B24F4"/>
    <w:rsid w:val="000B2B18"/>
    <w:rsid w:val="000B2C04"/>
    <w:rsid w:val="000B2D20"/>
    <w:rsid w:val="000B2DBE"/>
    <w:rsid w:val="000B2F5C"/>
    <w:rsid w:val="000B2FF3"/>
    <w:rsid w:val="000B30FB"/>
    <w:rsid w:val="000B341F"/>
    <w:rsid w:val="000B34FE"/>
    <w:rsid w:val="000B367E"/>
    <w:rsid w:val="000B37B5"/>
    <w:rsid w:val="000B38DD"/>
    <w:rsid w:val="000B3B48"/>
    <w:rsid w:val="000B3F14"/>
    <w:rsid w:val="000B3F45"/>
    <w:rsid w:val="000B45FC"/>
    <w:rsid w:val="000B4746"/>
    <w:rsid w:val="000B4760"/>
    <w:rsid w:val="000B4CF1"/>
    <w:rsid w:val="000B54C3"/>
    <w:rsid w:val="000B5917"/>
    <w:rsid w:val="000B59AC"/>
    <w:rsid w:val="000B5AF1"/>
    <w:rsid w:val="000B5B0E"/>
    <w:rsid w:val="000B5EF4"/>
    <w:rsid w:val="000B617A"/>
    <w:rsid w:val="000B6325"/>
    <w:rsid w:val="000B668C"/>
    <w:rsid w:val="000B6896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12A"/>
    <w:rsid w:val="000C132B"/>
    <w:rsid w:val="000C1414"/>
    <w:rsid w:val="000C1695"/>
    <w:rsid w:val="000C18E5"/>
    <w:rsid w:val="000C1A32"/>
    <w:rsid w:val="000C1B9A"/>
    <w:rsid w:val="000C1C2E"/>
    <w:rsid w:val="000C1CB7"/>
    <w:rsid w:val="000C285E"/>
    <w:rsid w:val="000C2861"/>
    <w:rsid w:val="000C28EF"/>
    <w:rsid w:val="000C2942"/>
    <w:rsid w:val="000C2944"/>
    <w:rsid w:val="000C2BFF"/>
    <w:rsid w:val="000C2CE8"/>
    <w:rsid w:val="000C2D39"/>
    <w:rsid w:val="000C3159"/>
    <w:rsid w:val="000C32F0"/>
    <w:rsid w:val="000C351B"/>
    <w:rsid w:val="000C37B1"/>
    <w:rsid w:val="000C3D5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A30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1F06"/>
    <w:rsid w:val="000D2124"/>
    <w:rsid w:val="000D217B"/>
    <w:rsid w:val="000D2531"/>
    <w:rsid w:val="000D26CE"/>
    <w:rsid w:val="000D27C9"/>
    <w:rsid w:val="000D2A6E"/>
    <w:rsid w:val="000D2B92"/>
    <w:rsid w:val="000D2F6B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6E40"/>
    <w:rsid w:val="000D70D3"/>
    <w:rsid w:val="000D722E"/>
    <w:rsid w:val="000D7367"/>
    <w:rsid w:val="000D744B"/>
    <w:rsid w:val="000D755F"/>
    <w:rsid w:val="000E0402"/>
    <w:rsid w:val="000E0A06"/>
    <w:rsid w:val="000E12D6"/>
    <w:rsid w:val="000E1446"/>
    <w:rsid w:val="000E1461"/>
    <w:rsid w:val="000E15F5"/>
    <w:rsid w:val="000E180E"/>
    <w:rsid w:val="000E1927"/>
    <w:rsid w:val="000E227E"/>
    <w:rsid w:val="000E2504"/>
    <w:rsid w:val="000E2B39"/>
    <w:rsid w:val="000E2CC8"/>
    <w:rsid w:val="000E30E9"/>
    <w:rsid w:val="000E30F1"/>
    <w:rsid w:val="000E3466"/>
    <w:rsid w:val="000E39F2"/>
    <w:rsid w:val="000E3AD8"/>
    <w:rsid w:val="000E3F2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5E83"/>
    <w:rsid w:val="000E5ED0"/>
    <w:rsid w:val="000E62B2"/>
    <w:rsid w:val="000E642E"/>
    <w:rsid w:val="000E644B"/>
    <w:rsid w:val="000E64B5"/>
    <w:rsid w:val="000E6B83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0AF1"/>
    <w:rsid w:val="000F1397"/>
    <w:rsid w:val="000F13FC"/>
    <w:rsid w:val="000F1D08"/>
    <w:rsid w:val="000F1F45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ABF"/>
    <w:rsid w:val="000F7BCE"/>
    <w:rsid w:val="000F7E7F"/>
    <w:rsid w:val="000F7F13"/>
    <w:rsid w:val="00100306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EB6"/>
    <w:rsid w:val="00106FBB"/>
    <w:rsid w:val="00107273"/>
    <w:rsid w:val="0010748C"/>
    <w:rsid w:val="0010774C"/>
    <w:rsid w:val="0010778F"/>
    <w:rsid w:val="001077A9"/>
    <w:rsid w:val="00107955"/>
    <w:rsid w:val="00107B94"/>
    <w:rsid w:val="00107CB0"/>
    <w:rsid w:val="00107F96"/>
    <w:rsid w:val="00110377"/>
    <w:rsid w:val="001105AF"/>
    <w:rsid w:val="00110DE2"/>
    <w:rsid w:val="00110E1F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3B6"/>
    <w:rsid w:val="00112668"/>
    <w:rsid w:val="00112955"/>
    <w:rsid w:val="00112EE5"/>
    <w:rsid w:val="00112FB6"/>
    <w:rsid w:val="00113297"/>
    <w:rsid w:val="0011354F"/>
    <w:rsid w:val="00113550"/>
    <w:rsid w:val="00113681"/>
    <w:rsid w:val="00113D52"/>
    <w:rsid w:val="00114038"/>
    <w:rsid w:val="00114277"/>
    <w:rsid w:val="00114409"/>
    <w:rsid w:val="0011453B"/>
    <w:rsid w:val="00114685"/>
    <w:rsid w:val="00114ACD"/>
    <w:rsid w:val="00114C67"/>
    <w:rsid w:val="00115021"/>
    <w:rsid w:val="001153AD"/>
    <w:rsid w:val="0011586A"/>
    <w:rsid w:val="00115C05"/>
    <w:rsid w:val="001160B3"/>
    <w:rsid w:val="00116117"/>
    <w:rsid w:val="00116161"/>
    <w:rsid w:val="0011626B"/>
    <w:rsid w:val="001166AA"/>
    <w:rsid w:val="001168EE"/>
    <w:rsid w:val="001169A8"/>
    <w:rsid w:val="00116BEC"/>
    <w:rsid w:val="00116EC8"/>
    <w:rsid w:val="00117575"/>
    <w:rsid w:val="001175E6"/>
    <w:rsid w:val="001176A0"/>
    <w:rsid w:val="00117952"/>
    <w:rsid w:val="00117988"/>
    <w:rsid w:val="00117ADF"/>
    <w:rsid w:val="00117B46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E68"/>
    <w:rsid w:val="00124F8B"/>
    <w:rsid w:val="001251BF"/>
    <w:rsid w:val="00125398"/>
    <w:rsid w:val="0012592B"/>
    <w:rsid w:val="00125A4B"/>
    <w:rsid w:val="00125DAE"/>
    <w:rsid w:val="00125F91"/>
    <w:rsid w:val="00126072"/>
    <w:rsid w:val="001262BE"/>
    <w:rsid w:val="00126468"/>
    <w:rsid w:val="0012663B"/>
    <w:rsid w:val="0012688A"/>
    <w:rsid w:val="00126BD0"/>
    <w:rsid w:val="00126D9C"/>
    <w:rsid w:val="001270DC"/>
    <w:rsid w:val="001271DA"/>
    <w:rsid w:val="00127E2E"/>
    <w:rsid w:val="00127FFA"/>
    <w:rsid w:val="0013051B"/>
    <w:rsid w:val="001306E2"/>
    <w:rsid w:val="001310AE"/>
    <w:rsid w:val="0013142A"/>
    <w:rsid w:val="00131466"/>
    <w:rsid w:val="00131743"/>
    <w:rsid w:val="00131B18"/>
    <w:rsid w:val="00131BAD"/>
    <w:rsid w:val="00131D9E"/>
    <w:rsid w:val="00131F2B"/>
    <w:rsid w:val="00131F48"/>
    <w:rsid w:val="0013240C"/>
    <w:rsid w:val="001326C4"/>
    <w:rsid w:val="00132861"/>
    <w:rsid w:val="00132BC1"/>
    <w:rsid w:val="0013317E"/>
    <w:rsid w:val="00133720"/>
    <w:rsid w:val="0013373E"/>
    <w:rsid w:val="00133859"/>
    <w:rsid w:val="0013477D"/>
    <w:rsid w:val="00134C87"/>
    <w:rsid w:val="00134CFD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880"/>
    <w:rsid w:val="00136A25"/>
    <w:rsid w:val="00136E93"/>
    <w:rsid w:val="0013728C"/>
    <w:rsid w:val="0013731A"/>
    <w:rsid w:val="00137977"/>
    <w:rsid w:val="0014070E"/>
    <w:rsid w:val="00140AC3"/>
    <w:rsid w:val="00140D19"/>
    <w:rsid w:val="0014112D"/>
    <w:rsid w:val="001411B2"/>
    <w:rsid w:val="001411B5"/>
    <w:rsid w:val="001413EF"/>
    <w:rsid w:val="00141860"/>
    <w:rsid w:val="00141F04"/>
    <w:rsid w:val="00141F30"/>
    <w:rsid w:val="00141FFD"/>
    <w:rsid w:val="0014205F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CF0"/>
    <w:rsid w:val="00143D29"/>
    <w:rsid w:val="001441A2"/>
    <w:rsid w:val="001441C1"/>
    <w:rsid w:val="0014457F"/>
    <w:rsid w:val="00144837"/>
    <w:rsid w:val="001448F0"/>
    <w:rsid w:val="00144D44"/>
    <w:rsid w:val="00144E38"/>
    <w:rsid w:val="00145184"/>
    <w:rsid w:val="00145420"/>
    <w:rsid w:val="001456D0"/>
    <w:rsid w:val="00145C1A"/>
    <w:rsid w:val="00146273"/>
    <w:rsid w:val="00146A73"/>
    <w:rsid w:val="00146BD2"/>
    <w:rsid w:val="00146E2A"/>
    <w:rsid w:val="0014722D"/>
    <w:rsid w:val="00147517"/>
    <w:rsid w:val="00147E1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2BE0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5216"/>
    <w:rsid w:val="0015522A"/>
    <w:rsid w:val="001553B3"/>
    <w:rsid w:val="00155903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21E"/>
    <w:rsid w:val="00157452"/>
    <w:rsid w:val="00157825"/>
    <w:rsid w:val="00157A34"/>
    <w:rsid w:val="00157E4B"/>
    <w:rsid w:val="00160001"/>
    <w:rsid w:val="00160438"/>
    <w:rsid w:val="0016045C"/>
    <w:rsid w:val="001604B8"/>
    <w:rsid w:val="00160750"/>
    <w:rsid w:val="001608DF"/>
    <w:rsid w:val="00160E26"/>
    <w:rsid w:val="00160EB7"/>
    <w:rsid w:val="00160F05"/>
    <w:rsid w:val="0016104B"/>
    <w:rsid w:val="001610FE"/>
    <w:rsid w:val="0016117A"/>
    <w:rsid w:val="00161285"/>
    <w:rsid w:val="001613CD"/>
    <w:rsid w:val="001617D5"/>
    <w:rsid w:val="00161927"/>
    <w:rsid w:val="00161D49"/>
    <w:rsid w:val="00161FD6"/>
    <w:rsid w:val="00162006"/>
    <w:rsid w:val="00162096"/>
    <w:rsid w:val="00162541"/>
    <w:rsid w:val="001625F1"/>
    <w:rsid w:val="00162699"/>
    <w:rsid w:val="001626EC"/>
    <w:rsid w:val="00162F0D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AEE"/>
    <w:rsid w:val="00165FA6"/>
    <w:rsid w:val="001660DE"/>
    <w:rsid w:val="00166327"/>
    <w:rsid w:val="001669D7"/>
    <w:rsid w:val="00166A3C"/>
    <w:rsid w:val="00166FEE"/>
    <w:rsid w:val="0016700C"/>
    <w:rsid w:val="00167638"/>
    <w:rsid w:val="00167A46"/>
    <w:rsid w:val="00167ACF"/>
    <w:rsid w:val="0017005C"/>
    <w:rsid w:val="0017008F"/>
    <w:rsid w:val="001701C9"/>
    <w:rsid w:val="0017029A"/>
    <w:rsid w:val="00170340"/>
    <w:rsid w:val="00170532"/>
    <w:rsid w:val="00170762"/>
    <w:rsid w:val="0017080D"/>
    <w:rsid w:val="001709F8"/>
    <w:rsid w:val="00170A9B"/>
    <w:rsid w:val="00170C28"/>
    <w:rsid w:val="00170D74"/>
    <w:rsid w:val="00170FC9"/>
    <w:rsid w:val="0017156F"/>
    <w:rsid w:val="00171926"/>
    <w:rsid w:val="00171C7C"/>
    <w:rsid w:val="00171D8F"/>
    <w:rsid w:val="00172562"/>
    <w:rsid w:val="001725E0"/>
    <w:rsid w:val="00172853"/>
    <w:rsid w:val="00172BD5"/>
    <w:rsid w:val="00172DCB"/>
    <w:rsid w:val="001731AC"/>
    <w:rsid w:val="00173698"/>
    <w:rsid w:val="001736A4"/>
    <w:rsid w:val="00173CA9"/>
    <w:rsid w:val="00173F7E"/>
    <w:rsid w:val="0017401C"/>
    <w:rsid w:val="00174162"/>
    <w:rsid w:val="001741F0"/>
    <w:rsid w:val="0017427F"/>
    <w:rsid w:val="00174539"/>
    <w:rsid w:val="0017472C"/>
    <w:rsid w:val="00174A09"/>
    <w:rsid w:val="00174B6D"/>
    <w:rsid w:val="00174CE5"/>
    <w:rsid w:val="00174D2B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453"/>
    <w:rsid w:val="00181737"/>
    <w:rsid w:val="001818F9"/>
    <w:rsid w:val="001819FD"/>
    <w:rsid w:val="00181B4B"/>
    <w:rsid w:val="00181BEF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3ECC"/>
    <w:rsid w:val="0018408E"/>
    <w:rsid w:val="001840B5"/>
    <w:rsid w:val="00184107"/>
    <w:rsid w:val="001842E1"/>
    <w:rsid w:val="001845C5"/>
    <w:rsid w:val="0018530F"/>
    <w:rsid w:val="00185A9D"/>
    <w:rsid w:val="00185ADD"/>
    <w:rsid w:val="00186134"/>
    <w:rsid w:val="001861AE"/>
    <w:rsid w:val="00186253"/>
    <w:rsid w:val="00186EFF"/>
    <w:rsid w:val="00186F1E"/>
    <w:rsid w:val="0018700B"/>
    <w:rsid w:val="001870DB"/>
    <w:rsid w:val="00187482"/>
    <w:rsid w:val="001874E8"/>
    <w:rsid w:val="00187B1E"/>
    <w:rsid w:val="00187B65"/>
    <w:rsid w:val="00187EF3"/>
    <w:rsid w:val="00190170"/>
    <w:rsid w:val="00190433"/>
    <w:rsid w:val="00190482"/>
    <w:rsid w:val="001906D0"/>
    <w:rsid w:val="00190B16"/>
    <w:rsid w:val="00190B88"/>
    <w:rsid w:val="00190E9C"/>
    <w:rsid w:val="00190FDE"/>
    <w:rsid w:val="00191173"/>
    <w:rsid w:val="0019141B"/>
    <w:rsid w:val="00191427"/>
    <w:rsid w:val="001916DB"/>
    <w:rsid w:val="001919C9"/>
    <w:rsid w:val="00191B59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C9C"/>
    <w:rsid w:val="00192DC9"/>
    <w:rsid w:val="00192E0A"/>
    <w:rsid w:val="0019308D"/>
    <w:rsid w:val="0019320C"/>
    <w:rsid w:val="00193372"/>
    <w:rsid w:val="00193874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0D26"/>
    <w:rsid w:val="001A0E0B"/>
    <w:rsid w:val="001A1569"/>
    <w:rsid w:val="001A1626"/>
    <w:rsid w:val="001A18CF"/>
    <w:rsid w:val="001A1966"/>
    <w:rsid w:val="001A1986"/>
    <w:rsid w:val="001A1A34"/>
    <w:rsid w:val="001A1A57"/>
    <w:rsid w:val="001A21AB"/>
    <w:rsid w:val="001A250D"/>
    <w:rsid w:val="001A276A"/>
    <w:rsid w:val="001A2983"/>
    <w:rsid w:val="001A2ED3"/>
    <w:rsid w:val="001A2F30"/>
    <w:rsid w:val="001A32D2"/>
    <w:rsid w:val="001A34CA"/>
    <w:rsid w:val="001A3505"/>
    <w:rsid w:val="001A3629"/>
    <w:rsid w:val="001A3817"/>
    <w:rsid w:val="001A3A93"/>
    <w:rsid w:val="001A3B85"/>
    <w:rsid w:val="001A3C1C"/>
    <w:rsid w:val="001A3C52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3FD"/>
    <w:rsid w:val="001A779A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2DC"/>
    <w:rsid w:val="001B13A2"/>
    <w:rsid w:val="001B14AD"/>
    <w:rsid w:val="001B1AFD"/>
    <w:rsid w:val="001B1E6D"/>
    <w:rsid w:val="001B1F08"/>
    <w:rsid w:val="001B276F"/>
    <w:rsid w:val="001B295D"/>
    <w:rsid w:val="001B299D"/>
    <w:rsid w:val="001B2BDE"/>
    <w:rsid w:val="001B2CC4"/>
    <w:rsid w:val="001B2D4F"/>
    <w:rsid w:val="001B3056"/>
    <w:rsid w:val="001B3159"/>
    <w:rsid w:val="001B33D6"/>
    <w:rsid w:val="001B372E"/>
    <w:rsid w:val="001B37B6"/>
    <w:rsid w:val="001B3B6F"/>
    <w:rsid w:val="001B3D20"/>
    <w:rsid w:val="001B3EBD"/>
    <w:rsid w:val="001B4162"/>
    <w:rsid w:val="001B424D"/>
    <w:rsid w:val="001B439F"/>
    <w:rsid w:val="001B468E"/>
    <w:rsid w:val="001B484B"/>
    <w:rsid w:val="001B50AB"/>
    <w:rsid w:val="001B51CE"/>
    <w:rsid w:val="001B526C"/>
    <w:rsid w:val="001B5419"/>
    <w:rsid w:val="001B54E8"/>
    <w:rsid w:val="001B5516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B7F84"/>
    <w:rsid w:val="001C0381"/>
    <w:rsid w:val="001C0607"/>
    <w:rsid w:val="001C060E"/>
    <w:rsid w:val="001C080C"/>
    <w:rsid w:val="001C0AB1"/>
    <w:rsid w:val="001C108F"/>
    <w:rsid w:val="001C10A5"/>
    <w:rsid w:val="001C1121"/>
    <w:rsid w:val="001C1154"/>
    <w:rsid w:val="001C1311"/>
    <w:rsid w:val="001C13A4"/>
    <w:rsid w:val="001C1441"/>
    <w:rsid w:val="001C1802"/>
    <w:rsid w:val="001C1AAA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2CC7"/>
    <w:rsid w:val="001C3007"/>
    <w:rsid w:val="001C30A5"/>
    <w:rsid w:val="001C3417"/>
    <w:rsid w:val="001C3643"/>
    <w:rsid w:val="001C3665"/>
    <w:rsid w:val="001C3900"/>
    <w:rsid w:val="001C3932"/>
    <w:rsid w:val="001C3FC3"/>
    <w:rsid w:val="001C4477"/>
    <w:rsid w:val="001C4647"/>
    <w:rsid w:val="001C4677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3FB"/>
    <w:rsid w:val="001C57C6"/>
    <w:rsid w:val="001C5A7B"/>
    <w:rsid w:val="001C5D29"/>
    <w:rsid w:val="001C6269"/>
    <w:rsid w:val="001C65CF"/>
    <w:rsid w:val="001C6D10"/>
    <w:rsid w:val="001C6E54"/>
    <w:rsid w:val="001C6F61"/>
    <w:rsid w:val="001C74B6"/>
    <w:rsid w:val="001C7586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29B"/>
    <w:rsid w:val="001D13CF"/>
    <w:rsid w:val="001D1A93"/>
    <w:rsid w:val="001D1B76"/>
    <w:rsid w:val="001D1E8F"/>
    <w:rsid w:val="001D2098"/>
    <w:rsid w:val="001D20B5"/>
    <w:rsid w:val="001D2358"/>
    <w:rsid w:val="001D2527"/>
    <w:rsid w:val="001D2782"/>
    <w:rsid w:val="001D284A"/>
    <w:rsid w:val="001D2BAC"/>
    <w:rsid w:val="001D2F3B"/>
    <w:rsid w:val="001D305A"/>
    <w:rsid w:val="001D3196"/>
    <w:rsid w:val="001D35F8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944"/>
    <w:rsid w:val="001D6A18"/>
    <w:rsid w:val="001D6C40"/>
    <w:rsid w:val="001D6CA2"/>
    <w:rsid w:val="001D6E77"/>
    <w:rsid w:val="001D736F"/>
    <w:rsid w:val="001D75F2"/>
    <w:rsid w:val="001D7791"/>
    <w:rsid w:val="001D78CF"/>
    <w:rsid w:val="001D79D1"/>
    <w:rsid w:val="001D7CEA"/>
    <w:rsid w:val="001D7E36"/>
    <w:rsid w:val="001E002E"/>
    <w:rsid w:val="001E006B"/>
    <w:rsid w:val="001E0251"/>
    <w:rsid w:val="001E04A2"/>
    <w:rsid w:val="001E064B"/>
    <w:rsid w:val="001E06CE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3E9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28"/>
    <w:rsid w:val="001E6F98"/>
    <w:rsid w:val="001E7079"/>
    <w:rsid w:val="001E713E"/>
    <w:rsid w:val="001E7269"/>
    <w:rsid w:val="001E726E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8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F3E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6AAD"/>
    <w:rsid w:val="001F7070"/>
    <w:rsid w:val="001F7B3B"/>
    <w:rsid w:val="001F7C46"/>
    <w:rsid w:val="001F7DF2"/>
    <w:rsid w:val="001F7EB2"/>
    <w:rsid w:val="0020024A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1EB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E7F"/>
    <w:rsid w:val="00204F44"/>
    <w:rsid w:val="002052B2"/>
    <w:rsid w:val="0020533D"/>
    <w:rsid w:val="00205529"/>
    <w:rsid w:val="00205953"/>
    <w:rsid w:val="00205956"/>
    <w:rsid w:val="00205D3E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981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402"/>
    <w:rsid w:val="00212D48"/>
    <w:rsid w:val="00213024"/>
    <w:rsid w:val="002130B8"/>
    <w:rsid w:val="0021364D"/>
    <w:rsid w:val="00213724"/>
    <w:rsid w:val="00213A57"/>
    <w:rsid w:val="00213CE3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905"/>
    <w:rsid w:val="00215A21"/>
    <w:rsid w:val="00215A28"/>
    <w:rsid w:val="0021628E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801"/>
    <w:rsid w:val="002209AE"/>
    <w:rsid w:val="00220A8E"/>
    <w:rsid w:val="00220C43"/>
    <w:rsid w:val="00220F63"/>
    <w:rsid w:val="00220FF9"/>
    <w:rsid w:val="00220FFF"/>
    <w:rsid w:val="00221196"/>
    <w:rsid w:val="00221AF4"/>
    <w:rsid w:val="00221BEC"/>
    <w:rsid w:val="0022293E"/>
    <w:rsid w:val="00222C39"/>
    <w:rsid w:val="00222EE8"/>
    <w:rsid w:val="002234F7"/>
    <w:rsid w:val="00223755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F93"/>
    <w:rsid w:val="00225FFC"/>
    <w:rsid w:val="0022601F"/>
    <w:rsid w:val="0022653E"/>
    <w:rsid w:val="002266B3"/>
    <w:rsid w:val="00226C86"/>
    <w:rsid w:val="00226C8D"/>
    <w:rsid w:val="002271BE"/>
    <w:rsid w:val="00227324"/>
    <w:rsid w:val="002273DA"/>
    <w:rsid w:val="00227467"/>
    <w:rsid w:val="0022758D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E29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306E"/>
    <w:rsid w:val="00233093"/>
    <w:rsid w:val="002334F0"/>
    <w:rsid w:val="002335D8"/>
    <w:rsid w:val="00233628"/>
    <w:rsid w:val="00233849"/>
    <w:rsid w:val="00233D56"/>
    <w:rsid w:val="00233E5D"/>
    <w:rsid w:val="00234028"/>
    <w:rsid w:val="002341BA"/>
    <w:rsid w:val="00234583"/>
    <w:rsid w:val="0023473C"/>
    <w:rsid w:val="00234766"/>
    <w:rsid w:val="0023488F"/>
    <w:rsid w:val="00234F63"/>
    <w:rsid w:val="00235307"/>
    <w:rsid w:val="00235462"/>
    <w:rsid w:val="00235497"/>
    <w:rsid w:val="002357E9"/>
    <w:rsid w:val="00235D0C"/>
    <w:rsid w:val="00235DC7"/>
    <w:rsid w:val="00236511"/>
    <w:rsid w:val="00236528"/>
    <w:rsid w:val="0023699D"/>
    <w:rsid w:val="00237002"/>
    <w:rsid w:val="002372BB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77D"/>
    <w:rsid w:val="0024092A"/>
    <w:rsid w:val="00240BED"/>
    <w:rsid w:val="00240BF2"/>
    <w:rsid w:val="00240CB0"/>
    <w:rsid w:val="00240F29"/>
    <w:rsid w:val="002412B6"/>
    <w:rsid w:val="00241331"/>
    <w:rsid w:val="00241606"/>
    <w:rsid w:val="0024173E"/>
    <w:rsid w:val="00241896"/>
    <w:rsid w:val="00241BD8"/>
    <w:rsid w:val="00241D49"/>
    <w:rsid w:val="002420C5"/>
    <w:rsid w:val="0024227B"/>
    <w:rsid w:val="002423F1"/>
    <w:rsid w:val="00242440"/>
    <w:rsid w:val="00242503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F7"/>
    <w:rsid w:val="00244291"/>
    <w:rsid w:val="002444E7"/>
    <w:rsid w:val="002444F0"/>
    <w:rsid w:val="0024491A"/>
    <w:rsid w:val="00244923"/>
    <w:rsid w:val="00244FBE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03"/>
    <w:rsid w:val="00246338"/>
    <w:rsid w:val="002465BC"/>
    <w:rsid w:val="0024695D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9D8"/>
    <w:rsid w:val="00247BA3"/>
    <w:rsid w:val="00247BAF"/>
    <w:rsid w:val="002500A7"/>
    <w:rsid w:val="0025033A"/>
    <w:rsid w:val="00250931"/>
    <w:rsid w:val="00250AFA"/>
    <w:rsid w:val="00250B3D"/>
    <w:rsid w:val="00250DC2"/>
    <w:rsid w:val="00250F5E"/>
    <w:rsid w:val="00251232"/>
    <w:rsid w:val="002513D0"/>
    <w:rsid w:val="00251C41"/>
    <w:rsid w:val="00251DBB"/>
    <w:rsid w:val="00251E4E"/>
    <w:rsid w:val="002523FE"/>
    <w:rsid w:val="00252883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481"/>
    <w:rsid w:val="00260777"/>
    <w:rsid w:val="002607D6"/>
    <w:rsid w:val="00260855"/>
    <w:rsid w:val="00260B54"/>
    <w:rsid w:val="00260C81"/>
    <w:rsid w:val="00260CF2"/>
    <w:rsid w:val="00260DD7"/>
    <w:rsid w:val="00260EAE"/>
    <w:rsid w:val="0026139C"/>
    <w:rsid w:val="0026147B"/>
    <w:rsid w:val="00261A89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5BC"/>
    <w:rsid w:val="002639CA"/>
    <w:rsid w:val="00263C09"/>
    <w:rsid w:val="00263E1C"/>
    <w:rsid w:val="00263FC0"/>
    <w:rsid w:val="00263FFD"/>
    <w:rsid w:val="0026409E"/>
    <w:rsid w:val="002643E4"/>
    <w:rsid w:val="0026441E"/>
    <w:rsid w:val="00264467"/>
    <w:rsid w:val="0026468B"/>
    <w:rsid w:val="00264E04"/>
    <w:rsid w:val="00264E0D"/>
    <w:rsid w:val="00265015"/>
    <w:rsid w:val="0026588F"/>
    <w:rsid w:val="00265C7D"/>
    <w:rsid w:val="00266041"/>
    <w:rsid w:val="0026624C"/>
    <w:rsid w:val="00266394"/>
    <w:rsid w:val="0026648E"/>
    <w:rsid w:val="00266E6C"/>
    <w:rsid w:val="00266FA2"/>
    <w:rsid w:val="00267289"/>
    <w:rsid w:val="0026759B"/>
    <w:rsid w:val="0026764B"/>
    <w:rsid w:val="00267989"/>
    <w:rsid w:val="00267A21"/>
    <w:rsid w:val="00267CF3"/>
    <w:rsid w:val="00267D59"/>
    <w:rsid w:val="00270084"/>
    <w:rsid w:val="002703AA"/>
    <w:rsid w:val="00270413"/>
    <w:rsid w:val="00270590"/>
    <w:rsid w:val="00270594"/>
    <w:rsid w:val="002705D1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2E9E"/>
    <w:rsid w:val="00273109"/>
    <w:rsid w:val="0027311B"/>
    <w:rsid w:val="00273305"/>
    <w:rsid w:val="0027354C"/>
    <w:rsid w:val="0027359C"/>
    <w:rsid w:val="00273672"/>
    <w:rsid w:val="002736BA"/>
    <w:rsid w:val="002740E2"/>
    <w:rsid w:val="00274154"/>
    <w:rsid w:val="00274227"/>
    <w:rsid w:val="002746C5"/>
    <w:rsid w:val="0027474D"/>
    <w:rsid w:val="00274888"/>
    <w:rsid w:val="00274C21"/>
    <w:rsid w:val="00274CF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247"/>
    <w:rsid w:val="002763BF"/>
    <w:rsid w:val="0027643C"/>
    <w:rsid w:val="00276782"/>
    <w:rsid w:val="002767BB"/>
    <w:rsid w:val="00276E07"/>
    <w:rsid w:val="0027707D"/>
    <w:rsid w:val="0027710B"/>
    <w:rsid w:val="00277500"/>
    <w:rsid w:val="0027758F"/>
    <w:rsid w:val="00277730"/>
    <w:rsid w:val="00277ABC"/>
    <w:rsid w:val="00277FBE"/>
    <w:rsid w:val="002801AD"/>
    <w:rsid w:val="002801F4"/>
    <w:rsid w:val="0028047E"/>
    <w:rsid w:val="00280766"/>
    <w:rsid w:val="00280BAB"/>
    <w:rsid w:val="0028100A"/>
    <w:rsid w:val="002811C4"/>
    <w:rsid w:val="0028176E"/>
    <w:rsid w:val="002818CC"/>
    <w:rsid w:val="00281926"/>
    <w:rsid w:val="002819A2"/>
    <w:rsid w:val="002819AC"/>
    <w:rsid w:val="00281CEA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A"/>
    <w:rsid w:val="00284E6D"/>
    <w:rsid w:val="002850BD"/>
    <w:rsid w:val="00285194"/>
    <w:rsid w:val="002856B2"/>
    <w:rsid w:val="00285CF5"/>
    <w:rsid w:val="002861E2"/>
    <w:rsid w:val="002865A2"/>
    <w:rsid w:val="002865ED"/>
    <w:rsid w:val="00286640"/>
    <w:rsid w:val="00286F6A"/>
    <w:rsid w:val="00286FEB"/>
    <w:rsid w:val="00287069"/>
    <w:rsid w:val="002872E4"/>
    <w:rsid w:val="00287513"/>
    <w:rsid w:val="0028780E"/>
    <w:rsid w:val="0028782B"/>
    <w:rsid w:val="002878FD"/>
    <w:rsid w:val="00287B75"/>
    <w:rsid w:val="00287CED"/>
    <w:rsid w:val="002900C1"/>
    <w:rsid w:val="002902B5"/>
    <w:rsid w:val="002909C6"/>
    <w:rsid w:val="00290B46"/>
    <w:rsid w:val="00290DC9"/>
    <w:rsid w:val="0029138D"/>
    <w:rsid w:val="002915E9"/>
    <w:rsid w:val="00291A05"/>
    <w:rsid w:val="00291A20"/>
    <w:rsid w:val="00291BD3"/>
    <w:rsid w:val="00291BDB"/>
    <w:rsid w:val="0029223A"/>
    <w:rsid w:val="0029230A"/>
    <w:rsid w:val="0029247A"/>
    <w:rsid w:val="002926EE"/>
    <w:rsid w:val="002926F2"/>
    <w:rsid w:val="00292974"/>
    <w:rsid w:val="00292D60"/>
    <w:rsid w:val="00292E1E"/>
    <w:rsid w:val="00292F82"/>
    <w:rsid w:val="00293269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A24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A3D"/>
    <w:rsid w:val="002A1D95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8F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162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CDB"/>
    <w:rsid w:val="002B0E81"/>
    <w:rsid w:val="002B11A0"/>
    <w:rsid w:val="002B12C9"/>
    <w:rsid w:val="002B137B"/>
    <w:rsid w:val="002B14C1"/>
    <w:rsid w:val="002B1508"/>
    <w:rsid w:val="002B1A1B"/>
    <w:rsid w:val="002B1AD6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E39"/>
    <w:rsid w:val="002B4EDE"/>
    <w:rsid w:val="002B5031"/>
    <w:rsid w:val="002B5261"/>
    <w:rsid w:val="002B5310"/>
    <w:rsid w:val="002B5434"/>
    <w:rsid w:val="002B5884"/>
    <w:rsid w:val="002B5885"/>
    <w:rsid w:val="002B58F5"/>
    <w:rsid w:val="002B5A10"/>
    <w:rsid w:val="002B5A7A"/>
    <w:rsid w:val="002B5AF5"/>
    <w:rsid w:val="002B5B43"/>
    <w:rsid w:val="002B5D5F"/>
    <w:rsid w:val="002B5D71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FBF"/>
    <w:rsid w:val="002C109E"/>
    <w:rsid w:val="002C1159"/>
    <w:rsid w:val="002C1194"/>
    <w:rsid w:val="002C1315"/>
    <w:rsid w:val="002C15EF"/>
    <w:rsid w:val="002C1F55"/>
    <w:rsid w:val="002C23D5"/>
    <w:rsid w:val="002C3208"/>
    <w:rsid w:val="002C322D"/>
    <w:rsid w:val="002C3572"/>
    <w:rsid w:val="002C399F"/>
    <w:rsid w:val="002C3C57"/>
    <w:rsid w:val="002C3D21"/>
    <w:rsid w:val="002C3DB5"/>
    <w:rsid w:val="002C47CE"/>
    <w:rsid w:val="002C498A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6BC"/>
    <w:rsid w:val="002C5823"/>
    <w:rsid w:val="002C5891"/>
    <w:rsid w:val="002C5BDD"/>
    <w:rsid w:val="002C5CA4"/>
    <w:rsid w:val="002C62C3"/>
    <w:rsid w:val="002C63BD"/>
    <w:rsid w:val="002C6A20"/>
    <w:rsid w:val="002C6DD2"/>
    <w:rsid w:val="002C6DD9"/>
    <w:rsid w:val="002C6E43"/>
    <w:rsid w:val="002C6F6A"/>
    <w:rsid w:val="002C7393"/>
    <w:rsid w:val="002C76E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10E"/>
    <w:rsid w:val="002D123A"/>
    <w:rsid w:val="002D1A95"/>
    <w:rsid w:val="002D1C54"/>
    <w:rsid w:val="002D1D68"/>
    <w:rsid w:val="002D1E25"/>
    <w:rsid w:val="002D1EAD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4031"/>
    <w:rsid w:val="002D4160"/>
    <w:rsid w:val="002D421D"/>
    <w:rsid w:val="002D4333"/>
    <w:rsid w:val="002D46DB"/>
    <w:rsid w:val="002D4EC3"/>
    <w:rsid w:val="002D4F32"/>
    <w:rsid w:val="002D503B"/>
    <w:rsid w:val="002D52FC"/>
    <w:rsid w:val="002D5524"/>
    <w:rsid w:val="002D552C"/>
    <w:rsid w:val="002D5A73"/>
    <w:rsid w:val="002D5EEB"/>
    <w:rsid w:val="002D603E"/>
    <w:rsid w:val="002D6097"/>
    <w:rsid w:val="002D6271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4C38"/>
    <w:rsid w:val="002E51FA"/>
    <w:rsid w:val="002E57B1"/>
    <w:rsid w:val="002E5AC8"/>
    <w:rsid w:val="002E5D5B"/>
    <w:rsid w:val="002E5ED8"/>
    <w:rsid w:val="002E5FC7"/>
    <w:rsid w:val="002E6008"/>
    <w:rsid w:val="002E64C2"/>
    <w:rsid w:val="002E6C97"/>
    <w:rsid w:val="002E6CAD"/>
    <w:rsid w:val="002E788C"/>
    <w:rsid w:val="002E78C2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667"/>
    <w:rsid w:val="002F1B78"/>
    <w:rsid w:val="002F217B"/>
    <w:rsid w:val="002F239F"/>
    <w:rsid w:val="002F2577"/>
    <w:rsid w:val="002F27B2"/>
    <w:rsid w:val="002F2864"/>
    <w:rsid w:val="002F2EB6"/>
    <w:rsid w:val="002F30C3"/>
    <w:rsid w:val="002F342D"/>
    <w:rsid w:val="002F3735"/>
    <w:rsid w:val="002F3741"/>
    <w:rsid w:val="002F3799"/>
    <w:rsid w:val="002F38D5"/>
    <w:rsid w:val="002F38E0"/>
    <w:rsid w:val="002F3980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DB8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D08"/>
    <w:rsid w:val="002F5EE2"/>
    <w:rsid w:val="002F5F45"/>
    <w:rsid w:val="002F6031"/>
    <w:rsid w:val="002F644B"/>
    <w:rsid w:val="002F6658"/>
    <w:rsid w:val="002F6752"/>
    <w:rsid w:val="002F6B92"/>
    <w:rsid w:val="002F6E12"/>
    <w:rsid w:val="002F7602"/>
    <w:rsid w:val="002F761E"/>
    <w:rsid w:val="002F7665"/>
    <w:rsid w:val="002F7B12"/>
    <w:rsid w:val="002F7E82"/>
    <w:rsid w:val="003000A8"/>
    <w:rsid w:val="003000F2"/>
    <w:rsid w:val="00300520"/>
    <w:rsid w:val="0030064C"/>
    <w:rsid w:val="00300B9F"/>
    <w:rsid w:val="003013A9"/>
    <w:rsid w:val="0030158D"/>
    <w:rsid w:val="0030173D"/>
    <w:rsid w:val="00301852"/>
    <w:rsid w:val="00301976"/>
    <w:rsid w:val="003019FF"/>
    <w:rsid w:val="00301AA4"/>
    <w:rsid w:val="00301D8E"/>
    <w:rsid w:val="00301F11"/>
    <w:rsid w:val="00301F30"/>
    <w:rsid w:val="003020A4"/>
    <w:rsid w:val="0030227A"/>
    <w:rsid w:val="00302377"/>
    <w:rsid w:val="003024DB"/>
    <w:rsid w:val="00302662"/>
    <w:rsid w:val="00302701"/>
    <w:rsid w:val="0030282C"/>
    <w:rsid w:val="003029BA"/>
    <w:rsid w:val="00302ABF"/>
    <w:rsid w:val="00302BDC"/>
    <w:rsid w:val="00302C7B"/>
    <w:rsid w:val="00302CF4"/>
    <w:rsid w:val="00303249"/>
    <w:rsid w:val="00303693"/>
    <w:rsid w:val="0030383B"/>
    <w:rsid w:val="00303B30"/>
    <w:rsid w:val="00303D6B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67"/>
    <w:rsid w:val="003069B4"/>
    <w:rsid w:val="00306CF2"/>
    <w:rsid w:val="00307482"/>
    <w:rsid w:val="00307624"/>
    <w:rsid w:val="00307636"/>
    <w:rsid w:val="00307B89"/>
    <w:rsid w:val="00307BF4"/>
    <w:rsid w:val="00307DAB"/>
    <w:rsid w:val="00307FF9"/>
    <w:rsid w:val="003103B9"/>
    <w:rsid w:val="0031147C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26E"/>
    <w:rsid w:val="00313308"/>
    <w:rsid w:val="003133A3"/>
    <w:rsid w:val="00313676"/>
    <w:rsid w:val="00313CC7"/>
    <w:rsid w:val="00313E5F"/>
    <w:rsid w:val="003145FB"/>
    <w:rsid w:val="0031474E"/>
    <w:rsid w:val="00314C9A"/>
    <w:rsid w:val="00314FF8"/>
    <w:rsid w:val="00315047"/>
    <w:rsid w:val="003154AB"/>
    <w:rsid w:val="0031550C"/>
    <w:rsid w:val="00315648"/>
    <w:rsid w:val="00315996"/>
    <w:rsid w:val="00315C4A"/>
    <w:rsid w:val="00315D94"/>
    <w:rsid w:val="00315EE8"/>
    <w:rsid w:val="00316100"/>
    <w:rsid w:val="0031643F"/>
    <w:rsid w:val="00316466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F9C"/>
    <w:rsid w:val="00323174"/>
    <w:rsid w:val="0032332F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254"/>
    <w:rsid w:val="00325682"/>
    <w:rsid w:val="003259C2"/>
    <w:rsid w:val="00325E57"/>
    <w:rsid w:val="00326081"/>
    <w:rsid w:val="00326105"/>
    <w:rsid w:val="00326239"/>
    <w:rsid w:val="003265DD"/>
    <w:rsid w:val="003267A6"/>
    <w:rsid w:val="003267AE"/>
    <w:rsid w:val="00326DB0"/>
    <w:rsid w:val="00327298"/>
    <w:rsid w:val="003276F0"/>
    <w:rsid w:val="003278C0"/>
    <w:rsid w:val="00327B43"/>
    <w:rsid w:val="00327FA7"/>
    <w:rsid w:val="003301B2"/>
    <w:rsid w:val="0033043E"/>
    <w:rsid w:val="003306FC"/>
    <w:rsid w:val="00330859"/>
    <w:rsid w:val="00330C55"/>
    <w:rsid w:val="00331199"/>
    <w:rsid w:val="0033168B"/>
    <w:rsid w:val="00331ABB"/>
    <w:rsid w:val="00331B87"/>
    <w:rsid w:val="00331B8B"/>
    <w:rsid w:val="00332076"/>
    <w:rsid w:val="0033223E"/>
    <w:rsid w:val="0033235F"/>
    <w:rsid w:val="003328F9"/>
    <w:rsid w:val="00332985"/>
    <w:rsid w:val="00332A6C"/>
    <w:rsid w:val="00332CD3"/>
    <w:rsid w:val="0033342B"/>
    <w:rsid w:val="003336D1"/>
    <w:rsid w:val="003337B9"/>
    <w:rsid w:val="00333C04"/>
    <w:rsid w:val="003343AD"/>
    <w:rsid w:val="00334615"/>
    <w:rsid w:val="00334653"/>
    <w:rsid w:val="003349F2"/>
    <w:rsid w:val="00334A1D"/>
    <w:rsid w:val="00334CD7"/>
    <w:rsid w:val="00334FC8"/>
    <w:rsid w:val="003350A4"/>
    <w:rsid w:val="003352FA"/>
    <w:rsid w:val="003353BA"/>
    <w:rsid w:val="0033542D"/>
    <w:rsid w:val="003356D8"/>
    <w:rsid w:val="0033586E"/>
    <w:rsid w:val="00335A2B"/>
    <w:rsid w:val="00335D36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B48"/>
    <w:rsid w:val="00340EA9"/>
    <w:rsid w:val="0034112F"/>
    <w:rsid w:val="00341520"/>
    <w:rsid w:val="003417D6"/>
    <w:rsid w:val="00341978"/>
    <w:rsid w:val="003419E0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5430"/>
    <w:rsid w:val="00345780"/>
    <w:rsid w:val="003459AA"/>
    <w:rsid w:val="00345A45"/>
    <w:rsid w:val="00345B4C"/>
    <w:rsid w:val="00345BA5"/>
    <w:rsid w:val="00345D49"/>
    <w:rsid w:val="00345E53"/>
    <w:rsid w:val="00346480"/>
    <w:rsid w:val="003466BB"/>
    <w:rsid w:val="00346CC6"/>
    <w:rsid w:val="0034736A"/>
    <w:rsid w:val="003473BA"/>
    <w:rsid w:val="00347D03"/>
    <w:rsid w:val="00347D56"/>
    <w:rsid w:val="003503E6"/>
    <w:rsid w:val="0035060F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2ED0"/>
    <w:rsid w:val="00353149"/>
    <w:rsid w:val="003532D0"/>
    <w:rsid w:val="00353421"/>
    <w:rsid w:val="0035344E"/>
    <w:rsid w:val="00353962"/>
    <w:rsid w:val="00353A70"/>
    <w:rsid w:val="00353ADD"/>
    <w:rsid w:val="00353CAA"/>
    <w:rsid w:val="00353EDD"/>
    <w:rsid w:val="00353F1D"/>
    <w:rsid w:val="00353FB8"/>
    <w:rsid w:val="003545BF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C6F"/>
    <w:rsid w:val="00356FC0"/>
    <w:rsid w:val="00357225"/>
    <w:rsid w:val="00357511"/>
    <w:rsid w:val="0035787B"/>
    <w:rsid w:val="003578E5"/>
    <w:rsid w:val="00357C2C"/>
    <w:rsid w:val="003600C4"/>
    <w:rsid w:val="003603B5"/>
    <w:rsid w:val="003603FB"/>
    <w:rsid w:val="003605B5"/>
    <w:rsid w:val="00360691"/>
    <w:rsid w:val="003608F8"/>
    <w:rsid w:val="003609F8"/>
    <w:rsid w:val="00360AA3"/>
    <w:rsid w:val="00360F68"/>
    <w:rsid w:val="0036127E"/>
    <w:rsid w:val="00361334"/>
    <w:rsid w:val="003614D1"/>
    <w:rsid w:val="00361633"/>
    <w:rsid w:val="003618B4"/>
    <w:rsid w:val="00361965"/>
    <w:rsid w:val="00361AD9"/>
    <w:rsid w:val="00361D08"/>
    <w:rsid w:val="00361D8A"/>
    <w:rsid w:val="00362111"/>
    <w:rsid w:val="003628AB"/>
    <w:rsid w:val="00362AC1"/>
    <w:rsid w:val="00362CB7"/>
    <w:rsid w:val="00362CC3"/>
    <w:rsid w:val="00362D2E"/>
    <w:rsid w:val="00362E92"/>
    <w:rsid w:val="00362F90"/>
    <w:rsid w:val="0036309A"/>
    <w:rsid w:val="003631FF"/>
    <w:rsid w:val="00363243"/>
    <w:rsid w:val="00363280"/>
    <w:rsid w:val="00363305"/>
    <w:rsid w:val="0036398A"/>
    <w:rsid w:val="003639D4"/>
    <w:rsid w:val="00363A08"/>
    <w:rsid w:val="00363C5F"/>
    <w:rsid w:val="00363CEA"/>
    <w:rsid w:val="00363EDA"/>
    <w:rsid w:val="00364560"/>
    <w:rsid w:val="00364C37"/>
    <w:rsid w:val="00364D85"/>
    <w:rsid w:val="00364DC0"/>
    <w:rsid w:val="00364E48"/>
    <w:rsid w:val="003650EA"/>
    <w:rsid w:val="00365106"/>
    <w:rsid w:val="0036530B"/>
    <w:rsid w:val="003656D4"/>
    <w:rsid w:val="00365773"/>
    <w:rsid w:val="003658AA"/>
    <w:rsid w:val="00365DA0"/>
    <w:rsid w:val="00365F3E"/>
    <w:rsid w:val="0036601C"/>
    <w:rsid w:val="00366051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4D1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6E"/>
    <w:rsid w:val="003728CC"/>
    <w:rsid w:val="003729B3"/>
    <w:rsid w:val="00372F6F"/>
    <w:rsid w:val="00373363"/>
    <w:rsid w:val="0037363B"/>
    <w:rsid w:val="00373826"/>
    <w:rsid w:val="00373B70"/>
    <w:rsid w:val="00373E71"/>
    <w:rsid w:val="00373F70"/>
    <w:rsid w:val="00374134"/>
    <w:rsid w:val="0037433B"/>
    <w:rsid w:val="003744BC"/>
    <w:rsid w:val="00374574"/>
    <w:rsid w:val="00374786"/>
    <w:rsid w:val="003748BF"/>
    <w:rsid w:val="00374989"/>
    <w:rsid w:val="00374B8E"/>
    <w:rsid w:val="00375003"/>
    <w:rsid w:val="003752A6"/>
    <w:rsid w:val="003752BD"/>
    <w:rsid w:val="0037536F"/>
    <w:rsid w:val="0037552F"/>
    <w:rsid w:val="003759C5"/>
    <w:rsid w:val="00375D52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30C7"/>
    <w:rsid w:val="00383104"/>
    <w:rsid w:val="00383167"/>
    <w:rsid w:val="00383349"/>
    <w:rsid w:val="00383354"/>
    <w:rsid w:val="0038346A"/>
    <w:rsid w:val="0038349D"/>
    <w:rsid w:val="00383617"/>
    <w:rsid w:val="003837F5"/>
    <w:rsid w:val="00383894"/>
    <w:rsid w:val="00383942"/>
    <w:rsid w:val="00383A8B"/>
    <w:rsid w:val="00383BEF"/>
    <w:rsid w:val="00383F3E"/>
    <w:rsid w:val="00383F4C"/>
    <w:rsid w:val="0038400E"/>
    <w:rsid w:val="003846F2"/>
    <w:rsid w:val="003846F5"/>
    <w:rsid w:val="00384BA4"/>
    <w:rsid w:val="00384BFC"/>
    <w:rsid w:val="0038578D"/>
    <w:rsid w:val="00385831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35F"/>
    <w:rsid w:val="003863F0"/>
    <w:rsid w:val="003865A3"/>
    <w:rsid w:val="00386685"/>
    <w:rsid w:val="003868BB"/>
    <w:rsid w:val="003871BB"/>
    <w:rsid w:val="0038740A"/>
    <w:rsid w:val="0038754F"/>
    <w:rsid w:val="0038757D"/>
    <w:rsid w:val="00387602"/>
    <w:rsid w:val="00387614"/>
    <w:rsid w:val="00387A3B"/>
    <w:rsid w:val="00387D09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A73"/>
    <w:rsid w:val="00397BBB"/>
    <w:rsid w:val="003A0A12"/>
    <w:rsid w:val="003A0AA7"/>
    <w:rsid w:val="003A0B6F"/>
    <w:rsid w:val="003A0FAA"/>
    <w:rsid w:val="003A1080"/>
    <w:rsid w:val="003A122B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7AF"/>
    <w:rsid w:val="003A599B"/>
    <w:rsid w:val="003A5F81"/>
    <w:rsid w:val="003A60B6"/>
    <w:rsid w:val="003A60D8"/>
    <w:rsid w:val="003A6167"/>
    <w:rsid w:val="003A6463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B10"/>
    <w:rsid w:val="003B0346"/>
    <w:rsid w:val="003B04F2"/>
    <w:rsid w:val="003B0BE7"/>
    <w:rsid w:val="003B0F25"/>
    <w:rsid w:val="003B1465"/>
    <w:rsid w:val="003B18B7"/>
    <w:rsid w:val="003B1EA9"/>
    <w:rsid w:val="003B2545"/>
    <w:rsid w:val="003B27F0"/>
    <w:rsid w:val="003B31B7"/>
    <w:rsid w:val="003B32A5"/>
    <w:rsid w:val="003B3721"/>
    <w:rsid w:val="003B377E"/>
    <w:rsid w:val="003B38CD"/>
    <w:rsid w:val="003B3981"/>
    <w:rsid w:val="003B3C90"/>
    <w:rsid w:val="003B3CC3"/>
    <w:rsid w:val="003B4623"/>
    <w:rsid w:val="003B469A"/>
    <w:rsid w:val="003B4993"/>
    <w:rsid w:val="003B49DF"/>
    <w:rsid w:val="003B4C9C"/>
    <w:rsid w:val="003B4CF6"/>
    <w:rsid w:val="003B5017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90A"/>
    <w:rsid w:val="003C098D"/>
    <w:rsid w:val="003C0997"/>
    <w:rsid w:val="003C0D9C"/>
    <w:rsid w:val="003C0F19"/>
    <w:rsid w:val="003C1075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438"/>
    <w:rsid w:val="003C37EB"/>
    <w:rsid w:val="003C39D8"/>
    <w:rsid w:val="003C4436"/>
    <w:rsid w:val="003C45FA"/>
    <w:rsid w:val="003C4A04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733"/>
    <w:rsid w:val="003C69C6"/>
    <w:rsid w:val="003C6FBE"/>
    <w:rsid w:val="003C71C6"/>
    <w:rsid w:val="003C7438"/>
    <w:rsid w:val="003C7589"/>
    <w:rsid w:val="003D08B8"/>
    <w:rsid w:val="003D090F"/>
    <w:rsid w:val="003D108D"/>
    <w:rsid w:val="003D1828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6F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952"/>
    <w:rsid w:val="003E1022"/>
    <w:rsid w:val="003E134A"/>
    <w:rsid w:val="003E16EA"/>
    <w:rsid w:val="003E177A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CE2"/>
    <w:rsid w:val="003E3CF7"/>
    <w:rsid w:val="003E3E98"/>
    <w:rsid w:val="003E410B"/>
    <w:rsid w:val="003E4343"/>
    <w:rsid w:val="003E4364"/>
    <w:rsid w:val="003E4901"/>
    <w:rsid w:val="003E4C62"/>
    <w:rsid w:val="003E4CC3"/>
    <w:rsid w:val="003E4D0B"/>
    <w:rsid w:val="003E4E09"/>
    <w:rsid w:val="003E4ED1"/>
    <w:rsid w:val="003E5044"/>
    <w:rsid w:val="003E516D"/>
    <w:rsid w:val="003E530F"/>
    <w:rsid w:val="003E5555"/>
    <w:rsid w:val="003E55A6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745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D0"/>
    <w:rsid w:val="003F02F0"/>
    <w:rsid w:val="003F04C6"/>
    <w:rsid w:val="003F06C4"/>
    <w:rsid w:val="003F06E4"/>
    <w:rsid w:val="003F070E"/>
    <w:rsid w:val="003F0BC6"/>
    <w:rsid w:val="003F0C89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6CC"/>
    <w:rsid w:val="003F279F"/>
    <w:rsid w:val="003F294D"/>
    <w:rsid w:val="003F2E70"/>
    <w:rsid w:val="003F2EA2"/>
    <w:rsid w:val="003F3575"/>
    <w:rsid w:val="003F35DC"/>
    <w:rsid w:val="003F3681"/>
    <w:rsid w:val="003F3712"/>
    <w:rsid w:val="003F3720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08"/>
    <w:rsid w:val="003F5E92"/>
    <w:rsid w:val="003F5EAD"/>
    <w:rsid w:val="003F5F67"/>
    <w:rsid w:val="003F62EC"/>
    <w:rsid w:val="003F6640"/>
    <w:rsid w:val="003F6731"/>
    <w:rsid w:val="003F68FB"/>
    <w:rsid w:val="003F6C84"/>
    <w:rsid w:val="003F6C8C"/>
    <w:rsid w:val="003F6D5D"/>
    <w:rsid w:val="003F738A"/>
    <w:rsid w:val="003F7812"/>
    <w:rsid w:val="003F7B68"/>
    <w:rsid w:val="003F7E0A"/>
    <w:rsid w:val="00400025"/>
    <w:rsid w:val="0040022A"/>
    <w:rsid w:val="004003EC"/>
    <w:rsid w:val="00400445"/>
    <w:rsid w:val="004005F4"/>
    <w:rsid w:val="004009B5"/>
    <w:rsid w:val="004009B9"/>
    <w:rsid w:val="00400AD2"/>
    <w:rsid w:val="00400B19"/>
    <w:rsid w:val="00400B4E"/>
    <w:rsid w:val="00400CE8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E4"/>
    <w:rsid w:val="0040235E"/>
    <w:rsid w:val="00402959"/>
    <w:rsid w:val="004029ED"/>
    <w:rsid w:val="00402CA4"/>
    <w:rsid w:val="00402DA3"/>
    <w:rsid w:val="00402F65"/>
    <w:rsid w:val="00403200"/>
    <w:rsid w:val="004038FB"/>
    <w:rsid w:val="0040392D"/>
    <w:rsid w:val="004040B6"/>
    <w:rsid w:val="004040CE"/>
    <w:rsid w:val="004040E1"/>
    <w:rsid w:val="00404228"/>
    <w:rsid w:val="00404304"/>
    <w:rsid w:val="00404832"/>
    <w:rsid w:val="00405129"/>
    <w:rsid w:val="0040540A"/>
    <w:rsid w:val="0040568F"/>
    <w:rsid w:val="0040579C"/>
    <w:rsid w:val="004058CA"/>
    <w:rsid w:val="00405BD2"/>
    <w:rsid w:val="00405E54"/>
    <w:rsid w:val="00405FDD"/>
    <w:rsid w:val="00405FF1"/>
    <w:rsid w:val="004062A9"/>
    <w:rsid w:val="00406411"/>
    <w:rsid w:val="00406442"/>
    <w:rsid w:val="00406573"/>
    <w:rsid w:val="004065E3"/>
    <w:rsid w:val="00406A16"/>
    <w:rsid w:val="00406AD7"/>
    <w:rsid w:val="00406B09"/>
    <w:rsid w:val="00406CE2"/>
    <w:rsid w:val="00406D52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4"/>
    <w:rsid w:val="0041113D"/>
    <w:rsid w:val="00411197"/>
    <w:rsid w:val="004113F7"/>
    <w:rsid w:val="0041163D"/>
    <w:rsid w:val="00412126"/>
    <w:rsid w:val="00412429"/>
    <w:rsid w:val="004124C6"/>
    <w:rsid w:val="00412BF4"/>
    <w:rsid w:val="00412DBA"/>
    <w:rsid w:val="00413835"/>
    <w:rsid w:val="0041398A"/>
    <w:rsid w:val="00413D53"/>
    <w:rsid w:val="00413DFC"/>
    <w:rsid w:val="00413E81"/>
    <w:rsid w:val="00413EBD"/>
    <w:rsid w:val="00414253"/>
    <w:rsid w:val="00414409"/>
    <w:rsid w:val="00414476"/>
    <w:rsid w:val="0041449D"/>
    <w:rsid w:val="0041480B"/>
    <w:rsid w:val="0041487C"/>
    <w:rsid w:val="004149C6"/>
    <w:rsid w:val="004150A0"/>
    <w:rsid w:val="0041519F"/>
    <w:rsid w:val="0041525A"/>
    <w:rsid w:val="00415850"/>
    <w:rsid w:val="00415C8A"/>
    <w:rsid w:val="00415DB3"/>
    <w:rsid w:val="00415E6A"/>
    <w:rsid w:val="004161BB"/>
    <w:rsid w:val="0041639B"/>
    <w:rsid w:val="004164C4"/>
    <w:rsid w:val="0041652A"/>
    <w:rsid w:val="00416605"/>
    <w:rsid w:val="00416D0D"/>
    <w:rsid w:val="00416DCD"/>
    <w:rsid w:val="00416F42"/>
    <w:rsid w:val="004174B9"/>
    <w:rsid w:val="004175FC"/>
    <w:rsid w:val="00417B66"/>
    <w:rsid w:val="00417CD8"/>
    <w:rsid w:val="00417D1A"/>
    <w:rsid w:val="00417EED"/>
    <w:rsid w:val="00420245"/>
    <w:rsid w:val="00420251"/>
    <w:rsid w:val="00420437"/>
    <w:rsid w:val="00420513"/>
    <w:rsid w:val="00420A47"/>
    <w:rsid w:val="00420D3F"/>
    <w:rsid w:val="00420FFC"/>
    <w:rsid w:val="00421308"/>
    <w:rsid w:val="0042155E"/>
    <w:rsid w:val="00421662"/>
    <w:rsid w:val="00421715"/>
    <w:rsid w:val="00421773"/>
    <w:rsid w:val="00421B7A"/>
    <w:rsid w:val="00421CC6"/>
    <w:rsid w:val="00421EC8"/>
    <w:rsid w:val="00421F86"/>
    <w:rsid w:val="004223BF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6204"/>
    <w:rsid w:val="0042641E"/>
    <w:rsid w:val="004268DD"/>
    <w:rsid w:val="00426B51"/>
    <w:rsid w:val="00426E76"/>
    <w:rsid w:val="00426E92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781"/>
    <w:rsid w:val="00431D12"/>
    <w:rsid w:val="0043214F"/>
    <w:rsid w:val="00432368"/>
    <w:rsid w:val="004323EE"/>
    <w:rsid w:val="0043269A"/>
    <w:rsid w:val="00432DD9"/>
    <w:rsid w:val="00432E96"/>
    <w:rsid w:val="00433104"/>
    <w:rsid w:val="0043323B"/>
    <w:rsid w:val="004333BB"/>
    <w:rsid w:val="00433748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180"/>
    <w:rsid w:val="00435310"/>
    <w:rsid w:val="00435455"/>
    <w:rsid w:val="004355F0"/>
    <w:rsid w:val="004357BB"/>
    <w:rsid w:val="004357DB"/>
    <w:rsid w:val="00435867"/>
    <w:rsid w:val="0043597C"/>
    <w:rsid w:val="00436070"/>
    <w:rsid w:val="004366D0"/>
    <w:rsid w:val="00436719"/>
    <w:rsid w:val="00436AD5"/>
    <w:rsid w:val="00436B70"/>
    <w:rsid w:val="00436C5A"/>
    <w:rsid w:val="004370FA"/>
    <w:rsid w:val="004371C1"/>
    <w:rsid w:val="004373D0"/>
    <w:rsid w:val="004373E3"/>
    <w:rsid w:val="004377E4"/>
    <w:rsid w:val="00437D46"/>
    <w:rsid w:val="004408FF"/>
    <w:rsid w:val="004409B7"/>
    <w:rsid w:val="00440C43"/>
    <w:rsid w:val="00440C58"/>
    <w:rsid w:val="00440C99"/>
    <w:rsid w:val="00440EC2"/>
    <w:rsid w:val="004416A7"/>
    <w:rsid w:val="004417B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41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061"/>
    <w:rsid w:val="004466FF"/>
    <w:rsid w:val="0044680A"/>
    <w:rsid w:val="00446A9A"/>
    <w:rsid w:val="00446ACC"/>
    <w:rsid w:val="00446BC7"/>
    <w:rsid w:val="00446E2C"/>
    <w:rsid w:val="00446EA8"/>
    <w:rsid w:val="004470D9"/>
    <w:rsid w:val="00447151"/>
    <w:rsid w:val="004476ED"/>
    <w:rsid w:val="00447A3F"/>
    <w:rsid w:val="00447AB3"/>
    <w:rsid w:val="004502DB"/>
    <w:rsid w:val="004505C1"/>
    <w:rsid w:val="004509B7"/>
    <w:rsid w:val="00450D02"/>
    <w:rsid w:val="00450D3A"/>
    <w:rsid w:val="00450D7C"/>
    <w:rsid w:val="00450F66"/>
    <w:rsid w:val="004515AE"/>
    <w:rsid w:val="00452022"/>
    <w:rsid w:val="00452573"/>
    <w:rsid w:val="0045269E"/>
    <w:rsid w:val="0045273F"/>
    <w:rsid w:val="00452CBE"/>
    <w:rsid w:val="00452E38"/>
    <w:rsid w:val="00452EB7"/>
    <w:rsid w:val="004530CA"/>
    <w:rsid w:val="004532BE"/>
    <w:rsid w:val="0045331F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C84"/>
    <w:rsid w:val="00455D30"/>
    <w:rsid w:val="0045627C"/>
    <w:rsid w:val="00456340"/>
    <w:rsid w:val="0045697D"/>
    <w:rsid w:val="00456BAE"/>
    <w:rsid w:val="00456F87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4F3"/>
    <w:rsid w:val="00460664"/>
    <w:rsid w:val="00460870"/>
    <w:rsid w:val="004608BD"/>
    <w:rsid w:val="004609FF"/>
    <w:rsid w:val="00460CBF"/>
    <w:rsid w:val="00460D44"/>
    <w:rsid w:val="00460D9B"/>
    <w:rsid w:val="00460DB3"/>
    <w:rsid w:val="00460FA2"/>
    <w:rsid w:val="00460FCD"/>
    <w:rsid w:val="00461454"/>
    <w:rsid w:val="004615FD"/>
    <w:rsid w:val="00461C64"/>
    <w:rsid w:val="00461C7A"/>
    <w:rsid w:val="00461D11"/>
    <w:rsid w:val="00461FDC"/>
    <w:rsid w:val="004623F6"/>
    <w:rsid w:val="00462546"/>
    <w:rsid w:val="0046264E"/>
    <w:rsid w:val="00462655"/>
    <w:rsid w:val="00462CE4"/>
    <w:rsid w:val="00462F2B"/>
    <w:rsid w:val="00462F2E"/>
    <w:rsid w:val="0046304D"/>
    <w:rsid w:val="004633BA"/>
    <w:rsid w:val="0046378C"/>
    <w:rsid w:val="0046382D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C4C"/>
    <w:rsid w:val="00465DAC"/>
    <w:rsid w:val="0046647A"/>
    <w:rsid w:val="004667DF"/>
    <w:rsid w:val="004669C2"/>
    <w:rsid w:val="00466B4D"/>
    <w:rsid w:val="00467131"/>
    <w:rsid w:val="0046720A"/>
    <w:rsid w:val="00467310"/>
    <w:rsid w:val="004675BB"/>
    <w:rsid w:val="00467AFB"/>
    <w:rsid w:val="00467F15"/>
    <w:rsid w:val="0047091F"/>
    <w:rsid w:val="00470A66"/>
    <w:rsid w:val="00470C8B"/>
    <w:rsid w:val="00470EB5"/>
    <w:rsid w:val="0047107C"/>
    <w:rsid w:val="004710D4"/>
    <w:rsid w:val="00471241"/>
    <w:rsid w:val="0047129E"/>
    <w:rsid w:val="0047155E"/>
    <w:rsid w:val="0047167A"/>
    <w:rsid w:val="004719AD"/>
    <w:rsid w:val="004719C4"/>
    <w:rsid w:val="00471C01"/>
    <w:rsid w:val="00471E3A"/>
    <w:rsid w:val="0047200F"/>
    <w:rsid w:val="00472317"/>
    <w:rsid w:val="0047246D"/>
    <w:rsid w:val="0047265C"/>
    <w:rsid w:val="004726B5"/>
    <w:rsid w:val="00472745"/>
    <w:rsid w:val="004729C6"/>
    <w:rsid w:val="00472F9B"/>
    <w:rsid w:val="00473171"/>
    <w:rsid w:val="004734EF"/>
    <w:rsid w:val="004736D4"/>
    <w:rsid w:val="004737B1"/>
    <w:rsid w:val="00473B10"/>
    <w:rsid w:val="00473FC2"/>
    <w:rsid w:val="00473FE1"/>
    <w:rsid w:val="004741BB"/>
    <w:rsid w:val="00474798"/>
    <w:rsid w:val="004747AD"/>
    <w:rsid w:val="004747DE"/>
    <w:rsid w:val="004747F3"/>
    <w:rsid w:val="00474E8E"/>
    <w:rsid w:val="00474FFA"/>
    <w:rsid w:val="00475621"/>
    <w:rsid w:val="004757F8"/>
    <w:rsid w:val="004759CB"/>
    <w:rsid w:val="00475B24"/>
    <w:rsid w:val="00475C1B"/>
    <w:rsid w:val="00475C5B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7B4"/>
    <w:rsid w:val="00481939"/>
    <w:rsid w:val="004819E8"/>
    <w:rsid w:val="00481AF6"/>
    <w:rsid w:val="00481FDB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325"/>
    <w:rsid w:val="004848EF"/>
    <w:rsid w:val="00484D56"/>
    <w:rsid w:val="00484E1B"/>
    <w:rsid w:val="00485101"/>
    <w:rsid w:val="004852B3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937"/>
    <w:rsid w:val="00486C80"/>
    <w:rsid w:val="00486E40"/>
    <w:rsid w:val="00486EFE"/>
    <w:rsid w:val="00487111"/>
    <w:rsid w:val="0048711A"/>
    <w:rsid w:val="0048739C"/>
    <w:rsid w:val="004876BE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7E3"/>
    <w:rsid w:val="00492852"/>
    <w:rsid w:val="0049292E"/>
    <w:rsid w:val="00492EC3"/>
    <w:rsid w:val="00492F7B"/>
    <w:rsid w:val="00493024"/>
    <w:rsid w:val="004930CD"/>
    <w:rsid w:val="004934D0"/>
    <w:rsid w:val="00493641"/>
    <w:rsid w:val="004937F3"/>
    <w:rsid w:val="004938E6"/>
    <w:rsid w:val="00493C1E"/>
    <w:rsid w:val="00493CC0"/>
    <w:rsid w:val="00493D1C"/>
    <w:rsid w:val="004942A6"/>
    <w:rsid w:val="00494C0D"/>
    <w:rsid w:val="00494CBA"/>
    <w:rsid w:val="004950E2"/>
    <w:rsid w:val="0049517B"/>
    <w:rsid w:val="00495228"/>
    <w:rsid w:val="00495596"/>
    <w:rsid w:val="004958E5"/>
    <w:rsid w:val="00495A92"/>
    <w:rsid w:val="00495F1C"/>
    <w:rsid w:val="004963FB"/>
    <w:rsid w:val="004964E0"/>
    <w:rsid w:val="0049670A"/>
    <w:rsid w:val="004968F6"/>
    <w:rsid w:val="00496BDB"/>
    <w:rsid w:val="00496C9F"/>
    <w:rsid w:val="00497251"/>
    <w:rsid w:val="00497586"/>
    <w:rsid w:val="00497597"/>
    <w:rsid w:val="0049759C"/>
    <w:rsid w:val="004975F7"/>
    <w:rsid w:val="00497BAA"/>
    <w:rsid w:val="004A02FB"/>
    <w:rsid w:val="004A0704"/>
    <w:rsid w:val="004A0718"/>
    <w:rsid w:val="004A0967"/>
    <w:rsid w:val="004A0AE4"/>
    <w:rsid w:val="004A0ED9"/>
    <w:rsid w:val="004A0F3F"/>
    <w:rsid w:val="004A1126"/>
    <w:rsid w:val="004A1326"/>
    <w:rsid w:val="004A133B"/>
    <w:rsid w:val="004A14AB"/>
    <w:rsid w:val="004A1695"/>
    <w:rsid w:val="004A177A"/>
    <w:rsid w:val="004A1CD7"/>
    <w:rsid w:val="004A22F5"/>
    <w:rsid w:val="004A253C"/>
    <w:rsid w:val="004A25AF"/>
    <w:rsid w:val="004A2800"/>
    <w:rsid w:val="004A29F3"/>
    <w:rsid w:val="004A2B72"/>
    <w:rsid w:val="004A2D01"/>
    <w:rsid w:val="004A329C"/>
    <w:rsid w:val="004A33F4"/>
    <w:rsid w:val="004A346A"/>
    <w:rsid w:val="004A3495"/>
    <w:rsid w:val="004A39D0"/>
    <w:rsid w:val="004A3C26"/>
    <w:rsid w:val="004A3FE5"/>
    <w:rsid w:val="004A422E"/>
    <w:rsid w:val="004A4414"/>
    <w:rsid w:val="004A4572"/>
    <w:rsid w:val="004A471E"/>
    <w:rsid w:val="004A478E"/>
    <w:rsid w:val="004A47D1"/>
    <w:rsid w:val="004A49C7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D2B"/>
    <w:rsid w:val="004A5D31"/>
    <w:rsid w:val="004A5F3C"/>
    <w:rsid w:val="004A5FB2"/>
    <w:rsid w:val="004A6225"/>
    <w:rsid w:val="004A69FE"/>
    <w:rsid w:val="004A6A01"/>
    <w:rsid w:val="004A6A8C"/>
    <w:rsid w:val="004A6DDA"/>
    <w:rsid w:val="004A6E00"/>
    <w:rsid w:val="004A7C16"/>
    <w:rsid w:val="004A7CF1"/>
    <w:rsid w:val="004A7DC5"/>
    <w:rsid w:val="004B0198"/>
    <w:rsid w:val="004B03F1"/>
    <w:rsid w:val="004B0410"/>
    <w:rsid w:val="004B04CB"/>
    <w:rsid w:val="004B05F2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B02"/>
    <w:rsid w:val="004B1BBF"/>
    <w:rsid w:val="004B1D9B"/>
    <w:rsid w:val="004B1DFB"/>
    <w:rsid w:val="004B1E16"/>
    <w:rsid w:val="004B1F85"/>
    <w:rsid w:val="004B1F8E"/>
    <w:rsid w:val="004B1FD2"/>
    <w:rsid w:val="004B2069"/>
    <w:rsid w:val="004B22CC"/>
    <w:rsid w:val="004B2447"/>
    <w:rsid w:val="004B2463"/>
    <w:rsid w:val="004B24C2"/>
    <w:rsid w:val="004B25AA"/>
    <w:rsid w:val="004B2623"/>
    <w:rsid w:val="004B271A"/>
    <w:rsid w:val="004B2B64"/>
    <w:rsid w:val="004B2B8C"/>
    <w:rsid w:val="004B2C05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7A7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AE5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BB6"/>
    <w:rsid w:val="004C0C08"/>
    <w:rsid w:val="004C1103"/>
    <w:rsid w:val="004C1434"/>
    <w:rsid w:val="004C15CB"/>
    <w:rsid w:val="004C161C"/>
    <w:rsid w:val="004C1913"/>
    <w:rsid w:val="004C1ED3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C87"/>
    <w:rsid w:val="004C5ED7"/>
    <w:rsid w:val="004C6231"/>
    <w:rsid w:val="004C651D"/>
    <w:rsid w:val="004C6574"/>
    <w:rsid w:val="004C6910"/>
    <w:rsid w:val="004C7406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3ECD"/>
    <w:rsid w:val="004D40D7"/>
    <w:rsid w:val="004D4229"/>
    <w:rsid w:val="004D43F2"/>
    <w:rsid w:val="004D4521"/>
    <w:rsid w:val="004D469A"/>
    <w:rsid w:val="004D4A83"/>
    <w:rsid w:val="004D4CB2"/>
    <w:rsid w:val="004D4EFB"/>
    <w:rsid w:val="004D500D"/>
    <w:rsid w:val="004D518C"/>
    <w:rsid w:val="004D5298"/>
    <w:rsid w:val="004D530A"/>
    <w:rsid w:val="004D53DD"/>
    <w:rsid w:val="004D53E5"/>
    <w:rsid w:val="004D5461"/>
    <w:rsid w:val="004D5731"/>
    <w:rsid w:val="004D6107"/>
    <w:rsid w:val="004D644C"/>
    <w:rsid w:val="004D651D"/>
    <w:rsid w:val="004D65F8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4"/>
    <w:rsid w:val="004E05AD"/>
    <w:rsid w:val="004E0648"/>
    <w:rsid w:val="004E06E8"/>
    <w:rsid w:val="004E0885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1B"/>
    <w:rsid w:val="004E792B"/>
    <w:rsid w:val="004E7BD4"/>
    <w:rsid w:val="004E7BFF"/>
    <w:rsid w:val="004E7DD0"/>
    <w:rsid w:val="004F0287"/>
    <w:rsid w:val="004F04D9"/>
    <w:rsid w:val="004F07D4"/>
    <w:rsid w:val="004F0D3D"/>
    <w:rsid w:val="004F0F92"/>
    <w:rsid w:val="004F0FD8"/>
    <w:rsid w:val="004F1305"/>
    <w:rsid w:val="004F133F"/>
    <w:rsid w:val="004F1410"/>
    <w:rsid w:val="004F149B"/>
    <w:rsid w:val="004F15AE"/>
    <w:rsid w:val="004F19F3"/>
    <w:rsid w:val="004F1DD9"/>
    <w:rsid w:val="004F2603"/>
    <w:rsid w:val="004F2773"/>
    <w:rsid w:val="004F2FFB"/>
    <w:rsid w:val="004F35C1"/>
    <w:rsid w:val="004F36ED"/>
    <w:rsid w:val="004F3E62"/>
    <w:rsid w:val="004F41FF"/>
    <w:rsid w:val="004F4289"/>
    <w:rsid w:val="004F4397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76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827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5CD"/>
    <w:rsid w:val="00502D71"/>
    <w:rsid w:val="00502E78"/>
    <w:rsid w:val="00502FA4"/>
    <w:rsid w:val="0050337C"/>
    <w:rsid w:val="005036AF"/>
    <w:rsid w:val="005037A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7107"/>
    <w:rsid w:val="0050774E"/>
    <w:rsid w:val="00507883"/>
    <w:rsid w:val="00507931"/>
    <w:rsid w:val="0050799F"/>
    <w:rsid w:val="00507AB7"/>
    <w:rsid w:val="00507E03"/>
    <w:rsid w:val="00507E2B"/>
    <w:rsid w:val="00507E6B"/>
    <w:rsid w:val="00510224"/>
    <w:rsid w:val="00510584"/>
    <w:rsid w:val="005105F4"/>
    <w:rsid w:val="0051072B"/>
    <w:rsid w:val="0051072D"/>
    <w:rsid w:val="00510912"/>
    <w:rsid w:val="00510C54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05F"/>
    <w:rsid w:val="0051433F"/>
    <w:rsid w:val="00514A52"/>
    <w:rsid w:val="00514B34"/>
    <w:rsid w:val="00514D61"/>
    <w:rsid w:val="00514F24"/>
    <w:rsid w:val="00514F92"/>
    <w:rsid w:val="00515286"/>
    <w:rsid w:val="0051528D"/>
    <w:rsid w:val="005152BB"/>
    <w:rsid w:val="00515929"/>
    <w:rsid w:val="0051598A"/>
    <w:rsid w:val="005159E3"/>
    <w:rsid w:val="00515B4B"/>
    <w:rsid w:val="00515BD3"/>
    <w:rsid w:val="00515D1C"/>
    <w:rsid w:val="00515E69"/>
    <w:rsid w:val="00515EF1"/>
    <w:rsid w:val="00515F70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2039F"/>
    <w:rsid w:val="00520427"/>
    <w:rsid w:val="00520487"/>
    <w:rsid w:val="0052051C"/>
    <w:rsid w:val="005206CC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C83"/>
    <w:rsid w:val="00523D6A"/>
    <w:rsid w:val="00523E47"/>
    <w:rsid w:val="00524424"/>
    <w:rsid w:val="005247CE"/>
    <w:rsid w:val="00524829"/>
    <w:rsid w:val="00524860"/>
    <w:rsid w:val="00524B8D"/>
    <w:rsid w:val="00524E47"/>
    <w:rsid w:val="00524F47"/>
    <w:rsid w:val="00524FF8"/>
    <w:rsid w:val="0052520D"/>
    <w:rsid w:val="00525318"/>
    <w:rsid w:val="00525520"/>
    <w:rsid w:val="00525522"/>
    <w:rsid w:val="005259C2"/>
    <w:rsid w:val="00525B4F"/>
    <w:rsid w:val="00525FD5"/>
    <w:rsid w:val="005265F5"/>
    <w:rsid w:val="0052674A"/>
    <w:rsid w:val="00526886"/>
    <w:rsid w:val="005269C4"/>
    <w:rsid w:val="00526CA4"/>
    <w:rsid w:val="00526E08"/>
    <w:rsid w:val="005271DC"/>
    <w:rsid w:val="005278E5"/>
    <w:rsid w:val="00527990"/>
    <w:rsid w:val="00530258"/>
    <w:rsid w:val="0053029F"/>
    <w:rsid w:val="005303C5"/>
    <w:rsid w:val="0053053F"/>
    <w:rsid w:val="005305CB"/>
    <w:rsid w:val="0053070C"/>
    <w:rsid w:val="00530853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234"/>
    <w:rsid w:val="00534418"/>
    <w:rsid w:val="00534A23"/>
    <w:rsid w:val="00534D8C"/>
    <w:rsid w:val="00534DBF"/>
    <w:rsid w:val="00534F28"/>
    <w:rsid w:val="0053500F"/>
    <w:rsid w:val="005352A8"/>
    <w:rsid w:val="0053544C"/>
    <w:rsid w:val="00535DDF"/>
    <w:rsid w:val="00535DF4"/>
    <w:rsid w:val="00535E51"/>
    <w:rsid w:val="00535FDD"/>
    <w:rsid w:val="00536209"/>
    <w:rsid w:val="00536532"/>
    <w:rsid w:val="0053661D"/>
    <w:rsid w:val="00536B0C"/>
    <w:rsid w:val="0053705F"/>
    <w:rsid w:val="005370B3"/>
    <w:rsid w:val="00537191"/>
    <w:rsid w:val="00537241"/>
    <w:rsid w:val="005372D8"/>
    <w:rsid w:val="005373D2"/>
    <w:rsid w:val="005400F1"/>
    <w:rsid w:val="00540459"/>
    <w:rsid w:val="0054079F"/>
    <w:rsid w:val="00540A14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7CE"/>
    <w:rsid w:val="0054280F"/>
    <w:rsid w:val="005429E4"/>
    <w:rsid w:val="0054308F"/>
    <w:rsid w:val="005431D4"/>
    <w:rsid w:val="0054326C"/>
    <w:rsid w:val="0054327E"/>
    <w:rsid w:val="00543313"/>
    <w:rsid w:val="005434B0"/>
    <w:rsid w:val="005435A5"/>
    <w:rsid w:val="005436EC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08"/>
    <w:rsid w:val="0054491A"/>
    <w:rsid w:val="005449D0"/>
    <w:rsid w:val="005449D1"/>
    <w:rsid w:val="00544A90"/>
    <w:rsid w:val="005452FF"/>
    <w:rsid w:val="005456D1"/>
    <w:rsid w:val="00545973"/>
    <w:rsid w:val="00545DB6"/>
    <w:rsid w:val="00545ECD"/>
    <w:rsid w:val="005460AC"/>
    <w:rsid w:val="00546132"/>
    <w:rsid w:val="00546683"/>
    <w:rsid w:val="00546866"/>
    <w:rsid w:val="00546ABB"/>
    <w:rsid w:val="00546C83"/>
    <w:rsid w:val="00546D3F"/>
    <w:rsid w:val="00547100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3A1"/>
    <w:rsid w:val="0055064A"/>
    <w:rsid w:val="00550A90"/>
    <w:rsid w:val="00550AB8"/>
    <w:rsid w:val="00550CFC"/>
    <w:rsid w:val="00550ED3"/>
    <w:rsid w:val="00550F52"/>
    <w:rsid w:val="00550FC0"/>
    <w:rsid w:val="00551031"/>
    <w:rsid w:val="005511BE"/>
    <w:rsid w:val="005512CD"/>
    <w:rsid w:val="00551315"/>
    <w:rsid w:val="0055163F"/>
    <w:rsid w:val="0055181A"/>
    <w:rsid w:val="00551A7F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60"/>
    <w:rsid w:val="00555E84"/>
    <w:rsid w:val="00556224"/>
    <w:rsid w:val="0055676E"/>
    <w:rsid w:val="00556791"/>
    <w:rsid w:val="00556ACB"/>
    <w:rsid w:val="00556B4F"/>
    <w:rsid w:val="00557437"/>
    <w:rsid w:val="0055746A"/>
    <w:rsid w:val="00557B2D"/>
    <w:rsid w:val="00557C32"/>
    <w:rsid w:val="00560294"/>
    <w:rsid w:val="0056069C"/>
    <w:rsid w:val="005607EE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CC"/>
    <w:rsid w:val="00562448"/>
    <w:rsid w:val="0056271C"/>
    <w:rsid w:val="005627D2"/>
    <w:rsid w:val="00562927"/>
    <w:rsid w:val="00562C29"/>
    <w:rsid w:val="00562E8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3F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A4"/>
    <w:rsid w:val="00566C64"/>
    <w:rsid w:val="00567539"/>
    <w:rsid w:val="00567BE7"/>
    <w:rsid w:val="00567C65"/>
    <w:rsid w:val="00567F0B"/>
    <w:rsid w:val="00567FC6"/>
    <w:rsid w:val="00570221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2BD9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5FEA"/>
    <w:rsid w:val="00576762"/>
    <w:rsid w:val="00576D88"/>
    <w:rsid w:val="00576FBD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A0D"/>
    <w:rsid w:val="00581C94"/>
    <w:rsid w:val="00581DF4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4057"/>
    <w:rsid w:val="0058415D"/>
    <w:rsid w:val="0058427D"/>
    <w:rsid w:val="0058449F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60D"/>
    <w:rsid w:val="00590B71"/>
    <w:rsid w:val="00590DA8"/>
    <w:rsid w:val="00590E7C"/>
    <w:rsid w:val="00591012"/>
    <w:rsid w:val="00591297"/>
    <w:rsid w:val="0059143A"/>
    <w:rsid w:val="00591484"/>
    <w:rsid w:val="0059172F"/>
    <w:rsid w:val="00591773"/>
    <w:rsid w:val="005917F0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709"/>
    <w:rsid w:val="0059580D"/>
    <w:rsid w:val="00595AAC"/>
    <w:rsid w:val="00595B97"/>
    <w:rsid w:val="00595D1A"/>
    <w:rsid w:val="00595D8D"/>
    <w:rsid w:val="00595E59"/>
    <w:rsid w:val="00595F74"/>
    <w:rsid w:val="00596087"/>
    <w:rsid w:val="0059672B"/>
    <w:rsid w:val="00596D61"/>
    <w:rsid w:val="00596ECB"/>
    <w:rsid w:val="00596F8F"/>
    <w:rsid w:val="00596FFB"/>
    <w:rsid w:val="00597174"/>
    <w:rsid w:val="005973A6"/>
    <w:rsid w:val="005977B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3C"/>
    <w:rsid w:val="005A258F"/>
    <w:rsid w:val="005A28AF"/>
    <w:rsid w:val="005A29C5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C7D"/>
    <w:rsid w:val="005A4D67"/>
    <w:rsid w:val="005A4DC5"/>
    <w:rsid w:val="005A4E0C"/>
    <w:rsid w:val="005A4E32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558"/>
    <w:rsid w:val="005B057D"/>
    <w:rsid w:val="005B0636"/>
    <w:rsid w:val="005B0652"/>
    <w:rsid w:val="005B090B"/>
    <w:rsid w:val="005B0C0F"/>
    <w:rsid w:val="005B0E35"/>
    <w:rsid w:val="005B1021"/>
    <w:rsid w:val="005B14E7"/>
    <w:rsid w:val="005B1661"/>
    <w:rsid w:val="005B18D4"/>
    <w:rsid w:val="005B193D"/>
    <w:rsid w:val="005B1E6A"/>
    <w:rsid w:val="005B2143"/>
    <w:rsid w:val="005B2180"/>
    <w:rsid w:val="005B23B1"/>
    <w:rsid w:val="005B25F0"/>
    <w:rsid w:val="005B3176"/>
    <w:rsid w:val="005B3206"/>
    <w:rsid w:val="005B34E7"/>
    <w:rsid w:val="005B36B6"/>
    <w:rsid w:val="005B36C5"/>
    <w:rsid w:val="005B37D8"/>
    <w:rsid w:val="005B3C04"/>
    <w:rsid w:val="005B3C47"/>
    <w:rsid w:val="005B3DBE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1FD"/>
    <w:rsid w:val="005B6871"/>
    <w:rsid w:val="005B6E7D"/>
    <w:rsid w:val="005B6EAE"/>
    <w:rsid w:val="005B7164"/>
    <w:rsid w:val="005B71AE"/>
    <w:rsid w:val="005B71D5"/>
    <w:rsid w:val="005B74AF"/>
    <w:rsid w:val="005B7B75"/>
    <w:rsid w:val="005B7E57"/>
    <w:rsid w:val="005C02E7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DB4"/>
    <w:rsid w:val="005C1E6D"/>
    <w:rsid w:val="005C2014"/>
    <w:rsid w:val="005C2035"/>
    <w:rsid w:val="005C2277"/>
    <w:rsid w:val="005C29FA"/>
    <w:rsid w:val="005C2D96"/>
    <w:rsid w:val="005C2EF8"/>
    <w:rsid w:val="005C30BD"/>
    <w:rsid w:val="005C3223"/>
    <w:rsid w:val="005C3416"/>
    <w:rsid w:val="005C35D2"/>
    <w:rsid w:val="005C36C4"/>
    <w:rsid w:val="005C375D"/>
    <w:rsid w:val="005C3966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6C7"/>
    <w:rsid w:val="005C5810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D73"/>
    <w:rsid w:val="005D3F8F"/>
    <w:rsid w:val="005D43B3"/>
    <w:rsid w:val="005D47BE"/>
    <w:rsid w:val="005D482D"/>
    <w:rsid w:val="005D487D"/>
    <w:rsid w:val="005D4D77"/>
    <w:rsid w:val="005D56BC"/>
    <w:rsid w:val="005D5999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F8"/>
    <w:rsid w:val="005D6983"/>
    <w:rsid w:val="005D6B2F"/>
    <w:rsid w:val="005D713F"/>
    <w:rsid w:val="005D7561"/>
    <w:rsid w:val="005D7D1B"/>
    <w:rsid w:val="005D7F00"/>
    <w:rsid w:val="005E065F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1EDC"/>
    <w:rsid w:val="005E1F95"/>
    <w:rsid w:val="005E22FB"/>
    <w:rsid w:val="005E240E"/>
    <w:rsid w:val="005E27B5"/>
    <w:rsid w:val="005E2BF3"/>
    <w:rsid w:val="005E2E7A"/>
    <w:rsid w:val="005E2E7B"/>
    <w:rsid w:val="005E36F1"/>
    <w:rsid w:val="005E3A37"/>
    <w:rsid w:val="005E3EAD"/>
    <w:rsid w:val="005E3FFE"/>
    <w:rsid w:val="005E41F2"/>
    <w:rsid w:val="005E4270"/>
    <w:rsid w:val="005E4616"/>
    <w:rsid w:val="005E4845"/>
    <w:rsid w:val="005E4BF2"/>
    <w:rsid w:val="005E4CC7"/>
    <w:rsid w:val="005E4E59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AD5"/>
    <w:rsid w:val="005F1BC2"/>
    <w:rsid w:val="005F1E92"/>
    <w:rsid w:val="005F2065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DD7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12B"/>
    <w:rsid w:val="005F6531"/>
    <w:rsid w:val="005F66BE"/>
    <w:rsid w:val="005F68EB"/>
    <w:rsid w:val="005F6D86"/>
    <w:rsid w:val="005F7421"/>
    <w:rsid w:val="005F76D7"/>
    <w:rsid w:val="005F7914"/>
    <w:rsid w:val="005F79B4"/>
    <w:rsid w:val="005F7C1C"/>
    <w:rsid w:val="005F7D7A"/>
    <w:rsid w:val="005F7E99"/>
    <w:rsid w:val="005F7F6B"/>
    <w:rsid w:val="006008C9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A6D"/>
    <w:rsid w:val="00604C36"/>
    <w:rsid w:val="00604E87"/>
    <w:rsid w:val="00604FE6"/>
    <w:rsid w:val="0060502D"/>
    <w:rsid w:val="00605123"/>
    <w:rsid w:val="00605C39"/>
    <w:rsid w:val="00605C3B"/>
    <w:rsid w:val="00605DC0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7DC"/>
    <w:rsid w:val="0061080E"/>
    <w:rsid w:val="006109E9"/>
    <w:rsid w:val="00610A33"/>
    <w:rsid w:val="00610A49"/>
    <w:rsid w:val="00611091"/>
    <w:rsid w:val="00611443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CA9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7"/>
    <w:rsid w:val="0061751A"/>
    <w:rsid w:val="00620322"/>
    <w:rsid w:val="0062032B"/>
    <w:rsid w:val="0062037C"/>
    <w:rsid w:val="00620996"/>
    <w:rsid w:val="00620E6A"/>
    <w:rsid w:val="00621147"/>
    <w:rsid w:val="00621412"/>
    <w:rsid w:val="00621464"/>
    <w:rsid w:val="0062148B"/>
    <w:rsid w:val="0062160E"/>
    <w:rsid w:val="0062190D"/>
    <w:rsid w:val="00621C82"/>
    <w:rsid w:val="006220D2"/>
    <w:rsid w:val="006220D5"/>
    <w:rsid w:val="00622BBF"/>
    <w:rsid w:val="00622D97"/>
    <w:rsid w:val="00622DC6"/>
    <w:rsid w:val="0062300B"/>
    <w:rsid w:val="00623A01"/>
    <w:rsid w:val="00623F5E"/>
    <w:rsid w:val="00624230"/>
    <w:rsid w:val="00624307"/>
    <w:rsid w:val="00624916"/>
    <w:rsid w:val="00624F4A"/>
    <w:rsid w:val="00625251"/>
    <w:rsid w:val="006252A4"/>
    <w:rsid w:val="00625494"/>
    <w:rsid w:val="006255FE"/>
    <w:rsid w:val="00625703"/>
    <w:rsid w:val="00625874"/>
    <w:rsid w:val="00625933"/>
    <w:rsid w:val="00625DF4"/>
    <w:rsid w:val="00626454"/>
    <w:rsid w:val="0062663E"/>
    <w:rsid w:val="00626744"/>
    <w:rsid w:val="006268A2"/>
    <w:rsid w:val="0062691F"/>
    <w:rsid w:val="00626B13"/>
    <w:rsid w:val="00626C2E"/>
    <w:rsid w:val="00626CDE"/>
    <w:rsid w:val="00626DD9"/>
    <w:rsid w:val="00626E84"/>
    <w:rsid w:val="00626EFA"/>
    <w:rsid w:val="00626F8C"/>
    <w:rsid w:val="00627027"/>
    <w:rsid w:val="00627984"/>
    <w:rsid w:val="00627B63"/>
    <w:rsid w:val="00630225"/>
    <w:rsid w:val="00630D67"/>
    <w:rsid w:val="00630F4E"/>
    <w:rsid w:val="0063115C"/>
    <w:rsid w:val="006311BC"/>
    <w:rsid w:val="006316AB"/>
    <w:rsid w:val="006319A1"/>
    <w:rsid w:val="00631BBE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B8"/>
    <w:rsid w:val="00633AD8"/>
    <w:rsid w:val="00633AE7"/>
    <w:rsid w:val="00633BBC"/>
    <w:rsid w:val="00634437"/>
    <w:rsid w:val="006346B8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8E3"/>
    <w:rsid w:val="00635A6E"/>
    <w:rsid w:val="00635D1D"/>
    <w:rsid w:val="00635E31"/>
    <w:rsid w:val="00635E99"/>
    <w:rsid w:val="00635FCE"/>
    <w:rsid w:val="006368BE"/>
    <w:rsid w:val="00637116"/>
    <w:rsid w:val="00637338"/>
    <w:rsid w:val="006373C8"/>
    <w:rsid w:val="0063763E"/>
    <w:rsid w:val="0063783E"/>
    <w:rsid w:val="00637982"/>
    <w:rsid w:val="00637D6A"/>
    <w:rsid w:val="00637E18"/>
    <w:rsid w:val="006403F7"/>
    <w:rsid w:val="00640CFB"/>
    <w:rsid w:val="006414FE"/>
    <w:rsid w:val="00641637"/>
    <w:rsid w:val="0064165A"/>
    <w:rsid w:val="0064190C"/>
    <w:rsid w:val="00641B32"/>
    <w:rsid w:val="00641EEF"/>
    <w:rsid w:val="00642070"/>
    <w:rsid w:val="006425A4"/>
    <w:rsid w:val="0064277F"/>
    <w:rsid w:val="006428BC"/>
    <w:rsid w:val="00642AB6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DAF"/>
    <w:rsid w:val="00643EE0"/>
    <w:rsid w:val="00643F4C"/>
    <w:rsid w:val="006442BD"/>
    <w:rsid w:val="00644336"/>
    <w:rsid w:val="00644551"/>
    <w:rsid w:val="0064455F"/>
    <w:rsid w:val="006445D7"/>
    <w:rsid w:val="006446BC"/>
    <w:rsid w:val="0064492F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C5C"/>
    <w:rsid w:val="00646EEB"/>
    <w:rsid w:val="00647279"/>
    <w:rsid w:val="006473B0"/>
    <w:rsid w:val="0064748E"/>
    <w:rsid w:val="006474E9"/>
    <w:rsid w:val="00647A8C"/>
    <w:rsid w:val="00647D74"/>
    <w:rsid w:val="00647EFC"/>
    <w:rsid w:val="006501F4"/>
    <w:rsid w:val="0065072A"/>
    <w:rsid w:val="0065091A"/>
    <w:rsid w:val="00650A46"/>
    <w:rsid w:val="00650C83"/>
    <w:rsid w:val="00650DC2"/>
    <w:rsid w:val="00651434"/>
    <w:rsid w:val="006515F9"/>
    <w:rsid w:val="00651704"/>
    <w:rsid w:val="006518E6"/>
    <w:rsid w:val="00651943"/>
    <w:rsid w:val="006519EC"/>
    <w:rsid w:val="00652513"/>
    <w:rsid w:val="00652840"/>
    <w:rsid w:val="00652A5A"/>
    <w:rsid w:val="00652B2B"/>
    <w:rsid w:val="00652C2C"/>
    <w:rsid w:val="00652EC9"/>
    <w:rsid w:val="0065350A"/>
    <w:rsid w:val="00653AD9"/>
    <w:rsid w:val="00653AE6"/>
    <w:rsid w:val="00653E3E"/>
    <w:rsid w:val="00653F0E"/>
    <w:rsid w:val="00653FAC"/>
    <w:rsid w:val="00654142"/>
    <w:rsid w:val="006542DD"/>
    <w:rsid w:val="00654445"/>
    <w:rsid w:val="00654604"/>
    <w:rsid w:val="0065461E"/>
    <w:rsid w:val="0065483C"/>
    <w:rsid w:val="00654A54"/>
    <w:rsid w:val="006550E2"/>
    <w:rsid w:val="00655D59"/>
    <w:rsid w:val="00655FA8"/>
    <w:rsid w:val="00656190"/>
    <w:rsid w:val="0065637B"/>
    <w:rsid w:val="00656458"/>
    <w:rsid w:val="00656E80"/>
    <w:rsid w:val="00656F6A"/>
    <w:rsid w:val="006574B5"/>
    <w:rsid w:val="00657514"/>
    <w:rsid w:val="006575D6"/>
    <w:rsid w:val="00657651"/>
    <w:rsid w:val="00657BA5"/>
    <w:rsid w:val="00657FBE"/>
    <w:rsid w:val="006604E0"/>
    <w:rsid w:val="006605ED"/>
    <w:rsid w:val="006606BD"/>
    <w:rsid w:val="006608CE"/>
    <w:rsid w:val="00660C28"/>
    <w:rsid w:val="00660C82"/>
    <w:rsid w:val="00660DAB"/>
    <w:rsid w:val="00660ECE"/>
    <w:rsid w:val="006610C7"/>
    <w:rsid w:val="00661388"/>
    <w:rsid w:val="0066148D"/>
    <w:rsid w:val="006617B6"/>
    <w:rsid w:val="006617ED"/>
    <w:rsid w:val="00661AF1"/>
    <w:rsid w:val="00662171"/>
    <w:rsid w:val="0066275F"/>
    <w:rsid w:val="006627DC"/>
    <w:rsid w:val="00662972"/>
    <w:rsid w:val="00662CEB"/>
    <w:rsid w:val="00662D75"/>
    <w:rsid w:val="00662F40"/>
    <w:rsid w:val="00662F9C"/>
    <w:rsid w:val="00663230"/>
    <w:rsid w:val="00663973"/>
    <w:rsid w:val="006639E4"/>
    <w:rsid w:val="00663ABE"/>
    <w:rsid w:val="00663B74"/>
    <w:rsid w:val="00663C8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A76"/>
    <w:rsid w:val="00666CA6"/>
    <w:rsid w:val="00666EA1"/>
    <w:rsid w:val="006672BC"/>
    <w:rsid w:val="006672E0"/>
    <w:rsid w:val="00667373"/>
    <w:rsid w:val="0066762B"/>
    <w:rsid w:val="00667658"/>
    <w:rsid w:val="00667766"/>
    <w:rsid w:val="00667D5C"/>
    <w:rsid w:val="00667EC2"/>
    <w:rsid w:val="00667F44"/>
    <w:rsid w:val="00667FBD"/>
    <w:rsid w:val="00670074"/>
    <w:rsid w:val="006700FF"/>
    <w:rsid w:val="0067015A"/>
    <w:rsid w:val="00670235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B61"/>
    <w:rsid w:val="00671B8D"/>
    <w:rsid w:val="00671CB1"/>
    <w:rsid w:val="00671E8B"/>
    <w:rsid w:val="00672108"/>
    <w:rsid w:val="0067216F"/>
    <w:rsid w:val="00672D60"/>
    <w:rsid w:val="00672FF0"/>
    <w:rsid w:val="00673126"/>
    <w:rsid w:val="00673374"/>
    <w:rsid w:val="00673893"/>
    <w:rsid w:val="006739A0"/>
    <w:rsid w:val="00673B12"/>
    <w:rsid w:val="00673D4C"/>
    <w:rsid w:val="00673DE3"/>
    <w:rsid w:val="00673E65"/>
    <w:rsid w:val="006743CB"/>
    <w:rsid w:val="006748B7"/>
    <w:rsid w:val="006748EC"/>
    <w:rsid w:val="00674980"/>
    <w:rsid w:val="006750FF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AA4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0E12"/>
    <w:rsid w:val="00680F73"/>
    <w:rsid w:val="006817E7"/>
    <w:rsid w:val="00681918"/>
    <w:rsid w:val="00681A4E"/>
    <w:rsid w:val="00681BCF"/>
    <w:rsid w:val="00681F2C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3D1D"/>
    <w:rsid w:val="00684270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AD9"/>
    <w:rsid w:val="00687AF6"/>
    <w:rsid w:val="00687CB8"/>
    <w:rsid w:val="006904EC"/>
    <w:rsid w:val="006908A1"/>
    <w:rsid w:val="00690AB3"/>
    <w:rsid w:val="0069100B"/>
    <w:rsid w:val="006913AA"/>
    <w:rsid w:val="0069162A"/>
    <w:rsid w:val="0069165A"/>
    <w:rsid w:val="006919FE"/>
    <w:rsid w:val="00691AF5"/>
    <w:rsid w:val="00691D85"/>
    <w:rsid w:val="00692244"/>
    <w:rsid w:val="00692370"/>
    <w:rsid w:val="0069251C"/>
    <w:rsid w:val="006925B9"/>
    <w:rsid w:val="006928C2"/>
    <w:rsid w:val="00692921"/>
    <w:rsid w:val="00692989"/>
    <w:rsid w:val="00692C9C"/>
    <w:rsid w:val="00692ECC"/>
    <w:rsid w:val="00693247"/>
    <w:rsid w:val="00693738"/>
    <w:rsid w:val="0069373C"/>
    <w:rsid w:val="00693781"/>
    <w:rsid w:val="00693A9F"/>
    <w:rsid w:val="00693C79"/>
    <w:rsid w:val="00694242"/>
    <w:rsid w:val="0069439A"/>
    <w:rsid w:val="0069444D"/>
    <w:rsid w:val="00694481"/>
    <w:rsid w:val="006944B0"/>
    <w:rsid w:val="00694612"/>
    <w:rsid w:val="006946ED"/>
    <w:rsid w:val="00694A08"/>
    <w:rsid w:val="00694AFB"/>
    <w:rsid w:val="00694F52"/>
    <w:rsid w:val="00694FE8"/>
    <w:rsid w:val="00695200"/>
    <w:rsid w:val="006955DF"/>
    <w:rsid w:val="0069576A"/>
    <w:rsid w:val="0069576D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F6B"/>
    <w:rsid w:val="006A30F8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AA"/>
    <w:rsid w:val="006A6A77"/>
    <w:rsid w:val="006A6CDB"/>
    <w:rsid w:val="006A6DBB"/>
    <w:rsid w:val="006A6FF2"/>
    <w:rsid w:val="006A72A8"/>
    <w:rsid w:val="006A741A"/>
    <w:rsid w:val="006A7637"/>
    <w:rsid w:val="006A7660"/>
    <w:rsid w:val="006A78EB"/>
    <w:rsid w:val="006A79A9"/>
    <w:rsid w:val="006A7F95"/>
    <w:rsid w:val="006B0331"/>
    <w:rsid w:val="006B0426"/>
    <w:rsid w:val="006B046E"/>
    <w:rsid w:val="006B06D4"/>
    <w:rsid w:val="006B06D6"/>
    <w:rsid w:val="006B07C5"/>
    <w:rsid w:val="006B090A"/>
    <w:rsid w:val="006B09C3"/>
    <w:rsid w:val="006B0CDB"/>
    <w:rsid w:val="006B0F1A"/>
    <w:rsid w:val="006B13BA"/>
    <w:rsid w:val="006B1404"/>
    <w:rsid w:val="006B158C"/>
    <w:rsid w:val="006B15E4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1CB"/>
    <w:rsid w:val="006B52C2"/>
    <w:rsid w:val="006B588C"/>
    <w:rsid w:val="006B5A7B"/>
    <w:rsid w:val="006B5CE5"/>
    <w:rsid w:val="006B6036"/>
    <w:rsid w:val="006B6240"/>
    <w:rsid w:val="006B6280"/>
    <w:rsid w:val="006B631A"/>
    <w:rsid w:val="006B6512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DAF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23"/>
    <w:rsid w:val="006C4F80"/>
    <w:rsid w:val="006C4FB8"/>
    <w:rsid w:val="006C4FCD"/>
    <w:rsid w:val="006C55A0"/>
    <w:rsid w:val="006C5BDB"/>
    <w:rsid w:val="006C6112"/>
    <w:rsid w:val="006C6350"/>
    <w:rsid w:val="006C6838"/>
    <w:rsid w:val="006C6864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AAB"/>
    <w:rsid w:val="006C7BB8"/>
    <w:rsid w:val="006D027A"/>
    <w:rsid w:val="006D0314"/>
    <w:rsid w:val="006D033B"/>
    <w:rsid w:val="006D06D5"/>
    <w:rsid w:val="006D078C"/>
    <w:rsid w:val="006D0821"/>
    <w:rsid w:val="006D0921"/>
    <w:rsid w:val="006D09CC"/>
    <w:rsid w:val="006D129B"/>
    <w:rsid w:val="006D136C"/>
    <w:rsid w:val="006D1837"/>
    <w:rsid w:val="006D1A7B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778"/>
    <w:rsid w:val="006D3D13"/>
    <w:rsid w:val="006D401F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37A"/>
    <w:rsid w:val="006D74EF"/>
    <w:rsid w:val="006D7943"/>
    <w:rsid w:val="006D7A88"/>
    <w:rsid w:val="006D7AAB"/>
    <w:rsid w:val="006D7EE7"/>
    <w:rsid w:val="006D7F38"/>
    <w:rsid w:val="006E005D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7D4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512"/>
    <w:rsid w:val="006E6641"/>
    <w:rsid w:val="006E6C41"/>
    <w:rsid w:val="006E6D3E"/>
    <w:rsid w:val="006E6DDB"/>
    <w:rsid w:val="006E6E6C"/>
    <w:rsid w:val="006E6E85"/>
    <w:rsid w:val="006E7079"/>
    <w:rsid w:val="006E7342"/>
    <w:rsid w:val="006E7533"/>
    <w:rsid w:val="006E7F69"/>
    <w:rsid w:val="006E7FA5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685"/>
    <w:rsid w:val="006F1969"/>
    <w:rsid w:val="006F199F"/>
    <w:rsid w:val="006F1BCE"/>
    <w:rsid w:val="006F1CFB"/>
    <w:rsid w:val="006F1F05"/>
    <w:rsid w:val="006F24C6"/>
    <w:rsid w:val="006F2652"/>
    <w:rsid w:val="006F282A"/>
    <w:rsid w:val="006F33D4"/>
    <w:rsid w:val="006F3574"/>
    <w:rsid w:val="006F35E0"/>
    <w:rsid w:val="006F3A07"/>
    <w:rsid w:val="006F3BDB"/>
    <w:rsid w:val="006F3D74"/>
    <w:rsid w:val="006F3EAF"/>
    <w:rsid w:val="006F421C"/>
    <w:rsid w:val="006F42F1"/>
    <w:rsid w:val="006F4555"/>
    <w:rsid w:val="006F45B2"/>
    <w:rsid w:val="006F4610"/>
    <w:rsid w:val="006F46E7"/>
    <w:rsid w:val="006F4B74"/>
    <w:rsid w:val="006F4E9F"/>
    <w:rsid w:val="006F4EEB"/>
    <w:rsid w:val="006F54CC"/>
    <w:rsid w:val="006F568C"/>
    <w:rsid w:val="006F582D"/>
    <w:rsid w:val="006F5C78"/>
    <w:rsid w:val="006F6031"/>
    <w:rsid w:val="006F65A5"/>
    <w:rsid w:val="006F6796"/>
    <w:rsid w:val="006F6963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2F19"/>
    <w:rsid w:val="0070308C"/>
    <w:rsid w:val="007034C5"/>
    <w:rsid w:val="0070394C"/>
    <w:rsid w:val="007039EE"/>
    <w:rsid w:val="00703AAF"/>
    <w:rsid w:val="00703BA5"/>
    <w:rsid w:val="00703EDD"/>
    <w:rsid w:val="00704154"/>
    <w:rsid w:val="007041BF"/>
    <w:rsid w:val="007043D3"/>
    <w:rsid w:val="00704A59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9D"/>
    <w:rsid w:val="00706EFC"/>
    <w:rsid w:val="00706F34"/>
    <w:rsid w:val="0070700B"/>
    <w:rsid w:val="007070F1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0EA0"/>
    <w:rsid w:val="007110B1"/>
    <w:rsid w:val="0071115C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EE5"/>
    <w:rsid w:val="00712FDB"/>
    <w:rsid w:val="00712FFB"/>
    <w:rsid w:val="007131C3"/>
    <w:rsid w:val="007133BC"/>
    <w:rsid w:val="00713A1F"/>
    <w:rsid w:val="007146BD"/>
    <w:rsid w:val="0071489C"/>
    <w:rsid w:val="00714D53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821"/>
    <w:rsid w:val="007169AD"/>
    <w:rsid w:val="007170D3"/>
    <w:rsid w:val="00717685"/>
    <w:rsid w:val="007176AC"/>
    <w:rsid w:val="00717B22"/>
    <w:rsid w:val="00717F77"/>
    <w:rsid w:val="00717FDD"/>
    <w:rsid w:val="00720501"/>
    <w:rsid w:val="00720834"/>
    <w:rsid w:val="0072083A"/>
    <w:rsid w:val="007208B8"/>
    <w:rsid w:val="007209CE"/>
    <w:rsid w:val="00720A66"/>
    <w:rsid w:val="00720AE5"/>
    <w:rsid w:val="00720E21"/>
    <w:rsid w:val="007210DD"/>
    <w:rsid w:val="007211AF"/>
    <w:rsid w:val="0072186B"/>
    <w:rsid w:val="00721DFE"/>
    <w:rsid w:val="0072266F"/>
    <w:rsid w:val="007226A2"/>
    <w:rsid w:val="00722DA9"/>
    <w:rsid w:val="00722F07"/>
    <w:rsid w:val="007235C2"/>
    <w:rsid w:val="0072371A"/>
    <w:rsid w:val="00723887"/>
    <w:rsid w:val="007238D2"/>
    <w:rsid w:val="00723A61"/>
    <w:rsid w:val="00723B15"/>
    <w:rsid w:val="00724270"/>
    <w:rsid w:val="00724B30"/>
    <w:rsid w:val="00724BB5"/>
    <w:rsid w:val="00724FEB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668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D31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078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10C"/>
    <w:rsid w:val="007363B5"/>
    <w:rsid w:val="007365E2"/>
    <w:rsid w:val="00736718"/>
    <w:rsid w:val="00736A9C"/>
    <w:rsid w:val="00736AA0"/>
    <w:rsid w:val="00736C94"/>
    <w:rsid w:val="00736D16"/>
    <w:rsid w:val="00736EFA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65E"/>
    <w:rsid w:val="0074080D"/>
    <w:rsid w:val="0074094E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391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29B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2C"/>
    <w:rsid w:val="00747ED5"/>
    <w:rsid w:val="007501F1"/>
    <w:rsid w:val="0075028D"/>
    <w:rsid w:val="00750361"/>
    <w:rsid w:val="007504BD"/>
    <w:rsid w:val="007504FD"/>
    <w:rsid w:val="0075059D"/>
    <w:rsid w:val="00750682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347"/>
    <w:rsid w:val="00756398"/>
    <w:rsid w:val="007563ED"/>
    <w:rsid w:val="00756437"/>
    <w:rsid w:val="007569EA"/>
    <w:rsid w:val="00756FB0"/>
    <w:rsid w:val="00757007"/>
    <w:rsid w:val="00757178"/>
    <w:rsid w:val="007572D7"/>
    <w:rsid w:val="00757678"/>
    <w:rsid w:val="007577FF"/>
    <w:rsid w:val="00757A11"/>
    <w:rsid w:val="00757A5D"/>
    <w:rsid w:val="0076024B"/>
    <w:rsid w:val="00760CD5"/>
    <w:rsid w:val="00760CE6"/>
    <w:rsid w:val="00760F11"/>
    <w:rsid w:val="00760F6E"/>
    <w:rsid w:val="007611BA"/>
    <w:rsid w:val="00761486"/>
    <w:rsid w:val="00761ED2"/>
    <w:rsid w:val="00762059"/>
    <w:rsid w:val="00762306"/>
    <w:rsid w:val="007626E7"/>
    <w:rsid w:val="00762A8F"/>
    <w:rsid w:val="00762C0C"/>
    <w:rsid w:val="00762C12"/>
    <w:rsid w:val="00762DCB"/>
    <w:rsid w:val="0076325B"/>
    <w:rsid w:val="007633D4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F5E"/>
    <w:rsid w:val="007652D5"/>
    <w:rsid w:val="0076535D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87B"/>
    <w:rsid w:val="00772E1E"/>
    <w:rsid w:val="00773115"/>
    <w:rsid w:val="007731DA"/>
    <w:rsid w:val="00773855"/>
    <w:rsid w:val="00773C47"/>
    <w:rsid w:val="00774301"/>
    <w:rsid w:val="00774375"/>
    <w:rsid w:val="00774589"/>
    <w:rsid w:val="00774601"/>
    <w:rsid w:val="00774941"/>
    <w:rsid w:val="00774E08"/>
    <w:rsid w:val="007751D3"/>
    <w:rsid w:val="007757A2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9F"/>
    <w:rsid w:val="00781123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E69"/>
    <w:rsid w:val="00785FDA"/>
    <w:rsid w:val="00786200"/>
    <w:rsid w:val="007862B2"/>
    <w:rsid w:val="00786957"/>
    <w:rsid w:val="00786A7D"/>
    <w:rsid w:val="00787723"/>
    <w:rsid w:val="007879F6"/>
    <w:rsid w:val="00787B54"/>
    <w:rsid w:val="00787B99"/>
    <w:rsid w:val="00787DC6"/>
    <w:rsid w:val="00790048"/>
    <w:rsid w:val="0079038B"/>
    <w:rsid w:val="007904EC"/>
    <w:rsid w:val="00790ADF"/>
    <w:rsid w:val="007911E2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A60"/>
    <w:rsid w:val="00794B91"/>
    <w:rsid w:val="00794F19"/>
    <w:rsid w:val="007950EB"/>
    <w:rsid w:val="0079525B"/>
    <w:rsid w:val="0079531C"/>
    <w:rsid w:val="007959F0"/>
    <w:rsid w:val="00795A68"/>
    <w:rsid w:val="00795C29"/>
    <w:rsid w:val="007960BE"/>
    <w:rsid w:val="007962D3"/>
    <w:rsid w:val="0079673D"/>
    <w:rsid w:val="00796A4F"/>
    <w:rsid w:val="00796ADC"/>
    <w:rsid w:val="00796B59"/>
    <w:rsid w:val="00797108"/>
    <w:rsid w:val="00797C1F"/>
    <w:rsid w:val="00797CB6"/>
    <w:rsid w:val="00797D98"/>
    <w:rsid w:val="007A0152"/>
    <w:rsid w:val="007A028D"/>
    <w:rsid w:val="007A07DE"/>
    <w:rsid w:val="007A08D6"/>
    <w:rsid w:val="007A106B"/>
    <w:rsid w:val="007A1280"/>
    <w:rsid w:val="007A199E"/>
    <w:rsid w:val="007A1AE9"/>
    <w:rsid w:val="007A1CEA"/>
    <w:rsid w:val="007A203F"/>
    <w:rsid w:val="007A20EF"/>
    <w:rsid w:val="007A214A"/>
    <w:rsid w:val="007A21C9"/>
    <w:rsid w:val="007A23CD"/>
    <w:rsid w:val="007A23D5"/>
    <w:rsid w:val="007A2790"/>
    <w:rsid w:val="007A296D"/>
    <w:rsid w:val="007A29A3"/>
    <w:rsid w:val="007A2AAE"/>
    <w:rsid w:val="007A2B3B"/>
    <w:rsid w:val="007A2B47"/>
    <w:rsid w:val="007A2C48"/>
    <w:rsid w:val="007A2D36"/>
    <w:rsid w:val="007A3081"/>
    <w:rsid w:val="007A30E8"/>
    <w:rsid w:val="007A3226"/>
    <w:rsid w:val="007A3393"/>
    <w:rsid w:val="007A34A1"/>
    <w:rsid w:val="007A3798"/>
    <w:rsid w:val="007A39F6"/>
    <w:rsid w:val="007A413C"/>
    <w:rsid w:val="007A4194"/>
    <w:rsid w:val="007A43B5"/>
    <w:rsid w:val="007A48C9"/>
    <w:rsid w:val="007A4C90"/>
    <w:rsid w:val="007A4E1F"/>
    <w:rsid w:val="007A50B2"/>
    <w:rsid w:val="007A519F"/>
    <w:rsid w:val="007A51C8"/>
    <w:rsid w:val="007A5551"/>
    <w:rsid w:val="007A5A2A"/>
    <w:rsid w:val="007A5CDF"/>
    <w:rsid w:val="007A60E7"/>
    <w:rsid w:val="007A61BB"/>
    <w:rsid w:val="007A6231"/>
    <w:rsid w:val="007A62E5"/>
    <w:rsid w:val="007A64A1"/>
    <w:rsid w:val="007A67D4"/>
    <w:rsid w:val="007A6A59"/>
    <w:rsid w:val="007A6C6B"/>
    <w:rsid w:val="007A70C1"/>
    <w:rsid w:val="007A723E"/>
    <w:rsid w:val="007A72F7"/>
    <w:rsid w:val="007A7689"/>
    <w:rsid w:val="007A7969"/>
    <w:rsid w:val="007A79A2"/>
    <w:rsid w:val="007A79B2"/>
    <w:rsid w:val="007A7A2E"/>
    <w:rsid w:val="007A7A90"/>
    <w:rsid w:val="007A7E17"/>
    <w:rsid w:val="007B0186"/>
    <w:rsid w:val="007B01AD"/>
    <w:rsid w:val="007B0312"/>
    <w:rsid w:val="007B032A"/>
    <w:rsid w:val="007B06E4"/>
    <w:rsid w:val="007B085E"/>
    <w:rsid w:val="007B0BEE"/>
    <w:rsid w:val="007B101F"/>
    <w:rsid w:val="007B10DD"/>
    <w:rsid w:val="007B1424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3BE"/>
    <w:rsid w:val="007B3627"/>
    <w:rsid w:val="007B389A"/>
    <w:rsid w:val="007B3FDF"/>
    <w:rsid w:val="007B4167"/>
    <w:rsid w:val="007B4190"/>
    <w:rsid w:val="007B445A"/>
    <w:rsid w:val="007B44F5"/>
    <w:rsid w:val="007B4875"/>
    <w:rsid w:val="007B4F77"/>
    <w:rsid w:val="007B5058"/>
    <w:rsid w:val="007B529A"/>
    <w:rsid w:val="007B52DB"/>
    <w:rsid w:val="007B55D2"/>
    <w:rsid w:val="007B5EB0"/>
    <w:rsid w:val="007B5EDF"/>
    <w:rsid w:val="007B5F1B"/>
    <w:rsid w:val="007B6155"/>
    <w:rsid w:val="007B667E"/>
    <w:rsid w:val="007B682F"/>
    <w:rsid w:val="007B6F34"/>
    <w:rsid w:val="007B7349"/>
    <w:rsid w:val="007B74BC"/>
    <w:rsid w:val="007B7589"/>
    <w:rsid w:val="007B7938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E51"/>
    <w:rsid w:val="007C2FB7"/>
    <w:rsid w:val="007C3172"/>
    <w:rsid w:val="007C3182"/>
    <w:rsid w:val="007C3229"/>
    <w:rsid w:val="007C3258"/>
    <w:rsid w:val="007C3340"/>
    <w:rsid w:val="007C34ED"/>
    <w:rsid w:val="007C368D"/>
    <w:rsid w:val="007C375E"/>
    <w:rsid w:val="007C381E"/>
    <w:rsid w:val="007C385F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53C"/>
    <w:rsid w:val="007C4A3A"/>
    <w:rsid w:val="007C4B31"/>
    <w:rsid w:val="007C4C56"/>
    <w:rsid w:val="007C51E9"/>
    <w:rsid w:val="007C54E1"/>
    <w:rsid w:val="007C5771"/>
    <w:rsid w:val="007C585B"/>
    <w:rsid w:val="007C5989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2C8"/>
    <w:rsid w:val="007C72EB"/>
    <w:rsid w:val="007C74E7"/>
    <w:rsid w:val="007C755C"/>
    <w:rsid w:val="007C76D6"/>
    <w:rsid w:val="007C7A7F"/>
    <w:rsid w:val="007C7BF9"/>
    <w:rsid w:val="007C7FA5"/>
    <w:rsid w:val="007D00B0"/>
    <w:rsid w:val="007D02EE"/>
    <w:rsid w:val="007D0491"/>
    <w:rsid w:val="007D04C1"/>
    <w:rsid w:val="007D056B"/>
    <w:rsid w:val="007D06FE"/>
    <w:rsid w:val="007D07C6"/>
    <w:rsid w:val="007D0946"/>
    <w:rsid w:val="007D0DA8"/>
    <w:rsid w:val="007D0DFF"/>
    <w:rsid w:val="007D0EE3"/>
    <w:rsid w:val="007D10A0"/>
    <w:rsid w:val="007D10D3"/>
    <w:rsid w:val="007D189A"/>
    <w:rsid w:val="007D18F7"/>
    <w:rsid w:val="007D18F9"/>
    <w:rsid w:val="007D1DAA"/>
    <w:rsid w:val="007D1E85"/>
    <w:rsid w:val="007D1FDB"/>
    <w:rsid w:val="007D22D3"/>
    <w:rsid w:val="007D252D"/>
    <w:rsid w:val="007D26A9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923"/>
    <w:rsid w:val="007D5B5B"/>
    <w:rsid w:val="007D5B76"/>
    <w:rsid w:val="007D642D"/>
    <w:rsid w:val="007D67B3"/>
    <w:rsid w:val="007D6A52"/>
    <w:rsid w:val="007D6BF2"/>
    <w:rsid w:val="007D6C3E"/>
    <w:rsid w:val="007D6FAE"/>
    <w:rsid w:val="007D6FC8"/>
    <w:rsid w:val="007D73FA"/>
    <w:rsid w:val="007D75C7"/>
    <w:rsid w:val="007D772C"/>
    <w:rsid w:val="007D7940"/>
    <w:rsid w:val="007D7BE5"/>
    <w:rsid w:val="007D7C09"/>
    <w:rsid w:val="007E0002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322"/>
    <w:rsid w:val="007E37D7"/>
    <w:rsid w:val="007E3C8C"/>
    <w:rsid w:val="007E3CC9"/>
    <w:rsid w:val="007E3CCB"/>
    <w:rsid w:val="007E3CF7"/>
    <w:rsid w:val="007E41A5"/>
    <w:rsid w:val="007E42AA"/>
    <w:rsid w:val="007E4421"/>
    <w:rsid w:val="007E45A1"/>
    <w:rsid w:val="007E4664"/>
    <w:rsid w:val="007E4716"/>
    <w:rsid w:val="007E49A5"/>
    <w:rsid w:val="007E4C2F"/>
    <w:rsid w:val="007E4D9B"/>
    <w:rsid w:val="007E50E6"/>
    <w:rsid w:val="007E5191"/>
    <w:rsid w:val="007E5451"/>
    <w:rsid w:val="007E5698"/>
    <w:rsid w:val="007E56BA"/>
    <w:rsid w:val="007E57F7"/>
    <w:rsid w:val="007E5889"/>
    <w:rsid w:val="007E5974"/>
    <w:rsid w:val="007E5C20"/>
    <w:rsid w:val="007E5CA0"/>
    <w:rsid w:val="007E6150"/>
    <w:rsid w:val="007E665E"/>
    <w:rsid w:val="007E66B9"/>
    <w:rsid w:val="007E6978"/>
    <w:rsid w:val="007E69EA"/>
    <w:rsid w:val="007E6ABE"/>
    <w:rsid w:val="007E6E4B"/>
    <w:rsid w:val="007E7076"/>
    <w:rsid w:val="007E72BC"/>
    <w:rsid w:val="007E764A"/>
    <w:rsid w:val="007E7BA7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E64"/>
    <w:rsid w:val="007F1251"/>
    <w:rsid w:val="007F161E"/>
    <w:rsid w:val="007F1626"/>
    <w:rsid w:val="007F17A6"/>
    <w:rsid w:val="007F1887"/>
    <w:rsid w:val="007F1C9F"/>
    <w:rsid w:val="007F1EAE"/>
    <w:rsid w:val="007F1F17"/>
    <w:rsid w:val="007F2E89"/>
    <w:rsid w:val="007F2F52"/>
    <w:rsid w:val="007F2F8B"/>
    <w:rsid w:val="007F338C"/>
    <w:rsid w:val="007F342E"/>
    <w:rsid w:val="007F350B"/>
    <w:rsid w:val="007F3576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F57"/>
    <w:rsid w:val="007F4FE3"/>
    <w:rsid w:val="007F5325"/>
    <w:rsid w:val="007F556D"/>
    <w:rsid w:val="007F5879"/>
    <w:rsid w:val="007F5973"/>
    <w:rsid w:val="007F5F58"/>
    <w:rsid w:val="007F5FA5"/>
    <w:rsid w:val="007F5FFE"/>
    <w:rsid w:val="007F654E"/>
    <w:rsid w:val="007F6595"/>
    <w:rsid w:val="007F6A51"/>
    <w:rsid w:val="007F6E06"/>
    <w:rsid w:val="007F70C0"/>
    <w:rsid w:val="007F73A1"/>
    <w:rsid w:val="007F7A09"/>
    <w:rsid w:val="0080007F"/>
    <w:rsid w:val="008000B9"/>
    <w:rsid w:val="00800246"/>
    <w:rsid w:val="00800463"/>
    <w:rsid w:val="008005BE"/>
    <w:rsid w:val="008008A2"/>
    <w:rsid w:val="00800FCA"/>
    <w:rsid w:val="00800FF2"/>
    <w:rsid w:val="008014DD"/>
    <w:rsid w:val="008019AE"/>
    <w:rsid w:val="00801C60"/>
    <w:rsid w:val="00801DD9"/>
    <w:rsid w:val="00802310"/>
    <w:rsid w:val="00802AD3"/>
    <w:rsid w:val="00802B76"/>
    <w:rsid w:val="00802FDA"/>
    <w:rsid w:val="008030CD"/>
    <w:rsid w:val="0080312F"/>
    <w:rsid w:val="00803411"/>
    <w:rsid w:val="00803587"/>
    <w:rsid w:val="008035A9"/>
    <w:rsid w:val="008036A7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72E"/>
    <w:rsid w:val="0080784D"/>
    <w:rsid w:val="00807CC7"/>
    <w:rsid w:val="00807D06"/>
    <w:rsid w:val="008102C9"/>
    <w:rsid w:val="00810517"/>
    <w:rsid w:val="008107FB"/>
    <w:rsid w:val="00810923"/>
    <w:rsid w:val="00810FB7"/>
    <w:rsid w:val="00811026"/>
    <w:rsid w:val="00811692"/>
    <w:rsid w:val="008116E7"/>
    <w:rsid w:val="00811745"/>
    <w:rsid w:val="00811930"/>
    <w:rsid w:val="00811B82"/>
    <w:rsid w:val="00811BAC"/>
    <w:rsid w:val="00811C46"/>
    <w:rsid w:val="00811D47"/>
    <w:rsid w:val="008121AA"/>
    <w:rsid w:val="008122B9"/>
    <w:rsid w:val="0081267E"/>
    <w:rsid w:val="0081272B"/>
    <w:rsid w:val="008127C2"/>
    <w:rsid w:val="00812830"/>
    <w:rsid w:val="00812834"/>
    <w:rsid w:val="00812A17"/>
    <w:rsid w:val="00812EFE"/>
    <w:rsid w:val="008131A6"/>
    <w:rsid w:val="00813293"/>
    <w:rsid w:val="008132E8"/>
    <w:rsid w:val="0081357F"/>
    <w:rsid w:val="008135A4"/>
    <w:rsid w:val="008136ED"/>
    <w:rsid w:val="008138F8"/>
    <w:rsid w:val="00813E4D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6606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929"/>
    <w:rsid w:val="00821D32"/>
    <w:rsid w:val="008220C9"/>
    <w:rsid w:val="008222CE"/>
    <w:rsid w:val="00822545"/>
    <w:rsid w:val="00822693"/>
    <w:rsid w:val="00822B7D"/>
    <w:rsid w:val="00823143"/>
    <w:rsid w:val="0082323C"/>
    <w:rsid w:val="0082336F"/>
    <w:rsid w:val="008234E9"/>
    <w:rsid w:val="00823601"/>
    <w:rsid w:val="008237A7"/>
    <w:rsid w:val="0082383A"/>
    <w:rsid w:val="00824457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841"/>
    <w:rsid w:val="008269A6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5B4"/>
    <w:rsid w:val="0083466A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C96"/>
    <w:rsid w:val="00835CF4"/>
    <w:rsid w:val="00836049"/>
    <w:rsid w:val="0083632D"/>
    <w:rsid w:val="00836401"/>
    <w:rsid w:val="008365F5"/>
    <w:rsid w:val="008371C0"/>
    <w:rsid w:val="00837226"/>
    <w:rsid w:val="008377FE"/>
    <w:rsid w:val="0084012D"/>
    <w:rsid w:val="00840DAB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AA6"/>
    <w:rsid w:val="00843B11"/>
    <w:rsid w:val="00843EA0"/>
    <w:rsid w:val="00843FE8"/>
    <w:rsid w:val="00844194"/>
    <w:rsid w:val="0084419E"/>
    <w:rsid w:val="008443B4"/>
    <w:rsid w:val="008446A3"/>
    <w:rsid w:val="00845030"/>
    <w:rsid w:val="0084509A"/>
    <w:rsid w:val="008452CD"/>
    <w:rsid w:val="00845645"/>
    <w:rsid w:val="00845838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6E3A"/>
    <w:rsid w:val="008470D1"/>
    <w:rsid w:val="008471E3"/>
    <w:rsid w:val="00847386"/>
    <w:rsid w:val="00847504"/>
    <w:rsid w:val="00847A12"/>
    <w:rsid w:val="00847F57"/>
    <w:rsid w:val="00850349"/>
    <w:rsid w:val="00850644"/>
    <w:rsid w:val="0085124F"/>
    <w:rsid w:val="0085128A"/>
    <w:rsid w:val="008513D4"/>
    <w:rsid w:val="00851580"/>
    <w:rsid w:val="008515D9"/>
    <w:rsid w:val="00851870"/>
    <w:rsid w:val="00851AD5"/>
    <w:rsid w:val="00852258"/>
    <w:rsid w:val="008522C6"/>
    <w:rsid w:val="008526AD"/>
    <w:rsid w:val="0085276F"/>
    <w:rsid w:val="00852B45"/>
    <w:rsid w:val="00852C8E"/>
    <w:rsid w:val="00852FF1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F2C"/>
    <w:rsid w:val="00856543"/>
    <w:rsid w:val="00856558"/>
    <w:rsid w:val="008568A7"/>
    <w:rsid w:val="008569DB"/>
    <w:rsid w:val="0085724A"/>
    <w:rsid w:val="0085774B"/>
    <w:rsid w:val="00857AA7"/>
    <w:rsid w:val="00857B4E"/>
    <w:rsid w:val="00857CA3"/>
    <w:rsid w:val="00857D0A"/>
    <w:rsid w:val="008602C4"/>
    <w:rsid w:val="008602D6"/>
    <w:rsid w:val="008603C6"/>
    <w:rsid w:val="00860456"/>
    <w:rsid w:val="00860524"/>
    <w:rsid w:val="0086053E"/>
    <w:rsid w:val="008605FD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60A"/>
    <w:rsid w:val="008637E3"/>
    <w:rsid w:val="00863D03"/>
    <w:rsid w:val="00863E87"/>
    <w:rsid w:val="00863EDA"/>
    <w:rsid w:val="00864329"/>
    <w:rsid w:val="0086434C"/>
    <w:rsid w:val="00864B21"/>
    <w:rsid w:val="00864B6A"/>
    <w:rsid w:val="00864DA7"/>
    <w:rsid w:val="008656B7"/>
    <w:rsid w:val="0086571B"/>
    <w:rsid w:val="00865816"/>
    <w:rsid w:val="008659AA"/>
    <w:rsid w:val="00865A77"/>
    <w:rsid w:val="00865A9D"/>
    <w:rsid w:val="00865E51"/>
    <w:rsid w:val="008663E4"/>
    <w:rsid w:val="008665B8"/>
    <w:rsid w:val="00866A9F"/>
    <w:rsid w:val="00866AC7"/>
    <w:rsid w:val="00866BA9"/>
    <w:rsid w:val="00866E18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AB8"/>
    <w:rsid w:val="00870B40"/>
    <w:rsid w:val="00870D0F"/>
    <w:rsid w:val="008710AC"/>
    <w:rsid w:val="008712CB"/>
    <w:rsid w:val="008713D8"/>
    <w:rsid w:val="008714EE"/>
    <w:rsid w:val="008716F7"/>
    <w:rsid w:val="00871B8B"/>
    <w:rsid w:val="00871BF4"/>
    <w:rsid w:val="00871ED4"/>
    <w:rsid w:val="00871FCB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4D7"/>
    <w:rsid w:val="008735A4"/>
    <w:rsid w:val="00873752"/>
    <w:rsid w:val="008739AD"/>
    <w:rsid w:val="00874006"/>
    <w:rsid w:val="008742B7"/>
    <w:rsid w:val="0087448D"/>
    <w:rsid w:val="008746A4"/>
    <w:rsid w:val="008746CC"/>
    <w:rsid w:val="00874F68"/>
    <w:rsid w:val="00874FCA"/>
    <w:rsid w:val="00875164"/>
    <w:rsid w:val="00875249"/>
    <w:rsid w:val="00875410"/>
    <w:rsid w:val="0087541F"/>
    <w:rsid w:val="0087561D"/>
    <w:rsid w:val="00875AF8"/>
    <w:rsid w:val="0087632F"/>
    <w:rsid w:val="008763AD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B63"/>
    <w:rsid w:val="00880CDB"/>
    <w:rsid w:val="00880EBC"/>
    <w:rsid w:val="00881057"/>
    <w:rsid w:val="008811A4"/>
    <w:rsid w:val="008814C4"/>
    <w:rsid w:val="00881843"/>
    <w:rsid w:val="0088190D"/>
    <w:rsid w:val="008819B6"/>
    <w:rsid w:val="00881E32"/>
    <w:rsid w:val="00881F69"/>
    <w:rsid w:val="008820B9"/>
    <w:rsid w:val="00882115"/>
    <w:rsid w:val="008822F4"/>
    <w:rsid w:val="00882481"/>
    <w:rsid w:val="008827BD"/>
    <w:rsid w:val="008828B7"/>
    <w:rsid w:val="00882FAF"/>
    <w:rsid w:val="00883687"/>
    <w:rsid w:val="00883792"/>
    <w:rsid w:val="00883C1A"/>
    <w:rsid w:val="00883FE2"/>
    <w:rsid w:val="008844F5"/>
    <w:rsid w:val="008845A6"/>
    <w:rsid w:val="008848D4"/>
    <w:rsid w:val="00884E07"/>
    <w:rsid w:val="00884F0B"/>
    <w:rsid w:val="0088537A"/>
    <w:rsid w:val="008855AE"/>
    <w:rsid w:val="008855C2"/>
    <w:rsid w:val="00885793"/>
    <w:rsid w:val="00885AD4"/>
    <w:rsid w:val="00885B97"/>
    <w:rsid w:val="00885C92"/>
    <w:rsid w:val="00885CE3"/>
    <w:rsid w:val="00885FB5"/>
    <w:rsid w:val="0088613E"/>
    <w:rsid w:val="008861C3"/>
    <w:rsid w:val="00886279"/>
    <w:rsid w:val="00886394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630"/>
    <w:rsid w:val="0088796C"/>
    <w:rsid w:val="00887CFF"/>
    <w:rsid w:val="00890263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09B"/>
    <w:rsid w:val="0089231B"/>
    <w:rsid w:val="00892327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F58"/>
    <w:rsid w:val="00894245"/>
    <w:rsid w:val="0089436F"/>
    <w:rsid w:val="00894572"/>
    <w:rsid w:val="00894E34"/>
    <w:rsid w:val="00894F66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039"/>
    <w:rsid w:val="00897C26"/>
    <w:rsid w:val="00897FDF"/>
    <w:rsid w:val="008A017D"/>
    <w:rsid w:val="008A071F"/>
    <w:rsid w:val="008A0862"/>
    <w:rsid w:val="008A0A17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83E"/>
    <w:rsid w:val="008A29E4"/>
    <w:rsid w:val="008A2E28"/>
    <w:rsid w:val="008A3738"/>
    <w:rsid w:val="008A3801"/>
    <w:rsid w:val="008A384D"/>
    <w:rsid w:val="008A393B"/>
    <w:rsid w:val="008A3AAC"/>
    <w:rsid w:val="008A3D29"/>
    <w:rsid w:val="008A4135"/>
    <w:rsid w:val="008A416B"/>
    <w:rsid w:val="008A4B10"/>
    <w:rsid w:val="008A4D61"/>
    <w:rsid w:val="008A5030"/>
    <w:rsid w:val="008A5087"/>
    <w:rsid w:val="008A5A69"/>
    <w:rsid w:val="008A5D48"/>
    <w:rsid w:val="008A5D68"/>
    <w:rsid w:val="008A603E"/>
    <w:rsid w:val="008A63D5"/>
    <w:rsid w:val="008A6480"/>
    <w:rsid w:val="008A651A"/>
    <w:rsid w:val="008A69CA"/>
    <w:rsid w:val="008A6D5F"/>
    <w:rsid w:val="008A6FF0"/>
    <w:rsid w:val="008A7016"/>
    <w:rsid w:val="008A7075"/>
    <w:rsid w:val="008A7288"/>
    <w:rsid w:val="008A752E"/>
    <w:rsid w:val="008A7606"/>
    <w:rsid w:val="008A776A"/>
    <w:rsid w:val="008A7BCD"/>
    <w:rsid w:val="008A7DE6"/>
    <w:rsid w:val="008A7E06"/>
    <w:rsid w:val="008B0495"/>
    <w:rsid w:val="008B053B"/>
    <w:rsid w:val="008B08CF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7A3"/>
    <w:rsid w:val="008B37E7"/>
    <w:rsid w:val="008B39D6"/>
    <w:rsid w:val="008B41DB"/>
    <w:rsid w:val="008B423B"/>
    <w:rsid w:val="008B446E"/>
    <w:rsid w:val="008B44B7"/>
    <w:rsid w:val="008B45CD"/>
    <w:rsid w:val="008B4786"/>
    <w:rsid w:val="008B4BC0"/>
    <w:rsid w:val="008B4DF0"/>
    <w:rsid w:val="008B5147"/>
    <w:rsid w:val="008B55E7"/>
    <w:rsid w:val="008B58FB"/>
    <w:rsid w:val="008B5E18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25"/>
    <w:rsid w:val="008C2363"/>
    <w:rsid w:val="008C24B3"/>
    <w:rsid w:val="008C28FC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662"/>
    <w:rsid w:val="008C68EC"/>
    <w:rsid w:val="008C697F"/>
    <w:rsid w:val="008C698B"/>
    <w:rsid w:val="008C6A9A"/>
    <w:rsid w:val="008C6B82"/>
    <w:rsid w:val="008C726A"/>
    <w:rsid w:val="008C7472"/>
    <w:rsid w:val="008C759A"/>
    <w:rsid w:val="008C7973"/>
    <w:rsid w:val="008C7DAF"/>
    <w:rsid w:val="008C7E6C"/>
    <w:rsid w:val="008D005B"/>
    <w:rsid w:val="008D009F"/>
    <w:rsid w:val="008D0771"/>
    <w:rsid w:val="008D0966"/>
    <w:rsid w:val="008D0CE8"/>
    <w:rsid w:val="008D17CA"/>
    <w:rsid w:val="008D1993"/>
    <w:rsid w:val="008D1B73"/>
    <w:rsid w:val="008D1D1B"/>
    <w:rsid w:val="008D1E8E"/>
    <w:rsid w:val="008D21A1"/>
    <w:rsid w:val="008D22A6"/>
    <w:rsid w:val="008D2599"/>
    <w:rsid w:val="008D267B"/>
    <w:rsid w:val="008D28D2"/>
    <w:rsid w:val="008D2A98"/>
    <w:rsid w:val="008D2B83"/>
    <w:rsid w:val="008D2DC3"/>
    <w:rsid w:val="008D2DD2"/>
    <w:rsid w:val="008D2ED4"/>
    <w:rsid w:val="008D3585"/>
    <w:rsid w:val="008D362F"/>
    <w:rsid w:val="008D3634"/>
    <w:rsid w:val="008D3862"/>
    <w:rsid w:val="008D394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E5F"/>
    <w:rsid w:val="008D5EC5"/>
    <w:rsid w:val="008D619D"/>
    <w:rsid w:val="008D61EA"/>
    <w:rsid w:val="008D6229"/>
    <w:rsid w:val="008D6496"/>
    <w:rsid w:val="008D66CC"/>
    <w:rsid w:val="008D6786"/>
    <w:rsid w:val="008D67D9"/>
    <w:rsid w:val="008D6EB7"/>
    <w:rsid w:val="008D6FA4"/>
    <w:rsid w:val="008D705D"/>
    <w:rsid w:val="008D7204"/>
    <w:rsid w:val="008D725B"/>
    <w:rsid w:val="008D72A1"/>
    <w:rsid w:val="008D73F0"/>
    <w:rsid w:val="008D750B"/>
    <w:rsid w:val="008D77C2"/>
    <w:rsid w:val="008D77DA"/>
    <w:rsid w:val="008D7D0F"/>
    <w:rsid w:val="008D7D95"/>
    <w:rsid w:val="008E02D6"/>
    <w:rsid w:val="008E0989"/>
    <w:rsid w:val="008E0ECD"/>
    <w:rsid w:val="008E0F55"/>
    <w:rsid w:val="008E12E4"/>
    <w:rsid w:val="008E1398"/>
    <w:rsid w:val="008E16CA"/>
    <w:rsid w:val="008E174C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999"/>
    <w:rsid w:val="008E2C76"/>
    <w:rsid w:val="008E2F61"/>
    <w:rsid w:val="008E3389"/>
    <w:rsid w:val="008E3641"/>
    <w:rsid w:val="008E3750"/>
    <w:rsid w:val="008E38AD"/>
    <w:rsid w:val="008E3D70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4E9"/>
    <w:rsid w:val="008E559E"/>
    <w:rsid w:val="008E55CA"/>
    <w:rsid w:val="008E5A0C"/>
    <w:rsid w:val="008E5BEF"/>
    <w:rsid w:val="008E6033"/>
    <w:rsid w:val="008E621C"/>
    <w:rsid w:val="008E6472"/>
    <w:rsid w:val="008E6A52"/>
    <w:rsid w:val="008E6A63"/>
    <w:rsid w:val="008E6A7B"/>
    <w:rsid w:val="008E6A8A"/>
    <w:rsid w:val="008E6D2B"/>
    <w:rsid w:val="008E7575"/>
    <w:rsid w:val="008E7772"/>
    <w:rsid w:val="008E79B1"/>
    <w:rsid w:val="008E7AD4"/>
    <w:rsid w:val="008E7C0D"/>
    <w:rsid w:val="008E7CCD"/>
    <w:rsid w:val="008E7E9F"/>
    <w:rsid w:val="008F00B1"/>
    <w:rsid w:val="008F03A5"/>
    <w:rsid w:val="008F0463"/>
    <w:rsid w:val="008F06B6"/>
    <w:rsid w:val="008F0732"/>
    <w:rsid w:val="008F09E4"/>
    <w:rsid w:val="008F0BCD"/>
    <w:rsid w:val="008F0CC8"/>
    <w:rsid w:val="008F0DE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CA"/>
    <w:rsid w:val="008F6D36"/>
    <w:rsid w:val="008F7012"/>
    <w:rsid w:val="008F70E5"/>
    <w:rsid w:val="008F71A5"/>
    <w:rsid w:val="008F7767"/>
    <w:rsid w:val="008F7985"/>
    <w:rsid w:val="008F7ADF"/>
    <w:rsid w:val="0090006F"/>
    <w:rsid w:val="009000FF"/>
    <w:rsid w:val="00900506"/>
    <w:rsid w:val="00900977"/>
    <w:rsid w:val="009009E6"/>
    <w:rsid w:val="00900A14"/>
    <w:rsid w:val="00900AFE"/>
    <w:rsid w:val="00900D28"/>
    <w:rsid w:val="00901116"/>
    <w:rsid w:val="00901145"/>
    <w:rsid w:val="009014EF"/>
    <w:rsid w:val="0090160F"/>
    <w:rsid w:val="00901770"/>
    <w:rsid w:val="00901944"/>
    <w:rsid w:val="00901995"/>
    <w:rsid w:val="00901A44"/>
    <w:rsid w:val="00901DA8"/>
    <w:rsid w:val="00902168"/>
    <w:rsid w:val="00902A8E"/>
    <w:rsid w:val="00902B6A"/>
    <w:rsid w:val="009032FA"/>
    <w:rsid w:val="00903389"/>
    <w:rsid w:val="009033DE"/>
    <w:rsid w:val="0090367B"/>
    <w:rsid w:val="00903C26"/>
    <w:rsid w:val="00903C96"/>
    <w:rsid w:val="00903FDF"/>
    <w:rsid w:val="009040A9"/>
    <w:rsid w:val="00904113"/>
    <w:rsid w:val="009041AA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87A"/>
    <w:rsid w:val="00905DF0"/>
    <w:rsid w:val="00905EE9"/>
    <w:rsid w:val="009063CF"/>
    <w:rsid w:val="00906894"/>
    <w:rsid w:val="009069DF"/>
    <w:rsid w:val="00906CE9"/>
    <w:rsid w:val="00906FC8"/>
    <w:rsid w:val="00906FE4"/>
    <w:rsid w:val="009073CB"/>
    <w:rsid w:val="00907592"/>
    <w:rsid w:val="009078A5"/>
    <w:rsid w:val="00907AA4"/>
    <w:rsid w:val="00907AEB"/>
    <w:rsid w:val="00907C9B"/>
    <w:rsid w:val="00907CF3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22C"/>
    <w:rsid w:val="0091275C"/>
    <w:rsid w:val="00912A93"/>
    <w:rsid w:val="00912D40"/>
    <w:rsid w:val="009130D3"/>
    <w:rsid w:val="00913279"/>
    <w:rsid w:val="009132C4"/>
    <w:rsid w:val="00913327"/>
    <w:rsid w:val="0091394C"/>
    <w:rsid w:val="009139B3"/>
    <w:rsid w:val="00913B49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55F"/>
    <w:rsid w:val="0091699E"/>
    <w:rsid w:val="009170F7"/>
    <w:rsid w:val="0091710A"/>
    <w:rsid w:val="00917486"/>
    <w:rsid w:val="009174AC"/>
    <w:rsid w:val="00917574"/>
    <w:rsid w:val="00917720"/>
    <w:rsid w:val="009177F0"/>
    <w:rsid w:val="00917B7B"/>
    <w:rsid w:val="00917F36"/>
    <w:rsid w:val="0092029F"/>
    <w:rsid w:val="00920359"/>
    <w:rsid w:val="00920738"/>
    <w:rsid w:val="0092087A"/>
    <w:rsid w:val="00920B0D"/>
    <w:rsid w:val="00920DD0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2D1"/>
    <w:rsid w:val="00923547"/>
    <w:rsid w:val="0092373B"/>
    <w:rsid w:val="00923762"/>
    <w:rsid w:val="00923AAD"/>
    <w:rsid w:val="0092454B"/>
    <w:rsid w:val="009245A3"/>
    <w:rsid w:val="009249E5"/>
    <w:rsid w:val="00924B1E"/>
    <w:rsid w:val="00924C27"/>
    <w:rsid w:val="009250EC"/>
    <w:rsid w:val="009252F1"/>
    <w:rsid w:val="00925409"/>
    <w:rsid w:val="00925A58"/>
    <w:rsid w:val="00925DA5"/>
    <w:rsid w:val="00926027"/>
    <w:rsid w:val="00926333"/>
    <w:rsid w:val="00926674"/>
    <w:rsid w:val="00926694"/>
    <w:rsid w:val="009266CC"/>
    <w:rsid w:val="00926E2A"/>
    <w:rsid w:val="00926E5C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15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2EFD"/>
    <w:rsid w:val="00933087"/>
    <w:rsid w:val="0093308F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724"/>
    <w:rsid w:val="009347E8"/>
    <w:rsid w:val="0093487F"/>
    <w:rsid w:val="00934D24"/>
    <w:rsid w:val="00934F09"/>
    <w:rsid w:val="0093510E"/>
    <w:rsid w:val="0093524D"/>
    <w:rsid w:val="009353CA"/>
    <w:rsid w:val="00935421"/>
    <w:rsid w:val="00935545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B63"/>
    <w:rsid w:val="00936C1E"/>
    <w:rsid w:val="00936EAB"/>
    <w:rsid w:val="009370FC"/>
    <w:rsid w:val="009373DA"/>
    <w:rsid w:val="0093770B"/>
    <w:rsid w:val="009379E1"/>
    <w:rsid w:val="00937D7C"/>
    <w:rsid w:val="00940088"/>
    <w:rsid w:val="009400E2"/>
    <w:rsid w:val="00940588"/>
    <w:rsid w:val="00940684"/>
    <w:rsid w:val="00940F81"/>
    <w:rsid w:val="00941182"/>
    <w:rsid w:val="0094121F"/>
    <w:rsid w:val="009412FD"/>
    <w:rsid w:val="00941462"/>
    <w:rsid w:val="009417F1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156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4DAE"/>
    <w:rsid w:val="00944FBE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8A6"/>
    <w:rsid w:val="00946D98"/>
    <w:rsid w:val="00946FAE"/>
    <w:rsid w:val="0094757E"/>
    <w:rsid w:val="00947B61"/>
    <w:rsid w:val="00947BBD"/>
    <w:rsid w:val="00947CC3"/>
    <w:rsid w:val="00947F2B"/>
    <w:rsid w:val="00950341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809"/>
    <w:rsid w:val="00952ADB"/>
    <w:rsid w:val="00952AF8"/>
    <w:rsid w:val="00952D59"/>
    <w:rsid w:val="00952F60"/>
    <w:rsid w:val="00953410"/>
    <w:rsid w:val="00953499"/>
    <w:rsid w:val="00953705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361"/>
    <w:rsid w:val="009549D3"/>
    <w:rsid w:val="009549E3"/>
    <w:rsid w:val="00955165"/>
    <w:rsid w:val="00955447"/>
    <w:rsid w:val="00955703"/>
    <w:rsid w:val="00955890"/>
    <w:rsid w:val="00955906"/>
    <w:rsid w:val="00955ABF"/>
    <w:rsid w:val="00955C64"/>
    <w:rsid w:val="00955D3D"/>
    <w:rsid w:val="00955D61"/>
    <w:rsid w:val="00955D81"/>
    <w:rsid w:val="00955EB8"/>
    <w:rsid w:val="00955F5B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D3B"/>
    <w:rsid w:val="00957FC2"/>
    <w:rsid w:val="00960050"/>
    <w:rsid w:val="0096031C"/>
    <w:rsid w:val="0096050F"/>
    <w:rsid w:val="00960652"/>
    <w:rsid w:val="0096102A"/>
    <w:rsid w:val="00961114"/>
    <w:rsid w:val="00961153"/>
    <w:rsid w:val="0096115C"/>
    <w:rsid w:val="009611C7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F55"/>
    <w:rsid w:val="009631DF"/>
    <w:rsid w:val="009631E5"/>
    <w:rsid w:val="009633E3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08"/>
    <w:rsid w:val="009649B1"/>
    <w:rsid w:val="00964C9E"/>
    <w:rsid w:val="00964FFE"/>
    <w:rsid w:val="00965014"/>
    <w:rsid w:val="00965047"/>
    <w:rsid w:val="00965185"/>
    <w:rsid w:val="0096547D"/>
    <w:rsid w:val="00965E76"/>
    <w:rsid w:val="00966149"/>
    <w:rsid w:val="009662B0"/>
    <w:rsid w:val="009663F9"/>
    <w:rsid w:val="0096652A"/>
    <w:rsid w:val="00966B12"/>
    <w:rsid w:val="00966C20"/>
    <w:rsid w:val="00966C60"/>
    <w:rsid w:val="00966E6A"/>
    <w:rsid w:val="00966F57"/>
    <w:rsid w:val="009670DF"/>
    <w:rsid w:val="0096733D"/>
    <w:rsid w:val="009676A1"/>
    <w:rsid w:val="0096798F"/>
    <w:rsid w:val="00967F60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879"/>
    <w:rsid w:val="00973941"/>
    <w:rsid w:val="00973962"/>
    <w:rsid w:val="00973B2B"/>
    <w:rsid w:val="00973D27"/>
    <w:rsid w:val="00973F9B"/>
    <w:rsid w:val="00973FD1"/>
    <w:rsid w:val="0097425B"/>
    <w:rsid w:val="00974A16"/>
    <w:rsid w:val="00974A8F"/>
    <w:rsid w:val="00974BEF"/>
    <w:rsid w:val="00975016"/>
    <w:rsid w:val="00975022"/>
    <w:rsid w:val="00975038"/>
    <w:rsid w:val="0097530B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4EC"/>
    <w:rsid w:val="00982626"/>
    <w:rsid w:val="00982B0E"/>
    <w:rsid w:val="00982B89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06"/>
    <w:rsid w:val="00984A7E"/>
    <w:rsid w:val="00984B29"/>
    <w:rsid w:val="00984FA5"/>
    <w:rsid w:val="00985227"/>
    <w:rsid w:val="0098522A"/>
    <w:rsid w:val="0098527E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951"/>
    <w:rsid w:val="00992AB4"/>
    <w:rsid w:val="00992FA1"/>
    <w:rsid w:val="0099339B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A"/>
    <w:rsid w:val="00995754"/>
    <w:rsid w:val="0099589A"/>
    <w:rsid w:val="00995908"/>
    <w:rsid w:val="00996060"/>
    <w:rsid w:val="00996074"/>
    <w:rsid w:val="00996977"/>
    <w:rsid w:val="00996B50"/>
    <w:rsid w:val="0099732C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92B"/>
    <w:rsid w:val="009A3AF8"/>
    <w:rsid w:val="009A3BE8"/>
    <w:rsid w:val="009A3C87"/>
    <w:rsid w:val="009A3E15"/>
    <w:rsid w:val="009A3F33"/>
    <w:rsid w:val="009A42B7"/>
    <w:rsid w:val="009A4A00"/>
    <w:rsid w:val="009A4CA9"/>
    <w:rsid w:val="009A4DCB"/>
    <w:rsid w:val="009A4E5F"/>
    <w:rsid w:val="009A4FA3"/>
    <w:rsid w:val="009A5026"/>
    <w:rsid w:val="009A50AD"/>
    <w:rsid w:val="009A52B5"/>
    <w:rsid w:val="009A53A8"/>
    <w:rsid w:val="009A561D"/>
    <w:rsid w:val="009A579F"/>
    <w:rsid w:val="009A596A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0C4"/>
    <w:rsid w:val="009B0AF7"/>
    <w:rsid w:val="009B0D00"/>
    <w:rsid w:val="009B0D85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BE9"/>
    <w:rsid w:val="009B2C80"/>
    <w:rsid w:val="009B3111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4AF4"/>
    <w:rsid w:val="009B516C"/>
    <w:rsid w:val="009B525F"/>
    <w:rsid w:val="009B567E"/>
    <w:rsid w:val="009B59DA"/>
    <w:rsid w:val="009B59E8"/>
    <w:rsid w:val="009B5BB4"/>
    <w:rsid w:val="009B5F22"/>
    <w:rsid w:val="009B623F"/>
    <w:rsid w:val="009B6780"/>
    <w:rsid w:val="009B680A"/>
    <w:rsid w:val="009B6DB7"/>
    <w:rsid w:val="009B6E2E"/>
    <w:rsid w:val="009B70C7"/>
    <w:rsid w:val="009B70D6"/>
    <w:rsid w:val="009B711A"/>
    <w:rsid w:val="009B7658"/>
    <w:rsid w:val="009B76DF"/>
    <w:rsid w:val="009B7945"/>
    <w:rsid w:val="009B7AE7"/>
    <w:rsid w:val="009B7B0E"/>
    <w:rsid w:val="009C00C4"/>
    <w:rsid w:val="009C0402"/>
    <w:rsid w:val="009C0B9D"/>
    <w:rsid w:val="009C0BA5"/>
    <w:rsid w:val="009C0D1E"/>
    <w:rsid w:val="009C0FB9"/>
    <w:rsid w:val="009C110E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BD8"/>
    <w:rsid w:val="009C2DEA"/>
    <w:rsid w:val="009C2F33"/>
    <w:rsid w:val="009C37F1"/>
    <w:rsid w:val="009C3891"/>
    <w:rsid w:val="009C3DCE"/>
    <w:rsid w:val="009C3EA8"/>
    <w:rsid w:val="009C3EF7"/>
    <w:rsid w:val="009C4748"/>
    <w:rsid w:val="009C4966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8EF"/>
    <w:rsid w:val="009C7957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2C1"/>
    <w:rsid w:val="009D066C"/>
    <w:rsid w:val="009D06DD"/>
    <w:rsid w:val="009D0B1C"/>
    <w:rsid w:val="009D0B37"/>
    <w:rsid w:val="009D0C86"/>
    <w:rsid w:val="009D0D40"/>
    <w:rsid w:val="009D0D70"/>
    <w:rsid w:val="009D0E5D"/>
    <w:rsid w:val="009D1006"/>
    <w:rsid w:val="009D1067"/>
    <w:rsid w:val="009D13D0"/>
    <w:rsid w:val="009D144E"/>
    <w:rsid w:val="009D1A5C"/>
    <w:rsid w:val="009D1BDA"/>
    <w:rsid w:val="009D1C1D"/>
    <w:rsid w:val="009D20FA"/>
    <w:rsid w:val="009D243B"/>
    <w:rsid w:val="009D24B4"/>
    <w:rsid w:val="009D2BFE"/>
    <w:rsid w:val="009D3384"/>
    <w:rsid w:val="009D34AF"/>
    <w:rsid w:val="009D3866"/>
    <w:rsid w:val="009D3949"/>
    <w:rsid w:val="009D3ACE"/>
    <w:rsid w:val="009D3B19"/>
    <w:rsid w:val="009D3C12"/>
    <w:rsid w:val="009D3D7D"/>
    <w:rsid w:val="009D3E1F"/>
    <w:rsid w:val="009D4193"/>
    <w:rsid w:val="009D4BC0"/>
    <w:rsid w:val="009D50F4"/>
    <w:rsid w:val="009D54A0"/>
    <w:rsid w:val="009D55F5"/>
    <w:rsid w:val="009D56CF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97E"/>
    <w:rsid w:val="009E0A47"/>
    <w:rsid w:val="009E0B5B"/>
    <w:rsid w:val="009E0C68"/>
    <w:rsid w:val="009E0D7A"/>
    <w:rsid w:val="009E0DB1"/>
    <w:rsid w:val="009E0E9E"/>
    <w:rsid w:val="009E13A2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2FC"/>
    <w:rsid w:val="009E3378"/>
    <w:rsid w:val="009E33BA"/>
    <w:rsid w:val="009E34DB"/>
    <w:rsid w:val="009E34F2"/>
    <w:rsid w:val="009E3792"/>
    <w:rsid w:val="009E39E5"/>
    <w:rsid w:val="009E3BB0"/>
    <w:rsid w:val="009E3BB9"/>
    <w:rsid w:val="009E3C08"/>
    <w:rsid w:val="009E3DDF"/>
    <w:rsid w:val="009E44CD"/>
    <w:rsid w:val="009E498C"/>
    <w:rsid w:val="009E4F9E"/>
    <w:rsid w:val="009E4FA2"/>
    <w:rsid w:val="009E4FD7"/>
    <w:rsid w:val="009E50EC"/>
    <w:rsid w:val="009E50FB"/>
    <w:rsid w:val="009E5653"/>
    <w:rsid w:val="009E59BE"/>
    <w:rsid w:val="009E5B44"/>
    <w:rsid w:val="009E5D23"/>
    <w:rsid w:val="009E61B5"/>
    <w:rsid w:val="009E6271"/>
    <w:rsid w:val="009E6324"/>
    <w:rsid w:val="009E63FB"/>
    <w:rsid w:val="009E6601"/>
    <w:rsid w:val="009E6A38"/>
    <w:rsid w:val="009E6A46"/>
    <w:rsid w:val="009E6AA1"/>
    <w:rsid w:val="009E71AB"/>
    <w:rsid w:val="009E7329"/>
    <w:rsid w:val="009E76D5"/>
    <w:rsid w:val="009E7907"/>
    <w:rsid w:val="009E7A73"/>
    <w:rsid w:val="009E7C2C"/>
    <w:rsid w:val="009E7CEB"/>
    <w:rsid w:val="009F0213"/>
    <w:rsid w:val="009F0382"/>
    <w:rsid w:val="009F0599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3DD3"/>
    <w:rsid w:val="009F3EC7"/>
    <w:rsid w:val="009F4033"/>
    <w:rsid w:val="009F42D3"/>
    <w:rsid w:val="009F4300"/>
    <w:rsid w:val="009F4321"/>
    <w:rsid w:val="009F44B2"/>
    <w:rsid w:val="009F4631"/>
    <w:rsid w:val="009F494D"/>
    <w:rsid w:val="009F532E"/>
    <w:rsid w:val="009F5357"/>
    <w:rsid w:val="009F577A"/>
    <w:rsid w:val="009F5AD5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944"/>
    <w:rsid w:val="009F7A44"/>
    <w:rsid w:val="009F7C06"/>
    <w:rsid w:val="009F7D27"/>
    <w:rsid w:val="009F7F8E"/>
    <w:rsid w:val="00A00290"/>
    <w:rsid w:val="00A003B1"/>
    <w:rsid w:val="00A003BC"/>
    <w:rsid w:val="00A0052E"/>
    <w:rsid w:val="00A01128"/>
    <w:rsid w:val="00A01185"/>
    <w:rsid w:val="00A011A8"/>
    <w:rsid w:val="00A01481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97"/>
    <w:rsid w:val="00A032A5"/>
    <w:rsid w:val="00A03778"/>
    <w:rsid w:val="00A03886"/>
    <w:rsid w:val="00A038FB"/>
    <w:rsid w:val="00A039A4"/>
    <w:rsid w:val="00A03DA0"/>
    <w:rsid w:val="00A03DC6"/>
    <w:rsid w:val="00A03FD0"/>
    <w:rsid w:val="00A040DC"/>
    <w:rsid w:val="00A045B9"/>
    <w:rsid w:val="00A046C6"/>
    <w:rsid w:val="00A0471D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131"/>
    <w:rsid w:val="00A17383"/>
    <w:rsid w:val="00A179B1"/>
    <w:rsid w:val="00A17F08"/>
    <w:rsid w:val="00A17FD5"/>
    <w:rsid w:val="00A20180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BAA"/>
    <w:rsid w:val="00A21BE4"/>
    <w:rsid w:val="00A21E52"/>
    <w:rsid w:val="00A2216B"/>
    <w:rsid w:val="00A2237B"/>
    <w:rsid w:val="00A223FF"/>
    <w:rsid w:val="00A22C6D"/>
    <w:rsid w:val="00A22D65"/>
    <w:rsid w:val="00A22F72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3E7"/>
    <w:rsid w:val="00A24521"/>
    <w:rsid w:val="00A245E8"/>
    <w:rsid w:val="00A2491B"/>
    <w:rsid w:val="00A249B1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508"/>
    <w:rsid w:val="00A3261C"/>
    <w:rsid w:val="00A3271A"/>
    <w:rsid w:val="00A32A55"/>
    <w:rsid w:val="00A32A78"/>
    <w:rsid w:val="00A32AB6"/>
    <w:rsid w:val="00A32E2C"/>
    <w:rsid w:val="00A33488"/>
    <w:rsid w:val="00A33586"/>
    <w:rsid w:val="00A336E0"/>
    <w:rsid w:val="00A33757"/>
    <w:rsid w:val="00A3394E"/>
    <w:rsid w:val="00A33CC8"/>
    <w:rsid w:val="00A34068"/>
    <w:rsid w:val="00A3438B"/>
    <w:rsid w:val="00A344AD"/>
    <w:rsid w:val="00A345C2"/>
    <w:rsid w:val="00A34682"/>
    <w:rsid w:val="00A34CD1"/>
    <w:rsid w:val="00A34CF4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2B5"/>
    <w:rsid w:val="00A36505"/>
    <w:rsid w:val="00A3677A"/>
    <w:rsid w:val="00A36BEA"/>
    <w:rsid w:val="00A36FCB"/>
    <w:rsid w:val="00A370E3"/>
    <w:rsid w:val="00A373DA"/>
    <w:rsid w:val="00A374C0"/>
    <w:rsid w:val="00A376C1"/>
    <w:rsid w:val="00A37773"/>
    <w:rsid w:val="00A40330"/>
    <w:rsid w:val="00A40538"/>
    <w:rsid w:val="00A40994"/>
    <w:rsid w:val="00A40D10"/>
    <w:rsid w:val="00A40ED7"/>
    <w:rsid w:val="00A411A6"/>
    <w:rsid w:val="00A412F7"/>
    <w:rsid w:val="00A41410"/>
    <w:rsid w:val="00A41626"/>
    <w:rsid w:val="00A41771"/>
    <w:rsid w:val="00A4198E"/>
    <w:rsid w:val="00A4198F"/>
    <w:rsid w:val="00A41D7B"/>
    <w:rsid w:val="00A42291"/>
    <w:rsid w:val="00A423C1"/>
    <w:rsid w:val="00A424D2"/>
    <w:rsid w:val="00A425E1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5099"/>
    <w:rsid w:val="00A45A4B"/>
    <w:rsid w:val="00A45B3B"/>
    <w:rsid w:val="00A45C15"/>
    <w:rsid w:val="00A45ED4"/>
    <w:rsid w:val="00A45FC2"/>
    <w:rsid w:val="00A460EE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A47"/>
    <w:rsid w:val="00A51B44"/>
    <w:rsid w:val="00A51BD2"/>
    <w:rsid w:val="00A51C92"/>
    <w:rsid w:val="00A51CA0"/>
    <w:rsid w:val="00A5204C"/>
    <w:rsid w:val="00A52050"/>
    <w:rsid w:val="00A52078"/>
    <w:rsid w:val="00A52179"/>
    <w:rsid w:val="00A523B5"/>
    <w:rsid w:val="00A5263E"/>
    <w:rsid w:val="00A52917"/>
    <w:rsid w:val="00A52957"/>
    <w:rsid w:val="00A52E38"/>
    <w:rsid w:val="00A530B3"/>
    <w:rsid w:val="00A531CC"/>
    <w:rsid w:val="00A53329"/>
    <w:rsid w:val="00A534FF"/>
    <w:rsid w:val="00A535FE"/>
    <w:rsid w:val="00A5380B"/>
    <w:rsid w:val="00A53A83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236"/>
    <w:rsid w:val="00A55242"/>
    <w:rsid w:val="00A55767"/>
    <w:rsid w:val="00A557D0"/>
    <w:rsid w:val="00A55D13"/>
    <w:rsid w:val="00A56027"/>
    <w:rsid w:val="00A5604B"/>
    <w:rsid w:val="00A56538"/>
    <w:rsid w:val="00A566D6"/>
    <w:rsid w:val="00A56A06"/>
    <w:rsid w:val="00A56AE9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1B4"/>
    <w:rsid w:val="00A64398"/>
    <w:rsid w:val="00A64688"/>
    <w:rsid w:val="00A64899"/>
    <w:rsid w:val="00A64D0E"/>
    <w:rsid w:val="00A64D99"/>
    <w:rsid w:val="00A64E41"/>
    <w:rsid w:val="00A64FAD"/>
    <w:rsid w:val="00A6501F"/>
    <w:rsid w:val="00A650B0"/>
    <w:rsid w:val="00A65300"/>
    <w:rsid w:val="00A653FB"/>
    <w:rsid w:val="00A6558F"/>
    <w:rsid w:val="00A6574C"/>
    <w:rsid w:val="00A65843"/>
    <w:rsid w:val="00A65DED"/>
    <w:rsid w:val="00A65FFD"/>
    <w:rsid w:val="00A6602C"/>
    <w:rsid w:val="00A6661C"/>
    <w:rsid w:val="00A667EA"/>
    <w:rsid w:val="00A667F4"/>
    <w:rsid w:val="00A6681C"/>
    <w:rsid w:val="00A66D54"/>
    <w:rsid w:val="00A672B0"/>
    <w:rsid w:val="00A674ED"/>
    <w:rsid w:val="00A6750C"/>
    <w:rsid w:val="00A6764C"/>
    <w:rsid w:val="00A67E3C"/>
    <w:rsid w:val="00A67F10"/>
    <w:rsid w:val="00A67FD1"/>
    <w:rsid w:val="00A700D9"/>
    <w:rsid w:val="00A70366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2E1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FF4"/>
    <w:rsid w:val="00A74466"/>
    <w:rsid w:val="00A745AA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C2E"/>
    <w:rsid w:val="00A75D46"/>
    <w:rsid w:val="00A766C1"/>
    <w:rsid w:val="00A7672D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1D4"/>
    <w:rsid w:val="00A834F5"/>
    <w:rsid w:val="00A83704"/>
    <w:rsid w:val="00A83C01"/>
    <w:rsid w:val="00A83D34"/>
    <w:rsid w:val="00A83D9D"/>
    <w:rsid w:val="00A83FE3"/>
    <w:rsid w:val="00A8403D"/>
    <w:rsid w:val="00A84204"/>
    <w:rsid w:val="00A8466D"/>
    <w:rsid w:val="00A846D6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E29"/>
    <w:rsid w:val="00A902B9"/>
    <w:rsid w:val="00A903B7"/>
    <w:rsid w:val="00A9092B"/>
    <w:rsid w:val="00A90B5D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FB"/>
    <w:rsid w:val="00A9241F"/>
    <w:rsid w:val="00A92436"/>
    <w:rsid w:val="00A9295D"/>
    <w:rsid w:val="00A92EE0"/>
    <w:rsid w:val="00A93436"/>
    <w:rsid w:val="00A93680"/>
    <w:rsid w:val="00A9376C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2A2"/>
    <w:rsid w:val="00A952EF"/>
    <w:rsid w:val="00A95724"/>
    <w:rsid w:val="00A9594E"/>
    <w:rsid w:val="00A95DCD"/>
    <w:rsid w:val="00A96355"/>
    <w:rsid w:val="00A96384"/>
    <w:rsid w:val="00A963C0"/>
    <w:rsid w:val="00A96605"/>
    <w:rsid w:val="00A96B7A"/>
    <w:rsid w:val="00A96BB2"/>
    <w:rsid w:val="00A96E0B"/>
    <w:rsid w:val="00A97325"/>
    <w:rsid w:val="00A97573"/>
    <w:rsid w:val="00A9763A"/>
    <w:rsid w:val="00A97697"/>
    <w:rsid w:val="00A97913"/>
    <w:rsid w:val="00A979FB"/>
    <w:rsid w:val="00A97BD5"/>
    <w:rsid w:val="00A97C27"/>
    <w:rsid w:val="00A97CD6"/>
    <w:rsid w:val="00A97D0D"/>
    <w:rsid w:val="00A97D71"/>
    <w:rsid w:val="00A97EC0"/>
    <w:rsid w:val="00A97F55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36E"/>
    <w:rsid w:val="00AA2715"/>
    <w:rsid w:val="00AA279F"/>
    <w:rsid w:val="00AA27CC"/>
    <w:rsid w:val="00AA2BA3"/>
    <w:rsid w:val="00AA2C1D"/>
    <w:rsid w:val="00AA2D63"/>
    <w:rsid w:val="00AA3003"/>
    <w:rsid w:val="00AA317B"/>
    <w:rsid w:val="00AA3191"/>
    <w:rsid w:val="00AA32B4"/>
    <w:rsid w:val="00AA343F"/>
    <w:rsid w:val="00AA35FA"/>
    <w:rsid w:val="00AA3A29"/>
    <w:rsid w:val="00AA3B37"/>
    <w:rsid w:val="00AA3EF9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9B8"/>
    <w:rsid w:val="00AA5D11"/>
    <w:rsid w:val="00AA5F43"/>
    <w:rsid w:val="00AA5FF3"/>
    <w:rsid w:val="00AA653D"/>
    <w:rsid w:val="00AA68D9"/>
    <w:rsid w:val="00AA68EC"/>
    <w:rsid w:val="00AA6D54"/>
    <w:rsid w:val="00AA6DDB"/>
    <w:rsid w:val="00AA70FD"/>
    <w:rsid w:val="00AA74A6"/>
    <w:rsid w:val="00AA767F"/>
    <w:rsid w:val="00AA7A88"/>
    <w:rsid w:val="00AA7B00"/>
    <w:rsid w:val="00AA7F68"/>
    <w:rsid w:val="00AB021C"/>
    <w:rsid w:val="00AB0289"/>
    <w:rsid w:val="00AB09A6"/>
    <w:rsid w:val="00AB0B1D"/>
    <w:rsid w:val="00AB0F5B"/>
    <w:rsid w:val="00AB1098"/>
    <w:rsid w:val="00AB10B4"/>
    <w:rsid w:val="00AB1209"/>
    <w:rsid w:val="00AB173D"/>
    <w:rsid w:val="00AB18FF"/>
    <w:rsid w:val="00AB19AB"/>
    <w:rsid w:val="00AB1BC7"/>
    <w:rsid w:val="00AB1BF8"/>
    <w:rsid w:val="00AB1D3A"/>
    <w:rsid w:val="00AB21EE"/>
    <w:rsid w:val="00AB235B"/>
    <w:rsid w:val="00AB2582"/>
    <w:rsid w:val="00AB2679"/>
    <w:rsid w:val="00AB2772"/>
    <w:rsid w:val="00AB2BBF"/>
    <w:rsid w:val="00AB2CF1"/>
    <w:rsid w:val="00AB2E53"/>
    <w:rsid w:val="00AB3390"/>
    <w:rsid w:val="00AB371C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C31"/>
    <w:rsid w:val="00AB4DDC"/>
    <w:rsid w:val="00AB522F"/>
    <w:rsid w:val="00AB5C22"/>
    <w:rsid w:val="00AB67FC"/>
    <w:rsid w:val="00AB690F"/>
    <w:rsid w:val="00AB6BB1"/>
    <w:rsid w:val="00AB6D87"/>
    <w:rsid w:val="00AB7093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99A"/>
    <w:rsid w:val="00AB7AFA"/>
    <w:rsid w:val="00AB7EAC"/>
    <w:rsid w:val="00AC016F"/>
    <w:rsid w:val="00AC023C"/>
    <w:rsid w:val="00AC0404"/>
    <w:rsid w:val="00AC1200"/>
    <w:rsid w:val="00AC15B2"/>
    <w:rsid w:val="00AC1811"/>
    <w:rsid w:val="00AC18A4"/>
    <w:rsid w:val="00AC18CE"/>
    <w:rsid w:val="00AC1A8E"/>
    <w:rsid w:val="00AC1C0A"/>
    <w:rsid w:val="00AC2974"/>
    <w:rsid w:val="00AC2BE1"/>
    <w:rsid w:val="00AC2CA6"/>
    <w:rsid w:val="00AC2FF2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63"/>
    <w:rsid w:val="00AC58EA"/>
    <w:rsid w:val="00AC5927"/>
    <w:rsid w:val="00AC59E9"/>
    <w:rsid w:val="00AC5B75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BE1"/>
    <w:rsid w:val="00AD0C71"/>
    <w:rsid w:val="00AD0E3E"/>
    <w:rsid w:val="00AD0E90"/>
    <w:rsid w:val="00AD10E2"/>
    <w:rsid w:val="00AD1136"/>
    <w:rsid w:val="00AD1463"/>
    <w:rsid w:val="00AD1568"/>
    <w:rsid w:val="00AD1769"/>
    <w:rsid w:val="00AD18D4"/>
    <w:rsid w:val="00AD1D5B"/>
    <w:rsid w:val="00AD1D7F"/>
    <w:rsid w:val="00AD2053"/>
    <w:rsid w:val="00AD206B"/>
    <w:rsid w:val="00AD23E5"/>
    <w:rsid w:val="00AD245F"/>
    <w:rsid w:val="00AD25DC"/>
    <w:rsid w:val="00AD2928"/>
    <w:rsid w:val="00AD2CEE"/>
    <w:rsid w:val="00AD3402"/>
    <w:rsid w:val="00AD36B2"/>
    <w:rsid w:val="00AD37BE"/>
    <w:rsid w:val="00AD38F0"/>
    <w:rsid w:val="00AD3CAD"/>
    <w:rsid w:val="00AD3E59"/>
    <w:rsid w:val="00AD3F7D"/>
    <w:rsid w:val="00AD42D0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36B"/>
    <w:rsid w:val="00AE0454"/>
    <w:rsid w:val="00AE05A5"/>
    <w:rsid w:val="00AE06C3"/>
    <w:rsid w:val="00AE1029"/>
    <w:rsid w:val="00AE118F"/>
    <w:rsid w:val="00AE11F6"/>
    <w:rsid w:val="00AE139F"/>
    <w:rsid w:val="00AE1679"/>
    <w:rsid w:val="00AE16BB"/>
    <w:rsid w:val="00AE17DC"/>
    <w:rsid w:val="00AE186D"/>
    <w:rsid w:val="00AE1B74"/>
    <w:rsid w:val="00AE1E2E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99"/>
    <w:rsid w:val="00AE34E8"/>
    <w:rsid w:val="00AE35BB"/>
    <w:rsid w:val="00AE3619"/>
    <w:rsid w:val="00AE3785"/>
    <w:rsid w:val="00AE38C4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D5A"/>
    <w:rsid w:val="00AE7D93"/>
    <w:rsid w:val="00AF004C"/>
    <w:rsid w:val="00AF0080"/>
    <w:rsid w:val="00AF00D7"/>
    <w:rsid w:val="00AF047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4B4C"/>
    <w:rsid w:val="00AF5143"/>
    <w:rsid w:val="00AF56AB"/>
    <w:rsid w:val="00AF56EA"/>
    <w:rsid w:val="00AF5834"/>
    <w:rsid w:val="00AF59F4"/>
    <w:rsid w:val="00AF64F1"/>
    <w:rsid w:val="00AF6582"/>
    <w:rsid w:val="00AF6791"/>
    <w:rsid w:val="00AF67D9"/>
    <w:rsid w:val="00AF6818"/>
    <w:rsid w:val="00AF6EF6"/>
    <w:rsid w:val="00AF6FB7"/>
    <w:rsid w:val="00AF75C6"/>
    <w:rsid w:val="00AF7765"/>
    <w:rsid w:val="00AF7988"/>
    <w:rsid w:val="00AF7C19"/>
    <w:rsid w:val="00B0002B"/>
    <w:rsid w:val="00B00304"/>
    <w:rsid w:val="00B003BE"/>
    <w:rsid w:val="00B00AA7"/>
    <w:rsid w:val="00B00D2B"/>
    <w:rsid w:val="00B012F0"/>
    <w:rsid w:val="00B015DC"/>
    <w:rsid w:val="00B01FCA"/>
    <w:rsid w:val="00B01FE9"/>
    <w:rsid w:val="00B0202D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758"/>
    <w:rsid w:val="00B06890"/>
    <w:rsid w:val="00B068DE"/>
    <w:rsid w:val="00B06E59"/>
    <w:rsid w:val="00B06E76"/>
    <w:rsid w:val="00B06F5B"/>
    <w:rsid w:val="00B075EC"/>
    <w:rsid w:val="00B076BB"/>
    <w:rsid w:val="00B1002D"/>
    <w:rsid w:val="00B1006C"/>
    <w:rsid w:val="00B103CB"/>
    <w:rsid w:val="00B1092E"/>
    <w:rsid w:val="00B10AFE"/>
    <w:rsid w:val="00B10BF9"/>
    <w:rsid w:val="00B10CAB"/>
    <w:rsid w:val="00B10E4E"/>
    <w:rsid w:val="00B11069"/>
    <w:rsid w:val="00B1170F"/>
    <w:rsid w:val="00B1181C"/>
    <w:rsid w:val="00B12253"/>
    <w:rsid w:val="00B12380"/>
    <w:rsid w:val="00B12413"/>
    <w:rsid w:val="00B128E1"/>
    <w:rsid w:val="00B12A27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3C1"/>
    <w:rsid w:val="00B15451"/>
    <w:rsid w:val="00B1546F"/>
    <w:rsid w:val="00B157B3"/>
    <w:rsid w:val="00B15858"/>
    <w:rsid w:val="00B15ACF"/>
    <w:rsid w:val="00B16492"/>
    <w:rsid w:val="00B1662E"/>
    <w:rsid w:val="00B16749"/>
    <w:rsid w:val="00B167BA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EB8"/>
    <w:rsid w:val="00B20F8C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E8"/>
    <w:rsid w:val="00B22A27"/>
    <w:rsid w:val="00B22CAE"/>
    <w:rsid w:val="00B22CDA"/>
    <w:rsid w:val="00B2353C"/>
    <w:rsid w:val="00B237B8"/>
    <w:rsid w:val="00B23A04"/>
    <w:rsid w:val="00B23B2F"/>
    <w:rsid w:val="00B23EDF"/>
    <w:rsid w:val="00B24260"/>
    <w:rsid w:val="00B242F1"/>
    <w:rsid w:val="00B243C8"/>
    <w:rsid w:val="00B2483E"/>
    <w:rsid w:val="00B249A6"/>
    <w:rsid w:val="00B24C09"/>
    <w:rsid w:val="00B24C5E"/>
    <w:rsid w:val="00B24D02"/>
    <w:rsid w:val="00B25015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BFE"/>
    <w:rsid w:val="00B26D2D"/>
    <w:rsid w:val="00B26DDB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155"/>
    <w:rsid w:val="00B32481"/>
    <w:rsid w:val="00B3256A"/>
    <w:rsid w:val="00B325DD"/>
    <w:rsid w:val="00B32621"/>
    <w:rsid w:val="00B3272A"/>
    <w:rsid w:val="00B32855"/>
    <w:rsid w:val="00B32945"/>
    <w:rsid w:val="00B32972"/>
    <w:rsid w:val="00B332DB"/>
    <w:rsid w:val="00B333AE"/>
    <w:rsid w:val="00B3374F"/>
    <w:rsid w:val="00B338F6"/>
    <w:rsid w:val="00B33983"/>
    <w:rsid w:val="00B33B67"/>
    <w:rsid w:val="00B33B83"/>
    <w:rsid w:val="00B33E19"/>
    <w:rsid w:val="00B3447E"/>
    <w:rsid w:val="00B34550"/>
    <w:rsid w:val="00B3472C"/>
    <w:rsid w:val="00B348B6"/>
    <w:rsid w:val="00B34C04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BE"/>
    <w:rsid w:val="00B41DAA"/>
    <w:rsid w:val="00B4241B"/>
    <w:rsid w:val="00B424C5"/>
    <w:rsid w:val="00B4257C"/>
    <w:rsid w:val="00B4296B"/>
    <w:rsid w:val="00B429A1"/>
    <w:rsid w:val="00B42C55"/>
    <w:rsid w:val="00B42DEE"/>
    <w:rsid w:val="00B42FD5"/>
    <w:rsid w:val="00B4330B"/>
    <w:rsid w:val="00B4332B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D25"/>
    <w:rsid w:val="00B44F23"/>
    <w:rsid w:val="00B454C7"/>
    <w:rsid w:val="00B456D5"/>
    <w:rsid w:val="00B4579A"/>
    <w:rsid w:val="00B458C4"/>
    <w:rsid w:val="00B459A0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50373"/>
    <w:rsid w:val="00B5052F"/>
    <w:rsid w:val="00B505EC"/>
    <w:rsid w:val="00B50934"/>
    <w:rsid w:val="00B50A20"/>
    <w:rsid w:val="00B50C3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2D10"/>
    <w:rsid w:val="00B532D0"/>
    <w:rsid w:val="00B5397C"/>
    <w:rsid w:val="00B53BE7"/>
    <w:rsid w:val="00B53E81"/>
    <w:rsid w:val="00B53FED"/>
    <w:rsid w:val="00B54061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6F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352"/>
    <w:rsid w:val="00B60B93"/>
    <w:rsid w:val="00B60E4D"/>
    <w:rsid w:val="00B61703"/>
    <w:rsid w:val="00B61EF5"/>
    <w:rsid w:val="00B61FE6"/>
    <w:rsid w:val="00B61FF1"/>
    <w:rsid w:val="00B62323"/>
    <w:rsid w:val="00B62846"/>
    <w:rsid w:val="00B62A68"/>
    <w:rsid w:val="00B62CD5"/>
    <w:rsid w:val="00B6375E"/>
    <w:rsid w:val="00B6376A"/>
    <w:rsid w:val="00B6376D"/>
    <w:rsid w:val="00B6381C"/>
    <w:rsid w:val="00B63890"/>
    <w:rsid w:val="00B63919"/>
    <w:rsid w:val="00B639E3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6AE"/>
    <w:rsid w:val="00B65743"/>
    <w:rsid w:val="00B65918"/>
    <w:rsid w:val="00B65CE6"/>
    <w:rsid w:val="00B6616A"/>
    <w:rsid w:val="00B66214"/>
    <w:rsid w:val="00B66813"/>
    <w:rsid w:val="00B66BE9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CDB"/>
    <w:rsid w:val="00B75D7B"/>
    <w:rsid w:val="00B75F47"/>
    <w:rsid w:val="00B7653A"/>
    <w:rsid w:val="00B765D5"/>
    <w:rsid w:val="00B765EF"/>
    <w:rsid w:val="00B7683D"/>
    <w:rsid w:val="00B76B0F"/>
    <w:rsid w:val="00B76FDB"/>
    <w:rsid w:val="00B7707B"/>
    <w:rsid w:val="00B77737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839"/>
    <w:rsid w:val="00B81948"/>
    <w:rsid w:val="00B81EB4"/>
    <w:rsid w:val="00B81F6E"/>
    <w:rsid w:val="00B8209A"/>
    <w:rsid w:val="00B821AF"/>
    <w:rsid w:val="00B824B9"/>
    <w:rsid w:val="00B82584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B1F"/>
    <w:rsid w:val="00B85FCA"/>
    <w:rsid w:val="00B86008"/>
    <w:rsid w:val="00B86019"/>
    <w:rsid w:val="00B861B0"/>
    <w:rsid w:val="00B863D1"/>
    <w:rsid w:val="00B869F1"/>
    <w:rsid w:val="00B86D76"/>
    <w:rsid w:val="00B86EB5"/>
    <w:rsid w:val="00B86FDC"/>
    <w:rsid w:val="00B870DE"/>
    <w:rsid w:val="00B872C1"/>
    <w:rsid w:val="00B87704"/>
    <w:rsid w:val="00B878AC"/>
    <w:rsid w:val="00B87D73"/>
    <w:rsid w:val="00B90866"/>
    <w:rsid w:val="00B90AB8"/>
    <w:rsid w:val="00B912D0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17"/>
    <w:rsid w:val="00B93D62"/>
    <w:rsid w:val="00B93E16"/>
    <w:rsid w:val="00B942DC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1C6"/>
    <w:rsid w:val="00BA076E"/>
    <w:rsid w:val="00BA08B9"/>
    <w:rsid w:val="00BA09E3"/>
    <w:rsid w:val="00BA09EB"/>
    <w:rsid w:val="00BA0A23"/>
    <w:rsid w:val="00BA12CC"/>
    <w:rsid w:val="00BA1437"/>
    <w:rsid w:val="00BA1605"/>
    <w:rsid w:val="00BA179D"/>
    <w:rsid w:val="00BA1CC2"/>
    <w:rsid w:val="00BA2146"/>
    <w:rsid w:val="00BA2230"/>
    <w:rsid w:val="00BA30ED"/>
    <w:rsid w:val="00BA321E"/>
    <w:rsid w:val="00BA37F7"/>
    <w:rsid w:val="00BA41E2"/>
    <w:rsid w:val="00BA4202"/>
    <w:rsid w:val="00BA4287"/>
    <w:rsid w:val="00BA42B0"/>
    <w:rsid w:val="00BA44D0"/>
    <w:rsid w:val="00BA45E2"/>
    <w:rsid w:val="00BA45F1"/>
    <w:rsid w:val="00BA475D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6E91"/>
    <w:rsid w:val="00BA71E8"/>
    <w:rsid w:val="00BA792F"/>
    <w:rsid w:val="00BA7A8A"/>
    <w:rsid w:val="00BA7B39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8BF"/>
    <w:rsid w:val="00BB192F"/>
    <w:rsid w:val="00BB1CE7"/>
    <w:rsid w:val="00BB22CB"/>
    <w:rsid w:val="00BB23C3"/>
    <w:rsid w:val="00BB246F"/>
    <w:rsid w:val="00BB26DC"/>
    <w:rsid w:val="00BB2E60"/>
    <w:rsid w:val="00BB2EE1"/>
    <w:rsid w:val="00BB2F1C"/>
    <w:rsid w:val="00BB2F65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4FFE"/>
    <w:rsid w:val="00BB50C3"/>
    <w:rsid w:val="00BB52E6"/>
    <w:rsid w:val="00BB5615"/>
    <w:rsid w:val="00BB56A4"/>
    <w:rsid w:val="00BB5790"/>
    <w:rsid w:val="00BB5905"/>
    <w:rsid w:val="00BB5985"/>
    <w:rsid w:val="00BB5B3E"/>
    <w:rsid w:val="00BB5BD9"/>
    <w:rsid w:val="00BB5C44"/>
    <w:rsid w:val="00BB5D18"/>
    <w:rsid w:val="00BB612F"/>
    <w:rsid w:val="00BB613E"/>
    <w:rsid w:val="00BB65A2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B7AB1"/>
    <w:rsid w:val="00BC0058"/>
    <w:rsid w:val="00BC01D4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61D"/>
    <w:rsid w:val="00BC37A7"/>
    <w:rsid w:val="00BC37C9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F71"/>
    <w:rsid w:val="00BC502C"/>
    <w:rsid w:val="00BC506F"/>
    <w:rsid w:val="00BC5BCC"/>
    <w:rsid w:val="00BC5BF8"/>
    <w:rsid w:val="00BC5C12"/>
    <w:rsid w:val="00BC5E51"/>
    <w:rsid w:val="00BC6394"/>
    <w:rsid w:val="00BC671F"/>
    <w:rsid w:val="00BC6C21"/>
    <w:rsid w:val="00BC6CB6"/>
    <w:rsid w:val="00BC6E77"/>
    <w:rsid w:val="00BC6EA4"/>
    <w:rsid w:val="00BC6F16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F8C"/>
    <w:rsid w:val="00BD1169"/>
    <w:rsid w:val="00BD1424"/>
    <w:rsid w:val="00BD183E"/>
    <w:rsid w:val="00BD1D33"/>
    <w:rsid w:val="00BD1DB0"/>
    <w:rsid w:val="00BD1E26"/>
    <w:rsid w:val="00BD2AD7"/>
    <w:rsid w:val="00BD2AEF"/>
    <w:rsid w:val="00BD2CF9"/>
    <w:rsid w:val="00BD3192"/>
    <w:rsid w:val="00BD3249"/>
    <w:rsid w:val="00BD37D1"/>
    <w:rsid w:val="00BD3824"/>
    <w:rsid w:val="00BD38CA"/>
    <w:rsid w:val="00BD3939"/>
    <w:rsid w:val="00BD41D1"/>
    <w:rsid w:val="00BD4547"/>
    <w:rsid w:val="00BD4589"/>
    <w:rsid w:val="00BD491F"/>
    <w:rsid w:val="00BD4B51"/>
    <w:rsid w:val="00BD4D79"/>
    <w:rsid w:val="00BD5333"/>
    <w:rsid w:val="00BD56A1"/>
    <w:rsid w:val="00BD5BE8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09E4"/>
    <w:rsid w:val="00BE0A4A"/>
    <w:rsid w:val="00BE0D95"/>
    <w:rsid w:val="00BE0F14"/>
    <w:rsid w:val="00BE16A3"/>
    <w:rsid w:val="00BE1CBC"/>
    <w:rsid w:val="00BE1CCB"/>
    <w:rsid w:val="00BE1CFC"/>
    <w:rsid w:val="00BE2017"/>
    <w:rsid w:val="00BE2319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3D3"/>
    <w:rsid w:val="00BE463D"/>
    <w:rsid w:val="00BE4A10"/>
    <w:rsid w:val="00BE4ABF"/>
    <w:rsid w:val="00BE4B3E"/>
    <w:rsid w:val="00BE4FAB"/>
    <w:rsid w:val="00BE554A"/>
    <w:rsid w:val="00BE574D"/>
    <w:rsid w:val="00BE5873"/>
    <w:rsid w:val="00BE5BEA"/>
    <w:rsid w:val="00BE5FC9"/>
    <w:rsid w:val="00BE6100"/>
    <w:rsid w:val="00BE6785"/>
    <w:rsid w:val="00BE680B"/>
    <w:rsid w:val="00BE686C"/>
    <w:rsid w:val="00BE6ADB"/>
    <w:rsid w:val="00BE6C7E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2C"/>
    <w:rsid w:val="00BF47CB"/>
    <w:rsid w:val="00BF489C"/>
    <w:rsid w:val="00BF4913"/>
    <w:rsid w:val="00BF4C1E"/>
    <w:rsid w:val="00BF508F"/>
    <w:rsid w:val="00BF5973"/>
    <w:rsid w:val="00BF5A06"/>
    <w:rsid w:val="00BF5BAE"/>
    <w:rsid w:val="00BF5E3F"/>
    <w:rsid w:val="00BF622D"/>
    <w:rsid w:val="00BF6C1E"/>
    <w:rsid w:val="00BF75C9"/>
    <w:rsid w:val="00BF7772"/>
    <w:rsid w:val="00BF79A7"/>
    <w:rsid w:val="00BF7C8C"/>
    <w:rsid w:val="00BF7F59"/>
    <w:rsid w:val="00BF7F7A"/>
    <w:rsid w:val="00BF7F91"/>
    <w:rsid w:val="00C0000F"/>
    <w:rsid w:val="00C0029B"/>
    <w:rsid w:val="00C00338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2CBB"/>
    <w:rsid w:val="00C03055"/>
    <w:rsid w:val="00C03A11"/>
    <w:rsid w:val="00C04062"/>
    <w:rsid w:val="00C0436D"/>
    <w:rsid w:val="00C047CA"/>
    <w:rsid w:val="00C04965"/>
    <w:rsid w:val="00C04BCA"/>
    <w:rsid w:val="00C05012"/>
    <w:rsid w:val="00C052EF"/>
    <w:rsid w:val="00C053C0"/>
    <w:rsid w:val="00C05706"/>
    <w:rsid w:val="00C0597F"/>
    <w:rsid w:val="00C05B58"/>
    <w:rsid w:val="00C05EB2"/>
    <w:rsid w:val="00C0604F"/>
    <w:rsid w:val="00C06337"/>
    <w:rsid w:val="00C065DC"/>
    <w:rsid w:val="00C068F3"/>
    <w:rsid w:val="00C06965"/>
    <w:rsid w:val="00C06BF0"/>
    <w:rsid w:val="00C06DFC"/>
    <w:rsid w:val="00C07189"/>
    <w:rsid w:val="00C07542"/>
    <w:rsid w:val="00C0789B"/>
    <w:rsid w:val="00C07B75"/>
    <w:rsid w:val="00C07DBA"/>
    <w:rsid w:val="00C07FB5"/>
    <w:rsid w:val="00C10300"/>
    <w:rsid w:val="00C105FD"/>
    <w:rsid w:val="00C1080F"/>
    <w:rsid w:val="00C109C9"/>
    <w:rsid w:val="00C10A13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DA3"/>
    <w:rsid w:val="00C12F33"/>
    <w:rsid w:val="00C13720"/>
    <w:rsid w:val="00C138D8"/>
    <w:rsid w:val="00C13A0E"/>
    <w:rsid w:val="00C13AE0"/>
    <w:rsid w:val="00C13B02"/>
    <w:rsid w:val="00C13B16"/>
    <w:rsid w:val="00C13DA9"/>
    <w:rsid w:val="00C13F3A"/>
    <w:rsid w:val="00C14269"/>
    <w:rsid w:val="00C14B7A"/>
    <w:rsid w:val="00C14C45"/>
    <w:rsid w:val="00C15039"/>
    <w:rsid w:val="00C1548B"/>
    <w:rsid w:val="00C15AB2"/>
    <w:rsid w:val="00C15F61"/>
    <w:rsid w:val="00C160A1"/>
    <w:rsid w:val="00C16646"/>
    <w:rsid w:val="00C16768"/>
    <w:rsid w:val="00C168AE"/>
    <w:rsid w:val="00C16B75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2013A"/>
    <w:rsid w:val="00C2061D"/>
    <w:rsid w:val="00C20E4B"/>
    <w:rsid w:val="00C20F64"/>
    <w:rsid w:val="00C210B7"/>
    <w:rsid w:val="00C2113B"/>
    <w:rsid w:val="00C2126E"/>
    <w:rsid w:val="00C21418"/>
    <w:rsid w:val="00C2168D"/>
    <w:rsid w:val="00C21E0D"/>
    <w:rsid w:val="00C21E18"/>
    <w:rsid w:val="00C220C0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C50"/>
    <w:rsid w:val="00C2307C"/>
    <w:rsid w:val="00C23184"/>
    <w:rsid w:val="00C2337E"/>
    <w:rsid w:val="00C233CF"/>
    <w:rsid w:val="00C2361C"/>
    <w:rsid w:val="00C23AB5"/>
    <w:rsid w:val="00C23F68"/>
    <w:rsid w:val="00C24B10"/>
    <w:rsid w:val="00C24D22"/>
    <w:rsid w:val="00C24D72"/>
    <w:rsid w:val="00C24E98"/>
    <w:rsid w:val="00C24FA7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89D"/>
    <w:rsid w:val="00C279FF"/>
    <w:rsid w:val="00C27B71"/>
    <w:rsid w:val="00C27C9F"/>
    <w:rsid w:val="00C27F8E"/>
    <w:rsid w:val="00C301F3"/>
    <w:rsid w:val="00C303F6"/>
    <w:rsid w:val="00C30B13"/>
    <w:rsid w:val="00C30B29"/>
    <w:rsid w:val="00C30DE4"/>
    <w:rsid w:val="00C31056"/>
    <w:rsid w:val="00C31287"/>
    <w:rsid w:val="00C31292"/>
    <w:rsid w:val="00C31685"/>
    <w:rsid w:val="00C31902"/>
    <w:rsid w:val="00C31EA0"/>
    <w:rsid w:val="00C32298"/>
    <w:rsid w:val="00C3259F"/>
    <w:rsid w:val="00C325BC"/>
    <w:rsid w:val="00C32635"/>
    <w:rsid w:val="00C32881"/>
    <w:rsid w:val="00C32FDD"/>
    <w:rsid w:val="00C33148"/>
    <w:rsid w:val="00C3364A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178"/>
    <w:rsid w:val="00C35218"/>
    <w:rsid w:val="00C356F8"/>
    <w:rsid w:val="00C35978"/>
    <w:rsid w:val="00C359E6"/>
    <w:rsid w:val="00C35BE0"/>
    <w:rsid w:val="00C35FCF"/>
    <w:rsid w:val="00C3646F"/>
    <w:rsid w:val="00C364AE"/>
    <w:rsid w:val="00C3653F"/>
    <w:rsid w:val="00C3681A"/>
    <w:rsid w:val="00C3695A"/>
    <w:rsid w:val="00C36A8B"/>
    <w:rsid w:val="00C36C5D"/>
    <w:rsid w:val="00C36D85"/>
    <w:rsid w:val="00C37111"/>
    <w:rsid w:val="00C37859"/>
    <w:rsid w:val="00C37C02"/>
    <w:rsid w:val="00C40324"/>
    <w:rsid w:val="00C403D4"/>
    <w:rsid w:val="00C404E1"/>
    <w:rsid w:val="00C40613"/>
    <w:rsid w:val="00C4066A"/>
    <w:rsid w:val="00C4085F"/>
    <w:rsid w:val="00C40860"/>
    <w:rsid w:val="00C40CD0"/>
    <w:rsid w:val="00C40FCC"/>
    <w:rsid w:val="00C41023"/>
    <w:rsid w:val="00C412DE"/>
    <w:rsid w:val="00C417BD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2DD7"/>
    <w:rsid w:val="00C4319A"/>
    <w:rsid w:val="00C432D4"/>
    <w:rsid w:val="00C432FF"/>
    <w:rsid w:val="00C4372C"/>
    <w:rsid w:val="00C43A81"/>
    <w:rsid w:val="00C43C3E"/>
    <w:rsid w:val="00C441BE"/>
    <w:rsid w:val="00C4447D"/>
    <w:rsid w:val="00C44617"/>
    <w:rsid w:val="00C44822"/>
    <w:rsid w:val="00C44E03"/>
    <w:rsid w:val="00C4536B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1F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667"/>
    <w:rsid w:val="00C518AF"/>
    <w:rsid w:val="00C51A7F"/>
    <w:rsid w:val="00C51ADE"/>
    <w:rsid w:val="00C520EF"/>
    <w:rsid w:val="00C52741"/>
    <w:rsid w:val="00C52890"/>
    <w:rsid w:val="00C53166"/>
    <w:rsid w:val="00C535AE"/>
    <w:rsid w:val="00C5391F"/>
    <w:rsid w:val="00C53B00"/>
    <w:rsid w:val="00C53F79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7FE"/>
    <w:rsid w:val="00C56D52"/>
    <w:rsid w:val="00C56D9C"/>
    <w:rsid w:val="00C5728E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BB9"/>
    <w:rsid w:val="00C62D07"/>
    <w:rsid w:val="00C62DE2"/>
    <w:rsid w:val="00C62F1B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FC"/>
    <w:rsid w:val="00C65790"/>
    <w:rsid w:val="00C657AD"/>
    <w:rsid w:val="00C65ADD"/>
    <w:rsid w:val="00C65C4D"/>
    <w:rsid w:val="00C65CB3"/>
    <w:rsid w:val="00C65D74"/>
    <w:rsid w:val="00C65DF5"/>
    <w:rsid w:val="00C6614E"/>
    <w:rsid w:val="00C66650"/>
    <w:rsid w:val="00C668CA"/>
    <w:rsid w:val="00C66A58"/>
    <w:rsid w:val="00C66AB7"/>
    <w:rsid w:val="00C66F12"/>
    <w:rsid w:val="00C676E4"/>
    <w:rsid w:val="00C67D4F"/>
    <w:rsid w:val="00C67DA9"/>
    <w:rsid w:val="00C67EB6"/>
    <w:rsid w:val="00C67F5D"/>
    <w:rsid w:val="00C702E5"/>
    <w:rsid w:val="00C70490"/>
    <w:rsid w:val="00C7061E"/>
    <w:rsid w:val="00C70673"/>
    <w:rsid w:val="00C70AAB"/>
    <w:rsid w:val="00C70B84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55F"/>
    <w:rsid w:val="00C726E9"/>
    <w:rsid w:val="00C72DDE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633"/>
    <w:rsid w:val="00C747D7"/>
    <w:rsid w:val="00C74A02"/>
    <w:rsid w:val="00C74B60"/>
    <w:rsid w:val="00C74CB5"/>
    <w:rsid w:val="00C758CB"/>
    <w:rsid w:val="00C75A84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CA6"/>
    <w:rsid w:val="00C77DA2"/>
    <w:rsid w:val="00C77E56"/>
    <w:rsid w:val="00C77F09"/>
    <w:rsid w:val="00C80439"/>
    <w:rsid w:val="00C80576"/>
    <w:rsid w:val="00C80A04"/>
    <w:rsid w:val="00C80B33"/>
    <w:rsid w:val="00C80BB4"/>
    <w:rsid w:val="00C80CF1"/>
    <w:rsid w:val="00C80EFE"/>
    <w:rsid w:val="00C81B16"/>
    <w:rsid w:val="00C81DE9"/>
    <w:rsid w:val="00C81E05"/>
    <w:rsid w:val="00C81E74"/>
    <w:rsid w:val="00C81F9C"/>
    <w:rsid w:val="00C81FFB"/>
    <w:rsid w:val="00C82139"/>
    <w:rsid w:val="00C82365"/>
    <w:rsid w:val="00C825D0"/>
    <w:rsid w:val="00C826EE"/>
    <w:rsid w:val="00C82745"/>
    <w:rsid w:val="00C82FBB"/>
    <w:rsid w:val="00C837A0"/>
    <w:rsid w:val="00C83E98"/>
    <w:rsid w:val="00C83F17"/>
    <w:rsid w:val="00C8410D"/>
    <w:rsid w:val="00C842D7"/>
    <w:rsid w:val="00C84516"/>
    <w:rsid w:val="00C84801"/>
    <w:rsid w:val="00C8493D"/>
    <w:rsid w:val="00C84EFA"/>
    <w:rsid w:val="00C8540D"/>
    <w:rsid w:val="00C85484"/>
    <w:rsid w:val="00C8570B"/>
    <w:rsid w:val="00C859D3"/>
    <w:rsid w:val="00C85A5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2142"/>
    <w:rsid w:val="00C92364"/>
    <w:rsid w:val="00C923D0"/>
    <w:rsid w:val="00C924EB"/>
    <w:rsid w:val="00C9265F"/>
    <w:rsid w:val="00C92708"/>
    <w:rsid w:val="00C9286A"/>
    <w:rsid w:val="00C92BB6"/>
    <w:rsid w:val="00C931DE"/>
    <w:rsid w:val="00C93915"/>
    <w:rsid w:val="00C93B68"/>
    <w:rsid w:val="00C93F17"/>
    <w:rsid w:val="00C9402D"/>
    <w:rsid w:val="00C9432F"/>
    <w:rsid w:val="00C94725"/>
    <w:rsid w:val="00C9488E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B70"/>
    <w:rsid w:val="00CA0E69"/>
    <w:rsid w:val="00CA0EED"/>
    <w:rsid w:val="00CA0F76"/>
    <w:rsid w:val="00CA10EA"/>
    <w:rsid w:val="00CA1361"/>
    <w:rsid w:val="00CA1654"/>
    <w:rsid w:val="00CA1913"/>
    <w:rsid w:val="00CA1A92"/>
    <w:rsid w:val="00CA1BBF"/>
    <w:rsid w:val="00CA1DCA"/>
    <w:rsid w:val="00CA220D"/>
    <w:rsid w:val="00CA25AD"/>
    <w:rsid w:val="00CA2613"/>
    <w:rsid w:val="00CA2B14"/>
    <w:rsid w:val="00CA3113"/>
    <w:rsid w:val="00CA313D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B5F"/>
    <w:rsid w:val="00CA4E72"/>
    <w:rsid w:val="00CA525D"/>
    <w:rsid w:val="00CA5473"/>
    <w:rsid w:val="00CA55C4"/>
    <w:rsid w:val="00CA55F2"/>
    <w:rsid w:val="00CA564E"/>
    <w:rsid w:val="00CA56E2"/>
    <w:rsid w:val="00CA5855"/>
    <w:rsid w:val="00CA5862"/>
    <w:rsid w:val="00CA58D9"/>
    <w:rsid w:val="00CA5BD4"/>
    <w:rsid w:val="00CA5BDC"/>
    <w:rsid w:val="00CA5C6F"/>
    <w:rsid w:val="00CA5DAE"/>
    <w:rsid w:val="00CA631B"/>
    <w:rsid w:val="00CA6357"/>
    <w:rsid w:val="00CA63D2"/>
    <w:rsid w:val="00CA63EB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EC"/>
    <w:rsid w:val="00CB0B37"/>
    <w:rsid w:val="00CB0C87"/>
    <w:rsid w:val="00CB0E8F"/>
    <w:rsid w:val="00CB0F3F"/>
    <w:rsid w:val="00CB12C8"/>
    <w:rsid w:val="00CB1859"/>
    <w:rsid w:val="00CB18EF"/>
    <w:rsid w:val="00CB1A69"/>
    <w:rsid w:val="00CB1AD7"/>
    <w:rsid w:val="00CB29C9"/>
    <w:rsid w:val="00CB29DA"/>
    <w:rsid w:val="00CB2B5C"/>
    <w:rsid w:val="00CB2E7A"/>
    <w:rsid w:val="00CB2F06"/>
    <w:rsid w:val="00CB3033"/>
    <w:rsid w:val="00CB305F"/>
    <w:rsid w:val="00CB3340"/>
    <w:rsid w:val="00CB3499"/>
    <w:rsid w:val="00CB35EA"/>
    <w:rsid w:val="00CB379D"/>
    <w:rsid w:val="00CB3A26"/>
    <w:rsid w:val="00CB3D90"/>
    <w:rsid w:val="00CB3FC4"/>
    <w:rsid w:val="00CB43C0"/>
    <w:rsid w:val="00CB444A"/>
    <w:rsid w:val="00CB448D"/>
    <w:rsid w:val="00CB4508"/>
    <w:rsid w:val="00CB450F"/>
    <w:rsid w:val="00CB4B67"/>
    <w:rsid w:val="00CB4BEE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AF3"/>
    <w:rsid w:val="00CB6D09"/>
    <w:rsid w:val="00CB6F04"/>
    <w:rsid w:val="00CB7B0D"/>
    <w:rsid w:val="00CB7B30"/>
    <w:rsid w:val="00CB7F10"/>
    <w:rsid w:val="00CC025E"/>
    <w:rsid w:val="00CC041A"/>
    <w:rsid w:val="00CC0895"/>
    <w:rsid w:val="00CC097C"/>
    <w:rsid w:val="00CC0BAD"/>
    <w:rsid w:val="00CC0BB4"/>
    <w:rsid w:val="00CC0E96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943"/>
    <w:rsid w:val="00CC7CCC"/>
    <w:rsid w:val="00CC7F54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9E"/>
    <w:rsid w:val="00CD35EA"/>
    <w:rsid w:val="00CD39A4"/>
    <w:rsid w:val="00CD3D0D"/>
    <w:rsid w:val="00CD3F9E"/>
    <w:rsid w:val="00CD40D2"/>
    <w:rsid w:val="00CD427B"/>
    <w:rsid w:val="00CD42E6"/>
    <w:rsid w:val="00CD4397"/>
    <w:rsid w:val="00CD45CF"/>
    <w:rsid w:val="00CD484C"/>
    <w:rsid w:val="00CD4A16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E59"/>
    <w:rsid w:val="00CE0EBE"/>
    <w:rsid w:val="00CE0FF9"/>
    <w:rsid w:val="00CE1018"/>
    <w:rsid w:val="00CE103D"/>
    <w:rsid w:val="00CE1342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AB1"/>
    <w:rsid w:val="00CE2BEB"/>
    <w:rsid w:val="00CE2FD0"/>
    <w:rsid w:val="00CE30E7"/>
    <w:rsid w:val="00CE32B6"/>
    <w:rsid w:val="00CE39C7"/>
    <w:rsid w:val="00CE3B12"/>
    <w:rsid w:val="00CE3B14"/>
    <w:rsid w:val="00CE3B86"/>
    <w:rsid w:val="00CE423B"/>
    <w:rsid w:val="00CE4432"/>
    <w:rsid w:val="00CE49E1"/>
    <w:rsid w:val="00CE4CEC"/>
    <w:rsid w:val="00CE4DC3"/>
    <w:rsid w:val="00CE4F60"/>
    <w:rsid w:val="00CE5012"/>
    <w:rsid w:val="00CE561C"/>
    <w:rsid w:val="00CE5653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E29"/>
    <w:rsid w:val="00CF0360"/>
    <w:rsid w:val="00CF06BF"/>
    <w:rsid w:val="00CF09CF"/>
    <w:rsid w:val="00CF0F05"/>
    <w:rsid w:val="00CF1132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0D1"/>
    <w:rsid w:val="00CF71EB"/>
    <w:rsid w:val="00CF759F"/>
    <w:rsid w:val="00CF771C"/>
    <w:rsid w:val="00CF7882"/>
    <w:rsid w:val="00CF796B"/>
    <w:rsid w:val="00CF7F1C"/>
    <w:rsid w:val="00D0020F"/>
    <w:rsid w:val="00D004F9"/>
    <w:rsid w:val="00D006C5"/>
    <w:rsid w:val="00D00782"/>
    <w:rsid w:val="00D007E5"/>
    <w:rsid w:val="00D0097B"/>
    <w:rsid w:val="00D009D3"/>
    <w:rsid w:val="00D00E99"/>
    <w:rsid w:val="00D01108"/>
    <w:rsid w:val="00D0111A"/>
    <w:rsid w:val="00D013FE"/>
    <w:rsid w:val="00D015B9"/>
    <w:rsid w:val="00D017CE"/>
    <w:rsid w:val="00D01919"/>
    <w:rsid w:val="00D02006"/>
    <w:rsid w:val="00D0224D"/>
    <w:rsid w:val="00D025C2"/>
    <w:rsid w:val="00D028E5"/>
    <w:rsid w:val="00D02D4F"/>
    <w:rsid w:val="00D02EEE"/>
    <w:rsid w:val="00D02F07"/>
    <w:rsid w:val="00D0338C"/>
    <w:rsid w:val="00D03532"/>
    <w:rsid w:val="00D035E1"/>
    <w:rsid w:val="00D035FE"/>
    <w:rsid w:val="00D039AF"/>
    <w:rsid w:val="00D03B7D"/>
    <w:rsid w:val="00D03DC6"/>
    <w:rsid w:val="00D03F7F"/>
    <w:rsid w:val="00D0400C"/>
    <w:rsid w:val="00D0417B"/>
    <w:rsid w:val="00D047A7"/>
    <w:rsid w:val="00D047EE"/>
    <w:rsid w:val="00D04AC2"/>
    <w:rsid w:val="00D04C2F"/>
    <w:rsid w:val="00D04D90"/>
    <w:rsid w:val="00D04D91"/>
    <w:rsid w:val="00D04E09"/>
    <w:rsid w:val="00D05108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125"/>
    <w:rsid w:val="00D0745B"/>
    <w:rsid w:val="00D07522"/>
    <w:rsid w:val="00D0781A"/>
    <w:rsid w:val="00D07A1F"/>
    <w:rsid w:val="00D07AC4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888"/>
    <w:rsid w:val="00D11936"/>
    <w:rsid w:val="00D11E46"/>
    <w:rsid w:val="00D11EAB"/>
    <w:rsid w:val="00D12635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440E"/>
    <w:rsid w:val="00D14510"/>
    <w:rsid w:val="00D146F9"/>
    <w:rsid w:val="00D14D2F"/>
    <w:rsid w:val="00D14E0B"/>
    <w:rsid w:val="00D14EF6"/>
    <w:rsid w:val="00D15070"/>
    <w:rsid w:val="00D15A49"/>
    <w:rsid w:val="00D15A7D"/>
    <w:rsid w:val="00D15AE3"/>
    <w:rsid w:val="00D1635D"/>
    <w:rsid w:val="00D1648A"/>
    <w:rsid w:val="00D16A9C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577"/>
    <w:rsid w:val="00D22902"/>
    <w:rsid w:val="00D2292D"/>
    <w:rsid w:val="00D22A85"/>
    <w:rsid w:val="00D22BA5"/>
    <w:rsid w:val="00D22D2F"/>
    <w:rsid w:val="00D232D5"/>
    <w:rsid w:val="00D2350C"/>
    <w:rsid w:val="00D23727"/>
    <w:rsid w:val="00D239D8"/>
    <w:rsid w:val="00D23B48"/>
    <w:rsid w:val="00D23F54"/>
    <w:rsid w:val="00D242C8"/>
    <w:rsid w:val="00D24476"/>
    <w:rsid w:val="00D245CF"/>
    <w:rsid w:val="00D2469B"/>
    <w:rsid w:val="00D248D0"/>
    <w:rsid w:val="00D24C90"/>
    <w:rsid w:val="00D25599"/>
    <w:rsid w:val="00D257AC"/>
    <w:rsid w:val="00D25C99"/>
    <w:rsid w:val="00D267C9"/>
    <w:rsid w:val="00D26C0A"/>
    <w:rsid w:val="00D26C96"/>
    <w:rsid w:val="00D26DFB"/>
    <w:rsid w:val="00D26F4C"/>
    <w:rsid w:val="00D26FCE"/>
    <w:rsid w:val="00D270A7"/>
    <w:rsid w:val="00D3017F"/>
    <w:rsid w:val="00D30323"/>
    <w:rsid w:val="00D30574"/>
    <w:rsid w:val="00D3057B"/>
    <w:rsid w:val="00D30634"/>
    <w:rsid w:val="00D30785"/>
    <w:rsid w:val="00D30B9F"/>
    <w:rsid w:val="00D30BD0"/>
    <w:rsid w:val="00D310B6"/>
    <w:rsid w:val="00D31800"/>
    <w:rsid w:val="00D31AF6"/>
    <w:rsid w:val="00D31B75"/>
    <w:rsid w:val="00D31C27"/>
    <w:rsid w:val="00D31E94"/>
    <w:rsid w:val="00D31E9A"/>
    <w:rsid w:val="00D32178"/>
    <w:rsid w:val="00D3227C"/>
    <w:rsid w:val="00D323E8"/>
    <w:rsid w:val="00D3241F"/>
    <w:rsid w:val="00D327B3"/>
    <w:rsid w:val="00D32939"/>
    <w:rsid w:val="00D32EA2"/>
    <w:rsid w:val="00D334E5"/>
    <w:rsid w:val="00D338B8"/>
    <w:rsid w:val="00D33A61"/>
    <w:rsid w:val="00D33BF0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B36"/>
    <w:rsid w:val="00D35EBF"/>
    <w:rsid w:val="00D3655D"/>
    <w:rsid w:val="00D3662E"/>
    <w:rsid w:val="00D3663D"/>
    <w:rsid w:val="00D36B85"/>
    <w:rsid w:val="00D36E06"/>
    <w:rsid w:val="00D370DB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D0C"/>
    <w:rsid w:val="00D41F00"/>
    <w:rsid w:val="00D4206C"/>
    <w:rsid w:val="00D428D1"/>
    <w:rsid w:val="00D42B44"/>
    <w:rsid w:val="00D42D64"/>
    <w:rsid w:val="00D43230"/>
    <w:rsid w:val="00D432DD"/>
    <w:rsid w:val="00D4363A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44C0"/>
    <w:rsid w:val="00D45154"/>
    <w:rsid w:val="00D45388"/>
    <w:rsid w:val="00D455AD"/>
    <w:rsid w:val="00D455EB"/>
    <w:rsid w:val="00D4568A"/>
    <w:rsid w:val="00D45718"/>
    <w:rsid w:val="00D45AD7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47779"/>
    <w:rsid w:val="00D5003B"/>
    <w:rsid w:val="00D500DB"/>
    <w:rsid w:val="00D5015C"/>
    <w:rsid w:val="00D50172"/>
    <w:rsid w:val="00D5068C"/>
    <w:rsid w:val="00D50711"/>
    <w:rsid w:val="00D50B00"/>
    <w:rsid w:val="00D50FA6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16E"/>
    <w:rsid w:val="00D5470D"/>
    <w:rsid w:val="00D549DF"/>
    <w:rsid w:val="00D54AFE"/>
    <w:rsid w:val="00D54CC7"/>
    <w:rsid w:val="00D54E3A"/>
    <w:rsid w:val="00D54F69"/>
    <w:rsid w:val="00D55044"/>
    <w:rsid w:val="00D550EE"/>
    <w:rsid w:val="00D55661"/>
    <w:rsid w:val="00D55F30"/>
    <w:rsid w:val="00D55F3E"/>
    <w:rsid w:val="00D560D7"/>
    <w:rsid w:val="00D56618"/>
    <w:rsid w:val="00D56756"/>
    <w:rsid w:val="00D56AA5"/>
    <w:rsid w:val="00D56C4D"/>
    <w:rsid w:val="00D56F7F"/>
    <w:rsid w:val="00D56FAF"/>
    <w:rsid w:val="00D57179"/>
    <w:rsid w:val="00D572A4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345D"/>
    <w:rsid w:val="00D63661"/>
    <w:rsid w:val="00D638F4"/>
    <w:rsid w:val="00D63AFA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90F"/>
    <w:rsid w:val="00D65B8C"/>
    <w:rsid w:val="00D65E5F"/>
    <w:rsid w:val="00D661C2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0D4F"/>
    <w:rsid w:val="00D71060"/>
    <w:rsid w:val="00D71B12"/>
    <w:rsid w:val="00D71D22"/>
    <w:rsid w:val="00D71D8C"/>
    <w:rsid w:val="00D72014"/>
    <w:rsid w:val="00D7220F"/>
    <w:rsid w:val="00D72405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9BB"/>
    <w:rsid w:val="00D74B44"/>
    <w:rsid w:val="00D74B50"/>
    <w:rsid w:val="00D74CBC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64E"/>
    <w:rsid w:val="00D816E4"/>
    <w:rsid w:val="00D818E1"/>
    <w:rsid w:val="00D8200F"/>
    <w:rsid w:val="00D82103"/>
    <w:rsid w:val="00D82285"/>
    <w:rsid w:val="00D823BE"/>
    <w:rsid w:val="00D827BB"/>
    <w:rsid w:val="00D82C95"/>
    <w:rsid w:val="00D83353"/>
    <w:rsid w:val="00D83459"/>
    <w:rsid w:val="00D838EC"/>
    <w:rsid w:val="00D83A4E"/>
    <w:rsid w:val="00D83A80"/>
    <w:rsid w:val="00D83AEC"/>
    <w:rsid w:val="00D83CC3"/>
    <w:rsid w:val="00D83EF9"/>
    <w:rsid w:val="00D8434D"/>
    <w:rsid w:val="00D845D1"/>
    <w:rsid w:val="00D84BA6"/>
    <w:rsid w:val="00D84E3D"/>
    <w:rsid w:val="00D84F34"/>
    <w:rsid w:val="00D85451"/>
    <w:rsid w:val="00D857D1"/>
    <w:rsid w:val="00D8599F"/>
    <w:rsid w:val="00D85C4C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6C"/>
    <w:rsid w:val="00D921CC"/>
    <w:rsid w:val="00D921FA"/>
    <w:rsid w:val="00D9228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3F7D"/>
    <w:rsid w:val="00D940BE"/>
    <w:rsid w:val="00D9426D"/>
    <w:rsid w:val="00D94274"/>
    <w:rsid w:val="00D94B7F"/>
    <w:rsid w:val="00D95020"/>
    <w:rsid w:val="00D9517E"/>
    <w:rsid w:val="00D95416"/>
    <w:rsid w:val="00D95489"/>
    <w:rsid w:val="00D95683"/>
    <w:rsid w:val="00D958E6"/>
    <w:rsid w:val="00D96BDA"/>
    <w:rsid w:val="00D96C6A"/>
    <w:rsid w:val="00D9749E"/>
    <w:rsid w:val="00D97714"/>
    <w:rsid w:val="00D97937"/>
    <w:rsid w:val="00D97C1D"/>
    <w:rsid w:val="00D97CBD"/>
    <w:rsid w:val="00D97EED"/>
    <w:rsid w:val="00DA02D6"/>
    <w:rsid w:val="00DA05F6"/>
    <w:rsid w:val="00DA0609"/>
    <w:rsid w:val="00DA06AF"/>
    <w:rsid w:val="00DA0A7B"/>
    <w:rsid w:val="00DA0BBA"/>
    <w:rsid w:val="00DA0E18"/>
    <w:rsid w:val="00DA0E4F"/>
    <w:rsid w:val="00DA1777"/>
    <w:rsid w:val="00DA1AF8"/>
    <w:rsid w:val="00DA1B31"/>
    <w:rsid w:val="00DA1B61"/>
    <w:rsid w:val="00DA1FAC"/>
    <w:rsid w:val="00DA260D"/>
    <w:rsid w:val="00DA2729"/>
    <w:rsid w:val="00DA2BBA"/>
    <w:rsid w:val="00DA2CA6"/>
    <w:rsid w:val="00DA2D3E"/>
    <w:rsid w:val="00DA2D8A"/>
    <w:rsid w:val="00DA2EDC"/>
    <w:rsid w:val="00DA2FEC"/>
    <w:rsid w:val="00DA301B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4D0F"/>
    <w:rsid w:val="00DA51E3"/>
    <w:rsid w:val="00DA52BD"/>
    <w:rsid w:val="00DA53D5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224"/>
    <w:rsid w:val="00DA7413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1E6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1E7E"/>
    <w:rsid w:val="00DB2379"/>
    <w:rsid w:val="00DB263D"/>
    <w:rsid w:val="00DB28D9"/>
    <w:rsid w:val="00DB2AE8"/>
    <w:rsid w:val="00DB3138"/>
    <w:rsid w:val="00DB37B7"/>
    <w:rsid w:val="00DB3A78"/>
    <w:rsid w:val="00DB3CC8"/>
    <w:rsid w:val="00DB3DE0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2D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B1"/>
    <w:rsid w:val="00DB61E4"/>
    <w:rsid w:val="00DB6408"/>
    <w:rsid w:val="00DB66F1"/>
    <w:rsid w:val="00DB678D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B64"/>
    <w:rsid w:val="00DB7D8B"/>
    <w:rsid w:val="00DB7E03"/>
    <w:rsid w:val="00DB7ECA"/>
    <w:rsid w:val="00DB7FF6"/>
    <w:rsid w:val="00DC0053"/>
    <w:rsid w:val="00DC024F"/>
    <w:rsid w:val="00DC0263"/>
    <w:rsid w:val="00DC06CC"/>
    <w:rsid w:val="00DC0F59"/>
    <w:rsid w:val="00DC1111"/>
    <w:rsid w:val="00DC128D"/>
    <w:rsid w:val="00DC151D"/>
    <w:rsid w:val="00DC1552"/>
    <w:rsid w:val="00DC16D6"/>
    <w:rsid w:val="00DC19DB"/>
    <w:rsid w:val="00DC1AC0"/>
    <w:rsid w:val="00DC1C6F"/>
    <w:rsid w:val="00DC1D63"/>
    <w:rsid w:val="00DC1D7B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0"/>
    <w:rsid w:val="00DC2C36"/>
    <w:rsid w:val="00DC2EFA"/>
    <w:rsid w:val="00DC304C"/>
    <w:rsid w:val="00DC3D64"/>
    <w:rsid w:val="00DC4235"/>
    <w:rsid w:val="00DC439D"/>
    <w:rsid w:val="00DC4978"/>
    <w:rsid w:val="00DC4BB9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7D3"/>
    <w:rsid w:val="00DC7835"/>
    <w:rsid w:val="00DC793A"/>
    <w:rsid w:val="00DC7C26"/>
    <w:rsid w:val="00DD03AC"/>
    <w:rsid w:val="00DD0A5C"/>
    <w:rsid w:val="00DD0ACA"/>
    <w:rsid w:val="00DD0CC2"/>
    <w:rsid w:val="00DD0E12"/>
    <w:rsid w:val="00DD0E41"/>
    <w:rsid w:val="00DD0EF7"/>
    <w:rsid w:val="00DD10C1"/>
    <w:rsid w:val="00DD10E8"/>
    <w:rsid w:val="00DD134A"/>
    <w:rsid w:val="00DD16DC"/>
    <w:rsid w:val="00DD20AF"/>
    <w:rsid w:val="00DD2440"/>
    <w:rsid w:val="00DD24B3"/>
    <w:rsid w:val="00DD271C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E83"/>
    <w:rsid w:val="00DD5F4F"/>
    <w:rsid w:val="00DD6243"/>
    <w:rsid w:val="00DD651C"/>
    <w:rsid w:val="00DD655A"/>
    <w:rsid w:val="00DD6EEC"/>
    <w:rsid w:val="00DD7235"/>
    <w:rsid w:val="00DD7276"/>
    <w:rsid w:val="00DD746F"/>
    <w:rsid w:val="00DD7707"/>
    <w:rsid w:val="00DD7709"/>
    <w:rsid w:val="00DD7AF6"/>
    <w:rsid w:val="00DD7EBA"/>
    <w:rsid w:val="00DE0534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20FD"/>
    <w:rsid w:val="00DE215D"/>
    <w:rsid w:val="00DE23E5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186"/>
    <w:rsid w:val="00DE563A"/>
    <w:rsid w:val="00DE5843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745"/>
    <w:rsid w:val="00DE692A"/>
    <w:rsid w:val="00DE6BBA"/>
    <w:rsid w:val="00DE6E3C"/>
    <w:rsid w:val="00DE6E9F"/>
    <w:rsid w:val="00DE7418"/>
    <w:rsid w:val="00DE7446"/>
    <w:rsid w:val="00DE7AA9"/>
    <w:rsid w:val="00DE7C0B"/>
    <w:rsid w:val="00DE7F6B"/>
    <w:rsid w:val="00DF00C8"/>
    <w:rsid w:val="00DF04BF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017"/>
    <w:rsid w:val="00DF32AC"/>
    <w:rsid w:val="00DF356D"/>
    <w:rsid w:val="00DF3758"/>
    <w:rsid w:val="00DF384D"/>
    <w:rsid w:val="00DF384E"/>
    <w:rsid w:val="00DF3856"/>
    <w:rsid w:val="00DF3CF0"/>
    <w:rsid w:val="00DF41C1"/>
    <w:rsid w:val="00DF41D9"/>
    <w:rsid w:val="00DF4793"/>
    <w:rsid w:val="00DF4A83"/>
    <w:rsid w:val="00DF50C6"/>
    <w:rsid w:val="00DF5143"/>
    <w:rsid w:val="00DF56AC"/>
    <w:rsid w:val="00DF5850"/>
    <w:rsid w:val="00DF58E2"/>
    <w:rsid w:val="00DF5A0E"/>
    <w:rsid w:val="00DF621F"/>
    <w:rsid w:val="00DF6399"/>
    <w:rsid w:val="00DF6555"/>
    <w:rsid w:val="00DF680F"/>
    <w:rsid w:val="00DF6ABF"/>
    <w:rsid w:val="00DF6C7A"/>
    <w:rsid w:val="00DF6C91"/>
    <w:rsid w:val="00DF6DDB"/>
    <w:rsid w:val="00DF70B9"/>
    <w:rsid w:val="00DF728F"/>
    <w:rsid w:val="00DF72D2"/>
    <w:rsid w:val="00DF75B9"/>
    <w:rsid w:val="00DF7AA6"/>
    <w:rsid w:val="00DF7BB6"/>
    <w:rsid w:val="00DF7E89"/>
    <w:rsid w:val="00E001E7"/>
    <w:rsid w:val="00E004A3"/>
    <w:rsid w:val="00E0080D"/>
    <w:rsid w:val="00E00CA6"/>
    <w:rsid w:val="00E00EFE"/>
    <w:rsid w:val="00E010DF"/>
    <w:rsid w:val="00E01182"/>
    <w:rsid w:val="00E011CE"/>
    <w:rsid w:val="00E01365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803"/>
    <w:rsid w:val="00E02CAA"/>
    <w:rsid w:val="00E032E1"/>
    <w:rsid w:val="00E0330D"/>
    <w:rsid w:val="00E034CA"/>
    <w:rsid w:val="00E035EB"/>
    <w:rsid w:val="00E03639"/>
    <w:rsid w:val="00E039F9"/>
    <w:rsid w:val="00E03A9A"/>
    <w:rsid w:val="00E03DC0"/>
    <w:rsid w:val="00E03E5E"/>
    <w:rsid w:val="00E040C0"/>
    <w:rsid w:val="00E0415D"/>
    <w:rsid w:val="00E04212"/>
    <w:rsid w:val="00E04749"/>
    <w:rsid w:val="00E04AE1"/>
    <w:rsid w:val="00E04E91"/>
    <w:rsid w:val="00E04FB7"/>
    <w:rsid w:val="00E05253"/>
    <w:rsid w:val="00E05574"/>
    <w:rsid w:val="00E0562F"/>
    <w:rsid w:val="00E05852"/>
    <w:rsid w:val="00E05DE1"/>
    <w:rsid w:val="00E05FCD"/>
    <w:rsid w:val="00E070EC"/>
    <w:rsid w:val="00E0715C"/>
    <w:rsid w:val="00E0734B"/>
    <w:rsid w:val="00E07A7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2159"/>
    <w:rsid w:val="00E124E5"/>
    <w:rsid w:val="00E125B8"/>
    <w:rsid w:val="00E1275A"/>
    <w:rsid w:val="00E127E7"/>
    <w:rsid w:val="00E12A4F"/>
    <w:rsid w:val="00E12B17"/>
    <w:rsid w:val="00E12D49"/>
    <w:rsid w:val="00E12E3C"/>
    <w:rsid w:val="00E13098"/>
    <w:rsid w:val="00E133BF"/>
    <w:rsid w:val="00E1367A"/>
    <w:rsid w:val="00E13B82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303"/>
    <w:rsid w:val="00E159F0"/>
    <w:rsid w:val="00E15CCD"/>
    <w:rsid w:val="00E162AB"/>
    <w:rsid w:val="00E16423"/>
    <w:rsid w:val="00E16784"/>
    <w:rsid w:val="00E16873"/>
    <w:rsid w:val="00E168A1"/>
    <w:rsid w:val="00E16C14"/>
    <w:rsid w:val="00E16C56"/>
    <w:rsid w:val="00E16DDD"/>
    <w:rsid w:val="00E16EEE"/>
    <w:rsid w:val="00E172E4"/>
    <w:rsid w:val="00E175E5"/>
    <w:rsid w:val="00E17857"/>
    <w:rsid w:val="00E178D8"/>
    <w:rsid w:val="00E17903"/>
    <w:rsid w:val="00E179DA"/>
    <w:rsid w:val="00E17BEB"/>
    <w:rsid w:val="00E17D4B"/>
    <w:rsid w:val="00E20032"/>
    <w:rsid w:val="00E2014D"/>
    <w:rsid w:val="00E20431"/>
    <w:rsid w:val="00E20512"/>
    <w:rsid w:val="00E20679"/>
    <w:rsid w:val="00E20722"/>
    <w:rsid w:val="00E20911"/>
    <w:rsid w:val="00E20942"/>
    <w:rsid w:val="00E20B68"/>
    <w:rsid w:val="00E20B82"/>
    <w:rsid w:val="00E21722"/>
    <w:rsid w:val="00E2183A"/>
    <w:rsid w:val="00E21C76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3A6"/>
    <w:rsid w:val="00E26550"/>
    <w:rsid w:val="00E26821"/>
    <w:rsid w:val="00E2686C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5"/>
    <w:rsid w:val="00E30DFA"/>
    <w:rsid w:val="00E30F0F"/>
    <w:rsid w:val="00E31034"/>
    <w:rsid w:val="00E3123D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630"/>
    <w:rsid w:val="00E34828"/>
    <w:rsid w:val="00E34866"/>
    <w:rsid w:val="00E34FA4"/>
    <w:rsid w:val="00E34FDB"/>
    <w:rsid w:val="00E34FFB"/>
    <w:rsid w:val="00E358F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12CC"/>
    <w:rsid w:val="00E41BD9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CA"/>
    <w:rsid w:val="00E456B3"/>
    <w:rsid w:val="00E45BB2"/>
    <w:rsid w:val="00E45F78"/>
    <w:rsid w:val="00E4605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F7E"/>
    <w:rsid w:val="00E50401"/>
    <w:rsid w:val="00E50526"/>
    <w:rsid w:val="00E5066E"/>
    <w:rsid w:val="00E50701"/>
    <w:rsid w:val="00E50CA1"/>
    <w:rsid w:val="00E511AD"/>
    <w:rsid w:val="00E513C6"/>
    <w:rsid w:val="00E513FB"/>
    <w:rsid w:val="00E515D7"/>
    <w:rsid w:val="00E516FA"/>
    <w:rsid w:val="00E5180A"/>
    <w:rsid w:val="00E51A42"/>
    <w:rsid w:val="00E520A4"/>
    <w:rsid w:val="00E524D9"/>
    <w:rsid w:val="00E52629"/>
    <w:rsid w:val="00E5265D"/>
    <w:rsid w:val="00E52746"/>
    <w:rsid w:val="00E52A0F"/>
    <w:rsid w:val="00E52B24"/>
    <w:rsid w:val="00E5300E"/>
    <w:rsid w:val="00E53171"/>
    <w:rsid w:val="00E531A0"/>
    <w:rsid w:val="00E5327F"/>
    <w:rsid w:val="00E532B7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4046"/>
    <w:rsid w:val="00E54075"/>
    <w:rsid w:val="00E5408B"/>
    <w:rsid w:val="00E5410C"/>
    <w:rsid w:val="00E541CB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4FA2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83B"/>
    <w:rsid w:val="00E57999"/>
    <w:rsid w:val="00E57BEC"/>
    <w:rsid w:val="00E57E2F"/>
    <w:rsid w:val="00E603BD"/>
    <w:rsid w:val="00E603DD"/>
    <w:rsid w:val="00E60CC6"/>
    <w:rsid w:val="00E6125E"/>
    <w:rsid w:val="00E612B9"/>
    <w:rsid w:val="00E6133E"/>
    <w:rsid w:val="00E61540"/>
    <w:rsid w:val="00E61893"/>
    <w:rsid w:val="00E619E8"/>
    <w:rsid w:val="00E61D74"/>
    <w:rsid w:val="00E61D9D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DD4"/>
    <w:rsid w:val="00E62E6D"/>
    <w:rsid w:val="00E632D0"/>
    <w:rsid w:val="00E633E8"/>
    <w:rsid w:val="00E63C9F"/>
    <w:rsid w:val="00E63EDF"/>
    <w:rsid w:val="00E63EFE"/>
    <w:rsid w:val="00E64195"/>
    <w:rsid w:val="00E64441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CAE"/>
    <w:rsid w:val="00E65DA6"/>
    <w:rsid w:val="00E65E9B"/>
    <w:rsid w:val="00E65EAE"/>
    <w:rsid w:val="00E6600F"/>
    <w:rsid w:val="00E6605C"/>
    <w:rsid w:val="00E6618C"/>
    <w:rsid w:val="00E665DB"/>
    <w:rsid w:val="00E667B1"/>
    <w:rsid w:val="00E66883"/>
    <w:rsid w:val="00E66A96"/>
    <w:rsid w:val="00E66AE4"/>
    <w:rsid w:val="00E66C00"/>
    <w:rsid w:val="00E66C4B"/>
    <w:rsid w:val="00E66CB1"/>
    <w:rsid w:val="00E677FB"/>
    <w:rsid w:val="00E67AD7"/>
    <w:rsid w:val="00E67C73"/>
    <w:rsid w:val="00E67F3E"/>
    <w:rsid w:val="00E70076"/>
    <w:rsid w:val="00E704CB"/>
    <w:rsid w:val="00E70731"/>
    <w:rsid w:val="00E70A70"/>
    <w:rsid w:val="00E70C6B"/>
    <w:rsid w:val="00E70CB8"/>
    <w:rsid w:val="00E70E6D"/>
    <w:rsid w:val="00E711A1"/>
    <w:rsid w:val="00E71440"/>
    <w:rsid w:val="00E71588"/>
    <w:rsid w:val="00E71746"/>
    <w:rsid w:val="00E7180C"/>
    <w:rsid w:val="00E71B4B"/>
    <w:rsid w:val="00E71C65"/>
    <w:rsid w:val="00E721E1"/>
    <w:rsid w:val="00E7251D"/>
    <w:rsid w:val="00E727A5"/>
    <w:rsid w:val="00E7288A"/>
    <w:rsid w:val="00E72D5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3C8"/>
    <w:rsid w:val="00E746C1"/>
    <w:rsid w:val="00E746F8"/>
    <w:rsid w:val="00E74714"/>
    <w:rsid w:val="00E74744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54E"/>
    <w:rsid w:val="00E766BA"/>
    <w:rsid w:val="00E7672C"/>
    <w:rsid w:val="00E767FF"/>
    <w:rsid w:val="00E768D6"/>
    <w:rsid w:val="00E768EC"/>
    <w:rsid w:val="00E769CE"/>
    <w:rsid w:val="00E76CDF"/>
    <w:rsid w:val="00E778C2"/>
    <w:rsid w:val="00E77B41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1EA8"/>
    <w:rsid w:val="00E81FDB"/>
    <w:rsid w:val="00E8250F"/>
    <w:rsid w:val="00E825BA"/>
    <w:rsid w:val="00E82EAC"/>
    <w:rsid w:val="00E82FE3"/>
    <w:rsid w:val="00E83020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8A5"/>
    <w:rsid w:val="00E85BDE"/>
    <w:rsid w:val="00E85D2E"/>
    <w:rsid w:val="00E860C4"/>
    <w:rsid w:val="00E86779"/>
    <w:rsid w:val="00E86834"/>
    <w:rsid w:val="00E868F1"/>
    <w:rsid w:val="00E869C8"/>
    <w:rsid w:val="00E86BA5"/>
    <w:rsid w:val="00E86FAF"/>
    <w:rsid w:val="00E87199"/>
    <w:rsid w:val="00E8743A"/>
    <w:rsid w:val="00E8785E"/>
    <w:rsid w:val="00E87AFC"/>
    <w:rsid w:val="00E87DF7"/>
    <w:rsid w:val="00E90010"/>
    <w:rsid w:val="00E900D5"/>
    <w:rsid w:val="00E9020E"/>
    <w:rsid w:val="00E902C2"/>
    <w:rsid w:val="00E90445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24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C27"/>
    <w:rsid w:val="00EA1FD9"/>
    <w:rsid w:val="00EA2209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D9"/>
    <w:rsid w:val="00EA35BD"/>
    <w:rsid w:val="00EA35C1"/>
    <w:rsid w:val="00EA35CA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8D0"/>
    <w:rsid w:val="00EA493D"/>
    <w:rsid w:val="00EA4C78"/>
    <w:rsid w:val="00EA4D2B"/>
    <w:rsid w:val="00EA4E12"/>
    <w:rsid w:val="00EA4F8E"/>
    <w:rsid w:val="00EA5077"/>
    <w:rsid w:val="00EA568D"/>
    <w:rsid w:val="00EA57CF"/>
    <w:rsid w:val="00EA5FBD"/>
    <w:rsid w:val="00EA612C"/>
    <w:rsid w:val="00EA61E7"/>
    <w:rsid w:val="00EA6321"/>
    <w:rsid w:val="00EA6483"/>
    <w:rsid w:val="00EA658C"/>
    <w:rsid w:val="00EA6994"/>
    <w:rsid w:val="00EA6CEB"/>
    <w:rsid w:val="00EA6D5F"/>
    <w:rsid w:val="00EA6E2D"/>
    <w:rsid w:val="00EA6EF3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B0A"/>
    <w:rsid w:val="00EB0BBA"/>
    <w:rsid w:val="00EB0CC8"/>
    <w:rsid w:val="00EB10C3"/>
    <w:rsid w:val="00EB1128"/>
    <w:rsid w:val="00EB134E"/>
    <w:rsid w:val="00EB1705"/>
    <w:rsid w:val="00EB17D2"/>
    <w:rsid w:val="00EB1ED6"/>
    <w:rsid w:val="00EB1F17"/>
    <w:rsid w:val="00EB1FA5"/>
    <w:rsid w:val="00EB2866"/>
    <w:rsid w:val="00EB2A3D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99F"/>
    <w:rsid w:val="00EB4ACD"/>
    <w:rsid w:val="00EB4C38"/>
    <w:rsid w:val="00EB4F2C"/>
    <w:rsid w:val="00EB57C7"/>
    <w:rsid w:val="00EB5920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B7C93"/>
    <w:rsid w:val="00EC00C5"/>
    <w:rsid w:val="00EC02D9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2B"/>
    <w:rsid w:val="00EC2AF4"/>
    <w:rsid w:val="00EC3146"/>
    <w:rsid w:val="00EC34BC"/>
    <w:rsid w:val="00EC36B4"/>
    <w:rsid w:val="00EC39A1"/>
    <w:rsid w:val="00EC3A72"/>
    <w:rsid w:val="00EC3BB3"/>
    <w:rsid w:val="00EC3CBE"/>
    <w:rsid w:val="00EC4077"/>
    <w:rsid w:val="00EC4331"/>
    <w:rsid w:val="00EC44A6"/>
    <w:rsid w:val="00EC49F4"/>
    <w:rsid w:val="00EC4B78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1A5"/>
    <w:rsid w:val="00EC7481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44F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719"/>
    <w:rsid w:val="00ED2FEE"/>
    <w:rsid w:val="00ED3611"/>
    <w:rsid w:val="00ED378C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D6E83"/>
    <w:rsid w:val="00ED73BD"/>
    <w:rsid w:val="00EE0016"/>
    <w:rsid w:val="00EE0457"/>
    <w:rsid w:val="00EE0992"/>
    <w:rsid w:val="00EE1118"/>
    <w:rsid w:val="00EE1197"/>
    <w:rsid w:val="00EE1307"/>
    <w:rsid w:val="00EE15B2"/>
    <w:rsid w:val="00EE1B00"/>
    <w:rsid w:val="00EE202E"/>
    <w:rsid w:val="00EE2189"/>
    <w:rsid w:val="00EE225B"/>
    <w:rsid w:val="00EE270B"/>
    <w:rsid w:val="00EE29AD"/>
    <w:rsid w:val="00EE2DA0"/>
    <w:rsid w:val="00EE2FE4"/>
    <w:rsid w:val="00EE30E2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2EE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1FE"/>
    <w:rsid w:val="00EE7263"/>
    <w:rsid w:val="00EE760B"/>
    <w:rsid w:val="00EE7A03"/>
    <w:rsid w:val="00EE7B89"/>
    <w:rsid w:val="00EE7CDB"/>
    <w:rsid w:val="00EE7D8C"/>
    <w:rsid w:val="00EE7E7D"/>
    <w:rsid w:val="00EF14AD"/>
    <w:rsid w:val="00EF155D"/>
    <w:rsid w:val="00EF15B5"/>
    <w:rsid w:val="00EF15B9"/>
    <w:rsid w:val="00EF1908"/>
    <w:rsid w:val="00EF1994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675"/>
    <w:rsid w:val="00EF36B0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5D3"/>
    <w:rsid w:val="00F0193A"/>
    <w:rsid w:val="00F01C88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B83"/>
    <w:rsid w:val="00F02EDB"/>
    <w:rsid w:val="00F030BE"/>
    <w:rsid w:val="00F031F3"/>
    <w:rsid w:val="00F032C9"/>
    <w:rsid w:val="00F0344A"/>
    <w:rsid w:val="00F0351F"/>
    <w:rsid w:val="00F0374A"/>
    <w:rsid w:val="00F03A7F"/>
    <w:rsid w:val="00F03E9A"/>
    <w:rsid w:val="00F04016"/>
    <w:rsid w:val="00F04212"/>
    <w:rsid w:val="00F0469F"/>
    <w:rsid w:val="00F04C0A"/>
    <w:rsid w:val="00F04D56"/>
    <w:rsid w:val="00F04E90"/>
    <w:rsid w:val="00F04F10"/>
    <w:rsid w:val="00F05368"/>
    <w:rsid w:val="00F05550"/>
    <w:rsid w:val="00F0579E"/>
    <w:rsid w:val="00F05CE7"/>
    <w:rsid w:val="00F05F84"/>
    <w:rsid w:val="00F06164"/>
    <w:rsid w:val="00F0666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6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404B"/>
    <w:rsid w:val="00F1407D"/>
    <w:rsid w:val="00F14090"/>
    <w:rsid w:val="00F14751"/>
    <w:rsid w:val="00F14812"/>
    <w:rsid w:val="00F1484A"/>
    <w:rsid w:val="00F14B6C"/>
    <w:rsid w:val="00F14D4C"/>
    <w:rsid w:val="00F15249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0"/>
    <w:rsid w:val="00F16CAF"/>
    <w:rsid w:val="00F16D6E"/>
    <w:rsid w:val="00F16FAB"/>
    <w:rsid w:val="00F17128"/>
    <w:rsid w:val="00F177B6"/>
    <w:rsid w:val="00F1786F"/>
    <w:rsid w:val="00F17C50"/>
    <w:rsid w:val="00F17CA4"/>
    <w:rsid w:val="00F17D1A"/>
    <w:rsid w:val="00F17ED6"/>
    <w:rsid w:val="00F17F78"/>
    <w:rsid w:val="00F20118"/>
    <w:rsid w:val="00F203B1"/>
    <w:rsid w:val="00F205F4"/>
    <w:rsid w:val="00F2087A"/>
    <w:rsid w:val="00F20EE3"/>
    <w:rsid w:val="00F20F0D"/>
    <w:rsid w:val="00F21093"/>
    <w:rsid w:val="00F21202"/>
    <w:rsid w:val="00F214C4"/>
    <w:rsid w:val="00F216DA"/>
    <w:rsid w:val="00F21700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212"/>
    <w:rsid w:val="00F2397F"/>
    <w:rsid w:val="00F23CD8"/>
    <w:rsid w:val="00F24089"/>
    <w:rsid w:val="00F244A0"/>
    <w:rsid w:val="00F248C1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8B"/>
    <w:rsid w:val="00F261E4"/>
    <w:rsid w:val="00F26344"/>
    <w:rsid w:val="00F265F0"/>
    <w:rsid w:val="00F266BC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366"/>
    <w:rsid w:val="00F30DC9"/>
    <w:rsid w:val="00F30E14"/>
    <w:rsid w:val="00F30EC1"/>
    <w:rsid w:val="00F3192C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76"/>
    <w:rsid w:val="00F3725A"/>
    <w:rsid w:val="00F378F2"/>
    <w:rsid w:val="00F37A39"/>
    <w:rsid w:val="00F37D0F"/>
    <w:rsid w:val="00F37E5E"/>
    <w:rsid w:val="00F4003E"/>
    <w:rsid w:val="00F403F1"/>
    <w:rsid w:val="00F40829"/>
    <w:rsid w:val="00F40CC0"/>
    <w:rsid w:val="00F40EF8"/>
    <w:rsid w:val="00F41151"/>
    <w:rsid w:val="00F41208"/>
    <w:rsid w:val="00F41299"/>
    <w:rsid w:val="00F41326"/>
    <w:rsid w:val="00F4132C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2D18"/>
    <w:rsid w:val="00F42EF0"/>
    <w:rsid w:val="00F4339D"/>
    <w:rsid w:val="00F43EDE"/>
    <w:rsid w:val="00F4406D"/>
    <w:rsid w:val="00F44377"/>
    <w:rsid w:val="00F4486C"/>
    <w:rsid w:val="00F44874"/>
    <w:rsid w:val="00F44DD7"/>
    <w:rsid w:val="00F44EBB"/>
    <w:rsid w:val="00F45366"/>
    <w:rsid w:val="00F453EE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CC"/>
    <w:rsid w:val="00F508B8"/>
    <w:rsid w:val="00F508C9"/>
    <w:rsid w:val="00F50AEF"/>
    <w:rsid w:val="00F50C57"/>
    <w:rsid w:val="00F5121A"/>
    <w:rsid w:val="00F51314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0DD"/>
    <w:rsid w:val="00F533FB"/>
    <w:rsid w:val="00F53407"/>
    <w:rsid w:val="00F53446"/>
    <w:rsid w:val="00F5355C"/>
    <w:rsid w:val="00F536C6"/>
    <w:rsid w:val="00F53723"/>
    <w:rsid w:val="00F53A41"/>
    <w:rsid w:val="00F54019"/>
    <w:rsid w:val="00F5415A"/>
    <w:rsid w:val="00F541B4"/>
    <w:rsid w:val="00F541FA"/>
    <w:rsid w:val="00F5441D"/>
    <w:rsid w:val="00F54471"/>
    <w:rsid w:val="00F54676"/>
    <w:rsid w:val="00F546E3"/>
    <w:rsid w:val="00F54AE1"/>
    <w:rsid w:val="00F55051"/>
    <w:rsid w:val="00F55222"/>
    <w:rsid w:val="00F552FD"/>
    <w:rsid w:val="00F553A3"/>
    <w:rsid w:val="00F554B4"/>
    <w:rsid w:val="00F55B1A"/>
    <w:rsid w:val="00F55BF0"/>
    <w:rsid w:val="00F55E38"/>
    <w:rsid w:val="00F5604E"/>
    <w:rsid w:val="00F5606C"/>
    <w:rsid w:val="00F5617D"/>
    <w:rsid w:val="00F56606"/>
    <w:rsid w:val="00F56A55"/>
    <w:rsid w:val="00F56AFE"/>
    <w:rsid w:val="00F56B2A"/>
    <w:rsid w:val="00F56DCA"/>
    <w:rsid w:val="00F56EF8"/>
    <w:rsid w:val="00F56FAE"/>
    <w:rsid w:val="00F570D9"/>
    <w:rsid w:val="00F57707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0FFB"/>
    <w:rsid w:val="00F6158C"/>
    <w:rsid w:val="00F615A3"/>
    <w:rsid w:val="00F61618"/>
    <w:rsid w:val="00F6178A"/>
    <w:rsid w:val="00F61A7C"/>
    <w:rsid w:val="00F61ACD"/>
    <w:rsid w:val="00F61C69"/>
    <w:rsid w:val="00F61C7B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876"/>
    <w:rsid w:val="00F63ABE"/>
    <w:rsid w:val="00F63D01"/>
    <w:rsid w:val="00F63F55"/>
    <w:rsid w:val="00F640B6"/>
    <w:rsid w:val="00F64398"/>
    <w:rsid w:val="00F64449"/>
    <w:rsid w:val="00F64587"/>
    <w:rsid w:val="00F64D54"/>
    <w:rsid w:val="00F64D6A"/>
    <w:rsid w:val="00F6501E"/>
    <w:rsid w:val="00F65092"/>
    <w:rsid w:val="00F65374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0A3"/>
    <w:rsid w:val="00F70246"/>
    <w:rsid w:val="00F70259"/>
    <w:rsid w:val="00F703C0"/>
    <w:rsid w:val="00F7055A"/>
    <w:rsid w:val="00F7085A"/>
    <w:rsid w:val="00F70997"/>
    <w:rsid w:val="00F70AA1"/>
    <w:rsid w:val="00F70C10"/>
    <w:rsid w:val="00F70F77"/>
    <w:rsid w:val="00F71264"/>
    <w:rsid w:val="00F71331"/>
    <w:rsid w:val="00F71501"/>
    <w:rsid w:val="00F71564"/>
    <w:rsid w:val="00F7160B"/>
    <w:rsid w:val="00F71637"/>
    <w:rsid w:val="00F71B39"/>
    <w:rsid w:val="00F71FBB"/>
    <w:rsid w:val="00F72203"/>
    <w:rsid w:val="00F7263F"/>
    <w:rsid w:val="00F726A0"/>
    <w:rsid w:val="00F72750"/>
    <w:rsid w:val="00F72B68"/>
    <w:rsid w:val="00F72E11"/>
    <w:rsid w:val="00F72F32"/>
    <w:rsid w:val="00F73277"/>
    <w:rsid w:val="00F734AB"/>
    <w:rsid w:val="00F73511"/>
    <w:rsid w:val="00F73688"/>
    <w:rsid w:val="00F73847"/>
    <w:rsid w:val="00F7396A"/>
    <w:rsid w:val="00F73BB2"/>
    <w:rsid w:val="00F73DE2"/>
    <w:rsid w:val="00F73E8A"/>
    <w:rsid w:val="00F749F1"/>
    <w:rsid w:val="00F74C74"/>
    <w:rsid w:val="00F74CCC"/>
    <w:rsid w:val="00F74F19"/>
    <w:rsid w:val="00F75043"/>
    <w:rsid w:val="00F7587E"/>
    <w:rsid w:val="00F75CD4"/>
    <w:rsid w:val="00F75DA9"/>
    <w:rsid w:val="00F75EA2"/>
    <w:rsid w:val="00F75F35"/>
    <w:rsid w:val="00F76022"/>
    <w:rsid w:val="00F760A5"/>
    <w:rsid w:val="00F762F5"/>
    <w:rsid w:val="00F76557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6CD"/>
    <w:rsid w:val="00F8271F"/>
    <w:rsid w:val="00F83019"/>
    <w:rsid w:val="00F8328F"/>
    <w:rsid w:val="00F837FD"/>
    <w:rsid w:val="00F8381C"/>
    <w:rsid w:val="00F83E0B"/>
    <w:rsid w:val="00F83FE8"/>
    <w:rsid w:val="00F84308"/>
    <w:rsid w:val="00F8486D"/>
    <w:rsid w:val="00F848D1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69"/>
    <w:rsid w:val="00F92BCB"/>
    <w:rsid w:val="00F92DFD"/>
    <w:rsid w:val="00F92FD3"/>
    <w:rsid w:val="00F93103"/>
    <w:rsid w:val="00F9342A"/>
    <w:rsid w:val="00F936ED"/>
    <w:rsid w:val="00F936FF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DC8"/>
    <w:rsid w:val="00F97F54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5A1"/>
    <w:rsid w:val="00FA38E1"/>
    <w:rsid w:val="00FA428B"/>
    <w:rsid w:val="00FA4885"/>
    <w:rsid w:val="00FA48F5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867"/>
    <w:rsid w:val="00FA7991"/>
    <w:rsid w:val="00FA7AB4"/>
    <w:rsid w:val="00FA7BD3"/>
    <w:rsid w:val="00FB0904"/>
    <w:rsid w:val="00FB0CE9"/>
    <w:rsid w:val="00FB10C1"/>
    <w:rsid w:val="00FB1205"/>
    <w:rsid w:val="00FB1284"/>
    <w:rsid w:val="00FB12E0"/>
    <w:rsid w:val="00FB1331"/>
    <w:rsid w:val="00FB19E3"/>
    <w:rsid w:val="00FB1CE2"/>
    <w:rsid w:val="00FB1E5A"/>
    <w:rsid w:val="00FB1FBD"/>
    <w:rsid w:val="00FB2345"/>
    <w:rsid w:val="00FB2634"/>
    <w:rsid w:val="00FB280D"/>
    <w:rsid w:val="00FB2C09"/>
    <w:rsid w:val="00FB2E14"/>
    <w:rsid w:val="00FB2F66"/>
    <w:rsid w:val="00FB301F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035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53A6"/>
    <w:rsid w:val="00FB53EE"/>
    <w:rsid w:val="00FB59E4"/>
    <w:rsid w:val="00FB5B41"/>
    <w:rsid w:val="00FB5FE9"/>
    <w:rsid w:val="00FB60B6"/>
    <w:rsid w:val="00FB63ED"/>
    <w:rsid w:val="00FB6963"/>
    <w:rsid w:val="00FB6AD6"/>
    <w:rsid w:val="00FB6B45"/>
    <w:rsid w:val="00FB6FFC"/>
    <w:rsid w:val="00FB7332"/>
    <w:rsid w:val="00FB7394"/>
    <w:rsid w:val="00FB7443"/>
    <w:rsid w:val="00FB767F"/>
    <w:rsid w:val="00FB76E4"/>
    <w:rsid w:val="00FC0215"/>
    <w:rsid w:val="00FC0612"/>
    <w:rsid w:val="00FC07E8"/>
    <w:rsid w:val="00FC0BC7"/>
    <w:rsid w:val="00FC0CD9"/>
    <w:rsid w:val="00FC0DC5"/>
    <w:rsid w:val="00FC0F6A"/>
    <w:rsid w:val="00FC121B"/>
    <w:rsid w:val="00FC1616"/>
    <w:rsid w:val="00FC163E"/>
    <w:rsid w:val="00FC1748"/>
    <w:rsid w:val="00FC1B54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D14"/>
    <w:rsid w:val="00FC4D52"/>
    <w:rsid w:val="00FC5363"/>
    <w:rsid w:val="00FC5470"/>
    <w:rsid w:val="00FC5520"/>
    <w:rsid w:val="00FC5575"/>
    <w:rsid w:val="00FC56BC"/>
    <w:rsid w:val="00FC5741"/>
    <w:rsid w:val="00FC58A4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85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03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A2C"/>
    <w:rsid w:val="00FD7CB5"/>
    <w:rsid w:val="00FE004B"/>
    <w:rsid w:val="00FE00C3"/>
    <w:rsid w:val="00FE013E"/>
    <w:rsid w:val="00FE0539"/>
    <w:rsid w:val="00FE06C9"/>
    <w:rsid w:val="00FE0E4F"/>
    <w:rsid w:val="00FE0EE8"/>
    <w:rsid w:val="00FE1039"/>
    <w:rsid w:val="00FE10DE"/>
    <w:rsid w:val="00FE1310"/>
    <w:rsid w:val="00FE155C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24A"/>
    <w:rsid w:val="00FE57F9"/>
    <w:rsid w:val="00FE5971"/>
    <w:rsid w:val="00FE5E33"/>
    <w:rsid w:val="00FE6078"/>
    <w:rsid w:val="00FE62C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52C"/>
    <w:rsid w:val="00FF090A"/>
    <w:rsid w:val="00FF095B"/>
    <w:rsid w:val="00FF0C10"/>
    <w:rsid w:val="00FF0F69"/>
    <w:rsid w:val="00FF0FEF"/>
    <w:rsid w:val="00FF1050"/>
    <w:rsid w:val="00FF1078"/>
    <w:rsid w:val="00FF1617"/>
    <w:rsid w:val="00FF1ABC"/>
    <w:rsid w:val="00FF1F86"/>
    <w:rsid w:val="00FF209F"/>
    <w:rsid w:val="00FF2152"/>
    <w:rsid w:val="00FF22F1"/>
    <w:rsid w:val="00FF275F"/>
    <w:rsid w:val="00FF2CD9"/>
    <w:rsid w:val="00FF2DB8"/>
    <w:rsid w:val="00FF2EC0"/>
    <w:rsid w:val="00FF2FDD"/>
    <w:rsid w:val="00FF31BC"/>
    <w:rsid w:val="00FF35EC"/>
    <w:rsid w:val="00FF3743"/>
    <w:rsid w:val="00FF38B2"/>
    <w:rsid w:val="00FF3AD0"/>
    <w:rsid w:val="00FF3B9D"/>
    <w:rsid w:val="00FF3DC7"/>
    <w:rsid w:val="00FF3F2F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F00"/>
    <w:rsid w:val="00FF526A"/>
    <w:rsid w:val="00FF5323"/>
    <w:rsid w:val="00FF551A"/>
    <w:rsid w:val="00FF554D"/>
    <w:rsid w:val="00FF5695"/>
    <w:rsid w:val="00FF57BC"/>
    <w:rsid w:val="00FF57CF"/>
    <w:rsid w:val="00FF598D"/>
    <w:rsid w:val="00FF5AAE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semiHidden="0" w:uiPriority="0" w:unhideWhenUsed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54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66BE9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6BE9"/>
    <w:rPr>
      <w:rFonts w:ascii="Cambria" w:hAnsi="Cambria" w:cs="Times New Roman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076;n=19498;fld=134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4</TotalTime>
  <Pages>643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6</cp:revision>
  <cp:lastPrinted>2016-12-12T06:46:00Z</cp:lastPrinted>
  <dcterms:created xsi:type="dcterms:W3CDTF">2016-12-07T13:01:00Z</dcterms:created>
  <dcterms:modified xsi:type="dcterms:W3CDTF">2016-12-28T11:27:00Z</dcterms:modified>
</cp:coreProperties>
</file>