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64A" w:rsidRDefault="00DB064A" w:rsidP="00584B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ЗАКОН УЛЬЯНОВСКОЙ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 </w:t>
      </w:r>
    </w:p>
    <w:p w:rsidR="00DB064A" w:rsidRDefault="00DB064A" w:rsidP="00584B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B064A" w:rsidRDefault="00DB064A" w:rsidP="00584B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B064A" w:rsidRDefault="00DB064A" w:rsidP="00CC746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B064A" w:rsidRDefault="00DB064A" w:rsidP="00CC746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B064A" w:rsidRDefault="00DB064A" w:rsidP="00584B0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отдельные законодательные акты </w:t>
      </w:r>
    </w:p>
    <w:p w:rsidR="00DB064A" w:rsidRDefault="00DB064A" w:rsidP="00A5322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Ульяновской области и о признании утратившим силу отдельного положения законодательного акта Ульяновской области</w:t>
      </w:r>
    </w:p>
    <w:p w:rsidR="00DB064A" w:rsidRDefault="00DB064A" w:rsidP="00CC746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064A" w:rsidRDefault="00DB064A" w:rsidP="00CC746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064A" w:rsidRDefault="00DB064A" w:rsidP="00AA5D4A">
      <w:pPr>
        <w:pStyle w:val="ConsNormal"/>
        <w:spacing w:line="240" w:lineRule="auto"/>
        <w:ind w:right="0" w:firstLine="0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Принят Законодательным Собранием Ульяновской области 20 декабря 2017 года</w:t>
      </w:r>
    </w:p>
    <w:p w:rsidR="00DB064A" w:rsidRDefault="00DB064A" w:rsidP="00CC746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064A" w:rsidRPr="009B19A6" w:rsidRDefault="00DB064A" w:rsidP="00CC746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064A" w:rsidRPr="00933578" w:rsidRDefault="00DB064A" w:rsidP="0093357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3578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DB064A" w:rsidRPr="00101833" w:rsidRDefault="00DB064A" w:rsidP="009335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B064A" w:rsidRPr="00101833" w:rsidRDefault="00DB064A" w:rsidP="009335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B064A" w:rsidRDefault="00DB064A" w:rsidP="00101833">
      <w:pPr>
        <w:pStyle w:val="ConsPlusNormal"/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статью 1 Закона Ульяновской области от 7 ноября 2007 года </w:t>
      </w:r>
      <w:r>
        <w:rPr>
          <w:rFonts w:ascii="Times New Roman" w:hAnsi="Times New Roman"/>
          <w:sz w:val="28"/>
          <w:szCs w:val="28"/>
        </w:rPr>
        <w:br/>
        <w:t xml:space="preserve">№ 163-ЗО «О муниципальной службе в Ульяновской области» («Ульяновская правда» от 09.11.2007 № 95; </w:t>
      </w:r>
      <w:r w:rsidRPr="0052301F">
        <w:rPr>
          <w:rFonts w:ascii="Times New Roman" w:hAnsi="Times New Roman"/>
          <w:sz w:val="28"/>
          <w:szCs w:val="28"/>
        </w:rPr>
        <w:t xml:space="preserve">от 13.06.2008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48; от 15.10.2008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84; </w:t>
      </w:r>
      <w:r>
        <w:rPr>
          <w:rFonts w:ascii="Times New Roman" w:hAnsi="Times New Roman"/>
          <w:sz w:val="28"/>
          <w:szCs w:val="28"/>
        </w:rPr>
        <w:br/>
      </w:r>
      <w:r w:rsidRPr="0052301F">
        <w:rPr>
          <w:rFonts w:ascii="Times New Roman" w:hAnsi="Times New Roman"/>
          <w:sz w:val="28"/>
          <w:szCs w:val="28"/>
        </w:rPr>
        <w:t xml:space="preserve">от 24.10.2008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88; от 26.11.2008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96; от 05.12.2008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99; от 19.12.2008 </w:t>
      </w:r>
      <w:r>
        <w:rPr>
          <w:rFonts w:ascii="Times New Roman" w:hAnsi="Times New Roman"/>
          <w:sz w:val="28"/>
          <w:szCs w:val="28"/>
        </w:rPr>
        <w:br/>
        <w:t>№</w:t>
      </w:r>
      <w:r w:rsidRPr="0052301F">
        <w:rPr>
          <w:rFonts w:ascii="Times New Roman" w:hAnsi="Times New Roman"/>
          <w:sz w:val="28"/>
          <w:szCs w:val="28"/>
        </w:rPr>
        <w:t xml:space="preserve"> 103; от 03.04.2009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25; от 22.07.2009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59; от 02.10.2009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80; </w:t>
      </w:r>
      <w:r>
        <w:rPr>
          <w:rFonts w:ascii="Times New Roman" w:hAnsi="Times New Roman"/>
          <w:sz w:val="28"/>
          <w:szCs w:val="28"/>
        </w:rPr>
        <w:br/>
      </w:r>
      <w:r w:rsidRPr="0052301F">
        <w:rPr>
          <w:rFonts w:ascii="Times New Roman" w:hAnsi="Times New Roman"/>
          <w:sz w:val="28"/>
          <w:szCs w:val="28"/>
        </w:rPr>
        <w:t xml:space="preserve">от 07.04.2010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25; от 12.05.2010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35-36; от 09.10.2010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83; от 08.11.2010 </w:t>
      </w:r>
      <w:r>
        <w:rPr>
          <w:rFonts w:ascii="Times New Roman" w:hAnsi="Times New Roman"/>
          <w:sz w:val="28"/>
          <w:szCs w:val="28"/>
        </w:rPr>
        <w:br/>
        <w:t>№</w:t>
      </w:r>
      <w:r w:rsidRPr="0052301F">
        <w:rPr>
          <w:rFonts w:ascii="Times New Roman" w:hAnsi="Times New Roman"/>
          <w:sz w:val="28"/>
          <w:szCs w:val="28"/>
        </w:rPr>
        <w:t xml:space="preserve"> 91; от 06.05.2011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48; от 11.05.2011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50; от 08.06.2011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62; </w:t>
      </w:r>
      <w:r>
        <w:rPr>
          <w:rFonts w:ascii="Times New Roman" w:hAnsi="Times New Roman"/>
          <w:sz w:val="28"/>
          <w:szCs w:val="28"/>
        </w:rPr>
        <w:br/>
      </w:r>
      <w:r w:rsidRPr="0052301F">
        <w:rPr>
          <w:rFonts w:ascii="Times New Roman" w:hAnsi="Times New Roman"/>
          <w:sz w:val="28"/>
          <w:szCs w:val="28"/>
        </w:rPr>
        <w:t xml:space="preserve">от 12.08.2011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89; от 28.12.2011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147; от 24.07.2012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78; от 28.12.2012 </w:t>
      </w:r>
      <w:r>
        <w:rPr>
          <w:rFonts w:ascii="Times New Roman" w:hAnsi="Times New Roman"/>
          <w:sz w:val="28"/>
          <w:szCs w:val="28"/>
        </w:rPr>
        <w:br/>
        <w:t>№</w:t>
      </w:r>
      <w:r w:rsidRPr="0052301F">
        <w:rPr>
          <w:rFonts w:ascii="Times New Roman" w:hAnsi="Times New Roman"/>
          <w:sz w:val="28"/>
          <w:szCs w:val="28"/>
        </w:rPr>
        <w:t xml:space="preserve"> 146; от 10.04.2013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39; от 08.05.2013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48; от 11.11.2013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144; </w:t>
      </w:r>
      <w:r>
        <w:rPr>
          <w:rFonts w:ascii="Times New Roman" w:hAnsi="Times New Roman"/>
          <w:sz w:val="28"/>
          <w:szCs w:val="28"/>
        </w:rPr>
        <w:br/>
      </w:r>
      <w:r w:rsidRPr="0052301F">
        <w:rPr>
          <w:rFonts w:ascii="Times New Roman" w:hAnsi="Times New Roman"/>
          <w:sz w:val="28"/>
          <w:szCs w:val="28"/>
        </w:rPr>
        <w:t xml:space="preserve">от 06.02.2014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16; от 31.03.2014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45; от 08.05.2014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65; от 09.06.2014 </w:t>
      </w:r>
      <w:r>
        <w:rPr>
          <w:rFonts w:ascii="Times New Roman" w:hAnsi="Times New Roman"/>
          <w:sz w:val="28"/>
          <w:szCs w:val="28"/>
        </w:rPr>
        <w:br/>
        <w:t>№</w:t>
      </w:r>
      <w:r w:rsidRPr="0052301F">
        <w:rPr>
          <w:rFonts w:ascii="Times New Roman" w:hAnsi="Times New Roman"/>
          <w:sz w:val="28"/>
          <w:szCs w:val="28"/>
        </w:rPr>
        <w:t xml:space="preserve"> 82-83; от 09.10.2014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149; от 09.02.2015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16; от 06.04.2015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44;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  <w:t xml:space="preserve">от 09.07.2015 № 93; от 14.03.2016 № 31; от 12.04.2016 № 47; от 06.06.2016 </w:t>
      </w:r>
      <w:r>
        <w:rPr>
          <w:rFonts w:ascii="Times New Roman" w:hAnsi="Times New Roman"/>
          <w:sz w:val="28"/>
          <w:szCs w:val="28"/>
        </w:rPr>
        <w:br/>
        <w:t xml:space="preserve">№ 75-76; от 04.10.2016 № 118; от 22.11.2016 № 131; от 31.03.2017 № 23; </w:t>
      </w:r>
      <w:r>
        <w:rPr>
          <w:rFonts w:ascii="Times New Roman" w:hAnsi="Times New Roman"/>
          <w:sz w:val="28"/>
          <w:szCs w:val="28"/>
        </w:rPr>
        <w:br/>
        <w:t>от 28.04.2017 № 31; от 02.06.2017 № 40; от 28.07.2017 № 54; от 10.11.2017</w:t>
      </w:r>
      <w:r>
        <w:rPr>
          <w:rFonts w:ascii="Times New Roman" w:hAnsi="Times New Roman"/>
          <w:sz w:val="28"/>
          <w:szCs w:val="28"/>
        </w:rPr>
        <w:br/>
        <w:t>№ 82-83) следующие изменения:</w:t>
      </w:r>
    </w:p>
    <w:p w:rsidR="00DB064A" w:rsidRDefault="00DB064A" w:rsidP="008143E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 в части 1:</w:t>
      </w:r>
    </w:p>
    <w:p w:rsidR="00DB064A" w:rsidRDefault="00DB064A" w:rsidP="00B31F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а) в пункте 1 слова «не менее пяти лет» исключить;</w:t>
      </w:r>
    </w:p>
    <w:p w:rsidR="00DB064A" w:rsidRDefault="00DB064A" w:rsidP="00B31F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б) пункт 2 изложить в следующей редакции:</w:t>
      </w:r>
    </w:p>
    <w:p w:rsidR="00DB064A" w:rsidRDefault="00DB064A" w:rsidP="00B31F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«2) главных должностей муниципальной службы – высшее образование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и не менее двух лет стажа муниципальной службы или стажа работы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по специальности, направлению подготовки, если иное не предусмотрено </w:t>
      </w:r>
      <w:hyperlink r:id="rId6" w:history="1">
        <w:r w:rsidRPr="00AC541A">
          <w:rPr>
            <w:rFonts w:ascii="Times New Roman" w:hAnsi="Times New Roman"/>
            <w:sz w:val="28"/>
            <w:szCs w:val="28"/>
            <w:lang w:eastAsia="ru-RU"/>
          </w:rPr>
          <w:t>частью 1</w:t>
        </w:r>
        <w:r w:rsidRPr="00C56103">
          <w:rPr>
            <w:rFonts w:ascii="Times New Roman" w:hAnsi="Times New Roman"/>
            <w:sz w:val="28"/>
            <w:szCs w:val="28"/>
            <w:vertAlign w:val="superscript"/>
            <w:lang w:eastAsia="ru-RU"/>
          </w:rPr>
          <w:t>1</w:t>
        </w:r>
      </w:hyperlink>
      <w:r w:rsidRPr="00AC541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настоящей статьи;»;</w:t>
      </w:r>
    </w:p>
    <w:p w:rsidR="00DB064A" w:rsidRDefault="00DB064A" w:rsidP="00CC746A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в) пункт 3 изложить в следующей редакции:</w:t>
      </w:r>
    </w:p>
    <w:p w:rsidR="00DB064A" w:rsidRDefault="00DB064A" w:rsidP="00CC746A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«3) ведущих должностей муниципальной службы – высшее образование </w:t>
      </w:r>
      <w:r>
        <w:rPr>
          <w:rFonts w:ascii="Times New Roman" w:hAnsi="Times New Roman"/>
          <w:sz w:val="28"/>
          <w:szCs w:val="28"/>
          <w:lang w:eastAsia="ru-RU"/>
        </w:rPr>
        <w:br/>
        <w:t>без предъявления требования к стажу;»;</w:t>
      </w:r>
    </w:p>
    <w:p w:rsidR="00DB064A" w:rsidRDefault="00DB064A" w:rsidP="00CC746A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2) в части </w:t>
      </w:r>
      <w:r w:rsidRPr="00C56103">
        <w:rPr>
          <w:rFonts w:ascii="Times New Roman" w:hAnsi="Times New Roman"/>
          <w:sz w:val="28"/>
          <w:szCs w:val="28"/>
          <w:lang w:eastAsia="ru-RU"/>
        </w:rPr>
        <w:t>1</w:t>
      </w:r>
      <w:r w:rsidRPr="00C56103">
        <w:rPr>
          <w:rFonts w:ascii="Times New Roman" w:hAnsi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 xml:space="preserve"> слово «ведущих» заменить словом «главных».</w:t>
      </w:r>
    </w:p>
    <w:p w:rsidR="00DB064A" w:rsidRPr="00CC746A" w:rsidRDefault="00DB064A" w:rsidP="00933578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28"/>
        </w:rPr>
      </w:pPr>
    </w:p>
    <w:p w:rsidR="00DB064A" w:rsidRDefault="00DB064A" w:rsidP="009335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064A" w:rsidRPr="00C56103" w:rsidRDefault="00DB064A" w:rsidP="0093357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6103"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DB064A" w:rsidRDefault="00DB064A" w:rsidP="009335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064A" w:rsidRPr="00EF281F" w:rsidRDefault="00DB064A" w:rsidP="009335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064A" w:rsidRDefault="00DB064A" w:rsidP="00CC746A">
      <w:pPr>
        <w:suppressAutoHyphens/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C4B62">
        <w:rPr>
          <w:rFonts w:ascii="Times New Roman" w:hAnsi="Times New Roman"/>
          <w:sz w:val="28"/>
          <w:szCs w:val="28"/>
        </w:rPr>
        <w:t>Внести в</w:t>
      </w:r>
      <w:r>
        <w:rPr>
          <w:rFonts w:ascii="Times New Roman" w:hAnsi="Times New Roman"/>
          <w:sz w:val="28"/>
          <w:szCs w:val="28"/>
        </w:rPr>
        <w:t xml:space="preserve"> статью 6 Закона Ульяновской области от 29 сентября 2015 года </w:t>
      </w:r>
      <w:r>
        <w:rPr>
          <w:rFonts w:ascii="Times New Roman" w:hAnsi="Times New Roman"/>
          <w:sz w:val="28"/>
          <w:szCs w:val="28"/>
        </w:rPr>
        <w:br/>
        <w:t>№ 120-ЗО «О государственной гражданской службе Ульяновской области» («</w:t>
      </w:r>
      <w:r>
        <w:rPr>
          <w:rFonts w:ascii="Times New Roman" w:hAnsi="Times New Roman"/>
          <w:sz w:val="28"/>
          <w:szCs w:val="28"/>
          <w:lang w:eastAsia="ru-RU"/>
        </w:rPr>
        <w:t xml:space="preserve">Ульяновская правда» от 05.10.2015 № 139; от 14.03.2016 № 31; от 04.10.2016 </w:t>
      </w:r>
      <w:r>
        <w:rPr>
          <w:rFonts w:ascii="Times New Roman" w:hAnsi="Times New Roman"/>
          <w:sz w:val="28"/>
          <w:szCs w:val="28"/>
          <w:lang w:eastAsia="ru-RU"/>
        </w:rPr>
        <w:br/>
        <w:t>№ 118; от 01.11.2016 № 126; от 25.11.2016 № 132; от 31.03.2017 № 23</w:t>
      </w:r>
      <w:r w:rsidRPr="00561429">
        <w:rPr>
          <w:rFonts w:ascii="Times New Roman" w:hAnsi="Times New Roman"/>
          <w:sz w:val="28"/>
          <w:szCs w:val="28"/>
          <w:lang w:eastAsia="ru-RU"/>
        </w:rPr>
        <w:t>;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br/>
        <w:t>от 28.04.2017 № 31;</w:t>
      </w:r>
      <w:r w:rsidRPr="00AC64B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 10.11.2017 № 82-83</w:t>
      </w:r>
      <w:r>
        <w:rPr>
          <w:rFonts w:ascii="Times New Roman" w:hAnsi="Times New Roman"/>
          <w:sz w:val="28"/>
          <w:szCs w:val="28"/>
          <w:lang w:eastAsia="ru-RU"/>
        </w:rPr>
        <w:t>) следующие изменения:</w:t>
      </w:r>
    </w:p>
    <w:p w:rsidR="00DB064A" w:rsidRDefault="00DB064A" w:rsidP="00CC746A">
      <w:pPr>
        <w:suppressAutoHyphens/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 в части 1:</w:t>
      </w:r>
    </w:p>
    <w:p w:rsidR="00DB064A" w:rsidRDefault="00DB064A" w:rsidP="00CC746A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а) в пункте 1 слова «шести лет стажа государственной гражданской службы или не менее семи лет» заменить словами «четырёх лет стажа государственной гражданской службы или»;</w:t>
      </w:r>
    </w:p>
    <w:p w:rsidR="00DB064A" w:rsidRDefault="00DB064A" w:rsidP="00CC746A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б) пункт 2 изложить в следующей редакции:</w:t>
      </w:r>
    </w:p>
    <w:p w:rsidR="00DB064A" w:rsidRPr="00CC746A" w:rsidRDefault="00DB064A" w:rsidP="00CC746A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Times New Roman" w:hAnsi="Times New Roman"/>
          <w:spacing w:val="-4"/>
          <w:sz w:val="28"/>
          <w:szCs w:val="28"/>
          <w:lang w:eastAsia="ru-RU"/>
        </w:rPr>
      </w:pPr>
      <w:r w:rsidRPr="00CC746A">
        <w:rPr>
          <w:rFonts w:ascii="Times New Roman" w:hAnsi="Times New Roman"/>
          <w:spacing w:val="-4"/>
          <w:sz w:val="28"/>
          <w:szCs w:val="28"/>
          <w:lang w:eastAsia="ru-RU"/>
        </w:rPr>
        <w:t xml:space="preserve">«2) главных должностей гражданской службы – не менее двух лет стажа государственной гражданской службы или стажа работы по специальности, направлению подготовки, если иное не предусмотрено </w:t>
      </w:r>
      <w:hyperlink r:id="rId7" w:history="1">
        <w:r w:rsidRPr="00CC746A">
          <w:rPr>
            <w:rFonts w:ascii="Times New Roman" w:hAnsi="Times New Roman"/>
            <w:spacing w:val="-4"/>
            <w:sz w:val="28"/>
            <w:szCs w:val="28"/>
            <w:lang w:eastAsia="ru-RU"/>
          </w:rPr>
          <w:t>частью 2</w:t>
        </w:r>
      </w:hyperlink>
      <w:r w:rsidRPr="00CC746A">
        <w:rPr>
          <w:rFonts w:ascii="Times New Roman" w:hAnsi="Times New Roman"/>
          <w:spacing w:val="-4"/>
          <w:sz w:val="28"/>
          <w:szCs w:val="28"/>
          <w:lang w:eastAsia="ru-RU"/>
        </w:rPr>
        <w:t xml:space="preserve"> настоящей статьи;»;</w:t>
      </w:r>
    </w:p>
    <w:p w:rsidR="00DB064A" w:rsidRDefault="00DB064A" w:rsidP="00CC746A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в) пункт 3 признать утратившим силу;</w:t>
      </w:r>
    </w:p>
    <w:p w:rsidR="00DB064A" w:rsidRDefault="00DB064A" w:rsidP="00CC746A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г) в пункте 4 слова «старших и младших» заменить словами «ведущих, старших и младших»;</w:t>
      </w:r>
    </w:p>
    <w:p w:rsidR="00DB064A" w:rsidRDefault="00DB064A" w:rsidP="00CC746A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 в части 2 слово «ведущих» заменить словом «главных».</w:t>
      </w:r>
    </w:p>
    <w:p w:rsidR="00DB064A" w:rsidRPr="00CC746A" w:rsidRDefault="00DB064A" w:rsidP="00A532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28"/>
          <w:lang w:eastAsia="ru-RU"/>
        </w:rPr>
      </w:pPr>
    </w:p>
    <w:p w:rsidR="00DB064A" w:rsidRDefault="00DB064A" w:rsidP="00A532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064A" w:rsidRPr="00A53221" w:rsidRDefault="00DB064A" w:rsidP="002E225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53221">
        <w:rPr>
          <w:rFonts w:ascii="Times New Roman" w:hAnsi="Times New Roman"/>
          <w:b/>
          <w:sz w:val="28"/>
          <w:szCs w:val="28"/>
          <w:lang w:eastAsia="ru-RU"/>
        </w:rPr>
        <w:t>Статья 3</w:t>
      </w:r>
    </w:p>
    <w:p w:rsidR="00DB064A" w:rsidRPr="00967752" w:rsidRDefault="00DB064A" w:rsidP="002E225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064A" w:rsidRPr="00CC746A" w:rsidRDefault="00DB064A" w:rsidP="00CC74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</w:p>
    <w:p w:rsidR="00DB064A" w:rsidRDefault="00DB064A" w:rsidP="00CC746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Признать подпункт «г» пункта 2 статьи 2 Закона Ульяновской области </w:t>
      </w:r>
      <w:r>
        <w:rPr>
          <w:rFonts w:ascii="Times New Roman" w:hAnsi="Times New Roman"/>
          <w:sz w:val="28"/>
          <w:szCs w:val="28"/>
        </w:rPr>
        <w:br/>
        <w:t xml:space="preserve">от 27 сентября 2016 года № 123-ЗО «О внесении изменений в статью 1 Закона Ульяновской области «О муниципальной службе в Ульяновской области» </w:t>
      </w:r>
      <w:r>
        <w:rPr>
          <w:rFonts w:ascii="Times New Roman" w:hAnsi="Times New Roman"/>
          <w:sz w:val="28"/>
          <w:szCs w:val="28"/>
        </w:rPr>
        <w:br/>
        <w:t xml:space="preserve">и статью 6 Закона Ульяновской области «О государственной гражданской службе Ульяновской области» («Ульяновская правда» от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04.10.2016 № 118) утратившим силу.</w:t>
      </w:r>
    </w:p>
    <w:p w:rsidR="00DB064A" w:rsidRPr="00144C0F" w:rsidRDefault="00DB064A" w:rsidP="002E2253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064A" w:rsidRDefault="00DB064A" w:rsidP="002E2253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064A" w:rsidRDefault="00DB064A" w:rsidP="002E2253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0173" w:type="dxa"/>
        <w:tblLayout w:type="fixed"/>
        <w:tblLook w:val="00A0"/>
      </w:tblPr>
      <w:tblGrid>
        <w:gridCol w:w="5066"/>
        <w:gridCol w:w="5107"/>
      </w:tblGrid>
      <w:tr w:rsidR="00DB064A" w:rsidRPr="002933DC" w:rsidTr="005D722B">
        <w:tc>
          <w:tcPr>
            <w:tcW w:w="5066" w:type="dxa"/>
          </w:tcPr>
          <w:p w:rsidR="00DB064A" w:rsidRPr="002933DC" w:rsidRDefault="00DB064A" w:rsidP="00CC746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933DC">
              <w:rPr>
                <w:rFonts w:ascii="Times New Roman" w:hAnsi="Times New Roman"/>
                <w:b/>
                <w:sz w:val="28"/>
                <w:szCs w:val="28"/>
              </w:rPr>
              <w:t>Губернатор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2933DC">
              <w:rPr>
                <w:rFonts w:ascii="Times New Roman" w:hAnsi="Times New Roman"/>
                <w:b/>
                <w:sz w:val="28"/>
                <w:szCs w:val="28"/>
              </w:rPr>
              <w:t>Ульяновской области</w:t>
            </w:r>
          </w:p>
        </w:tc>
        <w:tc>
          <w:tcPr>
            <w:tcW w:w="5107" w:type="dxa"/>
          </w:tcPr>
          <w:p w:rsidR="00DB064A" w:rsidRPr="002933DC" w:rsidRDefault="00DB064A" w:rsidP="00CC746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2933DC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С.И.Морозов</w:t>
            </w:r>
          </w:p>
        </w:tc>
      </w:tr>
    </w:tbl>
    <w:p w:rsidR="00DB064A" w:rsidRDefault="00DB064A" w:rsidP="00CC746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B064A" w:rsidRDefault="00DB064A" w:rsidP="00CC746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B064A" w:rsidRDefault="00DB064A" w:rsidP="00CC746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B064A" w:rsidRPr="001D6186" w:rsidRDefault="00DB064A" w:rsidP="00CC746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D6186">
        <w:rPr>
          <w:rFonts w:ascii="Times New Roman" w:hAnsi="Times New Roman"/>
          <w:sz w:val="28"/>
          <w:szCs w:val="28"/>
        </w:rPr>
        <w:t>г. Ульяновск</w:t>
      </w:r>
    </w:p>
    <w:p w:rsidR="00DB064A" w:rsidRDefault="00DB064A" w:rsidP="00CC746A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25 декабря </w:t>
      </w:r>
      <w:smartTag w:uri="urn:schemas-microsoft-com:office:smarttags" w:element="metricconverter">
        <w:smartTagPr>
          <w:attr w:name="ProductID" w:val="2017 г"/>
        </w:smartTagPr>
        <w:r>
          <w:rPr>
            <w:rFonts w:ascii="Times New Roman" w:hAnsi="Times New Roman"/>
            <w:sz w:val="27"/>
            <w:szCs w:val="27"/>
          </w:rPr>
          <w:t>20</w:t>
        </w:r>
        <w:r w:rsidRPr="00A02665">
          <w:rPr>
            <w:rFonts w:ascii="Times New Roman" w:hAnsi="Times New Roman"/>
            <w:sz w:val="27"/>
            <w:szCs w:val="27"/>
          </w:rPr>
          <w:t>1</w:t>
        </w:r>
        <w:r>
          <w:rPr>
            <w:rFonts w:ascii="Times New Roman" w:hAnsi="Times New Roman"/>
            <w:sz w:val="27"/>
            <w:szCs w:val="27"/>
          </w:rPr>
          <w:t>7 г</w:t>
        </w:r>
      </w:smartTag>
      <w:r>
        <w:rPr>
          <w:rFonts w:ascii="Times New Roman" w:hAnsi="Times New Roman"/>
          <w:sz w:val="27"/>
          <w:szCs w:val="27"/>
        </w:rPr>
        <w:t>.</w:t>
      </w:r>
    </w:p>
    <w:p w:rsidR="00DB064A" w:rsidRDefault="00DB064A" w:rsidP="00CC746A">
      <w:pPr>
        <w:spacing w:after="0" w:line="240" w:lineRule="auto"/>
        <w:jc w:val="center"/>
      </w:pPr>
      <w:r>
        <w:rPr>
          <w:rFonts w:ascii="Times New Roman" w:hAnsi="Times New Roman"/>
          <w:sz w:val="27"/>
          <w:szCs w:val="27"/>
        </w:rPr>
        <w:t>№ 171</w:t>
      </w:r>
      <w:r>
        <w:rPr>
          <w:rFonts w:ascii="Times New Roman" w:hAnsi="Times New Roman"/>
          <w:sz w:val="27"/>
          <w:szCs w:val="27"/>
          <w:lang w:val="en-US"/>
        </w:rPr>
        <w:t>-</w:t>
      </w:r>
      <w:r>
        <w:rPr>
          <w:rFonts w:ascii="Times New Roman" w:hAnsi="Times New Roman"/>
          <w:sz w:val="27"/>
          <w:szCs w:val="27"/>
        </w:rPr>
        <w:t>ЗО</w:t>
      </w:r>
    </w:p>
    <w:sectPr w:rsidR="00DB064A" w:rsidSect="001018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064A" w:rsidRDefault="00DB064A">
      <w:pPr>
        <w:spacing w:after="0" w:line="240" w:lineRule="auto"/>
      </w:pPr>
      <w:r>
        <w:separator/>
      </w:r>
    </w:p>
  </w:endnote>
  <w:endnote w:type="continuationSeparator" w:id="0">
    <w:p w:rsidR="00DB064A" w:rsidRDefault="00DB0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64A" w:rsidRDefault="00DB064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64A" w:rsidRDefault="00DB064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64A" w:rsidRDefault="00DB064A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064A" w:rsidRDefault="00DB064A">
      <w:pPr>
        <w:spacing w:after="0" w:line="240" w:lineRule="auto"/>
      </w:pPr>
      <w:r>
        <w:separator/>
      </w:r>
    </w:p>
  </w:footnote>
  <w:footnote w:type="continuationSeparator" w:id="0">
    <w:p w:rsidR="00DB064A" w:rsidRDefault="00DB06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64A" w:rsidRDefault="00DB064A" w:rsidP="003A57F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B064A" w:rsidRDefault="00DB064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64A" w:rsidRPr="001B7948" w:rsidRDefault="00DB064A" w:rsidP="00CC746A">
    <w:pPr>
      <w:pStyle w:val="Header"/>
      <w:spacing w:after="0" w:line="240" w:lineRule="auto"/>
      <w:jc w:val="center"/>
      <w:rPr>
        <w:rFonts w:ascii="Times New Roman" w:hAnsi="Times New Roman"/>
        <w:sz w:val="16"/>
        <w:szCs w:val="16"/>
      </w:rPr>
    </w:pPr>
    <w:r w:rsidRPr="00B3510F">
      <w:rPr>
        <w:rStyle w:val="PageNumber"/>
        <w:rFonts w:ascii="Times New Roman" w:hAnsi="Times New Roman"/>
        <w:sz w:val="28"/>
        <w:szCs w:val="28"/>
      </w:rPr>
      <w:fldChar w:fldCharType="begin"/>
    </w:r>
    <w:r w:rsidRPr="00B3510F">
      <w:rPr>
        <w:rStyle w:val="PageNumber"/>
        <w:rFonts w:ascii="Times New Roman" w:hAnsi="Times New Roman"/>
        <w:sz w:val="28"/>
        <w:szCs w:val="28"/>
      </w:rPr>
      <w:instrText xml:space="preserve">PAGE  </w:instrText>
    </w:r>
    <w:r w:rsidRPr="00B3510F">
      <w:rPr>
        <w:rStyle w:val="PageNumber"/>
        <w:rFonts w:ascii="Times New Roman" w:hAnsi="Times New Roman"/>
        <w:sz w:val="28"/>
        <w:szCs w:val="28"/>
      </w:rPr>
      <w:fldChar w:fldCharType="separate"/>
    </w:r>
    <w:r>
      <w:rPr>
        <w:rStyle w:val="PageNumber"/>
        <w:rFonts w:ascii="Times New Roman" w:hAnsi="Times New Roman"/>
        <w:noProof/>
        <w:sz w:val="28"/>
        <w:szCs w:val="28"/>
      </w:rPr>
      <w:t>3</w:t>
    </w:r>
    <w:r w:rsidRPr="00B3510F">
      <w:rPr>
        <w:rStyle w:val="PageNumber"/>
        <w:rFonts w:ascii="Times New Roman" w:hAnsi="Times New Roman"/>
        <w:sz w:val="28"/>
        <w:szCs w:val="28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64A" w:rsidRDefault="00DB064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4B0C"/>
    <w:rsid w:val="000607D3"/>
    <w:rsid w:val="00085673"/>
    <w:rsid w:val="000873D0"/>
    <w:rsid w:val="000B2A30"/>
    <w:rsid w:val="000C276B"/>
    <w:rsid w:val="000F6ACB"/>
    <w:rsid w:val="00101833"/>
    <w:rsid w:val="00144C0F"/>
    <w:rsid w:val="001B7948"/>
    <w:rsid w:val="001D6186"/>
    <w:rsid w:val="00240C3F"/>
    <w:rsid w:val="00256F2C"/>
    <w:rsid w:val="00291B00"/>
    <w:rsid w:val="002933DC"/>
    <w:rsid w:val="002E2253"/>
    <w:rsid w:val="003053F9"/>
    <w:rsid w:val="003059B9"/>
    <w:rsid w:val="003150C3"/>
    <w:rsid w:val="0036454B"/>
    <w:rsid w:val="003A57F7"/>
    <w:rsid w:val="003E2B67"/>
    <w:rsid w:val="003E3309"/>
    <w:rsid w:val="003F164F"/>
    <w:rsid w:val="003F64B6"/>
    <w:rsid w:val="00443891"/>
    <w:rsid w:val="004742BC"/>
    <w:rsid w:val="004D31B1"/>
    <w:rsid w:val="00521FE6"/>
    <w:rsid w:val="0052301F"/>
    <w:rsid w:val="00561429"/>
    <w:rsid w:val="005619B4"/>
    <w:rsid w:val="00584B0C"/>
    <w:rsid w:val="005C6164"/>
    <w:rsid w:val="005D722B"/>
    <w:rsid w:val="006144D6"/>
    <w:rsid w:val="006517EA"/>
    <w:rsid w:val="006C43FC"/>
    <w:rsid w:val="006C4B62"/>
    <w:rsid w:val="006C6F84"/>
    <w:rsid w:val="006F6F51"/>
    <w:rsid w:val="007515E3"/>
    <w:rsid w:val="007B4CCB"/>
    <w:rsid w:val="008000BB"/>
    <w:rsid w:val="008143E6"/>
    <w:rsid w:val="0082524D"/>
    <w:rsid w:val="008511D3"/>
    <w:rsid w:val="0086183E"/>
    <w:rsid w:val="008C042A"/>
    <w:rsid w:val="008D32C3"/>
    <w:rsid w:val="008D7771"/>
    <w:rsid w:val="008E11E8"/>
    <w:rsid w:val="008E4FC2"/>
    <w:rsid w:val="008E73AC"/>
    <w:rsid w:val="00922143"/>
    <w:rsid w:val="00933578"/>
    <w:rsid w:val="00967752"/>
    <w:rsid w:val="009A14F2"/>
    <w:rsid w:val="009B19A6"/>
    <w:rsid w:val="00A02665"/>
    <w:rsid w:val="00A02F8C"/>
    <w:rsid w:val="00A16367"/>
    <w:rsid w:val="00A53221"/>
    <w:rsid w:val="00A66EF9"/>
    <w:rsid w:val="00AA1451"/>
    <w:rsid w:val="00AA2359"/>
    <w:rsid w:val="00AA5D4A"/>
    <w:rsid w:val="00AC541A"/>
    <w:rsid w:val="00AC64B7"/>
    <w:rsid w:val="00B31F67"/>
    <w:rsid w:val="00B3510F"/>
    <w:rsid w:val="00B5670D"/>
    <w:rsid w:val="00B913A6"/>
    <w:rsid w:val="00BD7F6F"/>
    <w:rsid w:val="00C56103"/>
    <w:rsid w:val="00C67EA1"/>
    <w:rsid w:val="00C707E7"/>
    <w:rsid w:val="00CA0694"/>
    <w:rsid w:val="00CB3C75"/>
    <w:rsid w:val="00CC746A"/>
    <w:rsid w:val="00CE6B02"/>
    <w:rsid w:val="00D052E7"/>
    <w:rsid w:val="00DA4CCA"/>
    <w:rsid w:val="00DB064A"/>
    <w:rsid w:val="00DF5735"/>
    <w:rsid w:val="00DF61BE"/>
    <w:rsid w:val="00E150C5"/>
    <w:rsid w:val="00E473D3"/>
    <w:rsid w:val="00EA11BA"/>
    <w:rsid w:val="00EF281F"/>
    <w:rsid w:val="00F65265"/>
    <w:rsid w:val="00FB3383"/>
    <w:rsid w:val="00FC1C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B0C"/>
    <w:pPr>
      <w:spacing w:after="200" w:line="276" w:lineRule="auto"/>
    </w:pPr>
    <w:rPr>
      <w:rFonts w:ascii="Calibri" w:hAnsi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84B0C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584B0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584B0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84B0C"/>
    <w:rPr>
      <w:rFonts w:ascii="Calibri" w:hAnsi="Calibri" w:cs="Times New Roman"/>
      <w:sz w:val="22"/>
      <w:szCs w:val="22"/>
      <w:lang w:eastAsia="en-US"/>
    </w:rPr>
  </w:style>
  <w:style w:type="character" w:styleId="PageNumber">
    <w:name w:val="page number"/>
    <w:basedOn w:val="DefaultParagraphFont"/>
    <w:uiPriority w:val="99"/>
    <w:rsid w:val="00584B0C"/>
    <w:rPr>
      <w:rFonts w:cs="Times New Roman"/>
    </w:rPr>
  </w:style>
  <w:style w:type="paragraph" w:styleId="ListParagraph">
    <w:name w:val="List Paragraph"/>
    <w:basedOn w:val="Normal"/>
    <w:uiPriority w:val="99"/>
    <w:qFormat/>
    <w:rsid w:val="00B31F6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2E22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2E2253"/>
    <w:rPr>
      <w:rFonts w:ascii="Tahoma" w:hAnsi="Tahoma" w:cs="Tahoma"/>
      <w:sz w:val="16"/>
      <w:szCs w:val="16"/>
      <w:lang w:eastAsia="en-US"/>
    </w:rPr>
  </w:style>
  <w:style w:type="paragraph" w:styleId="Footer">
    <w:name w:val="footer"/>
    <w:basedOn w:val="Normal"/>
    <w:link w:val="FooterChar"/>
    <w:uiPriority w:val="99"/>
    <w:rsid w:val="00CC74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C746A"/>
    <w:rPr>
      <w:rFonts w:ascii="Calibri" w:hAnsi="Calibri" w:cs="Times New Roman"/>
      <w:sz w:val="22"/>
      <w:szCs w:val="22"/>
      <w:lang w:eastAsia="en-US"/>
    </w:rPr>
  </w:style>
  <w:style w:type="paragraph" w:customStyle="1" w:styleId="ConsNormal">
    <w:name w:val="ConsNormal"/>
    <w:uiPriority w:val="99"/>
    <w:rsid w:val="00AA5D4A"/>
    <w:pPr>
      <w:suppressAutoHyphens/>
      <w:spacing w:after="160" w:line="252" w:lineRule="auto"/>
      <w:ind w:right="19772" w:firstLine="720"/>
    </w:pPr>
    <w:rPr>
      <w:rFonts w:ascii="Arial" w:hAnsi="Arial" w:cs="Arial Unicode MS"/>
      <w:color w:val="000000"/>
      <w:sz w:val="20"/>
      <w:szCs w:val="20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98C9C98806B1FBAFD4A8F60E413549118A06061047758FFCE7B37EEA16ACAA839A676B5C87A6E4EFC352E4AB2H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C2916E00B129B8D4CCCA956D27E873DADF1F0D95FB46F54A9D66D124AE3D03FB8C813DB29F4051574F520I2G1G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3</Pages>
  <Words>543</Words>
  <Characters>3098</Characters>
  <Application>Microsoft Office Outlook</Application>
  <DocSecurity>0</DocSecurity>
  <Lines>0</Lines>
  <Paragraphs>0</Paragraphs>
  <ScaleCrop>false</ScaleCrop>
  <Company>111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Плющик Любовь Валентиновна</dc:creator>
  <cp:keywords/>
  <dc:description/>
  <cp:lastModifiedBy>Пользователь</cp:lastModifiedBy>
  <cp:revision>16</cp:revision>
  <cp:lastPrinted>2017-12-04T12:09:00Z</cp:lastPrinted>
  <dcterms:created xsi:type="dcterms:W3CDTF">2017-12-04T12:04:00Z</dcterms:created>
  <dcterms:modified xsi:type="dcterms:W3CDTF">2018-01-09T11:19:00Z</dcterms:modified>
</cp:coreProperties>
</file>