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EF" w:rsidRDefault="00991DEF" w:rsidP="00F04735">
      <w:pPr>
        <w:tabs>
          <w:tab w:val="left" w:pos="567"/>
        </w:tabs>
        <w:jc w:val="center"/>
        <w:rPr>
          <w:sz w:val="20"/>
        </w:rPr>
      </w:pPr>
      <w:r>
        <w:rPr>
          <w:sz w:val="20"/>
        </w:rPr>
        <w:t>ЗАКОН УЛЬЯНОВСКОЙ ОБЛАСТИ</w:t>
      </w:r>
    </w:p>
    <w:p w:rsidR="00991DEF" w:rsidRDefault="00991DEF" w:rsidP="00F04735">
      <w:pPr>
        <w:tabs>
          <w:tab w:val="left" w:pos="567"/>
        </w:tabs>
        <w:jc w:val="center"/>
        <w:rPr>
          <w:sz w:val="20"/>
        </w:rPr>
      </w:pPr>
    </w:p>
    <w:p w:rsidR="00991DEF" w:rsidRDefault="00991DEF" w:rsidP="00F04735">
      <w:pPr>
        <w:tabs>
          <w:tab w:val="left" w:pos="567"/>
        </w:tabs>
        <w:jc w:val="center"/>
        <w:rPr>
          <w:sz w:val="20"/>
        </w:rPr>
      </w:pPr>
    </w:p>
    <w:p w:rsidR="00991DEF" w:rsidRDefault="00991DEF" w:rsidP="00F04735">
      <w:pPr>
        <w:tabs>
          <w:tab w:val="left" w:pos="567"/>
        </w:tabs>
        <w:jc w:val="center"/>
        <w:rPr>
          <w:sz w:val="20"/>
        </w:rPr>
      </w:pPr>
    </w:p>
    <w:p w:rsidR="00991DEF" w:rsidRDefault="00991DEF" w:rsidP="00F04735">
      <w:pPr>
        <w:tabs>
          <w:tab w:val="left" w:pos="567"/>
        </w:tabs>
        <w:jc w:val="center"/>
        <w:rPr>
          <w:sz w:val="20"/>
        </w:rPr>
      </w:pPr>
    </w:p>
    <w:p w:rsidR="00991DEF" w:rsidRDefault="00991DEF" w:rsidP="00486A5E">
      <w:pPr>
        <w:tabs>
          <w:tab w:val="left" w:pos="567"/>
        </w:tabs>
        <w:jc w:val="center"/>
        <w:rPr>
          <w:sz w:val="20"/>
        </w:rPr>
      </w:pPr>
    </w:p>
    <w:p w:rsidR="00991DEF" w:rsidRPr="001E435F" w:rsidRDefault="00991DEF" w:rsidP="001E435F">
      <w:pPr>
        <w:tabs>
          <w:tab w:val="left" w:pos="567"/>
        </w:tabs>
        <w:jc w:val="center"/>
        <w:rPr>
          <w:sz w:val="24"/>
        </w:rPr>
      </w:pPr>
    </w:p>
    <w:p w:rsidR="00991DEF" w:rsidRPr="00B23BFA" w:rsidRDefault="00991DEF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991DEF" w:rsidRPr="00B23BFA" w:rsidRDefault="00991DEF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991DEF" w:rsidRPr="0048411A" w:rsidRDefault="00991DEF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>
        <w:rPr>
          <w:b/>
          <w:szCs w:val="28"/>
        </w:rPr>
        <w:t>6 год</w:t>
      </w:r>
      <w:r w:rsidRPr="00B23BFA">
        <w:rPr>
          <w:b/>
          <w:szCs w:val="28"/>
        </w:rPr>
        <w:t>»</w:t>
      </w:r>
    </w:p>
    <w:p w:rsidR="00991DEF" w:rsidRDefault="00991DEF" w:rsidP="00486A5E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91DEF" w:rsidRDefault="00991DEF" w:rsidP="00827D95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Принят Законодательным Собранием Ульяновской области 16 ноября 2016 года</w:t>
      </w:r>
    </w:p>
    <w:p w:rsidR="00991DEF" w:rsidRDefault="00991DEF" w:rsidP="00486A5E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91DEF" w:rsidRDefault="00991DEF" w:rsidP="00486A5E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91DEF" w:rsidRDefault="00991DEF" w:rsidP="001E435F">
      <w:pPr>
        <w:widowControl w:val="0"/>
        <w:tabs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>от 11 декабря 2015 года № 196-ЗО</w:t>
      </w:r>
      <w:r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>
        <w:rPr>
          <w:szCs w:val="28"/>
        </w:rPr>
        <w:t>6</w:t>
      </w:r>
      <w:r w:rsidRPr="00B23BFA">
        <w:rPr>
          <w:szCs w:val="28"/>
        </w:rPr>
        <w:t xml:space="preserve"> год» («Ульяновска</w:t>
      </w:r>
      <w:r>
        <w:rPr>
          <w:szCs w:val="28"/>
        </w:rPr>
        <w:t>я правда» от 17.12.2015              № 179-180; от 12.04.2016 № 47; от 08.11.2016 № 127)</w:t>
      </w:r>
      <w:r w:rsidRPr="00B23BFA">
        <w:rPr>
          <w:szCs w:val="28"/>
        </w:rPr>
        <w:t xml:space="preserve"> следующие изменения:</w:t>
      </w:r>
    </w:p>
    <w:p w:rsidR="00991DEF" w:rsidRPr="00AA0125" w:rsidRDefault="00991DEF" w:rsidP="001E435F">
      <w:pPr>
        <w:pStyle w:val="ListParagraph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50" w:lineRule="auto"/>
        <w:jc w:val="both"/>
        <w:rPr>
          <w:szCs w:val="28"/>
        </w:rPr>
      </w:pPr>
      <w:r>
        <w:rPr>
          <w:szCs w:val="28"/>
        </w:rPr>
        <w:t>в статье</w:t>
      </w:r>
      <w:r w:rsidRPr="00AA0125">
        <w:rPr>
          <w:szCs w:val="28"/>
        </w:rPr>
        <w:t xml:space="preserve"> 1</w:t>
      </w:r>
      <w:r>
        <w:t>:</w:t>
      </w:r>
    </w:p>
    <w:p w:rsidR="00991DEF" w:rsidRPr="00AA5902" w:rsidRDefault="00991DEF" w:rsidP="001E435F">
      <w:pPr>
        <w:widowControl w:val="0"/>
        <w:tabs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Cs w:val="28"/>
        </w:rPr>
      </w:pPr>
      <w:r w:rsidRPr="00AA5902">
        <w:rPr>
          <w:szCs w:val="28"/>
        </w:rPr>
        <w:t xml:space="preserve">а) в пункте 1 </w:t>
      </w:r>
      <w:r>
        <w:rPr>
          <w:szCs w:val="28"/>
        </w:rPr>
        <w:t>цифры «</w:t>
      </w:r>
      <w:r w:rsidRPr="00157FD5">
        <w:rPr>
          <w:szCs w:val="28"/>
        </w:rPr>
        <w:t>11301314,2</w:t>
      </w:r>
      <w:r w:rsidRPr="009B2AC2">
        <w:rPr>
          <w:szCs w:val="28"/>
        </w:rPr>
        <w:t xml:space="preserve">» </w:t>
      </w:r>
      <w:r w:rsidRPr="006A257B">
        <w:rPr>
          <w:szCs w:val="28"/>
        </w:rPr>
        <w:t>заменить цифрами</w:t>
      </w:r>
      <w:r w:rsidRPr="00726F62">
        <w:rPr>
          <w:szCs w:val="28"/>
        </w:rPr>
        <w:t xml:space="preserve"> </w:t>
      </w:r>
      <w:r>
        <w:rPr>
          <w:szCs w:val="28"/>
        </w:rPr>
        <w:t>«11320407,7</w:t>
      </w:r>
      <w:r w:rsidRPr="009B2AC2">
        <w:rPr>
          <w:szCs w:val="28"/>
        </w:rPr>
        <w:t>»</w:t>
      </w:r>
      <w:r>
        <w:rPr>
          <w:szCs w:val="28"/>
        </w:rPr>
        <w:t xml:space="preserve">, </w:t>
      </w:r>
      <w:r>
        <w:rPr>
          <w:szCs w:val="28"/>
        </w:rPr>
        <w:br/>
        <w:t>цифры «11277157,4» заменить цифрами «11281674,7»;</w:t>
      </w:r>
    </w:p>
    <w:p w:rsidR="00991DEF" w:rsidRDefault="00991DEF" w:rsidP="001E435F">
      <w:pPr>
        <w:widowControl w:val="0"/>
        <w:tabs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Cs w:val="28"/>
        </w:rPr>
      </w:pPr>
      <w:r w:rsidRPr="009B2AC2">
        <w:rPr>
          <w:szCs w:val="28"/>
        </w:rPr>
        <w:t>б) в пункте 2 цифры «</w:t>
      </w:r>
      <w:r w:rsidRPr="00F74094">
        <w:rPr>
          <w:szCs w:val="28"/>
        </w:rPr>
        <w:t>11301315,3</w:t>
      </w:r>
      <w:r w:rsidRPr="009B2AC2">
        <w:rPr>
          <w:szCs w:val="28"/>
        </w:rPr>
        <w:t>» заменить цифрами «</w:t>
      </w:r>
      <w:r>
        <w:rPr>
          <w:szCs w:val="28"/>
        </w:rPr>
        <w:t>11320408,8</w:t>
      </w:r>
      <w:r w:rsidRPr="009B2AC2">
        <w:rPr>
          <w:szCs w:val="28"/>
        </w:rPr>
        <w:t>»;</w:t>
      </w:r>
      <w:r w:rsidRPr="005F1486">
        <w:rPr>
          <w:szCs w:val="28"/>
        </w:rPr>
        <w:t xml:space="preserve"> </w:t>
      </w:r>
    </w:p>
    <w:p w:rsidR="00991DEF" w:rsidRDefault="00991DEF" w:rsidP="001E435F">
      <w:pPr>
        <w:widowControl w:val="0"/>
        <w:tabs>
          <w:tab w:val="left" w:pos="567"/>
        </w:tabs>
        <w:autoSpaceDE w:val="0"/>
        <w:autoSpaceDN w:val="0"/>
        <w:adjustRightInd w:val="0"/>
        <w:spacing w:line="35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C07ED7">
        <w:rPr>
          <w:szCs w:val="28"/>
        </w:rPr>
        <w:t xml:space="preserve">в статье </w:t>
      </w:r>
      <w:r>
        <w:rPr>
          <w:szCs w:val="28"/>
        </w:rPr>
        <w:t xml:space="preserve">6 </w:t>
      </w:r>
      <w:r w:rsidRPr="006A257B">
        <w:rPr>
          <w:szCs w:val="28"/>
        </w:rPr>
        <w:t xml:space="preserve">цифры </w:t>
      </w:r>
      <w:r>
        <w:rPr>
          <w:szCs w:val="28"/>
        </w:rPr>
        <w:t>«</w:t>
      </w:r>
      <w:r w:rsidRPr="00C07ED7">
        <w:rPr>
          <w:szCs w:val="28"/>
        </w:rPr>
        <w:t>988612,9</w:t>
      </w:r>
      <w:r>
        <w:rPr>
          <w:szCs w:val="28"/>
        </w:rPr>
        <w:t xml:space="preserve">» </w:t>
      </w:r>
      <w:r w:rsidRPr="00C07ED7">
        <w:rPr>
          <w:szCs w:val="28"/>
        </w:rPr>
        <w:t xml:space="preserve">заменить </w:t>
      </w:r>
      <w:r>
        <w:rPr>
          <w:szCs w:val="28"/>
        </w:rPr>
        <w:t>цифрами</w:t>
      </w:r>
      <w:r w:rsidRPr="00C07ED7">
        <w:rPr>
          <w:szCs w:val="28"/>
        </w:rPr>
        <w:t xml:space="preserve"> </w:t>
      </w:r>
      <w:r>
        <w:rPr>
          <w:szCs w:val="28"/>
        </w:rPr>
        <w:t>«1088823,3</w:t>
      </w:r>
      <w:bookmarkStart w:id="0" w:name="_GoBack"/>
      <w:bookmarkEnd w:id="0"/>
      <w:r w:rsidRPr="00C07ED7">
        <w:rPr>
          <w:szCs w:val="28"/>
        </w:rPr>
        <w:t>»</w:t>
      </w:r>
      <w:r>
        <w:rPr>
          <w:szCs w:val="28"/>
        </w:rPr>
        <w:t>;</w:t>
      </w:r>
    </w:p>
    <w:p w:rsidR="00991DEF" w:rsidRPr="00092C63" w:rsidRDefault="00991DEF" w:rsidP="001E435F">
      <w:pPr>
        <w:pStyle w:val="ListParagraph"/>
        <w:numPr>
          <w:ilvl w:val="0"/>
          <w:numId w:val="8"/>
        </w:numPr>
        <w:suppressAutoHyphens/>
        <w:spacing w:line="350" w:lineRule="auto"/>
        <w:jc w:val="both"/>
        <w:rPr>
          <w:szCs w:val="28"/>
        </w:rPr>
      </w:pPr>
      <w:r w:rsidRPr="00092C63">
        <w:rPr>
          <w:szCs w:val="28"/>
        </w:rPr>
        <w:t>приложение 2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991DEF" w:rsidRPr="00765A06" w:rsidTr="00A27659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991DEF" w:rsidRPr="00765A06" w:rsidRDefault="00991DEF" w:rsidP="00765A06">
            <w:pPr>
              <w:spacing w:line="360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 xml:space="preserve">«ПРИЛОЖЕНИЕ </w:t>
            </w:r>
            <w:r>
              <w:rPr>
                <w:szCs w:val="28"/>
              </w:rPr>
              <w:t>2</w:t>
            </w:r>
          </w:p>
          <w:p w:rsidR="00991DEF" w:rsidRPr="00765A06" w:rsidRDefault="00991DEF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991DEF" w:rsidRPr="00765A06" w:rsidRDefault="00991DEF" w:rsidP="00765A06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991DEF" w:rsidRDefault="00991DEF" w:rsidP="0003010E">
            <w:pPr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>
              <w:rPr>
                <w:szCs w:val="28"/>
              </w:rPr>
              <w:t xml:space="preserve">ния Ульяновской области </w:t>
            </w:r>
            <w:r>
              <w:rPr>
                <w:szCs w:val="28"/>
              </w:rPr>
              <w:br/>
              <w:t>на 2016 год</w:t>
            </w:r>
            <w:r w:rsidRPr="00765A06">
              <w:rPr>
                <w:szCs w:val="28"/>
              </w:rPr>
              <w:t>»</w:t>
            </w:r>
          </w:p>
          <w:p w:rsidR="00991DEF" w:rsidRPr="001E435F" w:rsidRDefault="00991DEF" w:rsidP="0003010E">
            <w:pPr>
              <w:jc w:val="center"/>
              <w:rPr>
                <w:sz w:val="22"/>
                <w:szCs w:val="28"/>
              </w:rPr>
            </w:pPr>
          </w:p>
        </w:tc>
      </w:tr>
    </w:tbl>
    <w:p w:rsidR="00991DEF" w:rsidRPr="00ED4091" w:rsidRDefault="00991DEF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ДОХОДЫ</w:t>
      </w:r>
    </w:p>
    <w:p w:rsidR="00991DEF" w:rsidRPr="00ED4091" w:rsidRDefault="00991DEF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 xml:space="preserve">бюджета Территориального фонда обязательного медицинского страхования </w:t>
      </w:r>
    </w:p>
    <w:p w:rsidR="00991DEF" w:rsidRDefault="00991DEF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Ульяновской области на 201</w:t>
      </w:r>
      <w:r>
        <w:rPr>
          <w:b/>
          <w:szCs w:val="28"/>
        </w:rPr>
        <w:t>6</w:t>
      </w:r>
      <w:r w:rsidRPr="00ED4091">
        <w:rPr>
          <w:b/>
          <w:szCs w:val="28"/>
        </w:rPr>
        <w:t xml:space="preserve"> год в разрезе кодов видов доходов, подвидов доходов, относящихся к доходам бюджетов, классификации доходов</w:t>
      </w:r>
    </w:p>
    <w:p w:rsidR="00991DEF" w:rsidRPr="00ED4091" w:rsidRDefault="00991DEF" w:rsidP="00FC2566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 xml:space="preserve"> бюджетов бюджетной классификации Российской Федерации</w:t>
      </w:r>
    </w:p>
    <w:p w:rsidR="00991DEF" w:rsidRPr="00ED4091" w:rsidRDefault="00991DEF" w:rsidP="00FC2566">
      <w:pPr>
        <w:spacing w:line="235" w:lineRule="auto"/>
        <w:rPr>
          <w:sz w:val="20"/>
        </w:rPr>
      </w:pPr>
    </w:p>
    <w:p w:rsidR="00991DEF" w:rsidRPr="00ED4091" w:rsidRDefault="00991DEF" w:rsidP="00FC2566">
      <w:pPr>
        <w:tabs>
          <w:tab w:val="left" w:pos="5103"/>
        </w:tabs>
        <w:spacing w:line="235" w:lineRule="auto"/>
        <w:ind w:left="7797" w:hanging="9"/>
      </w:pPr>
      <w:r w:rsidRPr="00ED4091">
        <w:rPr>
          <w:szCs w:val="28"/>
        </w:rPr>
        <w:t xml:space="preserve">    тыс.</w:t>
      </w:r>
      <w:r w:rsidRPr="00ED4091">
        <w:t xml:space="preserve"> рублей</w:t>
      </w: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991DEF" w:rsidRPr="00ED4091" w:rsidTr="008C7D1E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1DEF" w:rsidRPr="00ED4091" w:rsidRDefault="00991DEF" w:rsidP="00577FE4">
            <w:pPr>
              <w:keepNext/>
              <w:jc w:val="center"/>
              <w:outlineLvl w:val="1"/>
              <w:rPr>
                <w:szCs w:val="28"/>
              </w:rPr>
            </w:pPr>
            <w:r w:rsidRPr="00ED4091">
              <w:rPr>
                <w:szCs w:val="28"/>
              </w:rPr>
              <w:t xml:space="preserve">Код бюджетной </w:t>
            </w:r>
            <w:r w:rsidRPr="00ED4091">
              <w:rPr>
                <w:szCs w:val="28"/>
              </w:rPr>
              <w:br/>
              <w:t xml:space="preserve">классификации </w:t>
            </w:r>
            <w:r w:rsidRPr="00ED4091">
              <w:rPr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1DEF" w:rsidRPr="00ED4091" w:rsidRDefault="00991DEF" w:rsidP="00172F02">
            <w:pPr>
              <w:jc w:val="center"/>
            </w:pPr>
            <w:r w:rsidRPr="00ED4091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1DEF" w:rsidRPr="00ED4091" w:rsidRDefault="00991DEF" w:rsidP="00577FE4">
            <w:pPr>
              <w:jc w:val="center"/>
            </w:pPr>
            <w:r w:rsidRPr="00ED4091">
              <w:t>Сумма</w:t>
            </w:r>
          </w:p>
        </w:tc>
      </w:tr>
    </w:tbl>
    <w:p w:rsidR="00991DEF" w:rsidRPr="00ED4091" w:rsidRDefault="00991DEF" w:rsidP="00577FE4">
      <w:pPr>
        <w:rPr>
          <w:sz w:val="2"/>
          <w:szCs w:val="2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991DEF" w:rsidRPr="00ED4091" w:rsidTr="008C7D1E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EF" w:rsidRPr="00ED4091" w:rsidRDefault="00991DEF" w:rsidP="00577FE4">
            <w:pPr>
              <w:jc w:val="center"/>
            </w:pPr>
            <w:r w:rsidRPr="00ED4091"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EF" w:rsidRPr="00ED4091" w:rsidRDefault="00991DEF" w:rsidP="00577FE4">
            <w:pPr>
              <w:jc w:val="center"/>
            </w:pPr>
            <w:r w:rsidRPr="00ED409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DEF" w:rsidRPr="00ED4091" w:rsidRDefault="00991DEF" w:rsidP="00577FE4">
            <w:pPr>
              <w:jc w:val="center"/>
            </w:pPr>
            <w:r w:rsidRPr="00ED4091">
              <w:t>3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Default="00991DEF" w:rsidP="00577FE4">
            <w:pPr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622" w:type="dxa"/>
          </w:tcPr>
          <w:p w:rsidR="00991DEF" w:rsidRDefault="00991DEF" w:rsidP="00577FE4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vAlign w:val="bottom"/>
          </w:tcPr>
          <w:p w:rsidR="00991DEF" w:rsidRPr="00AF1F5B" w:rsidRDefault="00991DEF" w:rsidP="00577F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63139,2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ED4091" w:rsidRDefault="00991DEF" w:rsidP="00235412">
            <w:pPr>
              <w:spacing w:line="235" w:lineRule="auto"/>
              <w:rPr>
                <w:b/>
              </w:rPr>
            </w:pPr>
            <w:r>
              <w:rPr>
                <w:b/>
              </w:rPr>
              <w:t>000 1 13 00000 00 0000 000</w:t>
            </w: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35" w:lineRule="auto"/>
              <w:jc w:val="both"/>
              <w:rPr>
                <w:b/>
              </w:rPr>
            </w:pPr>
            <w:r>
              <w:rPr>
                <w:b/>
              </w:rPr>
              <w:t>Доходы от оказания платных у</w:t>
            </w:r>
            <w:r>
              <w:rPr>
                <w:b/>
              </w:rPr>
              <w:t>с</w:t>
            </w:r>
            <w:r>
              <w:rPr>
                <w:b/>
              </w:rPr>
              <w:t>луг (работ) и компенсации затрат государства</w:t>
            </w:r>
            <w:r w:rsidRPr="0058644F">
              <w:rPr>
                <w:b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991DEF" w:rsidRPr="00AF1F5B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  <w:r w:rsidRPr="00AF1F5B">
              <w:rPr>
                <w:b/>
                <w:bCs/>
              </w:rPr>
              <w:t>39,0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58644F" w:rsidRDefault="00991DEF" w:rsidP="00235412">
            <w:pPr>
              <w:spacing w:line="235" w:lineRule="auto"/>
            </w:pPr>
            <w:r w:rsidRPr="0058644F">
              <w:t>395 1 13 02999 09 0000 130</w:t>
            </w:r>
          </w:p>
        </w:tc>
        <w:tc>
          <w:tcPr>
            <w:tcW w:w="4622" w:type="dxa"/>
          </w:tcPr>
          <w:p w:rsidR="00991DEF" w:rsidRPr="0058644F" w:rsidRDefault="00991DEF" w:rsidP="00235412">
            <w:pPr>
              <w:spacing w:line="235" w:lineRule="auto"/>
              <w:jc w:val="both"/>
            </w:pPr>
            <w:r w:rsidRPr="0058644F">
              <w:t>Прочие доходы от компенсации з</w:t>
            </w:r>
            <w:r w:rsidRPr="0058644F">
              <w:t>а</w:t>
            </w:r>
            <w:r w:rsidRPr="0058644F">
              <w:t>трат бюджетов территориальных фондов обязательного медицинск</w:t>
            </w:r>
            <w:r w:rsidRPr="0058644F">
              <w:t>о</w:t>
            </w:r>
            <w:r w:rsidRPr="0058644F">
              <w:t>го страхования</w:t>
            </w:r>
          </w:p>
        </w:tc>
        <w:tc>
          <w:tcPr>
            <w:tcW w:w="1843" w:type="dxa"/>
            <w:vAlign w:val="bottom"/>
          </w:tcPr>
          <w:p w:rsidR="00991DEF" w:rsidRPr="00AF1F5B" w:rsidRDefault="00991DEF" w:rsidP="00235412">
            <w:pPr>
              <w:spacing w:line="235" w:lineRule="auto"/>
              <w:jc w:val="center"/>
              <w:rPr>
                <w:bCs/>
              </w:rPr>
            </w:pPr>
            <w:r w:rsidRPr="00AF1F5B">
              <w:rPr>
                <w:bCs/>
              </w:rPr>
              <w:t>39,0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ED4091" w:rsidRDefault="00991DEF" w:rsidP="00235412">
            <w:pPr>
              <w:spacing w:line="235" w:lineRule="auto"/>
              <w:rPr>
                <w:b/>
              </w:rPr>
            </w:pPr>
            <w:r>
              <w:rPr>
                <w:b/>
              </w:rPr>
              <w:t>000 1 16 00000 00 0000 000</w:t>
            </w: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35" w:lineRule="auto"/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991DEF" w:rsidRPr="00AF1F5B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56321,5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863217" w:rsidRDefault="00991DEF" w:rsidP="00235412">
            <w:pPr>
              <w:spacing w:line="235" w:lineRule="auto"/>
              <w:rPr>
                <w:b/>
              </w:rPr>
            </w:pPr>
            <w:r w:rsidRPr="00863217">
              <w:rPr>
                <w:b/>
              </w:rPr>
              <w:t xml:space="preserve">395 1 16 20000 00 0000 </w:t>
            </w:r>
            <w:r>
              <w:rPr>
                <w:b/>
              </w:rPr>
              <w:t>140</w:t>
            </w:r>
          </w:p>
        </w:tc>
        <w:tc>
          <w:tcPr>
            <w:tcW w:w="4622" w:type="dxa"/>
          </w:tcPr>
          <w:p w:rsidR="00991DEF" w:rsidRPr="00863217" w:rsidRDefault="00991DEF" w:rsidP="00235412">
            <w:pPr>
              <w:spacing w:line="235" w:lineRule="auto"/>
              <w:jc w:val="both"/>
              <w:rPr>
                <w:b/>
              </w:rPr>
            </w:pPr>
            <w:r w:rsidRPr="00863217">
              <w:rPr>
                <w:b/>
              </w:rPr>
              <w:t>Денежные взыскания (штрафы) за нарушение законодательства Российской Федерации о госуда</w:t>
            </w:r>
            <w:r w:rsidRPr="00863217">
              <w:rPr>
                <w:b/>
              </w:rPr>
              <w:t>р</w:t>
            </w:r>
            <w:r w:rsidRPr="00863217">
              <w:rPr>
                <w:b/>
              </w:rPr>
              <w:t>ственных внебюджетных фондах и о конкретных видах обязател</w:t>
            </w:r>
            <w:r w:rsidRPr="00863217">
              <w:rPr>
                <w:b/>
              </w:rPr>
              <w:t>ь</w:t>
            </w:r>
            <w:r w:rsidRPr="00863217">
              <w:rPr>
                <w:b/>
              </w:rPr>
              <w:t xml:space="preserve">ного социального страхования, бюджетного законодательства </w:t>
            </w:r>
            <w:r>
              <w:rPr>
                <w:b/>
              </w:rPr>
              <w:br/>
            </w:r>
            <w:r w:rsidRPr="00863217">
              <w:rPr>
                <w:b/>
              </w:rPr>
              <w:t>(в части бюджетов государстве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ных внебюджетных фондов)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Pr="00863217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  <w:r w:rsidRPr="00975E31">
              <w:rPr>
                <w:b/>
                <w:bCs/>
              </w:rPr>
              <w:t>47480,2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863217" w:rsidRDefault="00991DEF" w:rsidP="00235412">
            <w:pPr>
              <w:spacing w:line="235" w:lineRule="auto"/>
            </w:pPr>
            <w:r w:rsidRPr="00863217">
              <w:t>395 1 16 20040 09 0000 140</w:t>
            </w:r>
          </w:p>
        </w:tc>
        <w:tc>
          <w:tcPr>
            <w:tcW w:w="4622" w:type="dxa"/>
          </w:tcPr>
          <w:p w:rsidR="00991DEF" w:rsidRPr="00863217" w:rsidRDefault="00991DEF" w:rsidP="00235412">
            <w:pPr>
              <w:spacing w:line="235" w:lineRule="auto"/>
              <w:jc w:val="both"/>
            </w:pPr>
            <w:r w:rsidRPr="00863217">
              <w:t>Денежные взыскания (штрафы) за нарушение законодательства Ро</w:t>
            </w:r>
            <w:r w:rsidRPr="00863217">
              <w:t>с</w:t>
            </w:r>
            <w:r w:rsidRPr="00863217">
              <w:t>сийской Федерации о государстве</w:t>
            </w:r>
            <w:r w:rsidRPr="00863217">
              <w:t>н</w:t>
            </w:r>
            <w:r w:rsidRPr="00863217">
              <w:t>ных внебюджетных фондах и о ко</w:t>
            </w:r>
            <w:r w:rsidRPr="00863217">
              <w:t>н</w:t>
            </w:r>
            <w:r w:rsidRPr="00863217">
              <w:t>кретных видах обязательного соц</w:t>
            </w:r>
            <w:r w:rsidRPr="00863217">
              <w:t>и</w:t>
            </w:r>
            <w:r w:rsidRPr="00863217">
              <w:t>ального страхования, бюджетного законодательства (в части бюджетов территориальных фондов обяз</w:t>
            </w:r>
            <w:r w:rsidRPr="00863217">
              <w:t>а</w:t>
            </w:r>
            <w:r w:rsidRPr="00863217">
              <w:t>тельного медицинского страхов</w:t>
            </w:r>
            <w:r w:rsidRPr="00863217">
              <w:t>а</w:t>
            </w:r>
            <w:r w:rsidRPr="00863217">
              <w:t>ния)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Cs/>
              </w:rPr>
            </w:pPr>
          </w:p>
          <w:p w:rsidR="00991DEF" w:rsidRPr="00863217" w:rsidRDefault="00991DEF" w:rsidP="00235412">
            <w:pPr>
              <w:spacing w:line="235" w:lineRule="auto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47480,2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Default="00991DEF" w:rsidP="00235412">
            <w:pPr>
              <w:spacing w:line="235" w:lineRule="auto"/>
              <w:rPr>
                <w:b/>
              </w:rPr>
            </w:pPr>
            <w:r>
              <w:rPr>
                <w:b/>
              </w:rPr>
              <w:t xml:space="preserve">395 </w:t>
            </w:r>
            <w:r w:rsidRPr="00052E6E">
              <w:rPr>
                <w:b/>
              </w:rPr>
              <w:t>1 16 21000 00 0000 140</w:t>
            </w:r>
          </w:p>
        </w:tc>
        <w:tc>
          <w:tcPr>
            <w:tcW w:w="4622" w:type="dxa"/>
          </w:tcPr>
          <w:p w:rsidR="00991DEF" w:rsidRPr="00863217" w:rsidRDefault="00991DEF" w:rsidP="00235412">
            <w:pPr>
              <w:spacing w:line="235" w:lineRule="auto"/>
              <w:jc w:val="both"/>
              <w:rPr>
                <w:b/>
              </w:rPr>
            </w:pPr>
            <w:r w:rsidRPr="00052E6E">
              <w:rPr>
                <w:b/>
              </w:rPr>
              <w:t>Денежные взыскания (штрафы) и иные суммы, взыскиваемые с лиц, виновных в совершении пр</w:t>
            </w:r>
            <w:r w:rsidRPr="00052E6E">
              <w:rPr>
                <w:b/>
              </w:rPr>
              <w:t>е</w:t>
            </w:r>
            <w:r w:rsidRPr="00052E6E">
              <w:rPr>
                <w:b/>
              </w:rPr>
              <w:t>ступлений, и в возмещение уще</w:t>
            </w:r>
            <w:r w:rsidRPr="00052E6E">
              <w:rPr>
                <w:b/>
              </w:rPr>
              <w:t>р</w:t>
            </w:r>
            <w:r w:rsidRPr="00052E6E">
              <w:rPr>
                <w:b/>
              </w:rPr>
              <w:t>ба имуществу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125,4</w:t>
            </w:r>
          </w:p>
        </w:tc>
      </w:tr>
      <w:tr w:rsidR="00991DEF" w:rsidRPr="00ED4091" w:rsidTr="008C7D1E">
        <w:tc>
          <w:tcPr>
            <w:tcW w:w="3600" w:type="dxa"/>
          </w:tcPr>
          <w:p w:rsidR="00991DEF" w:rsidRPr="00052E6E" w:rsidRDefault="00991DEF" w:rsidP="00235412">
            <w:pPr>
              <w:spacing w:line="235" w:lineRule="auto"/>
            </w:pPr>
            <w:r>
              <w:t xml:space="preserve">395 </w:t>
            </w:r>
            <w:r w:rsidRPr="00052E6E">
              <w:t>1 16 21090 09 0000 140</w:t>
            </w:r>
          </w:p>
        </w:tc>
        <w:tc>
          <w:tcPr>
            <w:tcW w:w="4622" w:type="dxa"/>
          </w:tcPr>
          <w:p w:rsidR="00991DEF" w:rsidRPr="00052E6E" w:rsidRDefault="00991DEF" w:rsidP="00235412">
            <w:pPr>
              <w:spacing w:line="235" w:lineRule="auto"/>
              <w:jc w:val="both"/>
            </w:pPr>
            <w:r w:rsidRPr="00052E6E">
              <w:t>Денежные взыскания (штрафы) и иные суммы, взыскиваемые с лиц, виновных в совершении преступл</w:t>
            </w:r>
            <w:r w:rsidRPr="00052E6E">
              <w:t>е</w:t>
            </w:r>
            <w:r w:rsidRPr="00052E6E">
              <w:t>ний, и в возмещение ущерба им</w:t>
            </w:r>
            <w:r w:rsidRPr="00052E6E">
              <w:t>у</w:t>
            </w:r>
            <w:r w:rsidRPr="00052E6E">
              <w:t>ществу, зачисляемые в бюджеты территориальных фондов обяз</w:t>
            </w:r>
            <w:r w:rsidRPr="00052E6E">
              <w:t>а</w:t>
            </w:r>
            <w:r w:rsidRPr="00052E6E">
              <w:t>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91DEF" w:rsidRPr="00052E6E" w:rsidRDefault="00991DEF" w:rsidP="00235412">
            <w:pPr>
              <w:spacing w:line="235" w:lineRule="auto"/>
              <w:jc w:val="center"/>
              <w:rPr>
                <w:bCs/>
              </w:rPr>
            </w:pPr>
            <w:r>
              <w:rPr>
                <w:bCs/>
              </w:rPr>
              <w:t>125,4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FC2566" w:rsidRDefault="00991DEF" w:rsidP="00235412">
            <w:pPr>
              <w:spacing w:line="235" w:lineRule="auto"/>
              <w:rPr>
                <w:b/>
                <w:highlight w:val="yellow"/>
              </w:rPr>
            </w:pPr>
            <w:r>
              <w:rPr>
                <w:b/>
              </w:rPr>
              <w:t>395 1 16 32000 00 0000 140</w:t>
            </w:r>
          </w:p>
        </w:tc>
        <w:tc>
          <w:tcPr>
            <w:tcW w:w="4622" w:type="dxa"/>
          </w:tcPr>
          <w:p w:rsidR="00991DEF" w:rsidRPr="00FC2566" w:rsidRDefault="00991DEF" w:rsidP="00235412">
            <w:pPr>
              <w:spacing w:line="235" w:lineRule="auto"/>
              <w:jc w:val="both"/>
              <w:rPr>
                <w:b/>
                <w:highlight w:val="yellow"/>
              </w:rPr>
            </w:pPr>
            <w:r w:rsidRPr="00863217">
              <w:rPr>
                <w:b/>
              </w:rPr>
              <w:t>Денежные взыскания, налага</w:t>
            </w:r>
            <w:r w:rsidRPr="00863217">
              <w:rPr>
                <w:b/>
              </w:rPr>
              <w:t>е</w:t>
            </w:r>
            <w:r w:rsidRPr="00863217">
              <w:rPr>
                <w:b/>
              </w:rPr>
              <w:t>мые в возмещение ущерба, пр</w:t>
            </w:r>
            <w:r w:rsidRPr="00863217">
              <w:rPr>
                <w:b/>
              </w:rPr>
              <w:t>и</w:t>
            </w:r>
            <w:r>
              <w:rPr>
                <w:b/>
              </w:rPr>
              <w:t>чинё</w:t>
            </w:r>
            <w:r w:rsidRPr="00863217">
              <w:rPr>
                <w:b/>
              </w:rPr>
              <w:t>нного в результате незако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ного или нецелевого использов</w:t>
            </w:r>
            <w:r w:rsidRPr="00863217">
              <w:rPr>
                <w:b/>
              </w:rPr>
              <w:t>а</w:t>
            </w:r>
            <w:r w:rsidRPr="00863217">
              <w:rPr>
                <w:b/>
              </w:rPr>
              <w:t>ния бюджетных средств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Default="00991DEF" w:rsidP="00235412">
            <w:pPr>
              <w:spacing w:line="235" w:lineRule="auto"/>
              <w:jc w:val="center"/>
              <w:rPr>
                <w:b/>
                <w:bCs/>
              </w:rPr>
            </w:pPr>
          </w:p>
          <w:p w:rsidR="00991DEF" w:rsidRPr="00FC2566" w:rsidRDefault="00991DEF" w:rsidP="00235412">
            <w:pPr>
              <w:spacing w:line="235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8715,9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FC2566" w:rsidRDefault="00991DEF" w:rsidP="00235412">
            <w:pPr>
              <w:spacing w:line="247" w:lineRule="auto"/>
              <w:rPr>
                <w:highlight w:val="yellow"/>
              </w:rPr>
            </w:pPr>
            <w:r w:rsidRPr="00863217">
              <w:t>395 1 16 32000 09 0000 140</w:t>
            </w:r>
          </w:p>
        </w:tc>
        <w:tc>
          <w:tcPr>
            <w:tcW w:w="4622" w:type="dxa"/>
          </w:tcPr>
          <w:p w:rsidR="00991DEF" w:rsidRPr="00FC2566" w:rsidRDefault="00991DEF" w:rsidP="00235412">
            <w:pPr>
              <w:spacing w:line="247" w:lineRule="auto"/>
              <w:jc w:val="both"/>
              <w:rPr>
                <w:highlight w:val="yellow"/>
              </w:rPr>
            </w:pPr>
            <w:r w:rsidRPr="00863217">
              <w:t>Денежные взыскания, налагае</w:t>
            </w:r>
            <w:r>
              <w:t>мые в возмещение ущерба, причинё</w:t>
            </w:r>
            <w:r w:rsidRPr="00863217">
              <w:t>нного в результате незаконного или нец</w:t>
            </w:r>
            <w:r w:rsidRPr="00863217">
              <w:t>е</w:t>
            </w:r>
            <w:r w:rsidRPr="00863217">
              <w:t>левого использования бюджетных средств (в части территориальных фондов обязательного медицинск</w:t>
            </w:r>
            <w:r w:rsidRPr="00863217">
              <w:t>о</w:t>
            </w:r>
            <w:r w:rsidRPr="00863217">
              <w:t>го страхования)</w:t>
            </w:r>
          </w:p>
        </w:tc>
        <w:tc>
          <w:tcPr>
            <w:tcW w:w="1843" w:type="dxa"/>
            <w:vAlign w:val="bottom"/>
          </w:tcPr>
          <w:p w:rsidR="00991DEF" w:rsidRPr="00FC2566" w:rsidRDefault="00991DEF" w:rsidP="00235412">
            <w:pPr>
              <w:spacing w:line="247" w:lineRule="auto"/>
              <w:jc w:val="center"/>
              <w:rPr>
                <w:bCs/>
                <w:highlight w:val="yellow"/>
              </w:rPr>
            </w:pPr>
            <w:r>
              <w:rPr>
                <w:bCs/>
              </w:rPr>
              <w:t>8715,9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CC476D" w:rsidRDefault="00991DEF" w:rsidP="00235412">
            <w:pPr>
              <w:spacing w:line="247" w:lineRule="auto"/>
              <w:rPr>
                <w:b/>
                <w:highlight w:val="yellow"/>
              </w:rPr>
            </w:pPr>
            <w:r>
              <w:rPr>
                <w:b/>
              </w:rPr>
              <w:t xml:space="preserve">000 </w:t>
            </w:r>
            <w:r w:rsidRPr="00B00EC8">
              <w:rPr>
                <w:b/>
              </w:rPr>
              <w:t>1 17 00000 00 0000 000</w:t>
            </w:r>
          </w:p>
        </w:tc>
        <w:tc>
          <w:tcPr>
            <w:tcW w:w="4622" w:type="dxa"/>
          </w:tcPr>
          <w:p w:rsidR="00991DEF" w:rsidRPr="00CC476D" w:rsidRDefault="00991DEF" w:rsidP="00235412">
            <w:pPr>
              <w:spacing w:line="247" w:lineRule="auto"/>
              <w:jc w:val="both"/>
              <w:rPr>
                <w:b/>
                <w:highlight w:val="yellow"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843" w:type="dxa"/>
            <w:vAlign w:val="bottom"/>
          </w:tcPr>
          <w:p w:rsidR="00991DEF" w:rsidRPr="00CC476D" w:rsidRDefault="00991DEF" w:rsidP="00235412">
            <w:pPr>
              <w:spacing w:line="247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6778,7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B00EC8" w:rsidRDefault="00991DEF" w:rsidP="00235412">
            <w:pPr>
              <w:spacing w:line="247" w:lineRule="auto"/>
            </w:pPr>
            <w:r w:rsidRPr="00B00EC8">
              <w:t xml:space="preserve">395 1 17 06040 09 0000 180 </w:t>
            </w:r>
          </w:p>
        </w:tc>
        <w:tc>
          <w:tcPr>
            <w:tcW w:w="4622" w:type="dxa"/>
          </w:tcPr>
          <w:p w:rsidR="00991DEF" w:rsidRPr="00B00EC8" w:rsidRDefault="00991DEF" w:rsidP="00235412">
            <w:pPr>
              <w:spacing w:line="247" w:lineRule="auto"/>
              <w:jc w:val="both"/>
            </w:pPr>
            <w:r w:rsidRPr="00B00EC8">
              <w:t>Прочие неналоговые поступления в территориальные фонды обязател</w:t>
            </w:r>
            <w:r w:rsidRPr="00B00EC8">
              <w:t>ь</w:t>
            </w:r>
            <w:r w:rsidRPr="00B00EC8">
              <w:t>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47" w:lineRule="auto"/>
              <w:jc w:val="center"/>
              <w:rPr>
                <w:bCs/>
              </w:rPr>
            </w:pPr>
          </w:p>
          <w:p w:rsidR="00991DEF" w:rsidRDefault="00991DEF" w:rsidP="00235412">
            <w:pPr>
              <w:spacing w:line="247" w:lineRule="auto"/>
              <w:jc w:val="center"/>
              <w:rPr>
                <w:bCs/>
              </w:rPr>
            </w:pPr>
          </w:p>
          <w:p w:rsidR="00991DEF" w:rsidRPr="00B00EC8" w:rsidRDefault="00991DEF" w:rsidP="00235412">
            <w:pPr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6778,7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ED4091" w:rsidRDefault="00991DEF" w:rsidP="00235412">
            <w:pPr>
              <w:widowControl w:val="0"/>
              <w:spacing w:line="247" w:lineRule="auto"/>
              <w:rPr>
                <w:b/>
              </w:rPr>
            </w:pPr>
            <w:r w:rsidRPr="00ED4091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47" w:lineRule="auto"/>
              <w:jc w:val="both"/>
              <w:rPr>
                <w:b/>
              </w:rPr>
            </w:pPr>
            <w:r w:rsidRPr="00ED409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47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11257268,5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ED4091" w:rsidRDefault="00991DEF" w:rsidP="00235412">
            <w:pPr>
              <w:widowControl w:val="0"/>
              <w:spacing w:line="247" w:lineRule="auto"/>
              <w:rPr>
                <w:b/>
              </w:rPr>
            </w:pPr>
            <w:r w:rsidRPr="00ED4091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47" w:lineRule="auto"/>
              <w:jc w:val="both"/>
              <w:rPr>
                <w:b/>
              </w:rPr>
            </w:pPr>
            <w:r w:rsidRPr="00ED4091">
              <w:rPr>
                <w:b/>
              </w:rPr>
              <w:t>Безвозмездные поступления от других бюджетов бюджетной си</w:t>
            </w:r>
            <w:r w:rsidRPr="00ED4091">
              <w:rPr>
                <w:b/>
              </w:rPr>
              <w:t>с</w:t>
            </w:r>
            <w:r w:rsidRPr="00ED4091">
              <w:rPr>
                <w:b/>
              </w:rPr>
              <w:t>темы Российской Федерации</w:t>
            </w:r>
          </w:p>
        </w:tc>
        <w:tc>
          <w:tcPr>
            <w:tcW w:w="1843" w:type="dxa"/>
            <w:vAlign w:val="bottom"/>
          </w:tcPr>
          <w:p w:rsidR="00991DEF" w:rsidRPr="00CC476D" w:rsidRDefault="00991DEF" w:rsidP="00235412">
            <w:pPr>
              <w:spacing w:line="247" w:lineRule="auto"/>
              <w:jc w:val="center"/>
              <w:rPr>
                <w:b/>
                <w:bCs/>
                <w:highlight w:val="green"/>
              </w:rPr>
            </w:pPr>
          </w:p>
          <w:p w:rsidR="00991DEF" w:rsidRPr="00CC476D" w:rsidRDefault="00991DEF" w:rsidP="00235412">
            <w:pPr>
              <w:spacing w:line="247" w:lineRule="auto"/>
              <w:jc w:val="center"/>
              <w:rPr>
                <w:b/>
                <w:bCs/>
                <w:highlight w:val="green"/>
              </w:rPr>
            </w:pPr>
          </w:p>
          <w:p w:rsidR="00991DEF" w:rsidRDefault="00991DEF" w:rsidP="00235412">
            <w:pPr>
              <w:spacing w:line="247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11281674,7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F02A7E" w:rsidRDefault="00991DEF" w:rsidP="00235412">
            <w:pPr>
              <w:widowControl w:val="0"/>
              <w:spacing w:line="247" w:lineRule="auto"/>
              <w:rPr>
                <w:b/>
              </w:rPr>
            </w:pPr>
            <w:r w:rsidRPr="00ED4091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991DEF" w:rsidRPr="00F02A7E" w:rsidRDefault="00991DEF" w:rsidP="00235412">
            <w:pPr>
              <w:spacing w:line="247" w:lineRule="auto"/>
              <w:jc w:val="both"/>
              <w:rPr>
                <w:b/>
              </w:rPr>
            </w:pPr>
            <w:r w:rsidRPr="00ED4091">
              <w:rPr>
                <w:b/>
              </w:rPr>
              <w:t>Межбюджетные трансферты, п</w:t>
            </w:r>
            <w:r w:rsidRPr="00ED4091">
              <w:rPr>
                <w:b/>
              </w:rPr>
              <w:t>е</w:t>
            </w:r>
            <w:r w:rsidRPr="00ED4091">
              <w:rPr>
                <w:b/>
              </w:rPr>
              <w:t>редаваемые бюджетам государс</w:t>
            </w:r>
            <w:r w:rsidRPr="00ED4091">
              <w:rPr>
                <w:b/>
              </w:rPr>
              <w:t>т</w:t>
            </w:r>
            <w:r w:rsidRPr="00ED4091">
              <w:rPr>
                <w:b/>
              </w:rPr>
              <w:t>венных внебюджетных фондов</w:t>
            </w:r>
          </w:p>
        </w:tc>
        <w:tc>
          <w:tcPr>
            <w:tcW w:w="1843" w:type="dxa"/>
            <w:vAlign w:val="bottom"/>
          </w:tcPr>
          <w:p w:rsidR="00991DEF" w:rsidRPr="00CC476D" w:rsidRDefault="00991DEF" w:rsidP="00235412">
            <w:pPr>
              <w:spacing w:line="247" w:lineRule="auto"/>
              <w:jc w:val="center"/>
              <w:rPr>
                <w:bCs/>
                <w:highlight w:val="green"/>
              </w:rPr>
            </w:pPr>
            <w:r>
              <w:rPr>
                <w:b/>
                <w:bCs/>
              </w:rPr>
              <w:t>11281674,7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4856DA" w:rsidRDefault="00991DEF" w:rsidP="00235412">
            <w:pPr>
              <w:widowControl w:val="0"/>
              <w:spacing w:line="247" w:lineRule="auto"/>
            </w:pPr>
            <w:r w:rsidRPr="00ED4091">
              <w:rPr>
                <w:bCs/>
              </w:rPr>
              <w:t>395 2 02 05202 09 0000 151</w:t>
            </w:r>
          </w:p>
        </w:tc>
        <w:tc>
          <w:tcPr>
            <w:tcW w:w="4622" w:type="dxa"/>
          </w:tcPr>
          <w:p w:rsidR="00991DEF" w:rsidRPr="006E4316" w:rsidRDefault="00991DEF" w:rsidP="00235412">
            <w:pPr>
              <w:spacing w:line="247" w:lineRule="auto"/>
              <w:jc w:val="both"/>
            </w:pPr>
            <w:r w:rsidRPr="00B00EC8">
              <w:rPr>
                <w:bCs/>
                <w:spacing w:val="-4"/>
              </w:rPr>
              <w:t>Межбюджетные трансферты из бюджетов субъектов Российской Ф</w:t>
            </w:r>
            <w:r w:rsidRPr="00B00EC8">
              <w:rPr>
                <w:bCs/>
                <w:spacing w:val="-4"/>
              </w:rPr>
              <w:t>е</w:t>
            </w:r>
            <w:r w:rsidRPr="00B00EC8">
              <w:rPr>
                <w:bCs/>
                <w:spacing w:val="-4"/>
              </w:rPr>
              <w:t>дерации, передаваемые территор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альным фондам обязательного мед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цинского страхования на дополн</w:t>
            </w:r>
            <w:r w:rsidRPr="00B00EC8">
              <w:rPr>
                <w:bCs/>
                <w:spacing w:val="-4"/>
              </w:rPr>
              <w:t>и</w:t>
            </w:r>
            <w:r w:rsidRPr="00B00EC8">
              <w:rPr>
                <w:bCs/>
                <w:spacing w:val="-4"/>
              </w:rPr>
              <w:t>тельное финансовое обеспечение реализации территориальной пр</w:t>
            </w:r>
            <w:r w:rsidRPr="00B00EC8">
              <w:rPr>
                <w:bCs/>
                <w:spacing w:val="-4"/>
              </w:rPr>
              <w:t>о</w:t>
            </w:r>
            <w:r w:rsidRPr="00B00EC8">
              <w:rPr>
                <w:bCs/>
                <w:spacing w:val="-4"/>
              </w:rPr>
              <w:t>граммы обязательного медицинского страхования в части базовой пр</w:t>
            </w:r>
            <w:r w:rsidRPr="00B00EC8">
              <w:rPr>
                <w:bCs/>
                <w:spacing w:val="-4"/>
              </w:rPr>
              <w:t>о</w:t>
            </w:r>
            <w:r w:rsidRPr="00B00EC8">
              <w:rPr>
                <w:bCs/>
                <w:spacing w:val="-4"/>
              </w:rPr>
              <w:t>граммы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91DEF" w:rsidRPr="00CC476D" w:rsidRDefault="00991DEF" w:rsidP="00235412">
            <w:pPr>
              <w:spacing w:line="247" w:lineRule="auto"/>
              <w:jc w:val="center"/>
              <w:rPr>
                <w:bCs/>
                <w:highlight w:val="green"/>
              </w:rPr>
            </w:pPr>
            <w:r>
              <w:rPr>
                <w:bCs/>
              </w:rPr>
              <w:t>152940,5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Default="00991DEF" w:rsidP="00235412">
            <w:pPr>
              <w:spacing w:line="247" w:lineRule="auto"/>
              <w:rPr>
                <w:b/>
              </w:rPr>
            </w:pPr>
            <w:r w:rsidRPr="006E4316">
              <w:rPr>
                <w:b/>
                <w:bCs/>
              </w:rPr>
              <w:t>000 2 02 05800 09 0000 151</w:t>
            </w:r>
          </w:p>
        </w:tc>
        <w:tc>
          <w:tcPr>
            <w:tcW w:w="4622" w:type="dxa"/>
          </w:tcPr>
          <w:p w:rsidR="00991DEF" w:rsidRPr="00FC2566" w:rsidRDefault="00991DEF" w:rsidP="00235412">
            <w:pPr>
              <w:spacing w:line="247" w:lineRule="auto"/>
              <w:jc w:val="both"/>
              <w:rPr>
                <w:b/>
              </w:rPr>
            </w:pPr>
            <w:r w:rsidRPr="006E4316">
              <w:rPr>
                <w:b/>
                <w:bCs/>
                <w:spacing w:val="-2"/>
              </w:rPr>
              <w:t>Средства Федерального фонда обязательного медицинского стр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хования, передаваемые бюджетам территориальных фондов обяз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тельного медицинского страхов</w:t>
            </w:r>
            <w:r w:rsidRPr="006E4316">
              <w:rPr>
                <w:b/>
                <w:bCs/>
                <w:spacing w:val="-2"/>
              </w:rPr>
              <w:t>а</w:t>
            </w:r>
            <w:r w:rsidRPr="006E4316">
              <w:rPr>
                <w:b/>
                <w:bCs/>
                <w:spacing w:val="-2"/>
              </w:rPr>
              <w:t>ния</w:t>
            </w:r>
          </w:p>
        </w:tc>
        <w:tc>
          <w:tcPr>
            <w:tcW w:w="1843" w:type="dxa"/>
            <w:vAlign w:val="bottom"/>
          </w:tcPr>
          <w:p w:rsidR="00991DEF" w:rsidRPr="00CC476D" w:rsidRDefault="00991DEF" w:rsidP="00235412">
            <w:pPr>
              <w:spacing w:line="247" w:lineRule="auto"/>
              <w:jc w:val="center"/>
              <w:rPr>
                <w:b/>
                <w:bCs/>
                <w:highlight w:val="green"/>
              </w:rPr>
            </w:pPr>
            <w:r w:rsidRPr="00AF1F5B">
              <w:rPr>
                <w:b/>
                <w:szCs w:val="28"/>
              </w:rPr>
              <w:t>10968103,1</w:t>
            </w:r>
          </w:p>
        </w:tc>
      </w:tr>
      <w:tr w:rsidR="00991DEF" w:rsidRPr="00ED4091" w:rsidTr="00B00EC8">
        <w:tc>
          <w:tcPr>
            <w:tcW w:w="3600" w:type="dxa"/>
          </w:tcPr>
          <w:p w:rsidR="00991DEF" w:rsidRPr="00FC2566" w:rsidRDefault="00991DEF" w:rsidP="00235412">
            <w:pPr>
              <w:spacing w:line="247" w:lineRule="auto"/>
            </w:pPr>
            <w:r w:rsidRPr="00ED4091">
              <w:t>395 2 02 05812 09 0000 151</w:t>
            </w:r>
          </w:p>
        </w:tc>
        <w:tc>
          <w:tcPr>
            <w:tcW w:w="4622" w:type="dxa"/>
          </w:tcPr>
          <w:p w:rsidR="00991DEF" w:rsidRPr="00FC2566" w:rsidRDefault="00991DEF" w:rsidP="00235412">
            <w:pPr>
              <w:spacing w:line="247" w:lineRule="auto"/>
              <w:jc w:val="both"/>
            </w:pPr>
            <w:r w:rsidRPr="00B00EC8">
              <w:t>Субвенции бюджетам территор</w:t>
            </w:r>
            <w:r w:rsidRPr="00B00EC8">
              <w:t>и</w:t>
            </w:r>
            <w:r w:rsidRPr="00B00EC8">
              <w:t>альных фондов обязательного м</w:t>
            </w:r>
            <w:r w:rsidRPr="00B00EC8">
              <w:t>е</w:t>
            </w:r>
            <w:r w:rsidRPr="00B00EC8">
              <w:t>дицинского страхования на фина</w:t>
            </w:r>
            <w:r w:rsidRPr="00B00EC8">
              <w:t>н</w:t>
            </w:r>
            <w:r w:rsidRPr="00B00EC8">
              <w:t>совое обеспечение организации об</w:t>
            </w:r>
            <w:r w:rsidRPr="00B00EC8">
              <w:t>я</w:t>
            </w:r>
            <w:r w:rsidRPr="00B00EC8">
              <w:t>зательного медицинского страхов</w:t>
            </w:r>
            <w:r w:rsidRPr="00B00EC8">
              <w:t>а</w:t>
            </w:r>
            <w:r w:rsidRPr="00B00EC8">
              <w:t>ния на территориях субъектов Ро</w:t>
            </w:r>
            <w:r w:rsidRPr="00B00EC8">
              <w:t>с</w:t>
            </w:r>
            <w:r w:rsidRPr="00B00EC8">
              <w:t>сийской Федерации</w:t>
            </w:r>
          </w:p>
        </w:tc>
        <w:tc>
          <w:tcPr>
            <w:tcW w:w="1843" w:type="dxa"/>
            <w:vAlign w:val="bottom"/>
          </w:tcPr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6A528D" w:rsidRDefault="00991DEF" w:rsidP="00235412">
            <w:pPr>
              <w:spacing w:line="247" w:lineRule="auto"/>
              <w:jc w:val="center"/>
              <w:rPr>
                <w:szCs w:val="28"/>
                <w:highlight w:val="yellow"/>
              </w:rPr>
            </w:pPr>
          </w:p>
          <w:p w:rsidR="00991DEF" w:rsidRPr="00FC2566" w:rsidRDefault="00991DEF" w:rsidP="00235412">
            <w:pPr>
              <w:spacing w:line="247" w:lineRule="auto"/>
              <w:jc w:val="center"/>
              <w:rPr>
                <w:bCs/>
              </w:rPr>
            </w:pPr>
            <w:r>
              <w:rPr>
                <w:szCs w:val="28"/>
              </w:rPr>
              <w:t>10708584,3</w:t>
            </w:r>
          </w:p>
        </w:tc>
      </w:tr>
      <w:tr w:rsidR="00991DEF" w:rsidRPr="00BE1050" w:rsidTr="00B00EC8">
        <w:tc>
          <w:tcPr>
            <w:tcW w:w="3600" w:type="dxa"/>
          </w:tcPr>
          <w:p w:rsidR="00991DEF" w:rsidRPr="00ED4091" w:rsidRDefault="00991DEF" w:rsidP="00235412">
            <w:pPr>
              <w:spacing w:line="233" w:lineRule="auto"/>
              <w:rPr>
                <w:b/>
              </w:rPr>
            </w:pPr>
            <w:r w:rsidRPr="00471B0C">
              <w:rPr>
                <w:szCs w:val="28"/>
              </w:rPr>
              <w:t>395 2 02 0581</w:t>
            </w:r>
            <w:r>
              <w:rPr>
                <w:szCs w:val="28"/>
              </w:rPr>
              <w:t>3</w:t>
            </w:r>
            <w:r w:rsidRPr="00471B0C">
              <w:rPr>
                <w:szCs w:val="28"/>
              </w:rPr>
              <w:t xml:space="preserve"> 09 0000 151</w:t>
            </w:r>
          </w:p>
        </w:tc>
        <w:tc>
          <w:tcPr>
            <w:tcW w:w="4622" w:type="dxa"/>
          </w:tcPr>
          <w:p w:rsidR="00991DEF" w:rsidRPr="006E4316" w:rsidRDefault="00991DEF" w:rsidP="00235412">
            <w:pPr>
              <w:spacing w:line="233" w:lineRule="auto"/>
              <w:jc w:val="both"/>
              <w:rPr>
                <w:b/>
              </w:rPr>
            </w:pPr>
            <w:r w:rsidRPr="00B00EC8">
              <w:rPr>
                <w:szCs w:val="28"/>
              </w:rPr>
              <w:t>Межбюджетные трансферты, пер</w:t>
            </w:r>
            <w:r w:rsidRPr="00B00EC8">
              <w:rPr>
                <w:szCs w:val="28"/>
              </w:rPr>
              <w:t>е</w:t>
            </w:r>
            <w:r w:rsidRPr="00B00EC8">
              <w:rPr>
                <w:szCs w:val="28"/>
              </w:rPr>
              <w:t>даваемые бюджетам территориал</w:t>
            </w:r>
            <w:r w:rsidRPr="00B00EC8">
              <w:rPr>
                <w:szCs w:val="28"/>
              </w:rPr>
              <w:t>ь</w:t>
            </w:r>
            <w:r w:rsidRPr="00B00EC8">
              <w:rPr>
                <w:szCs w:val="28"/>
              </w:rPr>
              <w:t>ных фондов обязательного мед</w:t>
            </w:r>
            <w:r w:rsidRPr="00B00EC8">
              <w:rPr>
                <w:szCs w:val="28"/>
              </w:rPr>
              <w:t>и</w:t>
            </w:r>
            <w:r w:rsidRPr="00B00EC8">
              <w:rPr>
                <w:szCs w:val="28"/>
              </w:rPr>
              <w:t>цинского страхования на единовр</w:t>
            </w:r>
            <w:r w:rsidRPr="00B00EC8">
              <w:rPr>
                <w:szCs w:val="28"/>
              </w:rPr>
              <w:t>е</w:t>
            </w:r>
            <w:r w:rsidRPr="00B00EC8">
              <w:rPr>
                <w:szCs w:val="28"/>
              </w:rPr>
              <w:t>менные компенсационные выплаты медицинским работникам</w:t>
            </w:r>
          </w:p>
        </w:tc>
        <w:tc>
          <w:tcPr>
            <w:tcW w:w="1843" w:type="dxa"/>
          </w:tcPr>
          <w:p w:rsidR="00991DEF" w:rsidRDefault="00991DEF" w:rsidP="00235412">
            <w:pPr>
              <w:spacing w:line="233" w:lineRule="auto"/>
              <w:jc w:val="center"/>
            </w:pPr>
          </w:p>
          <w:p w:rsidR="00991DEF" w:rsidRDefault="00991DEF" w:rsidP="00235412">
            <w:pPr>
              <w:spacing w:line="233" w:lineRule="auto"/>
              <w:jc w:val="center"/>
            </w:pPr>
          </w:p>
          <w:p w:rsidR="00991DEF" w:rsidRDefault="00991DEF" w:rsidP="00235412">
            <w:pPr>
              <w:spacing w:line="233" w:lineRule="auto"/>
              <w:jc w:val="center"/>
            </w:pPr>
          </w:p>
          <w:p w:rsidR="00991DEF" w:rsidRDefault="00991DEF" w:rsidP="00235412">
            <w:pPr>
              <w:spacing w:line="233" w:lineRule="auto"/>
              <w:jc w:val="center"/>
            </w:pPr>
          </w:p>
          <w:p w:rsidR="00991DEF" w:rsidRDefault="00991DEF" w:rsidP="00235412">
            <w:pPr>
              <w:spacing w:line="233" w:lineRule="auto"/>
              <w:jc w:val="center"/>
            </w:pPr>
          </w:p>
          <w:p w:rsidR="00991DEF" w:rsidRPr="0073760C" w:rsidRDefault="00991DEF" w:rsidP="00235412">
            <w:pPr>
              <w:spacing w:line="233" w:lineRule="auto"/>
              <w:jc w:val="center"/>
              <w:rPr>
                <w:lang w:val="en-US"/>
              </w:rPr>
            </w:pPr>
            <w:r>
              <w:t>18000,0</w:t>
            </w:r>
          </w:p>
        </w:tc>
      </w:tr>
      <w:tr w:rsidR="00991DEF" w:rsidRPr="00ED4091" w:rsidTr="00235412">
        <w:trPr>
          <w:trHeight w:val="946"/>
        </w:trPr>
        <w:tc>
          <w:tcPr>
            <w:tcW w:w="3600" w:type="dxa"/>
          </w:tcPr>
          <w:p w:rsidR="00991DEF" w:rsidRPr="00986B5C" w:rsidRDefault="00991DEF" w:rsidP="00235412">
            <w:pPr>
              <w:widowControl w:val="0"/>
              <w:spacing w:line="230" w:lineRule="auto"/>
              <w:ind w:hanging="108"/>
              <w:jc w:val="center"/>
              <w:rPr>
                <w:szCs w:val="28"/>
              </w:rPr>
            </w:pPr>
            <w:r w:rsidRPr="00986B5C">
              <w:rPr>
                <w:szCs w:val="28"/>
              </w:rPr>
              <w:t>395 2 02 05814 09 0000 151</w:t>
            </w:r>
          </w:p>
        </w:tc>
        <w:tc>
          <w:tcPr>
            <w:tcW w:w="4622" w:type="dxa"/>
          </w:tcPr>
          <w:p w:rsidR="00991DEF" w:rsidRPr="00986B5C" w:rsidRDefault="00991DEF" w:rsidP="00235412">
            <w:pPr>
              <w:spacing w:line="230" w:lineRule="auto"/>
              <w:jc w:val="both"/>
              <w:rPr>
                <w:szCs w:val="28"/>
              </w:rPr>
            </w:pPr>
            <w:r w:rsidRPr="00986B5C">
              <w:rPr>
                <w:szCs w:val="28"/>
              </w:rPr>
              <w:t>Межбюджетные трансферты, пер</w:t>
            </w:r>
            <w:r w:rsidRPr="00986B5C">
              <w:rPr>
                <w:szCs w:val="28"/>
              </w:rPr>
              <w:t>е</w:t>
            </w:r>
            <w:r w:rsidRPr="00986B5C">
              <w:rPr>
                <w:szCs w:val="28"/>
              </w:rPr>
              <w:t>даваемые бюджетам территориал</w:t>
            </w:r>
            <w:r w:rsidRPr="00986B5C">
              <w:rPr>
                <w:szCs w:val="28"/>
              </w:rPr>
              <w:t>ь</w:t>
            </w:r>
            <w:r w:rsidRPr="00986B5C">
              <w:rPr>
                <w:szCs w:val="28"/>
              </w:rPr>
              <w:t>ных фондов обязательного мед</w:t>
            </w:r>
            <w:r w:rsidRPr="00986B5C">
              <w:rPr>
                <w:szCs w:val="28"/>
              </w:rPr>
              <w:t>и</w:t>
            </w:r>
            <w:r w:rsidRPr="00986B5C">
              <w:rPr>
                <w:szCs w:val="28"/>
              </w:rPr>
              <w:t>цинского страхования на дополн</w:t>
            </w:r>
            <w:r w:rsidRPr="00986B5C">
              <w:rPr>
                <w:szCs w:val="28"/>
              </w:rPr>
              <w:t>и</w:t>
            </w:r>
            <w:r w:rsidRPr="00986B5C">
              <w:rPr>
                <w:szCs w:val="28"/>
              </w:rPr>
              <w:t>тельное финансовое обеспечение оказания специализированной, в том числе высокотехнологичной, медицинской помощи, включённой в базовую программу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91DEF" w:rsidRPr="00986B5C" w:rsidRDefault="00991DEF" w:rsidP="00235412">
            <w:pPr>
              <w:spacing w:line="230" w:lineRule="auto"/>
              <w:jc w:val="center"/>
            </w:pPr>
            <w:r>
              <w:t>241518,8</w:t>
            </w:r>
          </w:p>
        </w:tc>
      </w:tr>
      <w:tr w:rsidR="00991DEF" w:rsidRPr="00ED4091" w:rsidTr="00267926">
        <w:trPr>
          <w:trHeight w:val="322"/>
        </w:trPr>
        <w:tc>
          <w:tcPr>
            <w:tcW w:w="3600" w:type="dxa"/>
          </w:tcPr>
          <w:p w:rsidR="00991DEF" w:rsidRPr="00471B0C" w:rsidRDefault="00991DEF" w:rsidP="00235412">
            <w:pPr>
              <w:widowControl w:val="0"/>
              <w:spacing w:line="230" w:lineRule="auto"/>
              <w:ind w:hanging="108"/>
              <w:jc w:val="center"/>
              <w:rPr>
                <w:b/>
                <w:szCs w:val="28"/>
              </w:rPr>
            </w:pPr>
            <w:r w:rsidRPr="00471B0C">
              <w:rPr>
                <w:b/>
                <w:szCs w:val="28"/>
              </w:rPr>
              <w:t>395 2 02 05999 00 0000 151</w:t>
            </w:r>
          </w:p>
          <w:p w:rsidR="00991DEF" w:rsidRPr="00ED4091" w:rsidRDefault="00991DEF" w:rsidP="00235412">
            <w:pPr>
              <w:spacing w:line="230" w:lineRule="auto"/>
              <w:rPr>
                <w:b/>
              </w:rPr>
            </w:pP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30" w:lineRule="auto"/>
              <w:jc w:val="both"/>
              <w:rPr>
                <w:b/>
              </w:rPr>
            </w:pPr>
            <w:r w:rsidRPr="00471B0C">
              <w:rPr>
                <w:b/>
                <w:szCs w:val="28"/>
              </w:rPr>
              <w:t>Прочие межбюджетные тран</w:t>
            </w:r>
            <w:r w:rsidRPr="00471B0C">
              <w:rPr>
                <w:b/>
                <w:szCs w:val="28"/>
              </w:rPr>
              <w:t>с</w:t>
            </w:r>
            <w:r w:rsidRPr="00471B0C">
              <w:rPr>
                <w:b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843" w:type="dxa"/>
            <w:tcBorders>
              <w:left w:val="nil"/>
            </w:tcBorders>
            <w:vAlign w:val="center"/>
          </w:tcPr>
          <w:p w:rsidR="00991DEF" w:rsidRPr="00975E31" w:rsidRDefault="00991DEF" w:rsidP="00235412">
            <w:pPr>
              <w:spacing w:line="230" w:lineRule="auto"/>
              <w:rPr>
                <w:b/>
              </w:rPr>
            </w:pPr>
          </w:p>
          <w:p w:rsidR="00991DEF" w:rsidRPr="00975E31" w:rsidRDefault="00991DEF" w:rsidP="00235412">
            <w:pPr>
              <w:spacing w:line="230" w:lineRule="auto"/>
              <w:rPr>
                <w:b/>
              </w:rPr>
            </w:pPr>
          </w:p>
          <w:p w:rsidR="00991DEF" w:rsidRPr="00975E31" w:rsidRDefault="00991DEF" w:rsidP="00235412">
            <w:pPr>
              <w:spacing w:line="230" w:lineRule="auto"/>
              <w:rPr>
                <w:b/>
              </w:rPr>
            </w:pPr>
          </w:p>
          <w:p w:rsidR="00991DEF" w:rsidRPr="00975E31" w:rsidRDefault="00991DEF" w:rsidP="00235412">
            <w:pPr>
              <w:spacing w:line="230" w:lineRule="auto"/>
              <w:jc w:val="center"/>
            </w:pPr>
            <w:r w:rsidRPr="00975E31">
              <w:rPr>
                <w:b/>
                <w:szCs w:val="28"/>
              </w:rPr>
              <w:t>160631,1</w:t>
            </w:r>
          </w:p>
        </w:tc>
      </w:tr>
      <w:tr w:rsidR="00991DEF" w:rsidRPr="00ED4091" w:rsidTr="00267926">
        <w:trPr>
          <w:trHeight w:val="220"/>
        </w:trPr>
        <w:tc>
          <w:tcPr>
            <w:tcW w:w="3600" w:type="dxa"/>
          </w:tcPr>
          <w:p w:rsidR="00991DEF" w:rsidRPr="00ED4091" w:rsidRDefault="00991DEF" w:rsidP="00235412">
            <w:pPr>
              <w:suppressAutoHyphens/>
              <w:spacing w:line="230" w:lineRule="auto"/>
              <w:rPr>
                <w:b/>
                <w:bCs/>
              </w:rPr>
            </w:pPr>
            <w:r w:rsidRPr="00BB0BC7">
              <w:rPr>
                <w:szCs w:val="28"/>
              </w:rPr>
              <w:t>395 2 02 05999 09 0000 151</w:t>
            </w:r>
          </w:p>
        </w:tc>
        <w:tc>
          <w:tcPr>
            <w:tcW w:w="4622" w:type="dxa"/>
          </w:tcPr>
          <w:p w:rsidR="00991DEF" w:rsidRPr="00ED4091" w:rsidRDefault="00991DEF" w:rsidP="00235412">
            <w:pPr>
              <w:spacing w:line="230" w:lineRule="auto"/>
              <w:jc w:val="both"/>
              <w:rPr>
                <w:b/>
                <w:bCs/>
                <w:spacing w:val="-2"/>
              </w:rPr>
            </w:pPr>
            <w:r w:rsidRPr="00BB0BC7">
              <w:rPr>
                <w:szCs w:val="28"/>
              </w:rPr>
              <w:t>Прочие межбюджетные трансфе</w:t>
            </w:r>
            <w:r w:rsidRPr="00BB0BC7">
              <w:rPr>
                <w:szCs w:val="28"/>
              </w:rPr>
              <w:t>р</w:t>
            </w:r>
            <w:r w:rsidRPr="00BB0BC7">
              <w:rPr>
                <w:szCs w:val="28"/>
              </w:rPr>
              <w:t>ты, передаваемые бюджетам терр</w:t>
            </w:r>
            <w:r w:rsidRPr="00BB0BC7">
              <w:rPr>
                <w:szCs w:val="28"/>
              </w:rPr>
              <w:t>и</w:t>
            </w:r>
            <w:r w:rsidRPr="00BB0BC7">
              <w:rPr>
                <w:szCs w:val="28"/>
              </w:rPr>
              <w:t>ториальных фондов обязательного медицинского страхования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991DEF" w:rsidRPr="00975E31" w:rsidRDefault="00991DEF" w:rsidP="00235412">
            <w:pPr>
              <w:spacing w:line="230" w:lineRule="auto"/>
              <w:jc w:val="center"/>
            </w:pPr>
          </w:p>
          <w:p w:rsidR="00991DEF" w:rsidRPr="00975E31" w:rsidRDefault="00991DEF" w:rsidP="00235412">
            <w:pPr>
              <w:spacing w:line="230" w:lineRule="auto"/>
              <w:jc w:val="center"/>
            </w:pPr>
          </w:p>
          <w:p w:rsidR="00991DEF" w:rsidRPr="00975E31" w:rsidRDefault="00991DEF" w:rsidP="00235412">
            <w:pPr>
              <w:spacing w:line="230" w:lineRule="auto"/>
              <w:jc w:val="center"/>
            </w:pPr>
          </w:p>
          <w:p w:rsidR="00991DEF" w:rsidRPr="00975E31" w:rsidRDefault="00991DEF" w:rsidP="00235412">
            <w:pPr>
              <w:spacing w:line="230" w:lineRule="auto"/>
              <w:jc w:val="center"/>
            </w:pPr>
            <w:r w:rsidRPr="00975E31">
              <w:t>160631,1</w:t>
            </w:r>
          </w:p>
        </w:tc>
      </w:tr>
      <w:tr w:rsidR="00991DEF" w:rsidRPr="00ED4091" w:rsidTr="00267926">
        <w:trPr>
          <w:trHeight w:val="1208"/>
        </w:trPr>
        <w:tc>
          <w:tcPr>
            <w:tcW w:w="3600" w:type="dxa"/>
          </w:tcPr>
          <w:p w:rsidR="00991DEF" w:rsidRPr="006A528D" w:rsidRDefault="00991DEF" w:rsidP="00235412">
            <w:pPr>
              <w:suppressAutoHyphens/>
              <w:spacing w:line="230" w:lineRule="auto"/>
              <w:rPr>
                <w:b/>
                <w:bCs/>
                <w:highlight w:val="yellow"/>
              </w:rPr>
            </w:pPr>
            <w:r w:rsidRPr="00016994">
              <w:rPr>
                <w:b/>
                <w:szCs w:val="28"/>
              </w:rPr>
              <w:t>000 2 18 00000 00 0000 000</w:t>
            </w:r>
          </w:p>
        </w:tc>
        <w:tc>
          <w:tcPr>
            <w:tcW w:w="4622" w:type="dxa"/>
          </w:tcPr>
          <w:p w:rsidR="00991DEF" w:rsidRPr="006A528D" w:rsidRDefault="00991DEF" w:rsidP="00235412">
            <w:pPr>
              <w:spacing w:line="230" w:lineRule="auto"/>
              <w:jc w:val="both"/>
              <w:rPr>
                <w:b/>
                <w:bCs/>
                <w:spacing w:val="-2"/>
                <w:highlight w:val="yellow"/>
              </w:rPr>
            </w:pPr>
            <w:r w:rsidRPr="00016994">
              <w:rPr>
                <w:b/>
                <w:szCs w:val="28"/>
              </w:rPr>
              <w:t>Доходы бюджетов бюджетной си</w:t>
            </w:r>
            <w:r>
              <w:rPr>
                <w:b/>
                <w:szCs w:val="28"/>
                <w:lang w:val="en-US"/>
              </w:rPr>
              <w:t>c</w:t>
            </w:r>
            <w:r w:rsidRPr="00016994">
              <w:rPr>
                <w:b/>
                <w:szCs w:val="28"/>
              </w:rPr>
              <w:t>-темы Российской Федерации от возврата бюджетами бюджетной системы Российской Федерации и организациями остатков субс</w:t>
            </w:r>
            <w:r w:rsidRPr="00016994">
              <w:rPr>
                <w:b/>
                <w:szCs w:val="28"/>
              </w:rPr>
              <w:t>и</w:t>
            </w:r>
            <w:r w:rsidRPr="00016994">
              <w:rPr>
                <w:b/>
                <w:szCs w:val="28"/>
              </w:rPr>
              <w:t>дий, субвенций и иных межбю</w:t>
            </w:r>
            <w:r w:rsidRPr="00016994">
              <w:rPr>
                <w:b/>
                <w:szCs w:val="28"/>
              </w:rPr>
              <w:t>д</w:t>
            </w:r>
            <w:r w:rsidRPr="00016994">
              <w:rPr>
                <w:b/>
                <w:szCs w:val="28"/>
              </w:rPr>
              <w:t>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991DEF" w:rsidRPr="006A528D" w:rsidRDefault="00991DEF" w:rsidP="00235412">
            <w:pPr>
              <w:spacing w:line="230" w:lineRule="auto"/>
              <w:jc w:val="center"/>
              <w:rPr>
                <w:b/>
                <w:szCs w:val="28"/>
                <w:highlight w:val="yellow"/>
              </w:rPr>
            </w:pPr>
            <w:r>
              <w:rPr>
                <w:b/>
              </w:rPr>
              <w:t>902,6</w:t>
            </w:r>
          </w:p>
        </w:tc>
      </w:tr>
      <w:tr w:rsidR="00991DEF" w:rsidRPr="00ED4091" w:rsidTr="00267926">
        <w:trPr>
          <w:trHeight w:val="376"/>
        </w:trPr>
        <w:tc>
          <w:tcPr>
            <w:tcW w:w="3600" w:type="dxa"/>
          </w:tcPr>
          <w:p w:rsidR="00991DEF" w:rsidRPr="006A528D" w:rsidRDefault="00991DEF" w:rsidP="00235412">
            <w:pPr>
              <w:suppressAutoHyphens/>
              <w:spacing w:line="230" w:lineRule="auto"/>
              <w:rPr>
                <w:bCs/>
                <w:highlight w:val="yellow"/>
              </w:rPr>
            </w:pPr>
            <w:r w:rsidRPr="00016994">
              <w:rPr>
                <w:b/>
                <w:szCs w:val="28"/>
              </w:rPr>
              <w:t>395 2 18 00000 00 0000 151</w:t>
            </w:r>
          </w:p>
        </w:tc>
        <w:tc>
          <w:tcPr>
            <w:tcW w:w="4622" w:type="dxa"/>
          </w:tcPr>
          <w:p w:rsidR="00991DEF" w:rsidRPr="006A528D" w:rsidRDefault="00991DEF" w:rsidP="00235412">
            <w:pPr>
              <w:spacing w:line="230" w:lineRule="auto"/>
              <w:jc w:val="both"/>
              <w:rPr>
                <w:bCs/>
                <w:spacing w:val="-2"/>
                <w:highlight w:val="yellow"/>
              </w:rPr>
            </w:pPr>
            <w:r w:rsidRPr="00016994">
              <w:rPr>
                <w:b/>
                <w:szCs w:val="28"/>
              </w:rPr>
              <w:t>Доходы бюджетов бюджетной си</w:t>
            </w:r>
            <w:r>
              <w:rPr>
                <w:b/>
                <w:szCs w:val="28"/>
                <w:lang w:val="en-US"/>
              </w:rPr>
              <w:t>c</w:t>
            </w:r>
            <w:r w:rsidRPr="000357A7">
              <w:rPr>
                <w:b/>
                <w:szCs w:val="28"/>
              </w:rPr>
              <w:t>-</w:t>
            </w:r>
            <w:r w:rsidRPr="00016994">
              <w:rPr>
                <w:b/>
                <w:szCs w:val="28"/>
              </w:rPr>
              <w:t>темы Российской Федерации от возврата бюджетами бюджетной системы Российской Федерации остатков субсидий, субвенций и иных межбюджетных трансфе</w:t>
            </w:r>
            <w:r w:rsidRPr="00016994">
              <w:rPr>
                <w:b/>
                <w:szCs w:val="28"/>
              </w:rPr>
              <w:t>р</w:t>
            </w:r>
            <w:r w:rsidRPr="00016994">
              <w:rPr>
                <w:b/>
                <w:szCs w:val="28"/>
              </w:rPr>
              <w:t>тов, имеющих целевое назнач</w:t>
            </w:r>
            <w:r w:rsidRPr="00016994">
              <w:rPr>
                <w:b/>
                <w:szCs w:val="28"/>
              </w:rPr>
              <w:t>е</w:t>
            </w:r>
            <w:r w:rsidRPr="00016994">
              <w:rPr>
                <w:b/>
                <w:szCs w:val="28"/>
              </w:rPr>
              <w:t>ние, прошлых лет</w:t>
            </w:r>
          </w:p>
        </w:tc>
        <w:tc>
          <w:tcPr>
            <w:tcW w:w="1843" w:type="dxa"/>
            <w:tcBorders>
              <w:left w:val="nil"/>
            </w:tcBorders>
            <w:vAlign w:val="bottom"/>
          </w:tcPr>
          <w:p w:rsidR="00991DEF" w:rsidRPr="006A528D" w:rsidRDefault="00991DEF" w:rsidP="00235412">
            <w:pPr>
              <w:spacing w:line="230" w:lineRule="auto"/>
              <w:jc w:val="center"/>
              <w:rPr>
                <w:szCs w:val="28"/>
                <w:highlight w:val="yellow"/>
              </w:rPr>
            </w:pPr>
            <w:r>
              <w:rPr>
                <w:b/>
              </w:rPr>
              <w:t>902,6</w:t>
            </w:r>
          </w:p>
        </w:tc>
      </w:tr>
      <w:tr w:rsidR="00991DEF" w:rsidRPr="00ED4091" w:rsidTr="00267926">
        <w:trPr>
          <w:trHeight w:val="376"/>
        </w:trPr>
        <w:tc>
          <w:tcPr>
            <w:tcW w:w="3600" w:type="dxa"/>
          </w:tcPr>
          <w:p w:rsidR="00991DEF" w:rsidRPr="00ED4091" w:rsidRDefault="00991DEF" w:rsidP="00235412">
            <w:pPr>
              <w:spacing w:line="230" w:lineRule="auto"/>
            </w:pPr>
            <w:r>
              <w:rPr>
                <w:szCs w:val="28"/>
              </w:rPr>
              <w:t xml:space="preserve">395 </w:t>
            </w:r>
            <w:r w:rsidRPr="006A528D">
              <w:rPr>
                <w:szCs w:val="28"/>
              </w:rPr>
              <w:t>2 18 06040 09 0000 151</w:t>
            </w:r>
          </w:p>
        </w:tc>
        <w:tc>
          <w:tcPr>
            <w:tcW w:w="4622" w:type="dxa"/>
          </w:tcPr>
          <w:p w:rsidR="00991DEF" w:rsidRPr="006A528D" w:rsidRDefault="00991DEF" w:rsidP="00235412">
            <w:pPr>
              <w:spacing w:line="230" w:lineRule="auto"/>
              <w:jc w:val="both"/>
              <w:rPr>
                <w:highlight w:val="yellow"/>
              </w:rPr>
            </w:pPr>
            <w:r w:rsidRPr="006A528D">
              <w:rPr>
                <w:szCs w:val="28"/>
              </w:rPr>
              <w:t>Доходы бюджетов территориальных фондов обязательного медицинск</w:t>
            </w:r>
            <w:r w:rsidRPr="006A528D">
              <w:rPr>
                <w:szCs w:val="28"/>
              </w:rPr>
              <w:t>о</w:t>
            </w:r>
            <w:r w:rsidRPr="006A528D">
              <w:rPr>
                <w:szCs w:val="28"/>
              </w:rPr>
              <w:t>го страхования от возврата остатков субсидий, субвенций и иных ме</w:t>
            </w:r>
            <w:r w:rsidRPr="006A528D">
              <w:rPr>
                <w:szCs w:val="28"/>
              </w:rPr>
              <w:t>ж</w:t>
            </w:r>
            <w:r w:rsidRPr="006A528D">
              <w:rPr>
                <w:szCs w:val="28"/>
              </w:rPr>
              <w:t>бюджетных трансфертов, имеющих целевое назначение, прошлых лет</w:t>
            </w:r>
          </w:p>
        </w:tc>
        <w:tc>
          <w:tcPr>
            <w:tcW w:w="1843" w:type="dxa"/>
            <w:vAlign w:val="bottom"/>
          </w:tcPr>
          <w:p w:rsidR="00991DEF" w:rsidRDefault="00991DEF" w:rsidP="00235412">
            <w:pPr>
              <w:spacing w:line="230" w:lineRule="auto"/>
              <w:jc w:val="center"/>
            </w:pPr>
          </w:p>
          <w:p w:rsidR="00991DEF" w:rsidRDefault="00991DEF" w:rsidP="00235412">
            <w:pPr>
              <w:spacing w:line="230" w:lineRule="auto"/>
              <w:jc w:val="center"/>
            </w:pPr>
          </w:p>
          <w:p w:rsidR="00991DEF" w:rsidRDefault="00991DEF" w:rsidP="00235412">
            <w:pPr>
              <w:spacing w:line="230" w:lineRule="auto"/>
              <w:jc w:val="center"/>
            </w:pPr>
          </w:p>
          <w:p w:rsidR="00991DEF" w:rsidRDefault="00991DEF" w:rsidP="00235412">
            <w:pPr>
              <w:spacing w:line="230" w:lineRule="auto"/>
              <w:jc w:val="center"/>
            </w:pPr>
          </w:p>
          <w:p w:rsidR="00991DEF" w:rsidRDefault="00991DEF" w:rsidP="00235412">
            <w:pPr>
              <w:spacing w:line="230" w:lineRule="auto"/>
              <w:jc w:val="center"/>
            </w:pPr>
          </w:p>
          <w:p w:rsidR="00991DEF" w:rsidRPr="006A528D" w:rsidRDefault="00991DEF" w:rsidP="00235412">
            <w:pPr>
              <w:spacing w:line="230" w:lineRule="auto"/>
              <w:jc w:val="center"/>
              <w:rPr>
                <w:highlight w:val="yellow"/>
              </w:rPr>
            </w:pPr>
            <w:r>
              <w:t>902,6</w:t>
            </w:r>
          </w:p>
        </w:tc>
      </w:tr>
      <w:tr w:rsidR="00991DEF" w:rsidRPr="00ED4091" w:rsidTr="009B2AC2">
        <w:tc>
          <w:tcPr>
            <w:tcW w:w="3600" w:type="dxa"/>
          </w:tcPr>
          <w:p w:rsidR="00991DEF" w:rsidRPr="00BB0BC7" w:rsidRDefault="00991DEF" w:rsidP="0004279E">
            <w:pPr>
              <w:widowControl w:val="0"/>
              <w:spacing w:line="230" w:lineRule="auto"/>
              <w:ind w:hanging="108"/>
              <w:jc w:val="center"/>
              <w:rPr>
                <w:szCs w:val="28"/>
              </w:rPr>
            </w:pPr>
            <w:r w:rsidRPr="00016994">
              <w:rPr>
                <w:b/>
                <w:szCs w:val="28"/>
              </w:rPr>
              <w:t>395 2 19 00000 00 0000 000</w:t>
            </w:r>
          </w:p>
        </w:tc>
        <w:tc>
          <w:tcPr>
            <w:tcW w:w="4622" w:type="dxa"/>
          </w:tcPr>
          <w:p w:rsidR="00991DEF" w:rsidRPr="00BB0BC7" w:rsidRDefault="00991DEF" w:rsidP="0004279E">
            <w:pPr>
              <w:widowControl w:val="0"/>
              <w:spacing w:line="230" w:lineRule="auto"/>
              <w:jc w:val="both"/>
              <w:rPr>
                <w:szCs w:val="28"/>
              </w:rPr>
            </w:pPr>
            <w:r w:rsidRPr="00016994">
              <w:rPr>
                <w:b/>
                <w:szCs w:val="28"/>
              </w:rPr>
              <w:t>Возврат остатков субсидий, су</w:t>
            </w:r>
            <w:r w:rsidRPr="00016994">
              <w:rPr>
                <w:b/>
                <w:szCs w:val="28"/>
              </w:rPr>
              <w:t>б</w:t>
            </w:r>
            <w:r w:rsidRPr="00016994">
              <w:rPr>
                <w:b/>
                <w:szCs w:val="28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vAlign w:val="bottom"/>
          </w:tcPr>
          <w:p w:rsidR="00991DEF" w:rsidRDefault="00991DEF" w:rsidP="0004279E">
            <w:pPr>
              <w:spacing w:line="235" w:lineRule="auto"/>
              <w:jc w:val="center"/>
              <w:rPr>
                <w:b/>
              </w:rPr>
            </w:pPr>
          </w:p>
          <w:p w:rsidR="00991DEF" w:rsidRDefault="00991DEF" w:rsidP="0004279E">
            <w:pPr>
              <w:spacing w:line="235" w:lineRule="auto"/>
              <w:jc w:val="center"/>
              <w:rPr>
                <w:b/>
              </w:rPr>
            </w:pPr>
          </w:p>
          <w:p w:rsidR="00991DEF" w:rsidRDefault="00991DEF" w:rsidP="0004279E">
            <w:pPr>
              <w:spacing w:line="235" w:lineRule="auto"/>
              <w:jc w:val="center"/>
              <w:rPr>
                <w:b/>
              </w:rPr>
            </w:pPr>
          </w:p>
          <w:p w:rsidR="00991DEF" w:rsidRPr="00471B0C" w:rsidRDefault="00991DEF" w:rsidP="0004279E">
            <w:pPr>
              <w:spacing w:line="235" w:lineRule="auto"/>
              <w:jc w:val="center"/>
            </w:pPr>
            <w:r>
              <w:rPr>
                <w:b/>
              </w:rPr>
              <w:t>-25308,8</w:t>
            </w:r>
          </w:p>
        </w:tc>
      </w:tr>
      <w:tr w:rsidR="00991DEF" w:rsidRPr="00ED4091" w:rsidTr="009B2AC2">
        <w:tc>
          <w:tcPr>
            <w:tcW w:w="3600" w:type="dxa"/>
          </w:tcPr>
          <w:p w:rsidR="00991DEF" w:rsidRPr="00471B0C" w:rsidRDefault="00991DEF" w:rsidP="0004279E">
            <w:pPr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 xml:space="preserve">395 </w:t>
            </w:r>
            <w:r w:rsidRPr="006A528D">
              <w:rPr>
                <w:szCs w:val="28"/>
              </w:rPr>
              <w:t>2 19 06080 09 0000 151</w:t>
            </w:r>
          </w:p>
        </w:tc>
        <w:tc>
          <w:tcPr>
            <w:tcW w:w="4622" w:type="dxa"/>
          </w:tcPr>
          <w:p w:rsidR="00991DEF" w:rsidRPr="00471B0C" w:rsidRDefault="00991DEF" w:rsidP="0004279E">
            <w:pPr>
              <w:widowControl w:val="0"/>
              <w:spacing w:line="230" w:lineRule="auto"/>
              <w:jc w:val="both"/>
              <w:rPr>
                <w:b/>
                <w:szCs w:val="28"/>
              </w:rPr>
            </w:pPr>
            <w:r w:rsidRPr="006A528D">
              <w:rPr>
                <w:szCs w:val="28"/>
              </w:rPr>
              <w:t>Возврат остатков субсидий, субве</w:t>
            </w:r>
            <w:r w:rsidRPr="006A528D">
              <w:rPr>
                <w:szCs w:val="28"/>
              </w:rPr>
              <w:t>н</w:t>
            </w:r>
            <w:r w:rsidRPr="006A528D">
              <w:rPr>
                <w:szCs w:val="28"/>
              </w:rPr>
              <w:t>ций и иных межбюджетных тран</w:t>
            </w:r>
            <w:r w:rsidRPr="006A528D">
              <w:rPr>
                <w:szCs w:val="28"/>
              </w:rPr>
              <w:t>с</w:t>
            </w:r>
            <w:r w:rsidRPr="006A528D">
              <w:rPr>
                <w:szCs w:val="28"/>
              </w:rPr>
              <w:t>фертов, имеющих целевое назнач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ние, прошлых лет в бюджет Фед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рального фонда обязательного м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дицинского страхования из бюдж</w:t>
            </w:r>
            <w:r w:rsidRPr="006A528D">
              <w:rPr>
                <w:szCs w:val="28"/>
              </w:rPr>
              <w:t>е</w:t>
            </w:r>
            <w:r w:rsidRPr="006A528D">
              <w:rPr>
                <w:szCs w:val="28"/>
              </w:rPr>
              <w:t>тов территориальных фондов обяз</w:t>
            </w:r>
            <w:r w:rsidRPr="006A528D">
              <w:rPr>
                <w:szCs w:val="28"/>
              </w:rPr>
              <w:t>а</w:t>
            </w:r>
            <w:r w:rsidRPr="006A528D">
              <w:rPr>
                <w:szCs w:val="28"/>
              </w:rPr>
              <w:t>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91DEF" w:rsidRPr="00ED4091" w:rsidRDefault="00991DEF" w:rsidP="0004279E">
            <w:pPr>
              <w:spacing w:line="235" w:lineRule="auto"/>
              <w:jc w:val="center"/>
              <w:rPr>
                <w:b/>
              </w:rPr>
            </w:pPr>
            <w:r>
              <w:t>-25308,8</w:t>
            </w:r>
          </w:p>
        </w:tc>
      </w:tr>
      <w:tr w:rsidR="00991DEF" w:rsidRPr="00ED4091" w:rsidTr="009B2AC2">
        <w:tc>
          <w:tcPr>
            <w:tcW w:w="3600" w:type="dxa"/>
          </w:tcPr>
          <w:p w:rsidR="00991DEF" w:rsidRPr="00BB0BC7" w:rsidRDefault="00991DEF" w:rsidP="0004279E">
            <w:pPr>
              <w:widowControl w:val="0"/>
              <w:spacing w:line="230" w:lineRule="auto"/>
              <w:ind w:hanging="108"/>
              <w:jc w:val="center"/>
              <w:rPr>
                <w:szCs w:val="28"/>
              </w:rPr>
            </w:pPr>
          </w:p>
        </w:tc>
        <w:tc>
          <w:tcPr>
            <w:tcW w:w="4622" w:type="dxa"/>
          </w:tcPr>
          <w:p w:rsidR="00991DEF" w:rsidRPr="00BB0BC7" w:rsidRDefault="00991DEF" w:rsidP="0004279E">
            <w:pPr>
              <w:widowControl w:val="0"/>
              <w:spacing w:line="230" w:lineRule="auto"/>
              <w:jc w:val="both"/>
              <w:rPr>
                <w:szCs w:val="28"/>
              </w:rPr>
            </w:pPr>
            <w:r w:rsidRPr="00ED4091">
              <w:rPr>
                <w:b/>
              </w:rPr>
              <w:t>Итого доходов</w:t>
            </w:r>
          </w:p>
        </w:tc>
        <w:tc>
          <w:tcPr>
            <w:tcW w:w="1843" w:type="dxa"/>
            <w:vAlign w:val="bottom"/>
          </w:tcPr>
          <w:p w:rsidR="00991DEF" w:rsidRPr="00ED4091" w:rsidRDefault="00991DEF" w:rsidP="0004279E">
            <w:pPr>
              <w:spacing w:line="235" w:lineRule="auto"/>
              <w:jc w:val="center"/>
            </w:pPr>
            <w:r>
              <w:rPr>
                <w:b/>
              </w:rPr>
              <w:t>11320407,7</w:t>
            </w:r>
            <w:r w:rsidRPr="00BE1050">
              <w:t>»;</w:t>
            </w:r>
          </w:p>
        </w:tc>
      </w:tr>
    </w:tbl>
    <w:p w:rsidR="00991DEF" w:rsidRDefault="00991DEF" w:rsidP="0004279E">
      <w:pPr>
        <w:widowControl w:val="0"/>
        <w:spacing w:line="235" w:lineRule="auto"/>
        <w:ind w:firstLine="709"/>
        <w:jc w:val="both"/>
        <w:rPr>
          <w:szCs w:val="28"/>
        </w:rPr>
      </w:pPr>
    </w:p>
    <w:p w:rsidR="00991DEF" w:rsidRDefault="00991DEF" w:rsidP="0004279E">
      <w:pPr>
        <w:widowControl w:val="0"/>
        <w:spacing w:line="235" w:lineRule="auto"/>
        <w:ind w:firstLine="709"/>
        <w:jc w:val="both"/>
        <w:rPr>
          <w:szCs w:val="28"/>
        </w:rPr>
      </w:pPr>
      <w:r>
        <w:rPr>
          <w:szCs w:val="28"/>
        </w:rPr>
        <w:t>4)</w:t>
      </w:r>
      <w:r w:rsidRPr="00A70F53">
        <w:rPr>
          <w:szCs w:val="28"/>
        </w:rPr>
        <w:t xml:space="preserve"> приложени</w:t>
      </w:r>
      <w:r>
        <w:rPr>
          <w:szCs w:val="28"/>
        </w:rPr>
        <w:t>е</w:t>
      </w:r>
      <w:r w:rsidRPr="00A70F53">
        <w:rPr>
          <w:szCs w:val="28"/>
        </w:rPr>
        <w:t xml:space="preserve"> </w:t>
      </w:r>
      <w:r>
        <w:rPr>
          <w:szCs w:val="28"/>
        </w:rPr>
        <w:t>3 изложить в следующей редакции: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3"/>
      </w:tblGrid>
      <w:tr w:rsidR="00991DEF" w:rsidRPr="00765A06" w:rsidTr="008C7D1E"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</w:tcPr>
          <w:p w:rsidR="00991DEF" w:rsidRDefault="00991DEF" w:rsidP="0004279E">
            <w:pPr>
              <w:spacing w:line="235" w:lineRule="auto"/>
              <w:jc w:val="center"/>
              <w:rPr>
                <w:szCs w:val="28"/>
              </w:rPr>
            </w:pPr>
          </w:p>
          <w:p w:rsidR="00991DEF" w:rsidRDefault="00991DEF" w:rsidP="0004279E">
            <w:pPr>
              <w:spacing w:line="235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 xml:space="preserve">«ПРИЛОЖЕНИЕ </w:t>
            </w:r>
            <w:r>
              <w:rPr>
                <w:szCs w:val="28"/>
              </w:rPr>
              <w:t>3</w:t>
            </w:r>
          </w:p>
          <w:p w:rsidR="00991DEF" w:rsidRPr="00765A06" w:rsidRDefault="00991DEF" w:rsidP="0004279E">
            <w:pPr>
              <w:spacing w:line="235" w:lineRule="auto"/>
              <w:jc w:val="center"/>
              <w:rPr>
                <w:szCs w:val="28"/>
              </w:rPr>
            </w:pPr>
          </w:p>
          <w:p w:rsidR="00991DEF" w:rsidRPr="00765A06" w:rsidRDefault="00991DEF" w:rsidP="0004279E">
            <w:pPr>
              <w:spacing w:line="235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к Закону Ульяновской области</w:t>
            </w:r>
          </w:p>
          <w:p w:rsidR="00991DEF" w:rsidRPr="00765A06" w:rsidRDefault="00991DEF" w:rsidP="0004279E">
            <w:pPr>
              <w:spacing w:line="235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«О бюджете Территориального фонда обязательного медицинского</w:t>
            </w:r>
          </w:p>
          <w:p w:rsidR="00991DEF" w:rsidRDefault="00991DEF" w:rsidP="0004279E">
            <w:pPr>
              <w:spacing w:line="235" w:lineRule="auto"/>
              <w:jc w:val="center"/>
              <w:rPr>
                <w:szCs w:val="28"/>
              </w:rPr>
            </w:pPr>
            <w:r w:rsidRPr="00765A06">
              <w:rPr>
                <w:szCs w:val="28"/>
              </w:rPr>
              <w:t>страхова</w:t>
            </w:r>
            <w:r>
              <w:rPr>
                <w:szCs w:val="28"/>
              </w:rPr>
              <w:t xml:space="preserve">ния Ульяновской области </w:t>
            </w:r>
            <w:r>
              <w:rPr>
                <w:szCs w:val="28"/>
              </w:rPr>
              <w:br/>
              <w:t xml:space="preserve">на </w:t>
            </w:r>
            <w:r w:rsidRPr="00765A06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  <w:r w:rsidRPr="00765A06">
              <w:rPr>
                <w:szCs w:val="28"/>
              </w:rPr>
              <w:t xml:space="preserve"> </w:t>
            </w:r>
            <w:r>
              <w:rPr>
                <w:szCs w:val="28"/>
              </w:rPr>
              <w:t>год</w:t>
            </w:r>
            <w:r w:rsidRPr="00765A06">
              <w:rPr>
                <w:szCs w:val="28"/>
              </w:rPr>
              <w:t>»</w:t>
            </w:r>
          </w:p>
          <w:p w:rsidR="00991DEF" w:rsidRPr="00765A06" w:rsidRDefault="00991DEF" w:rsidP="0004279E">
            <w:pPr>
              <w:spacing w:line="235" w:lineRule="auto"/>
              <w:jc w:val="center"/>
              <w:rPr>
                <w:szCs w:val="28"/>
              </w:rPr>
            </w:pPr>
          </w:p>
        </w:tc>
      </w:tr>
    </w:tbl>
    <w:p w:rsidR="00991DEF" w:rsidRPr="00397B7E" w:rsidRDefault="00991DEF" w:rsidP="0004279E">
      <w:pPr>
        <w:spacing w:line="235" w:lineRule="auto"/>
        <w:jc w:val="center"/>
        <w:rPr>
          <w:b/>
          <w:szCs w:val="28"/>
        </w:rPr>
      </w:pPr>
      <w:r w:rsidRPr="00397B7E">
        <w:rPr>
          <w:b/>
          <w:szCs w:val="28"/>
        </w:rPr>
        <w:t>РАСХОДЫ</w:t>
      </w:r>
    </w:p>
    <w:p w:rsidR="00991DEF" w:rsidRPr="00397B7E" w:rsidRDefault="00991DEF" w:rsidP="0004279E">
      <w:pPr>
        <w:spacing w:line="235" w:lineRule="auto"/>
        <w:jc w:val="center"/>
        <w:rPr>
          <w:b/>
          <w:szCs w:val="28"/>
        </w:rPr>
      </w:pPr>
      <w:r w:rsidRPr="00397B7E">
        <w:rPr>
          <w:b/>
          <w:szCs w:val="28"/>
        </w:rPr>
        <w:t xml:space="preserve">бюджета Территориального фонда обязательного медицинского </w:t>
      </w:r>
      <w:r w:rsidRPr="00397B7E">
        <w:rPr>
          <w:b/>
          <w:szCs w:val="28"/>
        </w:rPr>
        <w:br/>
        <w:t xml:space="preserve">страхования Ульяновской области на 2016 год по разделам, подразделам, </w:t>
      </w:r>
    </w:p>
    <w:p w:rsidR="00991DEF" w:rsidRPr="00397B7E" w:rsidRDefault="00991DEF" w:rsidP="0004279E">
      <w:pPr>
        <w:spacing w:line="235" w:lineRule="auto"/>
        <w:jc w:val="center"/>
        <w:rPr>
          <w:b/>
          <w:szCs w:val="28"/>
        </w:rPr>
      </w:pPr>
      <w:r w:rsidRPr="00397B7E">
        <w:rPr>
          <w:b/>
          <w:szCs w:val="28"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991DEF" w:rsidRPr="00397B7E" w:rsidRDefault="00991DEF" w:rsidP="0004279E">
      <w:pPr>
        <w:spacing w:line="235" w:lineRule="auto"/>
        <w:ind w:left="7080" w:firstLine="708"/>
        <w:rPr>
          <w:szCs w:val="28"/>
        </w:rPr>
      </w:pPr>
    </w:p>
    <w:p w:rsidR="00991DEF" w:rsidRPr="00397B7E" w:rsidRDefault="00991DEF" w:rsidP="0004279E">
      <w:pPr>
        <w:spacing w:line="235" w:lineRule="auto"/>
        <w:ind w:left="7080" w:firstLine="708"/>
        <w:rPr>
          <w:szCs w:val="28"/>
        </w:rPr>
      </w:pPr>
      <w:r w:rsidRPr="00397B7E">
        <w:rPr>
          <w:szCs w:val="28"/>
        </w:rPr>
        <w:t xml:space="preserve">          тыс. рублей</w:t>
      </w:r>
    </w:p>
    <w:p w:rsidR="00991DEF" w:rsidRPr="00397B7E" w:rsidRDefault="00991DEF" w:rsidP="0004279E">
      <w:pPr>
        <w:widowControl w:val="0"/>
        <w:spacing w:line="235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997"/>
        <w:gridCol w:w="706"/>
        <w:gridCol w:w="849"/>
        <w:gridCol w:w="1844"/>
        <w:gridCol w:w="851"/>
        <w:gridCol w:w="1842"/>
      </w:tblGrid>
      <w:tr w:rsidR="00991DEF" w:rsidRPr="00397B7E" w:rsidTr="009B2AC2">
        <w:trPr>
          <w:tblHeader/>
        </w:trPr>
        <w:tc>
          <w:tcPr>
            <w:tcW w:w="1467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Наименование</w:t>
            </w:r>
          </w:p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расходов</w:t>
            </w:r>
          </w:p>
        </w:tc>
        <w:tc>
          <w:tcPr>
            <w:tcW w:w="497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Мин</w:t>
            </w:r>
          </w:p>
        </w:tc>
        <w:tc>
          <w:tcPr>
            <w:tcW w:w="352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Рз</w:t>
            </w:r>
          </w:p>
        </w:tc>
        <w:tc>
          <w:tcPr>
            <w:tcW w:w="423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ПР</w:t>
            </w:r>
          </w:p>
        </w:tc>
        <w:tc>
          <w:tcPr>
            <w:tcW w:w="919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ЦС</w:t>
            </w:r>
          </w:p>
        </w:tc>
        <w:tc>
          <w:tcPr>
            <w:tcW w:w="424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ВР</w:t>
            </w:r>
          </w:p>
        </w:tc>
        <w:tc>
          <w:tcPr>
            <w:tcW w:w="919" w:type="pct"/>
          </w:tcPr>
          <w:p w:rsidR="00991DEF" w:rsidRPr="00397B7E" w:rsidRDefault="00991DEF" w:rsidP="0004279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Сумма</w:t>
            </w:r>
          </w:p>
        </w:tc>
      </w:tr>
    </w:tbl>
    <w:p w:rsidR="00991DEF" w:rsidRPr="00397B7E" w:rsidRDefault="00991DEF" w:rsidP="0004279E">
      <w:pPr>
        <w:spacing w:line="235" w:lineRule="auto"/>
        <w:rPr>
          <w:sz w:val="2"/>
          <w:szCs w:val="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991"/>
        <w:gridCol w:w="708"/>
        <w:gridCol w:w="851"/>
        <w:gridCol w:w="1846"/>
        <w:gridCol w:w="849"/>
        <w:gridCol w:w="62"/>
        <w:gridCol w:w="1782"/>
      </w:tblGrid>
      <w:tr w:rsidR="00991DEF" w:rsidRPr="00397B7E" w:rsidTr="00397B7E">
        <w:trPr>
          <w:tblHeader/>
        </w:trPr>
        <w:tc>
          <w:tcPr>
            <w:tcW w:w="1466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</w:t>
            </w:r>
          </w:p>
        </w:tc>
        <w:tc>
          <w:tcPr>
            <w:tcW w:w="494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</w:t>
            </w:r>
          </w:p>
        </w:tc>
        <w:tc>
          <w:tcPr>
            <w:tcW w:w="353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</w:t>
            </w:r>
          </w:p>
        </w:tc>
        <w:tc>
          <w:tcPr>
            <w:tcW w:w="424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4</w:t>
            </w:r>
          </w:p>
        </w:tc>
        <w:tc>
          <w:tcPr>
            <w:tcW w:w="920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</w:t>
            </w:r>
          </w:p>
        </w:tc>
        <w:tc>
          <w:tcPr>
            <w:tcW w:w="423" w:type="pct"/>
          </w:tcPr>
          <w:p w:rsidR="00991DEF" w:rsidRPr="00397B7E" w:rsidRDefault="00991DEF" w:rsidP="0004279E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6</w:t>
            </w:r>
          </w:p>
        </w:tc>
        <w:tc>
          <w:tcPr>
            <w:tcW w:w="919" w:type="pct"/>
            <w:gridSpan w:val="2"/>
          </w:tcPr>
          <w:p w:rsidR="00991DEF" w:rsidRPr="00397B7E" w:rsidRDefault="00991DEF" w:rsidP="0004279E">
            <w:pPr>
              <w:widowControl w:val="0"/>
              <w:tabs>
                <w:tab w:val="center" w:pos="661"/>
                <w:tab w:val="left" w:pos="1269"/>
              </w:tabs>
              <w:spacing w:line="23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</w:t>
            </w:r>
          </w:p>
        </w:tc>
      </w:tr>
      <w:tr w:rsidR="00991DEF" w:rsidRPr="00397B7E" w:rsidTr="00397B7E">
        <w:tc>
          <w:tcPr>
            <w:tcW w:w="1466" w:type="pct"/>
            <w:tcBorders>
              <w:left w:val="nil"/>
              <w:bottom w:val="nil"/>
              <w:right w:val="nil"/>
            </w:tcBorders>
          </w:tcPr>
          <w:p w:rsidR="00991DEF" w:rsidRPr="00397B7E" w:rsidRDefault="00991DEF" w:rsidP="0004279E">
            <w:pPr>
              <w:widowControl w:val="0"/>
              <w:spacing w:line="230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Территориальный фонд обязательного медицинского стр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хования Ульяно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ской области</w:t>
            </w:r>
          </w:p>
        </w:tc>
        <w:tc>
          <w:tcPr>
            <w:tcW w:w="494" w:type="pct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424" w:type="pct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</w:rPr>
            </w:pPr>
            <w:r>
              <w:rPr>
                <w:b/>
                <w:bCs/>
              </w:rPr>
              <w:t>11320408,8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04279E">
            <w:pPr>
              <w:widowControl w:val="0"/>
              <w:spacing w:line="230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Общегосударстве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 xml:space="preserve">ные вопросы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62511,2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04279E">
            <w:pPr>
              <w:widowControl w:val="0"/>
              <w:spacing w:line="230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Другие общегосуда</w:t>
            </w:r>
            <w:r w:rsidRPr="00397B7E">
              <w:rPr>
                <w:b/>
                <w:szCs w:val="28"/>
              </w:rPr>
              <w:t>р</w:t>
            </w:r>
            <w:r w:rsidRPr="00397B7E">
              <w:rPr>
                <w:b/>
                <w:szCs w:val="28"/>
              </w:rPr>
              <w:t>ственные вопросы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04279E">
            <w:pPr>
              <w:widowControl w:val="0"/>
              <w:spacing w:line="230" w:lineRule="auto"/>
              <w:jc w:val="center"/>
              <w:rPr>
                <w:b/>
              </w:rPr>
            </w:pPr>
            <w:r>
              <w:rPr>
                <w:b/>
              </w:rPr>
              <w:t>62511,2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  <w:outlineLvl w:val="1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Непрограммные н</w:t>
            </w:r>
            <w:r w:rsidRPr="00397B7E">
              <w:rPr>
                <w:b/>
                <w:szCs w:val="28"/>
              </w:rPr>
              <w:t>а</w:t>
            </w:r>
            <w:r w:rsidRPr="00397B7E">
              <w:rPr>
                <w:b/>
                <w:szCs w:val="28"/>
              </w:rPr>
              <w:t>правления деятел</w:t>
            </w:r>
            <w:r w:rsidRPr="00397B7E">
              <w:rPr>
                <w:b/>
                <w:szCs w:val="28"/>
              </w:rPr>
              <w:t>ь</w:t>
            </w:r>
            <w:r w:rsidRPr="00397B7E">
              <w:rPr>
                <w:b/>
                <w:szCs w:val="28"/>
              </w:rPr>
              <w:t>ности органа упра</w:t>
            </w:r>
            <w:r w:rsidRPr="00397B7E">
              <w:rPr>
                <w:b/>
                <w:szCs w:val="28"/>
              </w:rPr>
              <w:t>в</w:t>
            </w:r>
            <w:r w:rsidRPr="00397B7E">
              <w:rPr>
                <w:b/>
                <w:szCs w:val="28"/>
              </w:rPr>
              <w:t>ления Территор</w:t>
            </w:r>
            <w:r w:rsidRPr="00397B7E">
              <w:rPr>
                <w:b/>
                <w:szCs w:val="28"/>
              </w:rPr>
              <w:t>и</w:t>
            </w:r>
            <w:r w:rsidRPr="00397B7E">
              <w:rPr>
                <w:b/>
                <w:szCs w:val="28"/>
              </w:rPr>
              <w:t>ального фонда об</w:t>
            </w:r>
            <w:r w:rsidRPr="00397B7E">
              <w:rPr>
                <w:b/>
                <w:szCs w:val="28"/>
              </w:rPr>
              <w:t>я</w:t>
            </w:r>
            <w:r w:rsidRPr="00397B7E">
              <w:rPr>
                <w:b/>
                <w:szCs w:val="28"/>
              </w:rPr>
              <w:t>зательного медици</w:t>
            </w:r>
            <w:r w:rsidRPr="00397B7E">
              <w:rPr>
                <w:b/>
                <w:szCs w:val="28"/>
              </w:rPr>
              <w:t>н</w:t>
            </w:r>
            <w:r w:rsidRPr="00397B7E">
              <w:rPr>
                <w:b/>
                <w:szCs w:val="28"/>
              </w:rPr>
              <w:t>ского страхования Ульяновской обла</w:t>
            </w:r>
            <w:r w:rsidRPr="00397B7E">
              <w:rPr>
                <w:b/>
                <w:szCs w:val="28"/>
              </w:rPr>
              <w:t>с</w:t>
            </w:r>
            <w:r w:rsidRPr="00397B7E">
              <w:rPr>
                <w:b/>
                <w:szCs w:val="28"/>
              </w:rPr>
              <w:t>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ind w:right="-108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73 0 00 00000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  <w:highlight w:val="red"/>
              </w:rPr>
            </w:pPr>
            <w:r>
              <w:rPr>
                <w:b/>
                <w:szCs w:val="28"/>
              </w:rPr>
              <w:t>62511,2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Выполнение функций аппаратом органа управления Террит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риального фонда об</w:t>
            </w:r>
            <w:r w:rsidRPr="00397B7E">
              <w:rPr>
                <w:szCs w:val="28"/>
              </w:rPr>
              <w:t>я</w:t>
            </w:r>
            <w:r w:rsidRPr="00397B7E">
              <w:rPr>
                <w:szCs w:val="28"/>
              </w:rPr>
              <w:t>зательного медици</w:t>
            </w:r>
            <w:r w:rsidRPr="00397B7E">
              <w:rPr>
                <w:szCs w:val="28"/>
              </w:rPr>
              <w:t>н</w:t>
            </w:r>
            <w:r w:rsidRPr="00397B7E">
              <w:rPr>
                <w:szCs w:val="28"/>
              </w:rPr>
              <w:t>ского страхования Ульяновской области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  <w:r>
              <w:t>62511,2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организации обязательного мед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цинского страхования на территориях суб</w:t>
            </w:r>
            <w:r w:rsidRPr="00397B7E">
              <w:rPr>
                <w:szCs w:val="28"/>
              </w:rPr>
              <w:t>ъ</w:t>
            </w:r>
            <w:r w:rsidRPr="00397B7E">
              <w:rPr>
                <w:szCs w:val="28"/>
              </w:rPr>
              <w:t>ектов Российской Ф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  <w:r>
              <w:t>62511,2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  <w:outlineLvl w:val="1"/>
              <w:rPr>
                <w:szCs w:val="28"/>
              </w:rPr>
            </w:pPr>
            <w:r w:rsidRPr="00397B7E">
              <w:rPr>
                <w:szCs w:val="28"/>
              </w:rPr>
              <w:t>Расходы на выплаты персоналу в целях обеспечения выпо</w:t>
            </w:r>
            <w:r w:rsidRPr="00397B7E">
              <w:rPr>
                <w:szCs w:val="28"/>
              </w:rPr>
              <w:t>л</w:t>
            </w:r>
            <w:r w:rsidRPr="00397B7E">
              <w:rPr>
                <w:szCs w:val="28"/>
              </w:rPr>
              <w:t>нения функций гос</w:t>
            </w:r>
            <w:r w:rsidRPr="00397B7E">
              <w:rPr>
                <w:szCs w:val="28"/>
              </w:rPr>
              <w:t>у</w:t>
            </w:r>
            <w:r w:rsidRPr="00397B7E">
              <w:rPr>
                <w:szCs w:val="28"/>
              </w:rPr>
              <w:t>дарственными (мун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ципальными) орган</w:t>
            </w:r>
            <w:r w:rsidRPr="00397B7E">
              <w:rPr>
                <w:szCs w:val="28"/>
              </w:rPr>
              <w:t>а</w:t>
            </w:r>
            <w:r w:rsidRPr="00397B7E">
              <w:rPr>
                <w:szCs w:val="28"/>
              </w:rPr>
              <w:t>ми, казёнными учр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ждениями, органами управления госуда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ственными внебю</w:t>
            </w:r>
            <w:r w:rsidRPr="00397B7E">
              <w:rPr>
                <w:szCs w:val="28"/>
              </w:rPr>
              <w:t>д</w:t>
            </w:r>
            <w:r w:rsidRPr="00397B7E">
              <w:rPr>
                <w:szCs w:val="28"/>
              </w:rPr>
              <w:t>жетными фондами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  <w:r w:rsidRPr="00397B7E">
              <w:t>45</w:t>
            </w:r>
            <w:r>
              <w:t>3</w:t>
            </w:r>
            <w:r w:rsidRPr="00397B7E">
              <w:t>51,8</w:t>
            </w:r>
          </w:p>
        </w:tc>
      </w:tr>
      <w:tr w:rsidR="00991DEF" w:rsidRPr="00397B7E" w:rsidTr="00397B7E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</w:pPr>
            <w:r w:rsidRPr="00397B7E">
              <w:t>Закупка товаров, р</w:t>
            </w:r>
            <w:r w:rsidRPr="00397B7E">
              <w:t>а</w:t>
            </w:r>
            <w:r w:rsidRPr="00397B7E">
              <w:t>бот и услуг для обе</w:t>
            </w:r>
            <w:r w:rsidRPr="00397B7E">
              <w:t>с</w:t>
            </w:r>
            <w:r w:rsidRPr="00397B7E">
              <w:t>печения государствен-ных (муниципальных) нужд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200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15573,4</w:t>
            </w:r>
          </w:p>
        </w:tc>
      </w:tr>
      <w:tr w:rsidR="00991DEF" w:rsidRPr="00397B7E" w:rsidTr="00397B7E">
        <w:trPr>
          <w:trHeight w:val="89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</w:pPr>
            <w:r w:rsidRPr="00397B7E">
              <w:t>Иные бюджетные а</w:t>
            </w:r>
            <w:r w:rsidRPr="00397B7E">
              <w:t>с</w:t>
            </w:r>
            <w:r w:rsidRPr="00397B7E">
              <w:t>сигнования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13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73 2 00 50930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800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Cs/>
              </w:rPr>
            </w:pPr>
            <w:r w:rsidRPr="00397B7E">
              <w:rPr>
                <w:bCs/>
              </w:rPr>
              <w:t>1586,0</w:t>
            </w:r>
          </w:p>
        </w:tc>
      </w:tr>
      <w:tr w:rsidR="00991DEF" w:rsidRPr="00797481" w:rsidTr="00397B7E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1DEF" w:rsidRPr="00397B7E" w:rsidRDefault="00991DEF" w:rsidP="00ED1ECC">
            <w:pPr>
              <w:widowControl w:val="0"/>
              <w:spacing w:line="245" w:lineRule="auto"/>
            </w:pPr>
            <w:r w:rsidRPr="00397B7E">
              <w:rPr>
                <w:b/>
                <w:szCs w:val="28"/>
              </w:rPr>
              <w:t>Здравоохранение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b/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797481" w:rsidRDefault="00991DEF" w:rsidP="00ED1ECC">
            <w:pPr>
              <w:widowControl w:val="0"/>
              <w:spacing w:line="245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11257897,6</w:t>
            </w:r>
          </w:p>
        </w:tc>
      </w:tr>
      <w:tr w:rsidR="00991DEF" w:rsidRPr="00797481" w:rsidTr="00397B7E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</w:pPr>
            <w:r w:rsidRPr="00397B7E">
              <w:rPr>
                <w:szCs w:val="28"/>
              </w:rPr>
              <w:t>Другие вопросы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здравоохран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797481" w:rsidRDefault="00991DEF" w:rsidP="00ED1ECC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11257897,6</w:t>
            </w:r>
          </w:p>
        </w:tc>
      </w:tr>
      <w:tr w:rsidR="00991DEF" w:rsidRPr="00797481" w:rsidTr="00397B7E">
        <w:trPr>
          <w:trHeight w:val="364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rPr>
                <w:b/>
                <w:szCs w:val="28"/>
              </w:rPr>
            </w:pPr>
            <w:r w:rsidRPr="00397B7E">
              <w:rPr>
                <w:szCs w:val="28"/>
              </w:rPr>
              <w:t>Реализация государст-венных функций в о</w:t>
            </w:r>
            <w:r w:rsidRPr="00397B7E">
              <w:rPr>
                <w:szCs w:val="28"/>
              </w:rPr>
              <w:t>б</w:t>
            </w:r>
            <w:r w:rsidRPr="00397B7E">
              <w:rPr>
                <w:szCs w:val="28"/>
              </w:rPr>
              <w:t>ласти социальной п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литики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73 1 00 00000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797481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>
              <w:rPr>
                <w:bCs/>
              </w:rPr>
              <w:t>11239897,6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spacing w:line="245" w:lineRule="auto"/>
              <w:jc w:val="both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организации обязательного мед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цинского страхования на территориях суб</w:t>
            </w:r>
            <w:r w:rsidRPr="00397B7E">
              <w:rPr>
                <w:szCs w:val="28"/>
              </w:rPr>
              <w:t>ъ</w:t>
            </w:r>
            <w:r w:rsidRPr="00397B7E">
              <w:rPr>
                <w:szCs w:val="28"/>
              </w:rPr>
              <w:t>ектов Российской Ф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дерации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797481" w:rsidRDefault="00991DEF" w:rsidP="00ED1ECC">
            <w:pPr>
              <w:widowControl w:val="0"/>
              <w:spacing w:line="245" w:lineRule="auto"/>
              <w:jc w:val="center"/>
            </w:pPr>
            <w:r>
              <w:t>10646073,1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</w:pPr>
            <w:r w:rsidRPr="00397B7E">
              <w:t>Социальные выплаты гражданам, кроме публичных нормати</w:t>
            </w:r>
            <w:r w:rsidRPr="00397B7E">
              <w:t>в</w:t>
            </w:r>
            <w:r w:rsidRPr="00397B7E">
              <w:t>ных социальных в</w:t>
            </w:r>
            <w:r w:rsidRPr="00397B7E">
              <w:t>ы</w:t>
            </w:r>
            <w:r w:rsidRPr="00397B7E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797481" w:rsidRDefault="00991DEF" w:rsidP="00ED1ECC">
            <w:pPr>
              <w:widowControl w:val="0"/>
              <w:spacing w:line="245" w:lineRule="auto"/>
              <w:jc w:val="center"/>
              <w:rPr>
                <w:bCs/>
              </w:rPr>
            </w:pPr>
            <w:r>
              <w:rPr>
                <w:bCs/>
              </w:rPr>
              <w:t>10289759,9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Cs w:val="28"/>
              </w:rPr>
            </w:pPr>
            <w:r w:rsidRPr="00397B7E">
              <w:t>Межбюджетные трансферты бюджетам территориальных фондов обязательного медицинского страх</w:t>
            </w:r>
            <w:r w:rsidRPr="00397B7E">
              <w:t>о</w:t>
            </w:r>
            <w:r w:rsidRPr="00397B7E">
              <w:t>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73 1 00 50930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580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</w:p>
          <w:p w:rsidR="00991DEF" w:rsidRPr="00397B7E" w:rsidRDefault="00991DEF" w:rsidP="00ED1ECC">
            <w:pPr>
              <w:widowControl w:val="0"/>
              <w:spacing w:line="245" w:lineRule="auto"/>
              <w:jc w:val="center"/>
            </w:pPr>
            <w:r>
              <w:t>356313,2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1971B3" w:rsidRDefault="00991DEF" w:rsidP="00ED1ECC">
            <w:pPr>
              <w:widowControl w:val="0"/>
              <w:spacing w:line="245" w:lineRule="auto"/>
              <w:jc w:val="both"/>
            </w:pPr>
            <w:r w:rsidRPr="001971B3">
              <w:t>Дополнительное ф</w:t>
            </w:r>
            <w:r w:rsidRPr="001971B3">
              <w:t>и</w:t>
            </w:r>
            <w:r w:rsidRPr="001971B3">
              <w:t>нансовое обеспечение оказания специализ</w:t>
            </w:r>
            <w:r w:rsidRPr="001971B3">
              <w:t>и</w:t>
            </w:r>
            <w:r w:rsidRPr="001971B3">
              <w:t>рованной, в том числе высокотехнологи</w:t>
            </w:r>
            <w:r w:rsidRPr="001971B3">
              <w:t>ч</w:t>
            </w:r>
            <w:r w:rsidRPr="001971B3">
              <w:t>ной, медицинской п</w:t>
            </w:r>
            <w:r w:rsidRPr="001971B3">
              <w:t>о</w:t>
            </w:r>
            <w:r>
              <w:t>мощи, включё</w:t>
            </w:r>
            <w:r w:rsidRPr="001971B3">
              <w:t>нной в базовую программу обязательного мед</w:t>
            </w:r>
            <w:r w:rsidRPr="001971B3">
              <w:t>и</w:t>
            </w:r>
            <w:r w:rsidRPr="001971B3">
              <w:t>цинского страхования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</w:pPr>
            <w:r>
              <w:t>241518,8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1971B3" w:rsidRDefault="00991DEF" w:rsidP="00ED1ECC">
            <w:pPr>
              <w:widowControl w:val="0"/>
              <w:spacing w:line="245" w:lineRule="auto"/>
              <w:jc w:val="both"/>
            </w:pPr>
            <w:r w:rsidRPr="001971B3">
              <w:t>Социальные выплаты гражданам, кроме публичных нормати</w:t>
            </w:r>
            <w:r w:rsidRPr="001971B3">
              <w:t>в</w:t>
            </w:r>
            <w:r w:rsidRPr="001971B3">
              <w:t>ных социальных в</w:t>
            </w:r>
            <w:r w:rsidRPr="001971B3">
              <w:t>ы</w:t>
            </w:r>
            <w:r w:rsidRPr="001971B3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</w:pPr>
            <w:r>
              <w:t>93748,7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1971B3" w:rsidRDefault="00991DEF" w:rsidP="00ED1ECC">
            <w:pPr>
              <w:widowControl w:val="0"/>
              <w:spacing w:line="245" w:lineRule="auto"/>
              <w:jc w:val="both"/>
            </w:pPr>
            <w:r w:rsidRPr="001971B3">
              <w:t>Межбюджетные трансферты бюджетам территориальных фондов обязательного медицинского страхо-вания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73 1 00 55060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580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ED1ECC">
            <w:pPr>
              <w:widowControl w:val="0"/>
              <w:spacing w:line="245" w:lineRule="auto"/>
              <w:jc w:val="center"/>
            </w:pPr>
            <w:r>
              <w:t>147770,1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1971B3" w:rsidRDefault="00991DEF" w:rsidP="00705664">
            <w:pPr>
              <w:widowControl w:val="0"/>
              <w:spacing w:line="247" w:lineRule="auto"/>
              <w:jc w:val="both"/>
              <w:rPr>
                <w:szCs w:val="28"/>
              </w:rPr>
            </w:pPr>
            <w:r w:rsidRPr="001971B3">
              <w:t>Платежи на финанс</w:t>
            </w:r>
            <w:r w:rsidRPr="001971B3">
              <w:t>о</w:t>
            </w:r>
            <w:r w:rsidRPr="001971B3">
              <w:t>вое обеспечение ре</w:t>
            </w:r>
            <w:r w:rsidRPr="001971B3">
              <w:t>а</w:t>
            </w:r>
            <w:r w:rsidRPr="001971B3">
              <w:t>лизации территор</w:t>
            </w:r>
            <w:r w:rsidRPr="001971B3">
              <w:t>и</w:t>
            </w:r>
            <w:r w:rsidRPr="001971B3">
              <w:t>альной программы обязательного мед</w:t>
            </w:r>
            <w:r w:rsidRPr="001971B3">
              <w:t>и</w:t>
            </w:r>
            <w:r w:rsidRPr="001971B3">
              <w:t>цинского страхования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1971B3">
              <w:rPr>
                <w:szCs w:val="28"/>
              </w:rPr>
              <w:t>73 1 00 73020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1971B3" w:rsidRDefault="00991DEF" w:rsidP="00705664">
            <w:pPr>
              <w:widowControl w:val="0"/>
              <w:spacing w:line="247" w:lineRule="auto"/>
              <w:jc w:val="center"/>
            </w:pPr>
            <w:r w:rsidRPr="001971B3">
              <w:t>152940,5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both"/>
            </w:pPr>
            <w:r w:rsidRPr="00397B7E">
              <w:t>Социальные выплаты гражданам, кроме публичных нормати</w:t>
            </w:r>
            <w:r w:rsidRPr="00397B7E">
              <w:t>в</w:t>
            </w:r>
            <w:r w:rsidRPr="00397B7E">
              <w:t>ных социальных в</w:t>
            </w:r>
            <w:r w:rsidRPr="00397B7E">
              <w:t>ы</w:t>
            </w:r>
            <w:r w:rsidRPr="00397B7E"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73 1 00 73020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Cs/>
              </w:rPr>
            </w:pPr>
            <w:r w:rsidRPr="00397B7E">
              <w:rPr>
                <w:bCs/>
              </w:rPr>
              <w:t>152940,5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both"/>
              <w:rPr>
                <w:szCs w:val="28"/>
              </w:rPr>
            </w:pPr>
            <w:r w:rsidRPr="00397B7E">
              <w:rPr>
                <w:szCs w:val="28"/>
              </w:rPr>
              <w:t>Финансовое обесп</w:t>
            </w:r>
            <w:r w:rsidRPr="00397B7E">
              <w:rPr>
                <w:szCs w:val="28"/>
              </w:rPr>
              <w:t>е</w:t>
            </w:r>
            <w:r w:rsidRPr="00397B7E">
              <w:rPr>
                <w:szCs w:val="28"/>
              </w:rPr>
              <w:t>чение реализации те</w:t>
            </w:r>
            <w:r w:rsidRPr="00397B7E">
              <w:rPr>
                <w:szCs w:val="28"/>
              </w:rPr>
              <w:t>р</w:t>
            </w:r>
            <w:r w:rsidRPr="00397B7E">
              <w:rPr>
                <w:szCs w:val="28"/>
              </w:rPr>
              <w:t>риториальной пр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граммы обязательного медицинского страх</w:t>
            </w:r>
            <w:r w:rsidRPr="00397B7E">
              <w:rPr>
                <w:szCs w:val="28"/>
              </w:rPr>
              <w:t>о</w:t>
            </w:r>
            <w:r w:rsidRPr="00397B7E">
              <w:rPr>
                <w:szCs w:val="28"/>
              </w:rPr>
              <w:t>вания за счёт иных источников доходов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184001,0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705664" w:rsidRDefault="00991DEF" w:rsidP="00705664">
            <w:pPr>
              <w:widowControl w:val="0"/>
              <w:spacing w:line="247" w:lineRule="auto"/>
              <w:jc w:val="both"/>
              <w:rPr>
                <w:szCs w:val="28"/>
              </w:rPr>
            </w:pPr>
            <w:r w:rsidRPr="00705664">
              <w:rPr>
                <w:szCs w:val="28"/>
              </w:rPr>
              <w:t>Социальные выплаты гражданам, кроме публичных нормати</w:t>
            </w:r>
            <w:r w:rsidRPr="00705664">
              <w:rPr>
                <w:szCs w:val="28"/>
              </w:rPr>
              <w:t>в</w:t>
            </w:r>
            <w:r w:rsidRPr="00705664">
              <w:rPr>
                <w:szCs w:val="28"/>
              </w:rPr>
              <w:t>ных социальных в</w:t>
            </w:r>
            <w:r w:rsidRPr="00705664">
              <w:rPr>
                <w:szCs w:val="28"/>
              </w:rPr>
              <w:t>ы</w:t>
            </w:r>
            <w:r w:rsidRPr="00705664">
              <w:rPr>
                <w:szCs w:val="28"/>
              </w:rPr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73 1 00 90010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184001,0</w:t>
            </w:r>
          </w:p>
        </w:tc>
      </w:tr>
      <w:tr w:rsidR="00991DEF" w:rsidRPr="00397B7E" w:rsidTr="00C433C5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FE4ACD" w:rsidRDefault="00991DEF" w:rsidP="00705664">
            <w:pPr>
              <w:widowControl w:val="0"/>
              <w:spacing w:line="247" w:lineRule="auto"/>
              <w:jc w:val="both"/>
              <w:rPr>
                <w:szCs w:val="28"/>
              </w:rPr>
            </w:pPr>
            <w:r w:rsidRPr="00FE4ACD">
              <w:rPr>
                <w:szCs w:val="28"/>
              </w:rPr>
              <w:t>Финансовое обесп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чение мероприятий по организации дополн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тельного професси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нального образования медицинских рабо</w:t>
            </w:r>
            <w:r w:rsidRPr="00FE4ACD">
              <w:rPr>
                <w:szCs w:val="28"/>
              </w:rPr>
              <w:t>т</w:t>
            </w:r>
            <w:r w:rsidRPr="00FE4ACD">
              <w:rPr>
                <w:szCs w:val="28"/>
              </w:rPr>
              <w:t>ников по программам повышения квалиф</w:t>
            </w:r>
            <w:r w:rsidRPr="00FE4ACD">
              <w:rPr>
                <w:szCs w:val="28"/>
              </w:rPr>
              <w:t>и</w:t>
            </w:r>
            <w:r w:rsidRPr="00FE4ACD">
              <w:rPr>
                <w:szCs w:val="28"/>
              </w:rPr>
              <w:t>кации, а также по приобретению и пр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>ведению ремонта м</w:t>
            </w:r>
            <w:r w:rsidRPr="00FE4ACD">
              <w:rPr>
                <w:szCs w:val="28"/>
              </w:rPr>
              <w:t>е</w:t>
            </w:r>
            <w:r w:rsidRPr="00FE4ACD">
              <w:rPr>
                <w:szCs w:val="28"/>
              </w:rPr>
              <w:t>дицинского оборуд</w:t>
            </w:r>
            <w:r w:rsidRPr="00FE4ACD">
              <w:rPr>
                <w:szCs w:val="28"/>
              </w:rPr>
              <w:t>о</w:t>
            </w:r>
            <w:r w:rsidRPr="00FE4ACD">
              <w:rPr>
                <w:szCs w:val="28"/>
              </w:rPr>
              <w:t xml:space="preserve">вания 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DEF" w:rsidRPr="00FE4ACD" w:rsidRDefault="00991DEF" w:rsidP="00705664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15364,2</w:t>
            </w:r>
          </w:p>
        </w:tc>
      </w:tr>
      <w:tr w:rsidR="00991DEF" w:rsidRPr="00397B7E" w:rsidTr="00C433C5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705664" w:rsidRDefault="00991DEF" w:rsidP="00705664">
            <w:pPr>
              <w:widowControl w:val="0"/>
              <w:spacing w:line="247" w:lineRule="auto"/>
              <w:jc w:val="both"/>
              <w:rPr>
                <w:szCs w:val="28"/>
              </w:rPr>
            </w:pPr>
            <w:r w:rsidRPr="00705664">
              <w:rPr>
                <w:szCs w:val="28"/>
              </w:rPr>
              <w:t>Социальные выплаты гражданам, кроме публичных нормати</w:t>
            </w:r>
            <w:r w:rsidRPr="00705664">
              <w:rPr>
                <w:szCs w:val="28"/>
              </w:rPr>
              <w:t>в</w:t>
            </w:r>
            <w:r w:rsidRPr="00705664">
              <w:rPr>
                <w:szCs w:val="28"/>
              </w:rPr>
              <w:t>ных социальных в</w:t>
            </w:r>
            <w:r w:rsidRPr="00705664">
              <w:rPr>
                <w:szCs w:val="28"/>
              </w:rPr>
              <w:t>ы</w:t>
            </w:r>
            <w:r w:rsidRPr="00705664">
              <w:rPr>
                <w:szCs w:val="28"/>
              </w:rPr>
              <w:t>плат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73 1 00 90020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szCs w:val="28"/>
              </w:rPr>
            </w:pPr>
            <w:r w:rsidRPr="00FE4ACD">
              <w:rPr>
                <w:szCs w:val="28"/>
              </w:rPr>
              <w:t>320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FE4ACD" w:rsidRDefault="00991DEF" w:rsidP="00705664">
            <w:pPr>
              <w:widowControl w:val="0"/>
              <w:spacing w:line="247" w:lineRule="auto"/>
              <w:jc w:val="center"/>
              <w:rPr>
                <w:bCs/>
              </w:rPr>
            </w:pPr>
            <w:r>
              <w:rPr>
                <w:bCs/>
              </w:rPr>
              <w:t>15364,2</w:t>
            </w:r>
          </w:p>
        </w:tc>
      </w:tr>
      <w:tr w:rsidR="00991DEF" w:rsidRPr="00397B7E" w:rsidTr="00397B7E">
        <w:trPr>
          <w:trHeight w:val="387"/>
        </w:trPr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both"/>
              <w:rPr>
                <w:b/>
              </w:rPr>
            </w:pPr>
            <w:r w:rsidRPr="00397B7E">
              <w:rPr>
                <w:szCs w:val="28"/>
              </w:rPr>
              <w:t>Социальные выплаты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73 3 00 00000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705664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b/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705664">
            <w:pPr>
              <w:widowControl w:val="0"/>
              <w:spacing w:line="247" w:lineRule="auto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991DEF" w:rsidRPr="00397B7E" w:rsidTr="00ED1ECC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zCs w:val="28"/>
              </w:rPr>
              <w:t>Осуществление ед</w:t>
            </w:r>
            <w:r w:rsidRPr="00397B7E">
              <w:rPr>
                <w:szCs w:val="28"/>
              </w:rPr>
              <w:t>и</w:t>
            </w:r>
            <w:r w:rsidRPr="00397B7E">
              <w:rPr>
                <w:szCs w:val="28"/>
              </w:rPr>
              <w:t>новременных выплат медицинским рабо</w:t>
            </w:r>
            <w:r w:rsidRPr="00397B7E">
              <w:rPr>
                <w:szCs w:val="28"/>
              </w:rPr>
              <w:t>т</w:t>
            </w:r>
            <w:r w:rsidRPr="00397B7E">
              <w:rPr>
                <w:szCs w:val="28"/>
              </w:rPr>
              <w:t>никам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spacing w:line="238" w:lineRule="auto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991DEF" w:rsidRPr="00397B7E" w:rsidTr="00ED1ECC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  <w:r w:rsidRPr="00397B7E">
              <w:rPr>
                <w:spacing w:val="-4"/>
                <w:szCs w:val="28"/>
              </w:rPr>
              <w:t>Иные межбюджетные трансферты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395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autoSpaceDE w:val="0"/>
              <w:autoSpaceDN w:val="0"/>
              <w:adjustRightInd w:val="0"/>
              <w:spacing w:line="238" w:lineRule="auto"/>
              <w:jc w:val="center"/>
              <w:rPr>
                <w:b/>
                <w:szCs w:val="28"/>
              </w:rPr>
            </w:pPr>
            <w:r w:rsidRPr="00397B7E">
              <w:rPr>
                <w:szCs w:val="28"/>
              </w:rPr>
              <w:t>73 3 00 51360</w:t>
            </w: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szCs w:val="28"/>
              </w:rPr>
            </w:pPr>
          </w:p>
          <w:p w:rsidR="00991DEF" w:rsidRPr="00397B7E" w:rsidRDefault="00991DEF" w:rsidP="00ED1EC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97B7E">
              <w:rPr>
                <w:szCs w:val="28"/>
              </w:rPr>
              <w:t>540</w:t>
            </w: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ED1ECC">
            <w:pPr>
              <w:widowControl w:val="0"/>
              <w:jc w:val="center"/>
              <w:rPr>
                <w:b/>
                <w:bCs/>
              </w:rPr>
            </w:pPr>
            <w:r w:rsidRPr="00397B7E">
              <w:rPr>
                <w:bCs/>
              </w:rPr>
              <w:t>18000,0</w:t>
            </w:r>
          </w:p>
        </w:tc>
      </w:tr>
      <w:tr w:rsidR="00991DEF" w:rsidRPr="00397B7E" w:rsidTr="00397B7E"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jc w:val="both"/>
              <w:rPr>
                <w:szCs w:val="28"/>
                <w:highlight w:val="yellow"/>
              </w:rPr>
            </w:pPr>
            <w:r w:rsidRPr="00397B7E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jc w:val="center"/>
              <w:rPr>
                <w:szCs w:val="28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1DEF" w:rsidRPr="00397B7E" w:rsidRDefault="00991DEF" w:rsidP="00397B7E">
            <w:pPr>
              <w:widowControl w:val="0"/>
              <w:jc w:val="center"/>
              <w:rPr>
                <w:bCs/>
              </w:rPr>
            </w:pPr>
            <w:r>
              <w:rPr>
                <w:b/>
                <w:bCs/>
              </w:rPr>
              <w:t>11320408,8</w:t>
            </w:r>
            <w:r w:rsidRPr="00397B7E">
              <w:rPr>
                <w:bCs/>
              </w:rPr>
              <w:t>».</w:t>
            </w:r>
          </w:p>
        </w:tc>
      </w:tr>
    </w:tbl>
    <w:p w:rsidR="00991DEF" w:rsidRDefault="00991DEF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991DEF" w:rsidRDefault="00991DEF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991DEF" w:rsidRDefault="00991DEF" w:rsidP="00172F02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991DEF" w:rsidRDefault="00991DEF" w:rsidP="00ED1ECC">
      <w:pPr>
        <w:autoSpaceDE w:val="0"/>
        <w:autoSpaceDN w:val="0"/>
        <w:adjustRightInd w:val="0"/>
        <w:rPr>
          <w:b/>
          <w:szCs w:val="28"/>
        </w:rPr>
      </w:pPr>
      <w:r w:rsidRPr="00D91EA7">
        <w:rPr>
          <w:b/>
          <w:szCs w:val="28"/>
        </w:rPr>
        <w:t>Губернатор</w:t>
      </w:r>
      <w:r>
        <w:rPr>
          <w:b/>
          <w:szCs w:val="28"/>
        </w:rPr>
        <w:t xml:space="preserve"> </w:t>
      </w:r>
      <w:r w:rsidRPr="00D91EA7">
        <w:rPr>
          <w:b/>
          <w:szCs w:val="28"/>
        </w:rPr>
        <w:t>Ульяновской области</w:t>
      </w:r>
      <w:r>
        <w:rPr>
          <w:b/>
          <w:szCs w:val="28"/>
        </w:rPr>
        <w:t xml:space="preserve">                                                        </w:t>
      </w:r>
      <w:r w:rsidRPr="00D91EA7">
        <w:rPr>
          <w:b/>
          <w:szCs w:val="28"/>
        </w:rPr>
        <w:t>С.И.Морозов</w:t>
      </w:r>
    </w:p>
    <w:p w:rsidR="00991DEF" w:rsidRDefault="00991DEF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91DEF" w:rsidRDefault="00991DEF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91DEF" w:rsidRDefault="00991DEF" w:rsidP="006F0BB7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91DEF" w:rsidRPr="00342690" w:rsidRDefault="00991DEF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991DEF" w:rsidRDefault="00991DEF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 ноября</w:t>
      </w:r>
      <w:r w:rsidRPr="0034269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16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991DEF" w:rsidRDefault="00991DEF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171</w:t>
      </w:r>
      <w:r w:rsidRPr="00342690">
        <w:rPr>
          <w:rFonts w:ascii="Times New Roman" w:hAnsi="Times New Roman"/>
          <w:sz w:val="28"/>
          <w:szCs w:val="28"/>
        </w:rPr>
        <w:t>-ЗО</w:t>
      </w:r>
    </w:p>
    <w:sectPr w:rsidR="00991DEF" w:rsidSect="00486A5E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DEF" w:rsidRDefault="00991DEF">
      <w:r>
        <w:separator/>
      </w:r>
    </w:p>
  </w:endnote>
  <w:endnote w:type="continuationSeparator" w:id="0">
    <w:p w:rsidR="00991DEF" w:rsidRDefault="00991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EF" w:rsidRDefault="00991DEF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1DEF" w:rsidRDefault="00991DEF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EF" w:rsidRPr="00486A5E" w:rsidRDefault="00991DEF" w:rsidP="00486A5E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0311км1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DEF" w:rsidRDefault="00991DEF">
      <w:r>
        <w:separator/>
      </w:r>
    </w:p>
  </w:footnote>
  <w:footnote w:type="continuationSeparator" w:id="0">
    <w:p w:rsidR="00991DEF" w:rsidRDefault="00991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EF" w:rsidRDefault="00991DEF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1DEF" w:rsidRDefault="00991D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DEF" w:rsidRDefault="00991DEF" w:rsidP="00EF1135">
    <w:pPr>
      <w:pStyle w:val="Header"/>
      <w:jc w:val="center"/>
    </w:pPr>
    <w:fldSimple w:instr=" PAGE   \* MERGEFORMAT ">
      <w:r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F774FDA"/>
    <w:multiLevelType w:val="hybridMultilevel"/>
    <w:tmpl w:val="9950152E"/>
    <w:lvl w:ilvl="0" w:tplc="5A1C6E1C">
      <w:start w:val="3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53407B19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79B8"/>
    <w:rsid w:val="00037EF8"/>
    <w:rsid w:val="00040771"/>
    <w:rsid w:val="0004279E"/>
    <w:rsid w:val="00042988"/>
    <w:rsid w:val="000444ED"/>
    <w:rsid w:val="00045FC6"/>
    <w:rsid w:val="0005129D"/>
    <w:rsid w:val="00052E6E"/>
    <w:rsid w:val="0005539F"/>
    <w:rsid w:val="0005624E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77F00"/>
    <w:rsid w:val="00081262"/>
    <w:rsid w:val="00081403"/>
    <w:rsid w:val="000832F8"/>
    <w:rsid w:val="00083EEE"/>
    <w:rsid w:val="00086B85"/>
    <w:rsid w:val="00090D1D"/>
    <w:rsid w:val="00091DDC"/>
    <w:rsid w:val="00092C63"/>
    <w:rsid w:val="00093770"/>
    <w:rsid w:val="00094A5A"/>
    <w:rsid w:val="00094AF1"/>
    <w:rsid w:val="00097A61"/>
    <w:rsid w:val="000A0B19"/>
    <w:rsid w:val="000A4026"/>
    <w:rsid w:val="000A4731"/>
    <w:rsid w:val="000A5343"/>
    <w:rsid w:val="000B0BAA"/>
    <w:rsid w:val="000C05FE"/>
    <w:rsid w:val="000C345C"/>
    <w:rsid w:val="000C4D9F"/>
    <w:rsid w:val="000C5F38"/>
    <w:rsid w:val="000C74ED"/>
    <w:rsid w:val="000D3357"/>
    <w:rsid w:val="000D4971"/>
    <w:rsid w:val="000D62FE"/>
    <w:rsid w:val="000E1CA2"/>
    <w:rsid w:val="000E3290"/>
    <w:rsid w:val="000E32D3"/>
    <w:rsid w:val="000E7EB6"/>
    <w:rsid w:val="000F502C"/>
    <w:rsid w:val="000F64EA"/>
    <w:rsid w:val="00103A85"/>
    <w:rsid w:val="00104891"/>
    <w:rsid w:val="00107EFE"/>
    <w:rsid w:val="001113A9"/>
    <w:rsid w:val="001135DB"/>
    <w:rsid w:val="00117500"/>
    <w:rsid w:val="001200E6"/>
    <w:rsid w:val="00120484"/>
    <w:rsid w:val="00122FA7"/>
    <w:rsid w:val="001232A4"/>
    <w:rsid w:val="001245F1"/>
    <w:rsid w:val="001253E8"/>
    <w:rsid w:val="00126558"/>
    <w:rsid w:val="00126609"/>
    <w:rsid w:val="00131718"/>
    <w:rsid w:val="00134D23"/>
    <w:rsid w:val="00136A04"/>
    <w:rsid w:val="0014050E"/>
    <w:rsid w:val="00140551"/>
    <w:rsid w:val="00144105"/>
    <w:rsid w:val="00144469"/>
    <w:rsid w:val="00150CD2"/>
    <w:rsid w:val="00157DC2"/>
    <w:rsid w:val="00157FD5"/>
    <w:rsid w:val="00160514"/>
    <w:rsid w:val="0016143A"/>
    <w:rsid w:val="00161F8A"/>
    <w:rsid w:val="0016254F"/>
    <w:rsid w:val="00162D46"/>
    <w:rsid w:val="00165148"/>
    <w:rsid w:val="00165EC8"/>
    <w:rsid w:val="00166227"/>
    <w:rsid w:val="00166654"/>
    <w:rsid w:val="00167827"/>
    <w:rsid w:val="00171FF2"/>
    <w:rsid w:val="00172F02"/>
    <w:rsid w:val="001806E7"/>
    <w:rsid w:val="0018077F"/>
    <w:rsid w:val="00185211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A0B"/>
    <w:rsid w:val="001C1AA9"/>
    <w:rsid w:val="001C4DA6"/>
    <w:rsid w:val="001C508F"/>
    <w:rsid w:val="001D03A0"/>
    <w:rsid w:val="001D1B3E"/>
    <w:rsid w:val="001D2A8D"/>
    <w:rsid w:val="001D446E"/>
    <w:rsid w:val="001D6A86"/>
    <w:rsid w:val="001E0D35"/>
    <w:rsid w:val="001E1161"/>
    <w:rsid w:val="001E435F"/>
    <w:rsid w:val="001E4826"/>
    <w:rsid w:val="001E4B39"/>
    <w:rsid w:val="001F0C9E"/>
    <w:rsid w:val="001F1508"/>
    <w:rsid w:val="001F15C5"/>
    <w:rsid w:val="001F3EC8"/>
    <w:rsid w:val="001F59CF"/>
    <w:rsid w:val="001F5BDD"/>
    <w:rsid w:val="001F6BC3"/>
    <w:rsid w:val="001F6D03"/>
    <w:rsid w:val="00201BC2"/>
    <w:rsid w:val="00202499"/>
    <w:rsid w:val="002042EB"/>
    <w:rsid w:val="00204D46"/>
    <w:rsid w:val="002054D4"/>
    <w:rsid w:val="00206216"/>
    <w:rsid w:val="00210C35"/>
    <w:rsid w:val="00212436"/>
    <w:rsid w:val="00214AA3"/>
    <w:rsid w:val="00217BBC"/>
    <w:rsid w:val="00220746"/>
    <w:rsid w:val="00222C40"/>
    <w:rsid w:val="00226390"/>
    <w:rsid w:val="002278FB"/>
    <w:rsid w:val="0023366F"/>
    <w:rsid w:val="002353DC"/>
    <w:rsid w:val="00235412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4039"/>
    <w:rsid w:val="002973A1"/>
    <w:rsid w:val="002B2661"/>
    <w:rsid w:val="002B2D8A"/>
    <w:rsid w:val="002B635D"/>
    <w:rsid w:val="002B7BC1"/>
    <w:rsid w:val="002C08A7"/>
    <w:rsid w:val="002C4304"/>
    <w:rsid w:val="002C4635"/>
    <w:rsid w:val="002C7643"/>
    <w:rsid w:val="002D0F3D"/>
    <w:rsid w:val="002D35BE"/>
    <w:rsid w:val="002D6A7C"/>
    <w:rsid w:val="002D7C84"/>
    <w:rsid w:val="002E0F05"/>
    <w:rsid w:val="002E3124"/>
    <w:rsid w:val="002E4D0F"/>
    <w:rsid w:val="002F0140"/>
    <w:rsid w:val="002F1EB0"/>
    <w:rsid w:val="002F35C5"/>
    <w:rsid w:val="002F3FDE"/>
    <w:rsid w:val="002F5AFB"/>
    <w:rsid w:val="002F6AB4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690"/>
    <w:rsid w:val="00342CBE"/>
    <w:rsid w:val="003463B1"/>
    <w:rsid w:val="00346B37"/>
    <w:rsid w:val="00347074"/>
    <w:rsid w:val="0034792F"/>
    <w:rsid w:val="0035256A"/>
    <w:rsid w:val="00353BC6"/>
    <w:rsid w:val="00356248"/>
    <w:rsid w:val="00357D13"/>
    <w:rsid w:val="00360370"/>
    <w:rsid w:val="003625A2"/>
    <w:rsid w:val="0036266F"/>
    <w:rsid w:val="00363547"/>
    <w:rsid w:val="0036504E"/>
    <w:rsid w:val="00365E71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6DB5"/>
    <w:rsid w:val="004005CF"/>
    <w:rsid w:val="004018D5"/>
    <w:rsid w:val="00402017"/>
    <w:rsid w:val="00402702"/>
    <w:rsid w:val="004105E4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5FE8"/>
    <w:rsid w:val="004460E5"/>
    <w:rsid w:val="00447ACF"/>
    <w:rsid w:val="00452900"/>
    <w:rsid w:val="00453A34"/>
    <w:rsid w:val="00453EA2"/>
    <w:rsid w:val="00454053"/>
    <w:rsid w:val="00454620"/>
    <w:rsid w:val="00455099"/>
    <w:rsid w:val="00464F44"/>
    <w:rsid w:val="00466284"/>
    <w:rsid w:val="00466693"/>
    <w:rsid w:val="00471B0C"/>
    <w:rsid w:val="00472104"/>
    <w:rsid w:val="00477990"/>
    <w:rsid w:val="00482377"/>
    <w:rsid w:val="00483139"/>
    <w:rsid w:val="0048319F"/>
    <w:rsid w:val="00483F65"/>
    <w:rsid w:val="0048411A"/>
    <w:rsid w:val="004856DA"/>
    <w:rsid w:val="00486533"/>
    <w:rsid w:val="00486A5E"/>
    <w:rsid w:val="00487B9D"/>
    <w:rsid w:val="004932AB"/>
    <w:rsid w:val="00494957"/>
    <w:rsid w:val="004A37C5"/>
    <w:rsid w:val="004A38CC"/>
    <w:rsid w:val="004A7DF5"/>
    <w:rsid w:val="004B12F3"/>
    <w:rsid w:val="004B1DDD"/>
    <w:rsid w:val="004B2013"/>
    <w:rsid w:val="004B3D9C"/>
    <w:rsid w:val="004B3F22"/>
    <w:rsid w:val="004B467D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F6FEE"/>
    <w:rsid w:val="005010DE"/>
    <w:rsid w:val="00507FC6"/>
    <w:rsid w:val="00516164"/>
    <w:rsid w:val="005162E3"/>
    <w:rsid w:val="005163D2"/>
    <w:rsid w:val="0052469E"/>
    <w:rsid w:val="0052490B"/>
    <w:rsid w:val="0053391F"/>
    <w:rsid w:val="00537AB8"/>
    <w:rsid w:val="00540105"/>
    <w:rsid w:val="005426DC"/>
    <w:rsid w:val="005432E2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7FE4"/>
    <w:rsid w:val="00583FB8"/>
    <w:rsid w:val="0058644F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1507"/>
    <w:rsid w:val="005B5C8B"/>
    <w:rsid w:val="005C665A"/>
    <w:rsid w:val="005D1956"/>
    <w:rsid w:val="005D3855"/>
    <w:rsid w:val="005D608E"/>
    <w:rsid w:val="005D7CB5"/>
    <w:rsid w:val="005E0123"/>
    <w:rsid w:val="005E11BA"/>
    <w:rsid w:val="005E3A45"/>
    <w:rsid w:val="005E4101"/>
    <w:rsid w:val="005E596E"/>
    <w:rsid w:val="005F1486"/>
    <w:rsid w:val="005F15C5"/>
    <w:rsid w:val="005F3727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139F"/>
    <w:rsid w:val="00637CC3"/>
    <w:rsid w:val="00640431"/>
    <w:rsid w:val="00644C4A"/>
    <w:rsid w:val="00645C75"/>
    <w:rsid w:val="00651301"/>
    <w:rsid w:val="00651DB8"/>
    <w:rsid w:val="006552E5"/>
    <w:rsid w:val="00663574"/>
    <w:rsid w:val="0066395C"/>
    <w:rsid w:val="0066536A"/>
    <w:rsid w:val="0067111E"/>
    <w:rsid w:val="00675DAE"/>
    <w:rsid w:val="00677B00"/>
    <w:rsid w:val="00682024"/>
    <w:rsid w:val="00683F4A"/>
    <w:rsid w:val="006861F2"/>
    <w:rsid w:val="0069015C"/>
    <w:rsid w:val="00690282"/>
    <w:rsid w:val="0069306F"/>
    <w:rsid w:val="00694ADD"/>
    <w:rsid w:val="00695CB5"/>
    <w:rsid w:val="00696771"/>
    <w:rsid w:val="00697D20"/>
    <w:rsid w:val="006A215F"/>
    <w:rsid w:val="006A257B"/>
    <w:rsid w:val="006A3781"/>
    <w:rsid w:val="006A528D"/>
    <w:rsid w:val="006B1E20"/>
    <w:rsid w:val="006B1E2C"/>
    <w:rsid w:val="006B1F45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49A5"/>
    <w:rsid w:val="006F57AD"/>
    <w:rsid w:val="00700957"/>
    <w:rsid w:val="007020B7"/>
    <w:rsid w:val="0070349F"/>
    <w:rsid w:val="007038F4"/>
    <w:rsid w:val="007045AE"/>
    <w:rsid w:val="00705664"/>
    <w:rsid w:val="00705D60"/>
    <w:rsid w:val="00710FE7"/>
    <w:rsid w:val="00713862"/>
    <w:rsid w:val="00714FB8"/>
    <w:rsid w:val="00721F7B"/>
    <w:rsid w:val="00723C2C"/>
    <w:rsid w:val="007247A1"/>
    <w:rsid w:val="0072631E"/>
    <w:rsid w:val="00726F62"/>
    <w:rsid w:val="007270F3"/>
    <w:rsid w:val="0072728D"/>
    <w:rsid w:val="007352C3"/>
    <w:rsid w:val="00736FD4"/>
    <w:rsid w:val="007371D5"/>
    <w:rsid w:val="0073760C"/>
    <w:rsid w:val="00737669"/>
    <w:rsid w:val="0074233A"/>
    <w:rsid w:val="00743EFA"/>
    <w:rsid w:val="00744272"/>
    <w:rsid w:val="00745B17"/>
    <w:rsid w:val="007557EB"/>
    <w:rsid w:val="0075686E"/>
    <w:rsid w:val="00763A54"/>
    <w:rsid w:val="00765A06"/>
    <w:rsid w:val="00766382"/>
    <w:rsid w:val="0076703B"/>
    <w:rsid w:val="007703D1"/>
    <w:rsid w:val="007705D1"/>
    <w:rsid w:val="007722CB"/>
    <w:rsid w:val="00772F73"/>
    <w:rsid w:val="00776157"/>
    <w:rsid w:val="00777C25"/>
    <w:rsid w:val="007806BC"/>
    <w:rsid w:val="00782AAC"/>
    <w:rsid w:val="007863CD"/>
    <w:rsid w:val="007866DF"/>
    <w:rsid w:val="00786E4A"/>
    <w:rsid w:val="00795042"/>
    <w:rsid w:val="00797481"/>
    <w:rsid w:val="00797D42"/>
    <w:rsid w:val="007A01F0"/>
    <w:rsid w:val="007A0E88"/>
    <w:rsid w:val="007A0ED3"/>
    <w:rsid w:val="007A2449"/>
    <w:rsid w:val="007A24BB"/>
    <w:rsid w:val="007A328D"/>
    <w:rsid w:val="007A6206"/>
    <w:rsid w:val="007B10AE"/>
    <w:rsid w:val="007B2635"/>
    <w:rsid w:val="007B292E"/>
    <w:rsid w:val="007B597D"/>
    <w:rsid w:val="007B5ED9"/>
    <w:rsid w:val="007B6460"/>
    <w:rsid w:val="007C2610"/>
    <w:rsid w:val="007C2A4A"/>
    <w:rsid w:val="007C2A5D"/>
    <w:rsid w:val="007C51BA"/>
    <w:rsid w:val="007D4834"/>
    <w:rsid w:val="007D66D3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1419"/>
    <w:rsid w:val="00823191"/>
    <w:rsid w:val="008251A0"/>
    <w:rsid w:val="00825F74"/>
    <w:rsid w:val="00826CD9"/>
    <w:rsid w:val="00826F9B"/>
    <w:rsid w:val="00827D95"/>
    <w:rsid w:val="0084277D"/>
    <w:rsid w:val="00842A88"/>
    <w:rsid w:val="00844AFC"/>
    <w:rsid w:val="00856463"/>
    <w:rsid w:val="00861E2E"/>
    <w:rsid w:val="00863217"/>
    <w:rsid w:val="00865BDF"/>
    <w:rsid w:val="0086632A"/>
    <w:rsid w:val="0086637D"/>
    <w:rsid w:val="00867EDB"/>
    <w:rsid w:val="00876607"/>
    <w:rsid w:val="00885039"/>
    <w:rsid w:val="008924A1"/>
    <w:rsid w:val="00894951"/>
    <w:rsid w:val="008956B2"/>
    <w:rsid w:val="008A664B"/>
    <w:rsid w:val="008B4CA8"/>
    <w:rsid w:val="008C01B8"/>
    <w:rsid w:val="008C06B3"/>
    <w:rsid w:val="008C20F7"/>
    <w:rsid w:val="008C311A"/>
    <w:rsid w:val="008C7D1E"/>
    <w:rsid w:val="008D1B90"/>
    <w:rsid w:val="008D760D"/>
    <w:rsid w:val="008E0475"/>
    <w:rsid w:val="008E0FCC"/>
    <w:rsid w:val="008E4157"/>
    <w:rsid w:val="008E4CBB"/>
    <w:rsid w:val="008E688A"/>
    <w:rsid w:val="008F4D8E"/>
    <w:rsid w:val="009013A2"/>
    <w:rsid w:val="00902D4A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1C78"/>
    <w:rsid w:val="00933B86"/>
    <w:rsid w:val="00952189"/>
    <w:rsid w:val="00953073"/>
    <w:rsid w:val="0095366F"/>
    <w:rsid w:val="00960AB1"/>
    <w:rsid w:val="00963FEE"/>
    <w:rsid w:val="0096658F"/>
    <w:rsid w:val="00967E0C"/>
    <w:rsid w:val="00970924"/>
    <w:rsid w:val="00971A0B"/>
    <w:rsid w:val="00975E31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DEF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4BE8"/>
    <w:rsid w:val="009C5B8A"/>
    <w:rsid w:val="009D0647"/>
    <w:rsid w:val="009D39FB"/>
    <w:rsid w:val="009D46EA"/>
    <w:rsid w:val="009D754C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3178"/>
    <w:rsid w:val="00A070DE"/>
    <w:rsid w:val="00A10276"/>
    <w:rsid w:val="00A1257E"/>
    <w:rsid w:val="00A14535"/>
    <w:rsid w:val="00A204CF"/>
    <w:rsid w:val="00A20A05"/>
    <w:rsid w:val="00A227CA"/>
    <w:rsid w:val="00A22E78"/>
    <w:rsid w:val="00A25CB1"/>
    <w:rsid w:val="00A26364"/>
    <w:rsid w:val="00A2638F"/>
    <w:rsid w:val="00A26793"/>
    <w:rsid w:val="00A27659"/>
    <w:rsid w:val="00A316DB"/>
    <w:rsid w:val="00A42B3B"/>
    <w:rsid w:val="00A47259"/>
    <w:rsid w:val="00A504AB"/>
    <w:rsid w:val="00A52166"/>
    <w:rsid w:val="00A5546B"/>
    <w:rsid w:val="00A70F53"/>
    <w:rsid w:val="00A73130"/>
    <w:rsid w:val="00A80094"/>
    <w:rsid w:val="00A81D21"/>
    <w:rsid w:val="00A8494D"/>
    <w:rsid w:val="00A90FB1"/>
    <w:rsid w:val="00A92062"/>
    <w:rsid w:val="00A92DEB"/>
    <w:rsid w:val="00A93818"/>
    <w:rsid w:val="00A9780B"/>
    <w:rsid w:val="00AA0125"/>
    <w:rsid w:val="00AA2A5C"/>
    <w:rsid w:val="00AA5902"/>
    <w:rsid w:val="00AA6A5F"/>
    <w:rsid w:val="00AB3CE3"/>
    <w:rsid w:val="00AB3E03"/>
    <w:rsid w:val="00AB4A6F"/>
    <w:rsid w:val="00AB5F1B"/>
    <w:rsid w:val="00AC0747"/>
    <w:rsid w:val="00AC0E84"/>
    <w:rsid w:val="00AC1079"/>
    <w:rsid w:val="00AC4893"/>
    <w:rsid w:val="00AC4FE7"/>
    <w:rsid w:val="00AC54A9"/>
    <w:rsid w:val="00AD3193"/>
    <w:rsid w:val="00AD5F4F"/>
    <w:rsid w:val="00AD6461"/>
    <w:rsid w:val="00AD75CC"/>
    <w:rsid w:val="00AE149A"/>
    <w:rsid w:val="00AF0597"/>
    <w:rsid w:val="00AF0E99"/>
    <w:rsid w:val="00AF1F5B"/>
    <w:rsid w:val="00AF24E1"/>
    <w:rsid w:val="00AF29E8"/>
    <w:rsid w:val="00AF35A1"/>
    <w:rsid w:val="00B00EC8"/>
    <w:rsid w:val="00B01BC0"/>
    <w:rsid w:val="00B0398E"/>
    <w:rsid w:val="00B108E7"/>
    <w:rsid w:val="00B1328F"/>
    <w:rsid w:val="00B23BFA"/>
    <w:rsid w:val="00B25122"/>
    <w:rsid w:val="00B30C19"/>
    <w:rsid w:val="00B415F4"/>
    <w:rsid w:val="00B45CA8"/>
    <w:rsid w:val="00B51FDE"/>
    <w:rsid w:val="00B56820"/>
    <w:rsid w:val="00B60C60"/>
    <w:rsid w:val="00B62063"/>
    <w:rsid w:val="00B6436F"/>
    <w:rsid w:val="00B657F1"/>
    <w:rsid w:val="00B678E3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B0BC7"/>
    <w:rsid w:val="00BB29FF"/>
    <w:rsid w:val="00BB2E4D"/>
    <w:rsid w:val="00BB3246"/>
    <w:rsid w:val="00BC1EC8"/>
    <w:rsid w:val="00BC2A7B"/>
    <w:rsid w:val="00BC38C5"/>
    <w:rsid w:val="00BD1083"/>
    <w:rsid w:val="00BD5A2E"/>
    <w:rsid w:val="00BE1050"/>
    <w:rsid w:val="00BF06E1"/>
    <w:rsid w:val="00BF1029"/>
    <w:rsid w:val="00BF405E"/>
    <w:rsid w:val="00BF5027"/>
    <w:rsid w:val="00BF557B"/>
    <w:rsid w:val="00BF5A99"/>
    <w:rsid w:val="00C034B1"/>
    <w:rsid w:val="00C07ED7"/>
    <w:rsid w:val="00C13D7F"/>
    <w:rsid w:val="00C17C0F"/>
    <w:rsid w:val="00C2167A"/>
    <w:rsid w:val="00C23D76"/>
    <w:rsid w:val="00C26576"/>
    <w:rsid w:val="00C3118F"/>
    <w:rsid w:val="00C3197C"/>
    <w:rsid w:val="00C354CF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198F"/>
    <w:rsid w:val="00C64542"/>
    <w:rsid w:val="00C73DB1"/>
    <w:rsid w:val="00C8039E"/>
    <w:rsid w:val="00C80ED6"/>
    <w:rsid w:val="00C8198F"/>
    <w:rsid w:val="00C8218C"/>
    <w:rsid w:val="00C83C42"/>
    <w:rsid w:val="00C9543B"/>
    <w:rsid w:val="00CA1C10"/>
    <w:rsid w:val="00CA4AC1"/>
    <w:rsid w:val="00CA61FD"/>
    <w:rsid w:val="00CB2849"/>
    <w:rsid w:val="00CB2EBC"/>
    <w:rsid w:val="00CC476D"/>
    <w:rsid w:val="00CC6B84"/>
    <w:rsid w:val="00CD5E3E"/>
    <w:rsid w:val="00CD7C51"/>
    <w:rsid w:val="00CE2EA4"/>
    <w:rsid w:val="00CF1827"/>
    <w:rsid w:val="00CF3CDA"/>
    <w:rsid w:val="00CF435F"/>
    <w:rsid w:val="00CF7CCA"/>
    <w:rsid w:val="00D00D67"/>
    <w:rsid w:val="00D01BE4"/>
    <w:rsid w:val="00D03B0F"/>
    <w:rsid w:val="00D10FD3"/>
    <w:rsid w:val="00D15EB4"/>
    <w:rsid w:val="00D17379"/>
    <w:rsid w:val="00D1747D"/>
    <w:rsid w:val="00D24648"/>
    <w:rsid w:val="00D24977"/>
    <w:rsid w:val="00D25E13"/>
    <w:rsid w:val="00D3414D"/>
    <w:rsid w:val="00D40C24"/>
    <w:rsid w:val="00D4234D"/>
    <w:rsid w:val="00D42D8C"/>
    <w:rsid w:val="00D45CC9"/>
    <w:rsid w:val="00D52C14"/>
    <w:rsid w:val="00D53691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802BE"/>
    <w:rsid w:val="00D8206C"/>
    <w:rsid w:val="00D844D5"/>
    <w:rsid w:val="00D858CF"/>
    <w:rsid w:val="00D91EA7"/>
    <w:rsid w:val="00D92E1F"/>
    <w:rsid w:val="00D939AC"/>
    <w:rsid w:val="00D93F78"/>
    <w:rsid w:val="00D955F9"/>
    <w:rsid w:val="00D96F84"/>
    <w:rsid w:val="00DA1CA2"/>
    <w:rsid w:val="00DA6CEE"/>
    <w:rsid w:val="00DB1C29"/>
    <w:rsid w:val="00DB2FAE"/>
    <w:rsid w:val="00DB37C3"/>
    <w:rsid w:val="00DC29BE"/>
    <w:rsid w:val="00DC4998"/>
    <w:rsid w:val="00DD1264"/>
    <w:rsid w:val="00DD239B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3F0D"/>
    <w:rsid w:val="00DF5F7F"/>
    <w:rsid w:val="00DF7FAB"/>
    <w:rsid w:val="00E005AE"/>
    <w:rsid w:val="00E028BD"/>
    <w:rsid w:val="00E06215"/>
    <w:rsid w:val="00E103F0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13FB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659"/>
    <w:rsid w:val="00E7785E"/>
    <w:rsid w:val="00E82730"/>
    <w:rsid w:val="00EA0041"/>
    <w:rsid w:val="00EA23FB"/>
    <w:rsid w:val="00EA7D18"/>
    <w:rsid w:val="00EB20E5"/>
    <w:rsid w:val="00EB26B7"/>
    <w:rsid w:val="00EB4702"/>
    <w:rsid w:val="00EB642D"/>
    <w:rsid w:val="00EC02FA"/>
    <w:rsid w:val="00EC0B5C"/>
    <w:rsid w:val="00EC0E9A"/>
    <w:rsid w:val="00EC5253"/>
    <w:rsid w:val="00ED0808"/>
    <w:rsid w:val="00ED0B80"/>
    <w:rsid w:val="00ED1ECC"/>
    <w:rsid w:val="00ED3E4C"/>
    <w:rsid w:val="00ED4091"/>
    <w:rsid w:val="00ED7A04"/>
    <w:rsid w:val="00EE01A4"/>
    <w:rsid w:val="00EE1E1B"/>
    <w:rsid w:val="00EE36C5"/>
    <w:rsid w:val="00EE4440"/>
    <w:rsid w:val="00EF1135"/>
    <w:rsid w:val="00EF7140"/>
    <w:rsid w:val="00EF7974"/>
    <w:rsid w:val="00F0242E"/>
    <w:rsid w:val="00F02A7E"/>
    <w:rsid w:val="00F02C1F"/>
    <w:rsid w:val="00F02C67"/>
    <w:rsid w:val="00F04735"/>
    <w:rsid w:val="00F048C9"/>
    <w:rsid w:val="00F04BE3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4020E"/>
    <w:rsid w:val="00F431D9"/>
    <w:rsid w:val="00F52195"/>
    <w:rsid w:val="00F52321"/>
    <w:rsid w:val="00F52579"/>
    <w:rsid w:val="00F530C4"/>
    <w:rsid w:val="00F55ADD"/>
    <w:rsid w:val="00F564A0"/>
    <w:rsid w:val="00F6288D"/>
    <w:rsid w:val="00F62E21"/>
    <w:rsid w:val="00F63B2D"/>
    <w:rsid w:val="00F67030"/>
    <w:rsid w:val="00F721F8"/>
    <w:rsid w:val="00F74094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B49"/>
    <w:rsid w:val="00FA1D40"/>
    <w:rsid w:val="00FA49B2"/>
    <w:rsid w:val="00FA62CE"/>
    <w:rsid w:val="00FA7E6F"/>
    <w:rsid w:val="00FB1612"/>
    <w:rsid w:val="00FB1DBD"/>
    <w:rsid w:val="00FB47CC"/>
    <w:rsid w:val="00FB68DC"/>
    <w:rsid w:val="00FC1338"/>
    <w:rsid w:val="00FC2566"/>
    <w:rsid w:val="00FC301D"/>
    <w:rsid w:val="00FC5A62"/>
    <w:rsid w:val="00FD045A"/>
    <w:rsid w:val="00FD5EE7"/>
    <w:rsid w:val="00FD67A2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46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9</Pages>
  <Words>1608</Words>
  <Characters>9167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Пользователь</cp:lastModifiedBy>
  <cp:revision>13</cp:revision>
  <cp:lastPrinted>2016-11-15T12:03:00Z</cp:lastPrinted>
  <dcterms:created xsi:type="dcterms:W3CDTF">2016-11-03T08:13:00Z</dcterms:created>
  <dcterms:modified xsi:type="dcterms:W3CDTF">2017-01-17T12:45:00Z</dcterms:modified>
</cp:coreProperties>
</file>