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A8" w:rsidRDefault="005176A8" w:rsidP="00B6704B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5176A8" w:rsidRDefault="005176A8" w:rsidP="00B6704B">
      <w:pPr>
        <w:pStyle w:val="ConsPlusTitle"/>
        <w:jc w:val="center"/>
        <w:rPr>
          <w:sz w:val="28"/>
          <w:szCs w:val="28"/>
        </w:rPr>
      </w:pPr>
    </w:p>
    <w:p w:rsidR="005176A8" w:rsidRDefault="005176A8" w:rsidP="00B6704B">
      <w:pPr>
        <w:pStyle w:val="ConsPlusTitle"/>
        <w:jc w:val="center"/>
        <w:rPr>
          <w:sz w:val="28"/>
          <w:szCs w:val="28"/>
        </w:rPr>
      </w:pPr>
    </w:p>
    <w:p w:rsidR="005176A8" w:rsidRDefault="005176A8" w:rsidP="00B6704B">
      <w:pPr>
        <w:pStyle w:val="ConsPlusTitle"/>
        <w:jc w:val="center"/>
        <w:rPr>
          <w:sz w:val="28"/>
          <w:szCs w:val="28"/>
        </w:rPr>
      </w:pPr>
    </w:p>
    <w:p w:rsidR="005176A8" w:rsidRDefault="005176A8" w:rsidP="00B6704B">
      <w:pPr>
        <w:pStyle w:val="ConsPlusTitle"/>
        <w:jc w:val="center"/>
        <w:rPr>
          <w:sz w:val="28"/>
          <w:szCs w:val="28"/>
        </w:rPr>
      </w:pPr>
    </w:p>
    <w:p w:rsidR="005176A8" w:rsidRPr="00606280" w:rsidRDefault="005176A8" w:rsidP="00725EF6">
      <w:pPr>
        <w:jc w:val="center"/>
        <w:rPr>
          <w:b/>
          <w:sz w:val="28"/>
          <w:szCs w:val="28"/>
        </w:rPr>
      </w:pPr>
      <w:r w:rsidRPr="00606280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606280">
        <w:rPr>
          <w:b/>
          <w:sz w:val="28"/>
          <w:szCs w:val="28"/>
        </w:rPr>
        <w:t xml:space="preserve"> в статью 28 Закона Ульяновской области </w:t>
      </w:r>
      <w:r>
        <w:rPr>
          <w:b/>
          <w:sz w:val="28"/>
          <w:szCs w:val="28"/>
        </w:rPr>
        <w:br/>
      </w:r>
      <w:r w:rsidRPr="00606280">
        <w:rPr>
          <w:b/>
          <w:sz w:val="28"/>
          <w:szCs w:val="28"/>
        </w:rPr>
        <w:t>«Об особенностях бюджетного процесса в Ульяновской области»</w:t>
      </w: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Default="005176A8" w:rsidP="003D62F8">
      <w:pPr>
        <w:ind w:firstLine="709"/>
        <w:rPr>
          <w:b/>
          <w:sz w:val="28"/>
          <w:szCs w:val="28"/>
        </w:rPr>
      </w:pPr>
    </w:p>
    <w:p w:rsidR="005176A8" w:rsidRPr="000A0DA4" w:rsidRDefault="005176A8" w:rsidP="00C67060">
      <w:pPr>
        <w:pStyle w:val="ListParagraph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A0DA4">
        <w:rPr>
          <w:bCs/>
          <w:sz w:val="28"/>
          <w:szCs w:val="28"/>
        </w:rPr>
        <w:t>Внести в стать</w:t>
      </w:r>
      <w:r>
        <w:rPr>
          <w:bCs/>
          <w:sz w:val="28"/>
          <w:szCs w:val="28"/>
        </w:rPr>
        <w:t>ю</w:t>
      </w:r>
      <w:r w:rsidRPr="000A0D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28</w:t>
      </w:r>
      <w:r w:rsidRPr="000A0DA4">
        <w:rPr>
          <w:bCs/>
          <w:sz w:val="28"/>
          <w:szCs w:val="28"/>
        </w:rPr>
        <w:t xml:space="preserve"> </w:t>
      </w:r>
      <w:hyperlink r:id="rId7" w:history="1">
        <w:r w:rsidRPr="000A0DA4">
          <w:rPr>
            <w:bCs/>
            <w:sz w:val="28"/>
            <w:szCs w:val="28"/>
          </w:rPr>
          <w:t>Закон</w:t>
        </w:r>
      </w:hyperlink>
      <w:r w:rsidRPr="000A0DA4">
        <w:rPr>
          <w:sz w:val="28"/>
          <w:szCs w:val="28"/>
        </w:rPr>
        <w:t>а</w:t>
      </w:r>
      <w:r w:rsidRPr="000A0DA4">
        <w:rPr>
          <w:bCs/>
          <w:sz w:val="28"/>
          <w:szCs w:val="28"/>
        </w:rPr>
        <w:t xml:space="preserve"> Ульяновской области от 2 октября 2012 года </w:t>
      </w:r>
      <w:r>
        <w:rPr>
          <w:bCs/>
          <w:sz w:val="28"/>
          <w:szCs w:val="28"/>
        </w:rPr>
        <w:br/>
      </w:r>
      <w:r w:rsidRPr="000A0DA4">
        <w:rPr>
          <w:bCs/>
          <w:sz w:val="28"/>
          <w:szCs w:val="28"/>
        </w:rPr>
        <w:t>№ 123-ЗО «Об особенностях бюджетного процесса в Ульяновской области» («Ульяновская правда» от 05.10.2012 № 109; от 02.11.2012</w:t>
      </w:r>
      <w:bookmarkStart w:id="0" w:name="_GoBack"/>
      <w:bookmarkEnd w:id="0"/>
      <w:r w:rsidRPr="000A0DA4">
        <w:rPr>
          <w:bCs/>
          <w:sz w:val="28"/>
          <w:szCs w:val="28"/>
        </w:rPr>
        <w:t xml:space="preserve"> № 121; от 19.08.2013 </w:t>
      </w:r>
      <w:r>
        <w:rPr>
          <w:bCs/>
          <w:sz w:val="28"/>
          <w:szCs w:val="28"/>
        </w:rPr>
        <w:br/>
      </w:r>
      <w:r w:rsidRPr="000A0DA4">
        <w:rPr>
          <w:bCs/>
          <w:sz w:val="28"/>
          <w:szCs w:val="28"/>
        </w:rPr>
        <w:t xml:space="preserve">№ 97; от 08.11.2013 № 143; от 11.09.2014 № 133; от 04.12.2014 № 178; </w:t>
      </w:r>
      <w:r>
        <w:rPr>
          <w:bCs/>
          <w:sz w:val="28"/>
          <w:szCs w:val="28"/>
        </w:rPr>
        <w:br/>
      </w:r>
      <w:r w:rsidRPr="000A0DA4">
        <w:rPr>
          <w:bCs/>
          <w:sz w:val="28"/>
          <w:szCs w:val="28"/>
        </w:rPr>
        <w:t xml:space="preserve">от 31.12.2014 № 196; от 08.06.2015 № 76-77; </w:t>
      </w:r>
      <w:r w:rsidRPr="000A0DA4">
        <w:rPr>
          <w:bCs/>
          <w:color w:val="000000"/>
          <w:sz w:val="28"/>
          <w:szCs w:val="28"/>
        </w:rPr>
        <w:t>от</w:t>
      </w:r>
      <w:r w:rsidRPr="000A0DA4">
        <w:rPr>
          <w:bCs/>
          <w:sz w:val="28"/>
          <w:szCs w:val="28"/>
        </w:rPr>
        <w:t xml:space="preserve"> 07.09.2015 № 124; от 13.10.2015 </w:t>
      </w:r>
      <w:r>
        <w:rPr>
          <w:bCs/>
          <w:sz w:val="28"/>
          <w:szCs w:val="28"/>
        </w:rPr>
        <w:br/>
      </w:r>
      <w:r w:rsidRPr="000A0DA4">
        <w:rPr>
          <w:bCs/>
          <w:sz w:val="28"/>
          <w:szCs w:val="28"/>
        </w:rPr>
        <w:t>№ 143; от 07.12.2015 № 170</w:t>
      </w:r>
      <w:r>
        <w:rPr>
          <w:bCs/>
          <w:sz w:val="28"/>
          <w:szCs w:val="28"/>
        </w:rPr>
        <w:t xml:space="preserve">; от 30.12.2015 № 192; от 02.08.2016 № 99; </w:t>
      </w:r>
      <w:r>
        <w:rPr>
          <w:bCs/>
          <w:sz w:val="28"/>
          <w:szCs w:val="28"/>
        </w:rPr>
        <w:br/>
        <w:t>от 06.09.2016 № 109; от 01.11.2016 № 126</w:t>
      </w:r>
      <w:r w:rsidRPr="000A0DA4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следующие </w:t>
      </w:r>
      <w:r w:rsidRPr="000A0DA4">
        <w:rPr>
          <w:bCs/>
          <w:sz w:val="28"/>
          <w:szCs w:val="28"/>
        </w:rPr>
        <w:t>изменени</w:t>
      </w:r>
      <w:r>
        <w:rPr>
          <w:bCs/>
          <w:sz w:val="28"/>
          <w:szCs w:val="28"/>
        </w:rPr>
        <w:t>я</w:t>
      </w:r>
      <w:r w:rsidRPr="000A0DA4">
        <w:rPr>
          <w:bCs/>
          <w:sz w:val="28"/>
          <w:szCs w:val="28"/>
        </w:rPr>
        <w:t>:</w:t>
      </w:r>
    </w:p>
    <w:p w:rsidR="005176A8" w:rsidRDefault="005176A8" w:rsidP="00C6706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часть 2 дополнить вторым предложением следующего содержания: «При этом принципалами и (или) бенефициарами по государственным гарантиям Ульяновской области не могут являться лица, указанные в пункте 16 статьи 241 Бюджетного кодекса Российской Федерации.»;</w:t>
      </w:r>
    </w:p>
    <w:p w:rsidR="005176A8" w:rsidRDefault="005176A8" w:rsidP="00C6706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первое предложение абзаца второго части 6 дополнить словами «, а также о том, относится ли представившее заявку лицо к числу лиц, указанных в пункте 16 статьи 241 Бюджетного кодекса Российской Федерации, или нет».</w:t>
      </w:r>
    </w:p>
    <w:p w:rsidR="005176A8" w:rsidRPr="003D62F8" w:rsidRDefault="005176A8" w:rsidP="003D62F8">
      <w:pPr>
        <w:pStyle w:val="ConsPlusNormal"/>
        <w:ind w:firstLine="709"/>
        <w:jc w:val="both"/>
        <w:rPr>
          <w:rFonts w:ascii="Times New Roman" w:hAnsi="Times New Roman"/>
          <w:bCs/>
          <w:sz w:val="16"/>
          <w:szCs w:val="28"/>
        </w:rPr>
      </w:pPr>
    </w:p>
    <w:p w:rsidR="005176A8" w:rsidRDefault="005176A8" w:rsidP="003D62F8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176A8" w:rsidRPr="00C67060" w:rsidRDefault="005176A8" w:rsidP="003D62F8">
      <w:pPr>
        <w:pStyle w:val="ConsPlusNormal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67060">
        <w:rPr>
          <w:rFonts w:ascii="Times New Roman" w:hAnsi="Times New Roman"/>
          <w:b/>
          <w:bCs/>
          <w:sz w:val="28"/>
          <w:szCs w:val="28"/>
        </w:rPr>
        <w:t xml:space="preserve">Статья 2 </w:t>
      </w:r>
    </w:p>
    <w:p w:rsidR="005176A8" w:rsidRDefault="005176A8" w:rsidP="003D62F8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176A8" w:rsidRDefault="005176A8" w:rsidP="003D62F8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176A8" w:rsidRPr="00C67060" w:rsidRDefault="005176A8" w:rsidP="00C670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 части 2 и абзаца второго части 6 статьи 28 </w:t>
      </w:r>
      <w:hyperlink r:id="rId8" w:history="1">
        <w:r w:rsidRPr="000A0DA4">
          <w:rPr>
            <w:bCs/>
            <w:sz w:val="28"/>
            <w:szCs w:val="28"/>
          </w:rPr>
          <w:t>Закон</w:t>
        </w:r>
      </w:hyperlink>
      <w:r w:rsidRPr="000A0DA4">
        <w:rPr>
          <w:sz w:val="28"/>
          <w:szCs w:val="28"/>
        </w:rPr>
        <w:t>а</w:t>
      </w:r>
      <w:r w:rsidRPr="000A0DA4">
        <w:rPr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</w:t>
      </w:r>
      <w:r>
        <w:rPr>
          <w:bCs/>
          <w:sz w:val="28"/>
          <w:szCs w:val="28"/>
        </w:rPr>
        <w:t xml:space="preserve"> (в редакции настоящего Закона) применяются </w:t>
      </w:r>
      <w:r>
        <w:rPr>
          <w:bCs/>
          <w:sz w:val="28"/>
          <w:szCs w:val="28"/>
        </w:rPr>
        <w:br/>
        <w:t>к правоотношениям, возникающим при составлении и исполнении областного бюджета Ульяновской области, начиная с областного бюджета Ульяновской области на 2017 год и плановый период 2018 и 2019 годов.</w:t>
      </w:r>
    </w:p>
    <w:p w:rsidR="005176A8" w:rsidRPr="003D62F8" w:rsidRDefault="005176A8" w:rsidP="003D62F8">
      <w:pPr>
        <w:pStyle w:val="ConsPlusNormal"/>
        <w:suppressAutoHyphens/>
        <w:ind w:firstLine="0"/>
        <w:jc w:val="both"/>
        <w:rPr>
          <w:rFonts w:ascii="Times New Roman" w:hAnsi="Times New Roman"/>
          <w:bCs/>
          <w:sz w:val="16"/>
          <w:szCs w:val="28"/>
        </w:rPr>
      </w:pPr>
    </w:p>
    <w:p w:rsidR="005176A8" w:rsidRDefault="005176A8" w:rsidP="003D62F8">
      <w:pPr>
        <w:pStyle w:val="ConsPlusNormal"/>
        <w:suppressAutoHyphens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5176A8" w:rsidRDefault="005176A8" w:rsidP="003D62F8">
      <w:pPr>
        <w:pStyle w:val="ConsPlusNormal"/>
        <w:suppressAutoHyphens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5176A8" w:rsidRPr="007B6C00" w:rsidRDefault="005176A8" w:rsidP="003D62F8">
      <w:pPr>
        <w:tabs>
          <w:tab w:val="left" w:pos="8250"/>
        </w:tabs>
        <w:jc w:val="both"/>
        <w:rPr>
          <w:b/>
          <w:sz w:val="28"/>
          <w:szCs w:val="28"/>
        </w:rPr>
      </w:pPr>
      <w:r w:rsidRPr="007B6C0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7B6C00">
        <w:rPr>
          <w:b/>
          <w:sz w:val="28"/>
          <w:szCs w:val="28"/>
        </w:rPr>
        <w:t>С.И.Морозов</w:t>
      </w:r>
    </w:p>
    <w:p w:rsidR="005176A8" w:rsidRPr="003D62F8" w:rsidRDefault="005176A8" w:rsidP="003D62F8">
      <w:pPr>
        <w:contextualSpacing/>
        <w:jc w:val="center"/>
        <w:rPr>
          <w:sz w:val="16"/>
          <w:szCs w:val="28"/>
        </w:rPr>
      </w:pPr>
    </w:p>
    <w:p w:rsidR="005176A8" w:rsidRDefault="005176A8" w:rsidP="003D62F8">
      <w:pPr>
        <w:contextualSpacing/>
        <w:jc w:val="center"/>
        <w:rPr>
          <w:sz w:val="28"/>
          <w:szCs w:val="28"/>
        </w:rPr>
      </w:pPr>
    </w:p>
    <w:p w:rsidR="005176A8" w:rsidRDefault="005176A8" w:rsidP="003D62F8">
      <w:pPr>
        <w:contextualSpacing/>
        <w:jc w:val="center"/>
        <w:rPr>
          <w:sz w:val="28"/>
          <w:szCs w:val="28"/>
        </w:rPr>
      </w:pPr>
    </w:p>
    <w:p w:rsidR="005176A8" w:rsidRPr="007B6C00" w:rsidRDefault="005176A8" w:rsidP="003D62F8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5176A8" w:rsidRPr="007B6C00" w:rsidRDefault="005176A8" w:rsidP="003D62F8">
      <w:pPr>
        <w:jc w:val="center"/>
        <w:rPr>
          <w:sz w:val="28"/>
          <w:szCs w:val="28"/>
        </w:rPr>
      </w:pPr>
      <w:r>
        <w:rPr>
          <w:sz w:val="28"/>
          <w:szCs w:val="28"/>
        </w:rPr>
        <w:t>18 ноября</w:t>
      </w:r>
      <w:r w:rsidRPr="007B6C0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B6C00">
          <w:rPr>
            <w:sz w:val="28"/>
            <w:szCs w:val="28"/>
          </w:rPr>
          <w:t>201</w:t>
        </w:r>
        <w:r>
          <w:rPr>
            <w:sz w:val="28"/>
            <w:szCs w:val="28"/>
          </w:rPr>
          <w:t>6 г</w:t>
        </w:r>
      </w:smartTag>
      <w:r>
        <w:rPr>
          <w:sz w:val="28"/>
          <w:szCs w:val="28"/>
        </w:rPr>
        <w:t>.</w:t>
      </w:r>
    </w:p>
    <w:p w:rsidR="005176A8" w:rsidRDefault="005176A8" w:rsidP="003D62F8">
      <w:pPr>
        <w:jc w:val="center"/>
        <w:rPr>
          <w:sz w:val="28"/>
          <w:szCs w:val="28"/>
        </w:rPr>
      </w:pPr>
      <w:r>
        <w:rPr>
          <w:sz w:val="28"/>
          <w:szCs w:val="28"/>
        </w:rPr>
        <w:t>№ 170</w:t>
      </w:r>
      <w:r w:rsidRPr="007B6C00">
        <w:rPr>
          <w:sz w:val="28"/>
          <w:szCs w:val="28"/>
        </w:rPr>
        <w:t>-ЗО</w:t>
      </w:r>
    </w:p>
    <w:p w:rsidR="005176A8" w:rsidRDefault="005176A8">
      <w:pPr>
        <w:jc w:val="center"/>
        <w:rPr>
          <w:sz w:val="28"/>
          <w:szCs w:val="28"/>
        </w:rPr>
      </w:pPr>
    </w:p>
    <w:sectPr w:rsidR="005176A8" w:rsidSect="003D62F8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6A8" w:rsidRDefault="005176A8">
      <w:r>
        <w:separator/>
      </w:r>
    </w:p>
  </w:endnote>
  <w:endnote w:type="continuationSeparator" w:id="0">
    <w:p w:rsidR="005176A8" w:rsidRDefault="00517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A8" w:rsidRPr="003D62F8" w:rsidRDefault="005176A8" w:rsidP="003D62F8">
    <w:pPr>
      <w:pStyle w:val="Footer"/>
      <w:jc w:val="right"/>
      <w:rPr>
        <w:sz w:val="16"/>
        <w:szCs w:val="16"/>
      </w:rPr>
    </w:pPr>
    <w:r w:rsidRPr="003D62F8">
      <w:rPr>
        <w:sz w:val="16"/>
        <w:szCs w:val="16"/>
      </w:rPr>
      <w:t>3110чл2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6A8" w:rsidRDefault="005176A8">
      <w:r>
        <w:separator/>
      </w:r>
    </w:p>
  </w:footnote>
  <w:footnote w:type="continuationSeparator" w:id="0">
    <w:p w:rsidR="005176A8" w:rsidRDefault="00517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A8" w:rsidRDefault="005176A8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0DA4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190F"/>
    <w:rsid w:val="00141B18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8C3"/>
    <w:rsid w:val="001618E0"/>
    <w:rsid w:val="00161E8A"/>
    <w:rsid w:val="00163524"/>
    <w:rsid w:val="00165697"/>
    <w:rsid w:val="00165A33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AC2"/>
    <w:rsid w:val="00187B28"/>
    <w:rsid w:val="001902BA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A6C88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F15E5"/>
    <w:rsid w:val="001F17DB"/>
    <w:rsid w:val="001F29A7"/>
    <w:rsid w:val="001F492B"/>
    <w:rsid w:val="001F5E47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73E"/>
    <w:rsid w:val="002200D5"/>
    <w:rsid w:val="00221341"/>
    <w:rsid w:val="00223CF5"/>
    <w:rsid w:val="00225587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182B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5BB5"/>
    <w:rsid w:val="00267076"/>
    <w:rsid w:val="00270EAD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8E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3B02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462"/>
    <w:rsid w:val="00372AB4"/>
    <w:rsid w:val="00373225"/>
    <w:rsid w:val="003733DC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ED6"/>
    <w:rsid w:val="003A427D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2F8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400F8D"/>
    <w:rsid w:val="0040146D"/>
    <w:rsid w:val="004041D6"/>
    <w:rsid w:val="004058D0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442E"/>
    <w:rsid w:val="00435A62"/>
    <w:rsid w:val="00435FC2"/>
    <w:rsid w:val="0043756D"/>
    <w:rsid w:val="004378F8"/>
    <w:rsid w:val="00437A16"/>
    <w:rsid w:val="00440490"/>
    <w:rsid w:val="00441047"/>
    <w:rsid w:val="00442539"/>
    <w:rsid w:val="0044262F"/>
    <w:rsid w:val="00442A86"/>
    <w:rsid w:val="00442BC4"/>
    <w:rsid w:val="00443255"/>
    <w:rsid w:val="00443B1D"/>
    <w:rsid w:val="00443B21"/>
    <w:rsid w:val="00445D91"/>
    <w:rsid w:val="00447D4A"/>
    <w:rsid w:val="00450519"/>
    <w:rsid w:val="004510B7"/>
    <w:rsid w:val="0045134F"/>
    <w:rsid w:val="00452C15"/>
    <w:rsid w:val="00453539"/>
    <w:rsid w:val="004570E5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4C29"/>
    <w:rsid w:val="004954A6"/>
    <w:rsid w:val="00495E21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73FB"/>
    <w:rsid w:val="004B0C4C"/>
    <w:rsid w:val="004B1159"/>
    <w:rsid w:val="004B1990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72DD"/>
    <w:rsid w:val="004C7F2A"/>
    <w:rsid w:val="004D15AD"/>
    <w:rsid w:val="004D1AA9"/>
    <w:rsid w:val="004D1D05"/>
    <w:rsid w:val="004D2F73"/>
    <w:rsid w:val="004D3571"/>
    <w:rsid w:val="004D3795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453"/>
    <w:rsid w:val="004E49F6"/>
    <w:rsid w:val="004E50F9"/>
    <w:rsid w:val="004E5417"/>
    <w:rsid w:val="004E5946"/>
    <w:rsid w:val="004F0921"/>
    <w:rsid w:val="004F4760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37A"/>
    <w:rsid w:val="0051281F"/>
    <w:rsid w:val="00515CC7"/>
    <w:rsid w:val="005163EF"/>
    <w:rsid w:val="00516CFC"/>
    <w:rsid w:val="005176A8"/>
    <w:rsid w:val="00517924"/>
    <w:rsid w:val="00517F1A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36B4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3ED2"/>
    <w:rsid w:val="00566B90"/>
    <w:rsid w:val="0057222B"/>
    <w:rsid w:val="005724DC"/>
    <w:rsid w:val="005754DD"/>
    <w:rsid w:val="005769F8"/>
    <w:rsid w:val="00576E9C"/>
    <w:rsid w:val="0058003D"/>
    <w:rsid w:val="00580877"/>
    <w:rsid w:val="00581CE1"/>
    <w:rsid w:val="00581E27"/>
    <w:rsid w:val="00582C2A"/>
    <w:rsid w:val="00582FAA"/>
    <w:rsid w:val="00584A9B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5B7A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574"/>
    <w:rsid w:val="005C47E5"/>
    <w:rsid w:val="005C4A98"/>
    <w:rsid w:val="005C519D"/>
    <w:rsid w:val="005C60A3"/>
    <w:rsid w:val="005D0451"/>
    <w:rsid w:val="005D40D6"/>
    <w:rsid w:val="005D5CE0"/>
    <w:rsid w:val="005D5D66"/>
    <w:rsid w:val="005D6A4F"/>
    <w:rsid w:val="005E14CD"/>
    <w:rsid w:val="005E1854"/>
    <w:rsid w:val="005E1F26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8F6"/>
    <w:rsid w:val="00601B27"/>
    <w:rsid w:val="00601D2E"/>
    <w:rsid w:val="006037A4"/>
    <w:rsid w:val="00605069"/>
    <w:rsid w:val="00605276"/>
    <w:rsid w:val="00605C40"/>
    <w:rsid w:val="0060628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27BF"/>
    <w:rsid w:val="006C3AF2"/>
    <w:rsid w:val="006C4F60"/>
    <w:rsid w:val="006D041C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4B8D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BB4"/>
    <w:rsid w:val="00713C08"/>
    <w:rsid w:val="00713FFF"/>
    <w:rsid w:val="00714EB6"/>
    <w:rsid w:val="007155E5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5EF6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4EC8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00"/>
    <w:rsid w:val="007C016F"/>
    <w:rsid w:val="007C0E1B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369B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613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51C"/>
    <w:rsid w:val="00860D62"/>
    <w:rsid w:val="0086196E"/>
    <w:rsid w:val="00862185"/>
    <w:rsid w:val="008646D2"/>
    <w:rsid w:val="00865309"/>
    <w:rsid w:val="00866491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13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1EF2"/>
    <w:rsid w:val="008A2061"/>
    <w:rsid w:val="008A51E4"/>
    <w:rsid w:val="008A5B43"/>
    <w:rsid w:val="008A6B1E"/>
    <w:rsid w:val="008A6F16"/>
    <w:rsid w:val="008A6FC2"/>
    <w:rsid w:val="008B04B5"/>
    <w:rsid w:val="008B13F7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351"/>
    <w:rsid w:val="008E35BA"/>
    <w:rsid w:val="008E39DB"/>
    <w:rsid w:val="008E455C"/>
    <w:rsid w:val="008E6904"/>
    <w:rsid w:val="008E78F2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A07"/>
    <w:rsid w:val="009436ED"/>
    <w:rsid w:val="009457EB"/>
    <w:rsid w:val="00947A31"/>
    <w:rsid w:val="00947EEF"/>
    <w:rsid w:val="0095080A"/>
    <w:rsid w:val="0095084C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4FE4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65B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22AC"/>
    <w:rsid w:val="00A14BE0"/>
    <w:rsid w:val="00A15272"/>
    <w:rsid w:val="00A1590B"/>
    <w:rsid w:val="00A17803"/>
    <w:rsid w:val="00A21522"/>
    <w:rsid w:val="00A22065"/>
    <w:rsid w:val="00A229EC"/>
    <w:rsid w:val="00A231D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8AF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1"/>
    <w:rsid w:val="00AA1880"/>
    <w:rsid w:val="00AA1C03"/>
    <w:rsid w:val="00AA28DB"/>
    <w:rsid w:val="00AA415F"/>
    <w:rsid w:val="00AA50E7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5210"/>
    <w:rsid w:val="00AC634A"/>
    <w:rsid w:val="00AC71AB"/>
    <w:rsid w:val="00AC71FC"/>
    <w:rsid w:val="00AC7C8A"/>
    <w:rsid w:val="00AD050A"/>
    <w:rsid w:val="00AD1397"/>
    <w:rsid w:val="00AD231D"/>
    <w:rsid w:val="00AD27C1"/>
    <w:rsid w:val="00AD2C55"/>
    <w:rsid w:val="00AD413F"/>
    <w:rsid w:val="00AD51F2"/>
    <w:rsid w:val="00AD69E3"/>
    <w:rsid w:val="00AD76B1"/>
    <w:rsid w:val="00AE01AD"/>
    <w:rsid w:val="00AE02A1"/>
    <w:rsid w:val="00AE0CB3"/>
    <w:rsid w:val="00AE1CCE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4B15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4B13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39AC"/>
    <w:rsid w:val="00B94E2F"/>
    <w:rsid w:val="00B95BC3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1CD"/>
    <w:rsid w:val="00BC1BD5"/>
    <w:rsid w:val="00BC2F18"/>
    <w:rsid w:val="00BC3029"/>
    <w:rsid w:val="00BC3734"/>
    <w:rsid w:val="00BC4778"/>
    <w:rsid w:val="00BC54F8"/>
    <w:rsid w:val="00BC74ED"/>
    <w:rsid w:val="00BC7D61"/>
    <w:rsid w:val="00BD1B1A"/>
    <w:rsid w:val="00BD2C7D"/>
    <w:rsid w:val="00BD37F4"/>
    <w:rsid w:val="00BD479C"/>
    <w:rsid w:val="00BD566D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0F2F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90F"/>
    <w:rsid w:val="00C32C96"/>
    <w:rsid w:val="00C33889"/>
    <w:rsid w:val="00C338BE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4DCE"/>
    <w:rsid w:val="00C65FBE"/>
    <w:rsid w:val="00C67060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2069"/>
    <w:rsid w:val="00CA2530"/>
    <w:rsid w:val="00CA4CFA"/>
    <w:rsid w:val="00CA598C"/>
    <w:rsid w:val="00CB03EA"/>
    <w:rsid w:val="00CB16D2"/>
    <w:rsid w:val="00CB24E1"/>
    <w:rsid w:val="00CB2859"/>
    <w:rsid w:val="00CB3401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69DB"/>
    <w:rsid w:val="00DD7759"/>
    <w:rsid w:val="00DD7D8C"/>
    <w:rsid w:val="00DE02AF"/>
    <w:rsid w:val="00DE233F"/>
    <w:rsid w:val="00DE3C16"/>
    <w:rsid w:val="00DE460D"/>
    <w:rsid w:val="00DE5C1C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595"/>
    <w:rsid w:val="00E15612"/>
    <w:rsid w:val="00E15EC5"/>
    <w:rsid w:val="00E169F1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4E6C"/>
    <w:rsid w:val="00E45371"/>
    <w:rsid w:val="00E52C98"/>
    <w:rsid w:val="00E542EA"/>
    <w:rsid w:val="00E54695"/>
    <w:rsid w:val="00E54BBA"/>
    <w:rsid w:val="00E54D49"/>
    <w:rsid w:val="00E55171"/>
    <w:rsid w:val="00E55FD4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7A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3836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721"/>
    <w:rsid w:val="00F74E50"/>
    <w:rsid w:val="00F76B50"/>
    <w:rsid w:val="00F76FD8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34A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  <w:style w:type="paragraph" w:customStyle="1" w:styleId="ConsPlusNormal">
    <w:name w:val="ConsPlusNormal"/>
    <w:uiPriority w:val="99"/>
    <w:rsid w:val="000A0DA4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8911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4F91C828477192A20E1DC23B4B9AB0615757151F9727172C7396081929A76n734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282</Words>
  <Characters>1609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2016-11-03T06:49:00Z</cp:lastPrinted>
  <dcterms:created xsi:type="dcterms:W3CDTF">2016-10-31T12:19:00Z</dcterms:created>
  <dcterms:modified xsi:type="dcterms:W3CDTF">2017-01-17T12:42:00Z</dcterms:modified>
</cp:coreProperties>
</file>