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C1" w:rsidRDefault="008534C1" w:rsidP="00280DD4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8534C1" w:rsidRDefault="008534C1" w:rsidP="00280DD4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</w:p>
    <w:p w:rsidR="008534C1" w:rsidRDefault="008534C1" w:rsidP="00280DD4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  <w:r w:rsidRPr="00C014B1">
        <w:rPr>
          <w:b/>
          <w:bCs/>
          <w:sz w:val="32"/>
          <w:szCs w:val="32"/>
          <w:lang w:eastAsia="en-US"/>
        </w:rPr>
        <w:t>ЗАКОН</w:t>
      </w:r>
    </w:p>
    <w:p w:rsidR="008534C1" w:rsidRDefault="008534C1" w:rsidP="00280DD4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  <w:r w:rsidRPr="00C014B1">
        <w:rPr>
          <w:b/>
          <w:bCs/>
          <w:sz w:val="32"/>
          <w:szCs w:val="32"/>
          <w:lang w:eastAsia="en-US"/>
        </w:rPr>
        <w:t>УЛЬЯНОВСКОЙ ОБЛАСТИ</w:t>
      </w:r>
    </w:p>
    <w:p w:rsidR="008534C1" w:rsidRDefault="008534C1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534C1" w:rsidRPr="00D625D2" w:rsidRDefault="008534C1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8534C1" w:rsidRPr="00D625D2" w:rsidRDefault="008534C1" w:rsidP="0044132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D2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 </w:t>
      </w:r>
      <w:r w:rsidRPr="00D625D2">
        <w:rPr>
          <w:rFonts w:ascii="Times New Roman" w:hAnsi="Times New Roman" w:cs="Times New Roman"/>
          <w:b/>
          <w:bCs/>
          <w:sz w:val="28"/>
          <w:szCs w:val="28"/>
        </w:rPr>
        <w:t xml:space="preserve">Закона Ульяновской области </w:t>
      </w:r>
    </w:p>
    <w:p w:rsidR="008534C1" w:rsidRPr="00D60853" w:rsidRDefault="008534C1" w:rsidP="00441326">
      <w:pPr>
        <w:pStyle w:val="ConsNormal"/>
        <w:ind w:right="0" w:firstLine="0"/>
        <w:jc w:val="center"/>
        <w:rPr>
          <w:rFonts w:ascii="Times New Roman" w:hAnsi="Times New Roman" w:cs="Times New Roman"/>
          <w:b/>
        </w:rPr>
      </w:pPr>
      <w:r w:rsidRPr="00D625D2">
        <w:rPr>
          <w:rFonts w:ascii="Times New Roman" w:hAnsi="Times New Roman" w:cs="Times New Roman"/>
          <w:b/>
          <w:bCs/>
          <w:sz w:val="28"/>
          <w:szCs w:val="28"/>
        </w:rPr>
        <w:t>«О налоговых ставках налога на прибыль организаций</w:t>
      </w:r>
      <w:r w:rsidRPr="00441326">
        <w:rPr>
          <w:rFonts w:ascii="Times New Roman" w:hAnsi="Times New Roman" w:cs="Times New Roman"/>
          <w:b/>
          <w:bCs/>
          <w:sz w:val="28"/>
          <w:szCs w:val="28"/>
        </w:rPr>
        <w:t>, подлежащего зачислению в областной бюджет Ульяновской области, в отношении отдельных категорий налогоплательщиков»</w:t>
      </w:r>
    </w:p>
    <w:p w:rsidR="008534C1" w:rsidRPr="00D47383" w:rsidRDefault="008534C1" w:rsidP="00127E5D">
      <w:pPr>
        <w:rPr>
          <w:sz w:val="28"/>
          <w:szCs w:val="28"/>
        </w:rPr>
      </w:pPr>
    </w:p>
    <w:p w:rsidR="008534C1" w:rsidRPr="00D47383" w:rsidRDefault="008534C1" w:rsidP="00532CE5">
      <w:pPr>
        <w:rPr>
          <w:sz w:val="28"/>
          <w:szCs w:val="28"/>
        </w:rPr>
      </w:pPr>
    </w:p>
    <w:p w:rsidR="008534C1" w:rsidRPr="00781315" w:rsidRDefault="008534C1" w:rsidP="00B37298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8131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 Законодательным Собранием </w:t>
      </w:r>
    </w:p>
    <w:p w:rsidR="008534C1" w:rsidRPr="00781315" w:rsidRDefault="008534C1" w:rsidP="00B37298">
      <w:pPr>
        <w:pStyle w:val="ConsPlusTitle"/>
        <w:suppressAutoHyphens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81315">
        <w:rPr>
          <w:rFonts w:ascii="Times New Roman" w:hAnsi="Times New Roman" w:cs="Times New Roman"/>
          <w:b w:val="0"/>
          <w:bCs w:val="0"/>
          <w:sz w:val="24"/>
          <w:szCs w:val="24"/>
        </w:rPr>
        <w:t>Ульяновской области ____ ____________________20___ г.</w:t>
      </w:r>
      <w:bookmarkStart w:id="0" w:name="_GoBack"/>
      <w:bookmarkEnd w:id="0"/>
    </w:p>
    <w:p w:rsidR="008534C1" w:rsidRPr="00532CE5" w:rsidRDefault="008534C1" w:rsidP="00532CE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534C1" w:rsidRPr="00532CE5" w:rsidRDefault="008534C1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8534C1" w:rsidRPr="00532CE5" w:rsidRDefault="008534C1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8534C1" w:rsidRPr="00532CE5" w:rsidRDefault="008534C1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8534C1" w:rsidRDefault="008534C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8534C1" w:rsidRDefault="008534C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534C1" w:rsidRDefault="008534C1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534C1" w:rsidRPr="00A304FF" w:rsidRDefault="008534C1" w:rsidP="00532CE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304FF">
        <w:rPr>
          <w:sz w:val="28"/>
          <w:szCs w:val="28"/>
          <w:lang w:eastAsia="en-US"/>
        </w:rPr>
        <w:t xml:space="preserve">Внести в </w:t>
      </w:r>
      <w:r w:rsidRPr="00532CE5">
        <w:rPr>
          <w:sz w:val="28"/>
          <w:szCs w:val="28"/>
          <w:lang w:eastAsia="en-US"/>
        </w:rPr>
        <w:t>статью 1</w:t>
      </w:r>
      <w:r w:rsidRPr="00532CE5">
        <w:rPr>
          <w:sz w:val="28"/>
          <w:szCs w:val="28"/>
          <w:vertAlign w:val="superscript"/>
          <w:lang w:eastAsia="en-US"/>
        </w:rPr>
        <w:t>10</w:t>
      </w:r>
      <w:r w:rsidRPr="00A304FF">
        <w:rPr>
          <w:sz w:val="28"/>
          <w:szCs w:val="28"/>
          <w:vertAlign w:val="superscript"/>
          <w:lang w:eastAsia="en-US"/>
        </w:rPr>
        <w:t xml:space="preserve"> </w:t>
      </w:r>
      <w:r w:rsidRPr="00A304FF">
        <w:rPr>
          <w:sz w:val="28"/>
          <w:szCs w:val="28"/>
          <w:lang w:eastAsia="en-US"/>
        </w:rPr>
        <w:t xml:space="preserve">Закона Ульяновской области от 4 июня 2007 года </w:t>
      </w:r>
      <w:r w:rsidRPr="00A304FF">
        <w:rPr>
          <w:sz w:val="28"/>
          <w:szCs w:val="28"/>
          <w:lang w:eastAsia="en-US"/>
        </w:rPr>
        <w:br/>
        <w:t xml:space="preserve">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</w:t>
      </w:r>
      <w:r w:rsidRPr="003A3809">
        <w:rPr>
          <w:sz w:val="28"/>
          <w:szCs w:val="28"/>
          <w:lang w:eastAsia="en-US"/>
        </w:rPr>
        <w:t>(</w:t>
      </w:r>
      <w:r>
        <w:rPr>
          <w:sz w:val="28"/>
          <w:szCs w:val="28"/>
          <w:lang w:eastAsia="en-US"/>
        </w:rPr>
        <w:t>«</w:t>
      </w:r>
      <w:r w:rsidRPr="003A3809">
        <w:rPr>
          <w:sz w:val="28"/>
          <w:szCs w:val="28"/>
          <w:lang w:eastAsia="en-US"/>
        </w:rPr>
        <w:t>Ульяновская правда</w:t>
      </w:r>
      <w:r>
        <w:rPr>
          <w:sz w:val="28"/>
          <w:szCs w:val="28"/>
          <w:lang w:eastAsia="en-US"/>
        </w:rPr>
        <w:t>»</w:t>
      </w:r>
      <w:r w:rsidRPr="003A3809">
        <w:rPr>
          <w:sz w:val="28"/>
          <w:szCs w:val="28"/>
          <w:lang w:eastAsia="en-US"/>
        </w:rPr>
        <w:t xml:space="preserve"> от 06.06.2007</w:t>
      </w:r>
      <w:r>
        <w:rPr>
          <w:sz w:val="28"/>
          <w:szCs w:val="28"/>
          <w:lang w:eastAsia="en-US"/>
        </w:rPr>
        <w:t> № </w:t>
      </w:r>
      <w:r w:rsidRPr="003A3809">
        <w:rPr>
          <w:sz w:val="28"/>
          <w:szCs w:val="28"/>
          <w:lang w:eastAsia="en-US"/>
        </w:rPr>
        <w:t xml:space="preserve">45; </w:t>
      </w:r>
      <w:r>
        <w:rPr>
          <w:sz w:val="28"/>
          <w:szCs w:val="28"/>
          <w:lang w:eastAsia="en-US"/>
        </w:rPr>
        <w:br/>
      </w:r>
      <w:r w:rsidRPr="003A3809">
        <w:rPr>
          <w:sz w:val="28"/>
          <w:szCs w:val="28"/>
          <w:lang w:eastAsia="en-US"/>
        </w:rPr>
        <w:t xml:space="preserve">от 07.11.2008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91; от 11.11.2009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90; от 06.10.2010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81; от 01.12.2010 </w:t>
      </w:r>
      <w:r>
        <w:rPr>
          <w:sz w:val="28"/>
          <w:szCs w:val="28"/>
          <w:lang w:eastAsia="en-US"/>
        </w:rPr>
        <w:br/>
        <w:t>№</w:t>
      </w:r>
      <w:r w:rsidRPr="003A3809">
        <w:rPr>
          <w:sz w:val="28"/>
          <w:szCs w:val="28"/>
          <w:lang w:eastAsia="en-US"/>
        </w:rPr>
        <w:t xml:space="preserve"> 97-98; от 06.04.2011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36; от 05.10.2012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109; от 06.03.2013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25</w:t>
      </w:r>
      <w:r w:rsidRPr="000F3AD9">
        <w:rPr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br/>
        <w:t xml:space="preserve">от </w:t>
      </w:r>
      <w:r w:rsidRPr="000F3AD9">
        <w:rPr>
          <w:sz w:val="28"/>
          <w:szCs w:val="28"/>
          <w:lang w:eastAsia="en-US"/>
        </w:rPr>
        <w:t>11.07.2013</w:t>
      </w:r>
      <w:r>
        <w:rPr>
          <w:sz w:val="28"/>
          <w:szCs w:val="28"/>
          <w:lang w:eastAsia="en-US"/>
        </w:rPr>
        <w:t xml:space="preserve"> №</w:t>
      </w:r>
      <w:r w:rsidRPr="000F3AD9">
        <w:rPr>
          <w:sz w:val="28"/>
          <w:szCs w:val="28"/>
          <w:lang w:eastAsia="en-US"/>
        </w:rPr>
        <w:t xml:space="preserve"> 75</w:t>
      </w:r>
      <w:r w:rsidRPr="000869F5">
        <w:rPr>
          <w:sz w:val="28"/>
          <w:szCs w:val="28"/>
          <w:lang w:eastAsia="en-US"/>
        </w:rPr>
        <w:t xml:space="preserve">; от 07.09.2013 </w:t>
      </w:r>
      <w:r>
        <w:rPr>
          <w:sz w:val="28"/>
          <w:szCs w:val="28"/>
          <w:lang w:eastAsia="en-US"/>
        </w:rPr>
        <w:t>№ </w:t>
      </w:r>
      <w:r w:rsidRPr="000869F5">
        <w:rPr>
          <w:sz w:val="28"/>
          <w:szCs w:val="28"/>
          <w:lang w:eastAsia="en-US"/>
        </w:rPr>
        <w:t>109</w:t>
      </w:r>
      <w:r w:rsidRPr="00EF7C73">
        <w:rPr>
          <w:sz w:val="28"/>
          <w:szCs w:val="28"/>
          <w:lang w:eastAsia="en-US"/>
        </w:rPr>
        <w:t xml:space="preserve">; от 10.11.2014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</w:t>
      </w:r>
      <w:r w:rsidRPr="00EF7C73">
        <w:rPr>
          <w:sz w:val="28"/>
          <w:szCs w:val="28"/>
          <w:lang w:eastAsia="en-US"/>
        </w:rPr>
        <w:t>163-164</w:t>
      </w:r>
      <w:r w:rsidRPr="00FB1114">
        <w:rPr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br/>
      </w:r>
      <w:r w:rsidRPr="003A3809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29</w:t>
      </w:r>
      <w:r w:rsidRPr="003A380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10</w:t>
      </w:r>
      <w:r w:rsidRPr="003A380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2015 № 151; от 30.12. 2015 № 192; от 06.06.2016 № 75-</w:t>
      </w:r>
      <w:r w:rsidRPr="0065113F">
        <w:rPr>
          <w:sz w:val="28"/>
          <w:szCs w:val="28"/>
          <w:lang w:eastAsia="en-US"/>
        </w:rPr>
        <w:t>76</w:t>
      </w:r>
      <w:r>
        <w:rPr>
          <w:sz w:val="28"/>
          <w:szCs w:val="28"/>
          <w:lang w:eastAsia="en-US"/>
        </w:rPr>
        <w:t xml:space="preserve">; от 04.10.2016 </w:t>
      </w:r>
      <w:r>
        <w:rPr>
          <w:sz w:val="28"/>
          <w:szCs w:val="28"/>
          <w:lang w:eastAsia="en-US"/>
        </w:rPr>
        <w:br/>
        <w:t>№ 118</w:t>
      </w:r>
      <w:r w:rsidRPr="003A3809">
        <w:rPr>
          <w:sz w:val="28"/>
          <w:szCs w:val="28"/>
          <w:lang w:eastAsia="en-US"/>
        </w:rPr>
        <w:t>)</w:t>
      </w:r>
      <w:r w:rsidRPr="00A304F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следующие изменения:</w:t>
      </w:r>
    </w:p>
    <w:p w:rsidR="008534C1" w:rsidRDefault="008534C1" w:rsidP="00532CE5">
      <w:pPr>
        <w:pStyle w:val="ListParagraph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слова «группировкой 72» заменить словами «группировками 62 и 63»;</w:t>
      </w:r>
    </w:p>
    <w:p w:rsidR="008534C1" w:rsidRPr="00532CE5" w:rsidRDefault="008534C1" w:rsidP="00532CE5">
      <w:pPr>
        <w:pStyle w:val="ListParagraph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слова «ОК 029-2001 (КДЭС</w:t>
      </w:r>
      <w:r>
        <w:rPr>
          <w:sz w:val="28"/>
          <w:szCs w:val="28"/>
        </w:rPr>
        <w:t> </w:t>
      </w:r>
      <w:r>
        <w:rPr>
          <w:sz w:val="28"/>
          <w:szCs w:val="28"/>
        </w:rPr>
        <w:t>Ред.</w:t>
      </w:r>
      <w:r>
        <w:rPr>
          <w:sz w:val="28"/>
          <w:szCs w:val="28"/>
        </w:rPr>
        <w:t> </w:t>
      </w:r>
      <w:r>
        <w:rPr>
          <w:sz w:val="28"/>
          <w:szCs w:val="28"/>
        </w:rPr>
        <w:t xml:space="preserve">1)» заменить словами </w:t>
      </w:r>
      <w:r>
        <w:rPr>
          <w:sz w:val="28"/>
          <w:szCs w:val="28"/>
        </w:rPr>
        <w:br/>
        <w:t>«ОК 029-2014 (КДЭС Ред. 2)».</w:t>
      </w:r>
    </w:p>
    <w:p w:rsidR="008534C1" w:rsidRDefault="008534C1" w:rsidP="00532CE5">
      <w:pPr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</w:p>
    <w:p w:rsidR="008534C1" w:rsidRDefault="008534C1" w:rsidP="00532CE5">
      <w:pPr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</w:p>
    <w:p w:rsidR="008534C1" w:rsidRPr="00CA67D8" w:rsidRDefault="008534C1" w:rsidP="00532CE5">
      <w:pPr>
        <w:autoSpaceDE w:val="0"/>
        <w:autoSpaceDN w:val="0"/>
        <w:adjustRightInd w:val="0"/>
        <w:ind w:hanging="11"/>
        <w:jc w:val="both"/>
        <w:rPr>
          <w:sz w:val="28"/>
          <w:szCs w:val="28"/>
        </w:rPr>
      </w:pPr>
    </w:p>
    <w:p w:rsidR="008534C1" w:rsidRPr="00232037" w:rsidRDefault="008534C1" w:rsidP="00CE538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320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8534C1" w:rsidRDefault="008534C1" w:rsidP="00CE53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34C1" w:rsidRDefault="008534C1" w:rsidP="00CE53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34C1" w:rsidRPr="00B5372C" w:rsidRDefault="008534C1" w:rsidP="005144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72C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7</w:t>
      </w:r>
      <w:r w:rsidRPr="00B5372C">
        <w:rPr>
          <w:sz w:val="28"/>
          <w:szCs w:val="28"/>
        </w:rPr>
        <w:t xml:space="preserve"> года.</w:t>
      </w:r>
    </w:p>
    <w:p w:rsidR="008534C1" w:rsidRDefault="008534C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4C1" w:rsidRPr="00E142FA" w:rsidRDefault="008534C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4C1" w:rsidRDefault="008534C1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</w:p>
    <w:p w:rsidR="008534C1" w:rsidRPr="00514496" w:rsidRDefault="008534C1" w:rsidP="00514496">
      <w:pPr>
        <w:pStyle w:val="NormalWeb"/>
        <w:rPr>
          <w:sz w:val="28"/>
          <w:szCs w:val="28"/>
        </w:rPr>
      </w:pPr>
      <w:r>
        <w:rPr>
          <w:rStyle w:val="Strong"/>
          <w:sz w:val="28"/>
          <w:szCs w:val="28"/>
        </w:rPr>
        <w:t>Губернатор</w:t>
      </w:r>
      <w:r w:rsidRPr="00514496">
        <w:rPr>
          <w:rStyle w:val="Strong"/>
          <w:sz w:val="28"/>
          <w:szCs w:val="28"/>
        </w:rPr>
        <w:t xml:space="preserve"> области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3D62DB">
        <w:rPr>
          <w:rStyle w:val="Strong"/>
          <w:sz w:val="28"/>
          <w:szCs w:val="28"/>
        </w:rPr>
        <w:tab/>
      </w:r>
      <w:r w:rsidRPr="003D62DB">
        <w:rPr>
          <w:rStyle w:val="Strong"/>
          <w:sz w:val="28"/>
          <w:szCs w:val="28"/>
        </w:rPr>
        <w:tab/>
      </w:r>
      <w:r>
        <w:rPr>
          <w:rStyle w:val="Strong"/>
          <w:sz w:val="28"/>
          <w:szCs w:val="28"/>
        </w:rPr>
        <w:t xml:space="preserve">        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 w:rsidRPr="00514496">
        <w:rPr>
          <w:rStyle w:val="Strong"/>
          <w:sz w:val="28"/>
          <w:szCs w:val="28"/>
          <w:lang/>
        </w:rPr>
        <w:t> </w:t>
      </w:r>
      <w:r w:rsidRPr="0051449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              </w:t>
      </w:r>
      <w:r w:rsidRPr="00514496">
        <w:rPr>
          <w:rStyle w:val="Strong"/>
          <w:sz w:val="28"/>
          <w:szCs w:val="28"/>
        </w:rPr>
        <w:t>С.И.Морозов</w:t>
      </w:r>
    </w:p>
    <w:p w:rsidR="008534C1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34C1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34C1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34C1" w:rsidRPr="0035284A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534C1" w:rsidRPr="0035284A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ноября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5284A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16</w:t>
        </w:r>
        <w:r w:rsidRPr="0035284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8534C1" w:rsidRPr="0035284A" w:rsidRDefault="008534C1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169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8534C1" w:rsidRPr="0035284A" w:rsidSect="00D625D2">
      <w:headerReference w:type="default" r:id="rId7"/>
      <w:head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4C1" w:rsidRDefault="008534C1" w:rsidP="00B22B15">
      <w:r>
        <w:separator/>
      </w:r>
    </w:p>
  </w:endnote>
  <w:endnote w:type="continuationSeparator" w:id="0">
    <w:p w:rsidR="008534C1" w:rsidRDefault="008534C1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4C1" w:rsidRDefault="008534C1" w:rsidP="00B22B15">
      <w:r>
        <w:separator/>
      </w:r>
    </w:p>
  </w:footnote>
  <w:footnote w:type="continuationSeparator" w:id="0">
    <w:p w:rsidR="008534C1" w:rsidRDefault="008534C1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4C1" w:rsidRPr="00F308EB" w:rsidRDefault="008534C1">
    <w:pPr>
      <w:pStyle w:val="Header"/>
      <w:jc w:val="center"/>
      <w:rPr>
        <w:sz w:val="28"/>
        <w:szCs w:val="28"/>
      </w:rPr>
    </w:pPr>
    <w:r w:rsidRPr="00F308EB">
      <w:rPr>
        <w:sz w:val="28"/>
        <w:szCs w:val="28"/>
      </w:rPr>
      <w:fldChar w:fldCharType="begin"/>
    </w:r>
    <w:r w:rsidRPr="00F308EB">
      <w:rPr>
        <w:sz w:val="28"/>
        <w:szCs w:val="28"/>
      </w:rPr>
      <w:instrText>PAGE   \* MERGEFORMAT</w:instrText>
    </w:r>
    <w:r w:rsidRPr="00F308E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F308EB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4C1" w:rsidRPr="000452FE" w:rsidRDefault="008534C1" w:rsidP="00441326">
    <w:pPr>
      <w:ind w:left="6480"/>
      <w:jc w:val="right"/>
      <w:rPr>
        <w:sz w:val="20"/>
        <w:szCs w:val="20"/>
      </w:rPr>
    </w:pPr>
    <w:r w:rsidRPr="000452FE">
      <w:rPr>
        <w:sz w:val="20"/>
        <w:szCs w:val="20"/>
      </w:rPr>
      <w:t>Вносится Правительством</w:t>
    </w:r>
  </w:p>
  <w:p w:rsidR="008534C1" w:rsidRPr="000452FE" w:rsidRDefault="008534C1" w:rsidP="00441326">
    <w:pPr>
      <w:ind w:left="6480"/>
      <w:jc w:val="right"/>
      <w:rPr>
        <w:sz w:val="20"/>
        <w:szCs w:val="20"/>
      </w:rPr>
    </w:pPr>
    <w:r w:rsidRPr="000452FE">
      <w:rPr>
        <w:sz w:val="20"/>
        <w:szCs w:val="20"/>
      </w:rPr>
      <w:t>Ульяновской области</w:t>
    </w:r>
  </w:p>
  <w:p w:rsidR="008534C1" w:rsidRPr="000452FE" w:rsidRDefault="008534C1" w:rsidP="00441326">
    <w:pPr>
      <w:spacing w:line="204" w:lineRule="auto"/>
      <w:ind w:left="-181"/>
      <w:rPr>
        <w:sz w:val="20"/>
        <w:szCs w:val="20"/>
      </w:rPr>
    </w:pPr>
  </w:p>
  <w:p w:rsidR="008534C1" w:rsidRPr="000452FE" w:rsidRDefault="008534C1" w:rsidP="00441326">
    <w:pPr>
      <w:spacing w:line="204" w:lineRule="auto"/>
      <w:ind w:left="-181"/>
      <w:jc w:val="right"/>
      <w:rPr>
        <w:sz w:val="20"/>
        <w:szCs w:val="20"/>
      </w:rPr>
    </w:pP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</w:r>
    <w:r w:rsidRPr="000452FE">
      <w:rPr>
        <w:sz w:val="20"/>
        <w:szCs w:val="20"/>
      </w:rPr>
      <w:tab/>
      <w:t>Проект</w:t>
    </w:r>
  </w:p>
  <w:p w:rsidR="008534C1" w:rsidRDefault="008534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E5E1257"/>
    <w:multiLevelType w:val="hybridMultilevel"/>
    <w:tmpl w:val="EE640254"/>
    <w:lvl w:ilvl="0" w:tplc="E112292C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F157F91"/>
    <w:multiLevelType w:val="hybridMultilevel"/>
    <w:tmpl w:val="AFB64D6A"/>
    <w:lvl w:ilvl="0" w:tplc="57F24D8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C41861"/>
    <w:multiLevelType w:val="hybridMultilevel"/>
    <w:tmpl w:val="D1DEE7BA"/>
    <w:lvl w:ilvl="0" w:tplc="A8CC2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3823630"/>
    <w:multiLevelType w:val="hybridMultilevel"/>
    <w:tmpl w:val="4CC4777E"/>
    <w:lvl w:ilvl="0" w:tplc="FAF298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0931332"/>
    <w:multiLevelType w:val="hybridMultilevel"/>
    <w:tmpl w:val="0A1076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15"/>
  </w:num>
  <w:num w:numId="14">
    <w:abstractNumId w:val="10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1940"/>
    <w:rsid w:val="000144B2"/>
    <w:rsid w:val="00014519"/>
    <w:rsid w:val="0001491F"/>
    <w:rsid w:val="00016AA8"/>
    <w:rsid w:val="0001751E"/>
    <w:rsid w:val="0002360C"/>
    <w:rsid w:val="00024B24"/>
    <w:rsid w:val="00024E77"/>
    <w:rsid w:val="0002712A"/>
    <w:rsid w:val="000329C8"/>
    <w:rsid w:val="00040CEA"/>
    <w:rsid w:val="000452FE"/>
    <w:rsid w:val="00077F56"/>
    <w:rsid w:val="000869F5"/>
    <w:rsid w:val="000958A9"/>
    <w:rsid w:val="000A12C7"/>
    <w:rsid w:val="000A4728"/>
    <w:rsid w:val="000B0EBE"/>
    <w:rsid w:val="000B50C3"/>
    <w:rsid w:val="000C21D5"/>
    <w:rsid w:val="000C3765"/>
    <w:rsid w:val="000C5C56"/>
    <w:rsid w:val="000E4276"/>
    <w:rsid w:val="000E451C"/>
    <w:rsid w:val="000F0D55"/>
    <w:rsid w:val="000F3AD9"/>
    <w:rsid w:val="0011489D"/>
    <w:rsid w:val="00120C67"/>
    <w:rsid w:val="00126597"/>
    <w:rsid w:val="00127E5D"/>
    <w:rsid w:val="00134D65"/>
    <w:rsid w:val="00135851"/>
    <w:rsid w:val="00137C92"/>
    <w:rsid w:val="001403FF"/>
    <w:rsid w:val="00146696"/>
    <w:rsid w:val="00156957"/>
    <w:rsid w:val="00156E8C"/>
    <w:rsid w:val="001602F9"/>
    <w:rsid w:val="00167CBE"/>
    <w:rsid w:val="001825B7"/>
    <w:rsid w:val="001852AD"/>
    <w:rsid w:val="0019259C"/>
    <w:rsid w:val="00195F41"/>
    <w:rsid w:val="00196FDB"/>
    <w:rsid w:val="001978C6"/>
    <w:rsid w:val="001B0DB3"/>
    <w:rsid w:val="001B58FE"/>
    <w:rsid w:val="001C6886"/>
    <w:rsid w:val="001D473E"/>
    <w:rsid w:val="001F1180"/>
    <w:rsid w:val="00213700"/>
    <w:rsid w:val="00220F2B"/>
    <w:rsid w:val="00232037"/>
    <w:rsid w:val="00234FC9"/>
    <w:rsid w:val="00242CFF"/>
    <w:rsid w:val="00266C09"/>
    <w:rsid w:val="002765CB"/>
    <w:rsid w:val="00280DD4"/>
    <w:rsid w:val="00281C1D"/>
    <w:rsid w:val="002866E1"/>
    <w:rsid w:val="002870E8"/>
    <w:rsid w:val="002956C8"/>
    <w:rsid w:val="002A7177"/>
    <w:rsid w:val="002B5631"/>
    <w:rsid w:val="002E3017"/>
    <w:rsid w:val="002F63EE"/>
    <w:rsid w:val="00303C7D"/>
    <w:rsid w:val="00304519"/>
    <w:rsid w:val="00304620"/>
    <w:rsid w:val="00315472"/>
    <w:rsid w:val="00322306"/>
    <w:rsid w:val="00330ADA"/>
    <w:rsid w:val="003342D8"/>
    <w:rsid w:val="003450AB"/>
    <w:rsid w:val="003524A6"/>
    <w:rsid w:val="0035284A"/>
    <w:rsid w:val="00354E5E"/>
    <w:rsid w:val="0035520E"/>
    <w:rsid w:val="00357031"/>
    <w:rsid w:val="0036218C"/>
    <w:rsid w:val="00372B1C"/>
    <w:rsid w:val="00377052"/>
    <w:rsid w:val="003A216E"/>
    <w:rsid w:val="003A3809"/>
    <w:rsid w:val="003C068B"/>
    <w:rsid w:val="003D2618"/>
    <w:rsid w:val="003D62DB"/>
    <w:rsid w:val="00400949"/>
    <w:rsid w:val="00400DA5"/>
    <w:rsid w:val="00401ACA"/>
    <w:rsid w:val="00402203"/>
    <w:rsid w:val="00405D56"/>
    <w:rsid w:val="0041093E"/>
    <w:rsid w:val="004230D8"/>
    <w:rsid w:val="00425A2B"/>
    <w:rsid w:val="00427180"/>
    <w:rsid w:val="00433894"/>
    <w:rsid w:val="00437B5C"/>
    <w:rsid w:val="00441326"/>
    <w:rsid w:val="004435F5"/>
    <w:rsid w:val="00447B4D"/>
    <w:rsid w:val="0045147D"/>
    <w:rsid w:val="00475F0C"/>
    <w:rsid w:val="00482DE4"/>
    <w:rsid w:val="00486432"/>
    <w:rsid w:val="004872D7"/>
    <w:rsid w:val="00487952"/>
    <w:rsid w:val="00490234"/>
    <w:rsid w:val="004A6D18"/>
    <w:rsid w:val="004A76D5"/>
    <w:rsid w:val="004C0852"/>
    <w:rsid w:val="004C0F3E"/>
    <w:rsid w:val="004C19A2"/>
    <w:rsid w:val="004D2CCB"/>
    <w:rsid w:val="004D52C5"/>
    <w:rsid w:val="004E574A"/>
    <w:rsid w:val="004E5936"/>
    <w:rsid w:val="005019A1"/>
    <w:rsid w:val="00511674"/>
    <w:rsid w:val="00514496"/>
    <w:rsid w:val="00517410"/>
    <w:rsid w:val="005266D1"/>
    <w:rsid w:val="00527F79"/>
    <w:rsid w:val="00532CE5"/>
    <w:rsid w:val="005361A1"/>
    <w:rsid w:val="00536950"/>
    <w:rsid w:val="00542191"/>
    <w:rsid w:val="00545A73"/>
    <w:rsid w:val="005528CC"/>
    <w:rsid w:val="00555B9F"/>
    <w:rsid w:val="00563B4D"/>
    <w:rsid w:val="005806BB"/>
    <w:rsid w:val="00591AF5"/>
    <w:rsid w:val="00595D8B"/>
    <w:rsid w:val="005A0DB9"/>
    <w:rsid w:val="005A7440"/>
    <w:rsid w:val="005B12D9"/>
    <w:rsid w:val="005C0E9A"/>
    <w:rsid w:val="005C0F5A"/>
    <w:rsid w:val="005D11AC"/>
    <w:rsid w:val="005D65E7"/>
    <w:rsid w:val="005F1499"/>
    <w:rsid w:val="005F3764"/>
    <w:rsid w:val="00612CE9"/>
    <w:rsid w:val="00623C1B"/>
    <w:rsid w:val="00631178"/>
    <w:rsid w:val="0064717E"/>
    <w:rsid w:val="00647808"/>
    <w:rsid w:val="0065113F"/>
    <w:rsid w:val="006539E8"/>
    <w:rsid w:val="00656E4F"/>
    <w:rsid w:val="00656F1C"/>
    <w:rsid w:val="00691E5C"/>
    <w:rsid w:val="006B0CCF"/>
    <w:rsid w:val="006B203E"/>
    <w:rsid w:val="006B558E"/>
    <w:rsid w:val="006C2821"/>
    <w:rsid w:val="006C5724"/>
    <w:rsid w:val="006C582B"/>
    <w:rsid w:val="006D2DAD"/>
    <w:rsid w:val="006D5BD1"/>
    <w:rsid w:val="006D755B"/>
    <w:rsid w:val="006D7919"/>
    <w:rsid w:val="006E2D1F"/>
    <w:rsid w:val="006F59D7"/>
    <w:rsid w:val="00700F25"/>
    <w:rsid w:val="007167D1"/>
    <w:rsid w:val="00745DA5"/>
    <w:rsid w:val="007557B5"/>
    <w:rsid w:val="007710CE"/>
    <w:rsid w:val="00771197"/>
    <w:rsid w:val="00781315"/>
    <w:rsid w:val="007823A3"/>
    <w:rsid w:val="00784F43"/>
    <w:rsid w:val="00791D5A"/>
    <w:rsid w:val="0079252E"/>
    <w:rsid w:val="007962F8"/>
    <w:rsid w:val="007A4DBA"/>
    <w:rsid w:val="007B6F6F"/>
    <w:rsid w:val="007C002C"/>
    <w:rsid w:val="007C5A4C"/>
    <w:rsid w:val="007D04BD"/>
    <w:rsid w:val="007E1FD0"/>
    <w:rsid w:val="007E3A38"/>
    <w:rsid w:val="007E4990"/>
    <w:rsid w:val="007F3328"/>
    <w:rsid w:val="00803834"/>
    <w:rsid w:val="008076DC"/>
    <w:rsid w:val="00822BF3"/>
    <w:rsid w:val="00832CF4"/>
    <w:rsid w:val="00832D79"/>
    <w:rsid w:val="00835972"/>
    <w:rsid w:val="00852DFA"/>
    <w:rsid w:val="008534C1"/>
    <w:rsid w:val="0086029B"/>
    <w:rsid w:val="008625B4"/>
    <w:rsid w:val="00863D19"/>
    <w:rsid w:val="00865BC1"/>
    <w:rsid w:val="0087378B"/>
    <w:rsid w:val="00874A31"/>
    <w:rsid w:val="00892934"/>
    <w:rsid w:val="00896C5A"/>
    <w:rsid w:val="008A75F5"/>
    <w:rsid w:val="008B60E0"/>
    <w:rsid w:val="008D03B2"/>
    <w:rsid w:val="008E0728"/>
    <w:rsid w:val="008E459D"/>
    <w:rsid w:val="008F0633"/>
    <w:rsid w:val="008F1A3B"/>
    <w:rsid w:val="008F41C9"/>
    <w:rsid w:val="009015B9"/>
    <w:rsid w:val="009049E1"/>
    <w:rsid w:val="0091548F"/>
    <w:rsid w:val="00915DD3"/>
    <w:rsid w:val="009169AB"/>
    <w:rsid w:val="00917C7E"/>
    <w:rsid w:val="00946111"/>
    <w:rsid w:val="00957352"/>
    <w:rsid w:val="009614D4"/>
    <w:rsid w:val="009627A0"/>
    <w:rsid w:val="00966ABF"/>
    <w:rsid w:val="00971F9A"/>
    <w:rsid w:val="00992DF8"/>
    <w:rsid w:val="009B0DE8"/>
    <w:rsid w:val="009B23D4"/>
    <w:rsid w:val="009B3F83"/>
    <w:rsid w:val="009B687A"/>
    <w:rsid w:val="009C6757"/>
    <w:rsid w:val="009D058D"/>
    <w:rsid w:val="009D6C64"/>
    <w:rsid w:val="009E67DA"/>
    <w:rsid w:val="009F17A4"/>
    <w:rsid w:val="00A002B3"/>
    <w:rsid w:val="00A01B52"/>
    <w:rsid w:val="00A0506C"/>
    <w:rsid w:val="00A061D7"/>
    <w:rsid w:val="00A12884"/>
    <w:rsid w:val="00A140E8"/>
    <w:rsid w:val="00A304FF"/>
    <w:rsid w:val="00A33779"/>
    <w:rsid w:val="00A421C2"/>
    <w:rsid w:val="00A42D35"/>
    <w:rsid w:val="00A43699"/>
    <w:rsid w:val="00A50168"/>
    <w:rsid w:val="00A53B76"/>
    <w:rsid w:val="00A57633"/>
    <w:rsid w:val="00A62487"/>
    <w:rsid w:val="00A73BF7"/>
    <w:rsid w:val="00A77C62"/>
    <w:rsid w:val="00AA3ADC"/>
    <w:rsid w:val="00AA7E48"/>
    <w:rsid w:val="00AB5014"/>
    <w:rsid w:val="00AC4081"/>
    <w:rsid w:val="00AC7733"/>
    <w:rsid w:val="00AD082E"/>
    <w:rsid w:val="00AE2354"/>
    <w:rsid w:val="00AE2A7A"/>
    <w:rsid w:val="00AE3276"/>
    <w:rsid w:val="00AE5CBC"/>
    <w:rsid w:val="00AF4A5B"/>
    <w:rsid w:val="00B0040A"/>
    <w:rsid w:val="00B020CC"/>
    <w:rsid w:val="00B021A9"/>
    <w:rsid w:val="00B116CB"/>
    <w:rsid w:val="00B14B0E"/>
    <w:rsid w:val="00B15BCB"/>
    <w:rsid w:val="00B21829"/>
    <w:rsid w:val="00B22B15"/>
    <w:rsid w:val="00B27BA9"/>
    <w:rsid w:val="00B31023"/>
    <w:rsid w:val="00B3218A"/>
    <w:rsid w:val="00B37298"/>
    <w:rsid w:val="00B373C0"/>
    <w:rsid w:val="00B46E4B"/>
    <w:rsid w:val="00B50571"/>
    <w:rsid w:val="00B51AC2"/>
    <w:rsid w:val="00B535E3"/>
    <w:rsid w:val="00B5372C"/>
    <w:rsid w:val="00B5624B"/>
    <w:rsid w:val="00B61AA1"/>
    <w:rsid w:val="00B643DF"/>
    <w:rsid w:val="00B736D9"/>
    <w:rsid w:val="00B81A88"/>
    <w:rsid w:val="00B85534"/>
    <w:rsid w:val="00B86981"/>
    <w:rsid w:val="00BA6ADF"/>
    <w:rsid w:val="00BA751C"/>
    <w:rsid w:val="00BB2E8F"/>
    <w:rsid w:val="00BC772F"/>
    <w:rsid w:val="00BD408A"/>
    <w:rsid w:val="00BF049A"/>
    <w:rsid w:val="00C014B1"/>
    <w:rsid w:val="00C21C34"/>
    <w:rsid w:val="00C24F38"/>
    <w:rsid w:val="00C26717"/>
    <w:rsid w:val="00C34B17"/>
    <w:rsid w:val="00C425D0"/>
    <w:rsid w:val="00C535B4"/>
    <w:rsid w:val="00C61948"/>
    <w:rsid w:val="00C80C4A"/>
    <w:rsid w:val="00C93379"/>
    <w:rsid w:val="00C937E0"/>
    <w:rsid w:val="00CA67D8"/>
    <w:rsid w:val="00CB4540"/>
    <w:rsid w:val="00CC146F"/>
    <w:rsid w:val="00CC3263"/>
    <w:rsid w:val="00CD27EC"/>
    <w:rsid w:val="00CD40DD"/>
    <w:rsid w:val="00CE5384"/>
    <w:rsid w:val="00CF3C81"/>
    <w:rsid w:val="00CF4C91"/>
    <w:rsid w:val="00D06355"/>
    <w:rsid w:val="00D2017E"/>
    <w:rsid w:val="00D37231"/>
    <w:rsid w:val="00D43650"/>
    <w:rsid w:val="00D47383"/>
    <w:rsid w:val="00D511E8"/>
    <w:rsid w:val="00D5731E"/>
    <w:rsid w:val="00D57861"/>
    <w:rsid w:val="00D60853"/>
    <w:rsid w:val="00D625D2"/>
    <w:rsid w:val="00D73258"/>
    <w:rsid w:val="00D75F2C"/>
    <w:rsid w:val="00D917C5"/>
    <w:rsid w:val="00D92E37"/>
    <w:rsid w:val="00D92E6B"/>
    <w:rsid w:val="00D94F49"/>
    <w:rsid w:val="00D9616C"/>
    <w:rsid w:val="00D97397"/>
    <w:rsid w:val="00DA1FD1"/>
    <w:rsid w:val="00DA2C1F"/>
    <w:rsid w:val="00DA6A62"/>
    <w:rsid w:val="00DB20B3"/>
    <w:rsid w:val="00DC65CD"/>
    <w:rsid w:val="00DD3CEE"/>
    <w:rsid w:val="00DE1600"/>
    <w:rsid w:val="00DE6BDD"/>
    <w:rsid w:val="00E03341"/>
    <w:rsid w:val="00E07F75"/>
    <w:rsid w:val="00E142FA"/>
    <w:rsid w:val="00E1746B"/>
    <w:rsid w:val="00E211C9"/>
    <w:rsid w:val="00E21AC7"/>
    <w:rsid w:val="00E25A60"/>
    <w:rsid w:val="00E3114C"/>
    <w:rsid w:val="00E34793"/>
    <w:rsid w:val="00E45CE5"/>
    <w:rsid w:val="00E514E2"/>
    <w:rsid w:val="00E52776"/>
    <w:rsid w:val="00E61134"/>
    <w:rsid w:val="00E72437"/>
    <w:rsid w:val="00E74D05"/>
    <w:rsid w:val="00E773DA"/>
    <w:rsid w:val="00E77A53"/>
    <w:rsid w:val="00E80875"/>
    <w:rsid w:val="00E81563"/>
    <w:rsid w:val="00E9468C"/>
    <w:rsid w:val="00E94891"/>
    <w:rsid w:val="00E954AC"/>
    <w:rsid w:val="00EA1EBA"/>
    <w:rsid w:val="00EA2AAD"/>
    <w:rsid w:val="00EA4AA2"/>
    <w:rsid w:val="00EB1E37"/>
    <w:rsid w:val="00EB3A7D"/>
    <w:rsid w:val="00EC47FD"/>
    <w:rsid w:val="00EF190C"/>
    <w:rsid w:val="00EF3B8C"/>
    <w:rsid w:val="00EF7C73"/>
    <w:rsid w:val="00F10A1B"/>
    <w:rsid w:val="00F12491"/>
    <w:rsid w:val="00F124A9"/>
    <w:rsid w:val="00F25A3A"/>
    <w:rsid w:val="00F301CA"/>
    <w:rsid w:val="00F308EB"/>
    <w:rsid w:val="00F423CB"/>
    <w:rsid w:val="00F43158"/>
    <w:rsid w:val="00F57A33"/>
    <w:rsid w:val="00F62793"/>
    <w:rsid w:val="00F83ACC"/>
    <w:rsid w:val="00F856CA"/>
    <w:rsid w:val="00FA4380"/>
    <w:rsid w:val="00FB1114"/>
    <w:rsid w:val="00FB1A3A"/>
    <w:rsid w:val="00FB1B82"/>
    <w:rsid w:val="00FB3668"/>
    <w:rsid w:val="00FB5BD9"/>
    <w:rsid w:val="00FB619D"/>
    <w:rsid w:val="00FC0CDB"/>
    <w:rsid w:val="00FC66ED"/>
    <w:rsid w:val="00FD2705"/>
    <w:rsid w:val="00FE2966"/>
    <w:rsid w:val="00FE2F58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14496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514496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3742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3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2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37433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37432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198</Words>
  <Characters>1130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Пользователь</cp:lastModifiedBy>
  <cp:revision>8</cp:revision>
  <cp:lastPrinted>2016-10-19T04:59:00Z</cp:lastPrinted>
  <dcterms:created xsi:type="dcterms:W3CDTF">2016-10-19T05:00:00Z</dcterms:created>
  <dcterms:modified xsi:type="dcterms:W3CDTF">2017-01-17T12:41:00Z</dcterms:modified>
</cp:coreProperties>
</file>