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B3" w:rsidRDefault="00527BB3" w:rsidP="001E7E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527BB3" w:rsidRDefault="00527BB3" w:rsidP="001E7E61">
      <w:pPr>
        <w:pStyle w:val="ConsPlusTitle"/>
        <w:jc w:val="center"/>
        <w:rPr>
          <w:sz w:val="28"/>
          <w:szCs w:val="28"/>
        </w:rPr>
      </w:pPr>
    </w:p>
    <w:p w:rsidR="00527BB3" w:rsidRDefault="00527BB3" w:rsidP="001E7E61">
      <w:pPr>
        <w:pStyle w:val="ConsPlusTitle"/>
        <w:jc w:val="center"/>
        <w:rPr>
          <w:sz w:val="28"/>
          <w:szCs w:val="28"/>
        </w:rPr>
      </w:pPr>
    </w:p>
    <w:p w:rsidR="00527BB3" w:rsidRDefault="00527BB3" w:rsidP="001E7E61">
      <w:pPr>
        <w:pStyle w:val="ConsPlusTitle"/>
        <w:jc w:val="center"/>
        <w:rPr>
          <w:sz w:val="28"/>
          <w:szCs w:val="28"/>
        </w:rPr>
      </w:pPr>
    </w:p>
    <w:p w:rsidR="00527BB3" w:rsidRDefault="00527BB3" w:rsidP="001E7E61">
      <w:pPr>
        <w:pStyle w:val="ConsPlusTitle"/>
        <w:jc w:val="center"/>
        <w:rPr>
          <w:sz w:val="28"/>
          <w:szCs w:val="28"/>
        </w:rPr>
      </w:pPr>
    </w:p>
    <w:p w:rsidR="00527BB3" w:rsidRDefault="00527BB3" w:rsidP="00692BF1">
      <w:pPr>
        <w:jc w:val="center"/>
        <w:rPr>
          <w:b/>
          <w:sz w:val="28"/>
          <w:szCs w:val="28"/>
        </w:rPr>
      </w:pPr>
      <w:r w:rsidRPr="00F164D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</w:t>
      </w:r>
    </w:p>
    <w:p w:rsidR="00527BB3" w:rsidRPr="00F164D7" w:rsidRDefault="00527BB3" w:rsidP="00692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отдельные законодательные акты Ульяновской области</w:t>
      </w:r>
    </w:p>
    <w:p w:rsidR="00527BB3" w:rsidRDefault="00527BB3" w:rsidP="00F74EEA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2175A6">
      <w:pPr>
        <w:pStyle w:val="ConsPlusTitle"/>
        <w:rPr>
          <w:sz w:val="28"/>
          <w:szCs w:val="28"/>
        </w:rPr>
      </w:pPr>
    </w:p>
    <w:p w:rsidR="00527BB3" w:rsidRDefault="00527BB3" w:rsidP="00B662FB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692BF1">
        <w:rPr>
          <w:b/>
          <w:bCs/>
          <w:sz w:val="28"/>
          <w:szCs w:val="28"/>
        </w:rPr>
        <w:t>Статья 1</w:t>
      </w:r>
    </w:p>
    <w:p w:rsidR="00527BB3" w:rsidRDefault="00527BB3" w:rsidP="00B662FB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527BB3" w:rsidRPr="00692BF1" w:rsidRDefault="00527BB3" w:rsidP="00B662FB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527BB3" w:rsidRDefault="00527BB3" w:rsidP="00FE3480">
      <w:pPr>
        <w:pStyle w:val="ConsPlusNormal"/>
        <w:spacing w:line="360" w:lineRule="auto"/>
        <w:ind w:firstLine="709"/>
        <w:jc w:val="both"/>
      </w:pPr>
      <w:r>
        <w:t xml:space="preserve">Внести в Закон Ульяновской области от 6 ноября 2014 года № 175-ЗО </w:t>
      </w:r>
      <w:r>
        <w:br/>
        <w:t xml:space="preserve">«О перечне должностных лиц органов местного самоуправления муниципальных образований Ульяновской области, уполномоченных составлять протоколы </w:t>
      </w:r>
      <w:r>
        <w:br/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контроля» («Ульяновская правда» от 10.11.2014 № 163-164; от 14.03.2016 № 31) следующие изменения:</w:t>
      </w:r>
    </w:p>
    <w:p w:rsidR="00527BB3" w:rsidRDefault="00527BB3" w:rsidP="00FE3480">
      <w:pPr>
        <w:pStyle w:val="ConsPlusNormal"/>
        <w:spacing w:line="360" w:lineRule="auto"/>
        <w:ind w:firstLine="709"/>
        <w:jc w:val="both"/>
      </w:pPr>
      <w:r>
        <w:t>1) в статье 1 слова «частью 2</w:t>
      </w:r>
      <w:bookmarkStart w:id="0" w:name="_GoBack"/>
      <w:bookmarkEnd w:id="0"/>
      <w:r>
        <w:t xml:space="preserve">0 статьи 19.5» заменить словами «частями 20 </w:t>
      </w:r>
      <w:r>
        <w:br/>
        <w:t>и 20</w:t>
      </w:r>
      <w:r>
        <w:rPr>
          <w:vertAlign w:val="superscript"/>
        </w:rPr>
        <w:t xml:space="preserve">1 </w:t>
      </w:r>
      <w:r>
        <w:t>статьи 19.5»;</w:t>
      </w:r>
    </w:p>
    <w:p w:rsidR="00527BB3" w:rsidRDefault="00527BB3" w:rsidP="00FE3480">
      <w:pPr>
        <w:pStyle w:val="ConsPlusNormal"/>
        <w:spacing w:line="360" w:lineRule="auto"/>
        <w:ind w:firstLine="709"/>
        <w:jc w:val="both"/>
      </w:pPr>
      <w:r>
        <w:t>2) в абзаце первом части 2 статьи 2</w:t>
      </w:r>
      <w:r w:rsidRPr="00FE3480">
        <w:t xml:space="preserve"> </w:t>
      </w:r>
      <w:r>
        <w:t>слова «частью 20 статьи 19.5» заменить словами «частями 20 и 20</w:t>
      </w:r>
      <w:r>
        <w:rPr>
          <w:vertAlign w:val="superscript"/>
        </w:rPr>
        <w:t xml:space="preserve">1 </w:t>
      </w:r>
      <w:r>
        <w:t>статьи 19.5».</w:t>
      </w:r>
    </w:p>
    <w:p w:rsidR="00527BB3" w:rsidRPr="00B662FB" w:rsidRDefault="00527BB3" w:rsidP="001C56E0">
      <w:pPr>
        <w:pStyle w:val="ConsPlusNormal"/>
        <w:ind w:firstLine="709"/>
        <w:jc w:val="both"/>
        <w:rPr>
          <w:sz w:val="16"/>
        </w:rPr>
      </w:pPr>
    </w:p>
    <w:p w:rsidR="00527BB3" w:rsidRDefault="00527BB3" w:rsidP="001C56E0">
      <w:pPr>
        <w:pStyle w:val="ConsPlusNormal"/>
        <w:ind w:firstLine="709"/>
        <w:jc w:val="both"/>
      </w:pPr>
    </w:p>
    <w:p w:rsidR="00527BB3" w:rsidRDefault="00527BB3" w:rsidP="001C56E0">
      <w:pPr>
        <w:pStyle w:val="ConsPlusNormal"/>
        <w:ind w:firstLine="709"/>
        <w:jc w:val="both"/>
        <w:rPr>
          <w:b/>
        </w:rPr>
      </w:pPr>
      <w:r w:rsidRPr="00FE3480">
        <w:rPr>
          <w:b/>
        </w:rPr>
        <w:t>Статья 2</w:t>
      </w:r>
    </w:p>
    <w:p w:rsidR="00527BB3" w:rsidRDefault="00527BB3" w:rsidP="001C56E0">
      <w:pPr>
        <w:pStyle w:val="ConsPlusNormal"/>
        <w:ind w:firstLine="709"/>
        <w:jc w:val="both"/>
        <w:rPr>
          <w:b/>
        </w:rPr>
      </w:pPr>
    </w:p>
    <w:p w:rsidR="00527BB3" w:rsidRDefault="00527BB3" w:rsidP="001C56E0">
      <w:pPr>
        <w:pStyle w:val="ConsPlusNormal"/>
        <w:ind w:firstLine="709"/>
        <w:jc w:val="both"/>
        <w:rPr>
          <w:b/>
        </w:rPr>
      </w:pPr>
    </w:p>
    <w:p w:rsidR="00527BB3" w:rsidRPr="004C3119" w:rsidRDefault="00527BB3" w:rsidP="00E14344">
      <w:pPr>
        <w:pStyle w:val="ConsPlusNormal"/>
        <w:spacing w:line="360" w:lineRule="auto"/>
        <w:ind w:firstLine="709"/>
        <w:jc w:val="both"/>
      </w:pPr>
      <w:r w:rsidRPr="00E14344">
        <w:t xml:space="preserve">Внести в </w:t>
      </w:r>
      <w:r>
        <w:t xml:space="preserve">статью 1 </w:t>
      </w:r>
      <w:r w:rsidRPr="00E14344">
        <w:t>Закон</w:t>
      </w:r>
      <w:r>
        <w:t>а</w:t>
      </w:r>
      <w:r w:rsidRPr="00E14344">
        <w:t xml:space="preserve"> Ульяновской области от 1 апреля 2015 года </w:t>
      </w:r>
      <w:r>
        <w:br/>
      </w:r>
      <w:r w:rsidRPr="00E14344">
        <w:t>№ 26-ЗО «</w:t>
      </w:r>
      <w:r w:rsidRPr="00E14344">
        <w:rPr>
          <w:bCs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bCs/>
        </w:rPr>
        <w:br/>
      </w:r>
      <w:r w:rsidRPr="00E14344">
        <w:rPr>
          <w:bCs/>
        </w:rPr>
        <w:t xml:space="preserve">об отдельных административных правонарушениях, предусмотренных </w:t>
      </w:r>
      <w:r>
        <w:rPr>
          <w:bCs/>
        </w:rPr>
        <w:t>К</w:t>
      </w:r>
      <w:r w:rsidRPr="00E14344">
        <w:rPr>
          <w:bCs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>
        <w:rPr>
          <w:bCs/>
        </w:rPr>
        <w:br/>
      </w:r>
      <w:r w:rsidRPr="00E14344">
        <w:rPr>
          <w:bCs/>
        </w:rPr>
        <w:t>в области федерального государственного надзора</w:t>
      </w:r>
      <w:r>
        <w:rPr>
          <w:bCs/>
        </w:rPr>
        <w:t xml:space="preserve">» («Ульяновская правда» </w:t>
      </w:r>
      <w:r>
        <w:rPr>
          <w:bCs/>
        </w:rPr>
        <w:br/>
        <w:t xml:space="preserve">от 06.04.2015 № 44; от 07.09.2015 № 124; от 09.11.2015 № 156; от </w:t>
      </w:r>
      <w:r>
        <w:t xml:space="preserve">14.03.2016 </w:t>
      </w:r>
      <w:r>
        <w:br/>
        <w:t>№ 31; от 02.08.2016 № 99) изменение, заменив в ней слова «частью 1 статьи 19.5» словами «частями 1 и 20</w:t>
      </w:r>
      <w:r>
        <w:rPr>
          <w:vertAlign w:val="superscript"/>
        </w:rPr>
        <w:t xml:space="preserve">1 </w:t>
      </w:r>
      <w:r>
        <w:t>статьи 19.5».</w:t>
      </w:r>
    </w:p>
    <w:p w:rsidR="00527BB3" w:rsidRPr="00B662FB" w:rsidRDefault="00527BB3" w:rsidP="00B662FB">
      <w:pPr>
        <w:pStyle w:val="ConsPlusNormal"/>
        <w:ind w:firstLine="709"/>
        <w:jc w:val="both"/>
        <w:rPr>
          <w:b/>
          <w:sz w:val="16"/>
        </w:rPr>
      </w:pPr>
    </w:p>
    <w:p w:rsidR="00527BB3" w:rsidRDefault="00527BB3" w:rsidP="00B662FB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527BB3" w:rsidRPr="00A06B78" w:rsidRDefault="00527BB3" w:rsidP="00B662FB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527BB3" w:rsidRPr="006D1300" w:rsidRDefault="00527BB3" w:rsidP="00B662FB">
      <w:pPr>
        <w:tabs>
          <w:tab w:val="left" w:pos="7920"/>
        </w:tabs>
        <w:rPr>
          <w:b/>
          <w:sz w:val="28"/>
          <w:szCs w:val="28"/>
        </w:rPr>
      </w:pPr>
      <w:r w:rsidRPr="006D1300">
        <w:rPr>
          <w:b/>
          <w:sz w:val="28"/>
          <w:szCs w:val="28"/>
        </w:rPr>
        <w:t>Губернатор Ульяновской области</w:t>
      </w:r>
      <w:r w:rsidRPr="006D1300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r w:rsidRPr="006D1300">
        <w:rPr>
          <w:b/>
          <w:sz w:val="28"/>
          <w:szCs w:val="28"/>
        </w:rPr>
        <w:t xml:space="preserve"> С.И.Морозов</w:t>
      </w:r>
    </w:p>
    <w:p w:rsidR="00527BB3" w:rsidRDefault="00527BB3" w:rsidP="00B662FB">
      <w:pPr>
        <w:jc w:val="center"/>
        <w:rPr>
          <w:sz w:val="28"/>
          <w:szCs w:val="28"/>
        </w:rPr>
      </w:pPr>
    </w:p>
    <w:p w:rsidR="00527BB3" w:rsidRDefault="00527BB3" w:rsidP="00B662FB">
      <w:pPr>
        <w:jc w:val="center"/>
        <w:rPr>
          <w:sz w:val="28"/>
          <w:szCs w:val="28"/>
        </w:rPr>
      </w:pPr>
    </w:p>
    <w:p w:rsidR="00527BB3" w:rsidRPr="00A06B78" w:rsidRDefault="00527BB3" w:rsidP="00B662FB">
      <w:pPr>
        <w:jc w:val="center"/>
        <w:rPr>
          <w:sz w:val="28"/>
          <w:szCs w:val="28"/>
        </w:rPr>
      </w:pPr>
    </w:p>
    <w:p w:rsidR="00527BB3" w:rsidRPr="00A06B78" w:rsidRDefault="00527BB3" w:rsidP="00B662FB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527BB3" w:rsidRPr="00A06B78" w:rsidRDefault="00527BB3" w:rsidP="00B662FB">
      <w:pPr>
        <w:jc w:val="center"/>
        <w:rPr>
          <w:sz w:val="28"/>
          <w:szCs w:val="28"/>
        </w:rPr>
      </w:pPr>
      <w:r>
        <w:rPr>
          <w:sz w:val="28"/>
          <w:szCs w:val="28"/>
        </w:rPr>
        <w:t>28 октября</w:t>
      </w:r>
      <w:r w:rsidRPr="00A06B7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06B78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A06B78">
          <w:rPr>
            <w:sz w:val="28"/>
            <w:szCs w:val="28"/>
          </w:rPr>
          <w:t xml:space="preserve"> г</w:t>
        </w:r>
      </w:smartTag>
      <w:r w:rsidRPr="00A06B78">
        <w:rPr>
          <w:sz w:val="28"/>
          <w:szCs w:val="28"/>
        </w:rPr>
        <w:t>.</w:t>
      </w:r>
    </w:p>
    <w:p w:rsidR="00527BB3" w:rsidRPr="00645ED4" w:rsidRDefault="00527BB3" w:rsidP="00B662FB">
      <w:pPr>
        <w:jc w:val="center"/>
        <w:rPr>
          <w:sz w:val="28"/>
          <w:szCs w:val="28"/>
        </w:rPr>
      </w:pPr>
      <w:r>
        <w:rPr>
          <w:sz w:val="28"/>
          <w:szCs w:val="28"/>
        </w:rPr>
        <w:t>161</w:t>
      </w:r>
      <w:r w:rsidRPr="00A06B78">
        <w:rPr>
          <w:sz w:val="28"/>
          <w:szCs w:val="28"/>
        </w:rPr>
        <w:t>-ЗО</w:t>
      </w:r>
    </w:p>
    <w:sectPr w:rsidR="00527BB3" w:rsidRPr="00645ED4" w:rsidSect="00B662FB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BB3" w:rsidRDefault="00527BB3">
      <w:r>
        <w:separator/>
      </w:r>
    </w:p>
  </w:endnote>
  <w:endnote w:type="continuationSeparator" w:id="0">
    <w:p w:rsidR="00527BB3" w:rsidRDefault="0052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B3" w:rsidRPr="00B662FB" w:rsidRDefault="00527BB3" w:rsidP="00B662FB">
    <w:pPr>
      <w:pStyle w:val="Footer"/>
      <w:jc w:val="right"/>
      <w:rPr>
        <w:sz w:val="16"/>
        <w:szCs w:val="16"/>
      </w:rPr>
    </w:pPr>
    <w:r w:rsidRPr="00B662FB">
      <w:rPr>
        <w:sz w:val="16"/>
        <w:szCs w:val="16"/>
      </w:rPr>
      <w:t>2609чл1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BB3" w:rsidRDefault="00527BB3">
      <w:r>
        <w:separator/>
      </w:r>
    </w:p>
  </w:footnote>
  <w:footnote w:type="continuationSeparator" w:id="0">
    <w:p w:rsidR="00527BB3" w:rsidRDefault="0052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B3" w:rsidRDefault="00527BB3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2B59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E96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6E0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2DC4"/>
    <w:rsid w:val="00265BB5"/>
    <w:rsid w:val="00267076"/>
    <w:rsid w:val="00267372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9EC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43FF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27BB3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ED4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759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2FB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2309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64D7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  <w:style w:type="paragraph" w:customStyle="1" w:styleId="ConsPlusNormal">
    <w:name w:val="ConsPlusNormal"/>
    <w:uiPriority w:val="99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2A6EF0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247</Words>
  <Characters>1409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2016-09-26T12:19:00Z</cp:lastPrinted>
  <dcterms:created xsi:type="dcterms:W3CDTF">2016-09-26T11:48:00Z</dcterms:created>
  <dcterms:modified xsi:type="dcterms:W3CDTF">2016-11-08T07:49:00Z</dcterms:modified>
</cp:coreProperties>
</file>