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A82" w:rsidRDefault="003F0A82" w:rsidP="00F04735">
      <w:pPr>
        <w:jc w:val="center"/>
        <w:rPr>
          <w:b/>
          <w:szCs w:val="28"/>
        </w:rPr>
      </w:pPr>
      <w:r>
        <w:rPr>
          <w:b/>
          <w:szCs w:val="28"/>
        </w:rPr>
        <w:t>ЗАКОН УЛЬЯНОВСКОЙ ОБЛАСТИ</w:t>
      </w:r>
    </w:p>
    <w:p w:rsidR="003F0A82" w:rsidRDefault="003F0A82" w:rsidP="00F04735">
      <w:pPr>
        <w:jc w:val="center"/>
        <w:rPr>
          <w:b/>
          <w:szCs w:val="28"/>
        </w:rPr>
      </w:pPr>
    </w:p>
    <w:p w:rsidR="003F0A82" w:rsidRDefault="003F0A82" w:rsidP="00F04735">
      <w:pPr>
        <w:jc w:val="center"/>
        <w:rPr>
          <w:b/>
          <w:szCs w:val="28"/>
        </w:rPr>
      </w:pPr>
    </w:p>
    <w:p w:rsidR="003F0A82" w:rsidRDefault="003F0A82" w:rsidP="00F04735">
      <w:pPr>
        <w:jc w:val="center"/>
        <w:rPr>
          <w:b/>
          <w:szCs w:val="28"/>
        </w:rPr>
      </w:pPr>
    </w:p>
    <w:p w:rsidR="003F0A82" w:rsidRDefault="003F0A82" w:rsidP="00F04735">
      <w:pPr>
        <w:jc w:val="center"/>
        <w:rPr>
          <w:b/>
          <w:szCs w:val="28"/>
        </w:rPr>
      </w:pPr>
    </w:p>
    <w:p w:rsidR="003F0A82" w:rsidRPr="00B23BFA" w:rsidRDefault="003F0A82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О внесении изменений в Закон Ульяновской области </w:t>
      </w:r>
    </w:p>
    <w:p w:rsidR="003F0A82" w:rsidRPr="00B23BFA" w:rsidRDefault="003F0A82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«О бюджете Территориального фонда обязательного медицинского </w:t>
      </w:r>
    </w:p>
    <w:p w:rsidR="003F0A82" w:rsidRPr="0048411A" w:rsidRDefault="003F0A82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>страхования Ульяновской области на 201</w:t>
      </w:r>
      <w:r>
        <w:rPr>
          <w:b/>
          <w:szCs w:val="28"/>
        </w:rPr>
        <w:t>6 год</w:t>
      </w:r>
      <w:r w:rsidRPr="00B23BFA">
        <w:rPr>
          <w:b/>
          <w:szCs w:val="28"/>
        </w:rPr>
        <w:t>»</w:t>
      </w:r>
    </w:p>
    <w:p w:rsidR="003F0A82" w:rsidRPr="000F13A4" w:rsidRDefault="003F0A82" w:rsidP="000F13A4">
      <w:pPr>
        <w:autoSpaceDE w:val="0"/>
        <w:autoSpaceDN w:val="0"/>
        <w:adjustRightInd w:val="0"/>
        <w:jc w:val="center"/>
        <w:rPr>
          <w:szCs w:val="24"/>
        </w:rPr>
      </w:pPr>
    </w:p>
    <w:p w:rsidR="003F0A82" w:rsidRDefault="003F0A82" w:rsidP="000F13A4">
      <w:pPr>
        <w:autoSpaceDE w:val="0"/>
        <w:autoSpaceDN w:val="0"/>
        <w:adjustRightInd w:val="0"/>
        <w:jc w:val="center"/>
        <w:rPr>
          <w:szCs w:val="24"/>
        </w:rPr>
      </w:pPr>
    </w:p>
    <w:p w:rsidR="003F0A82" w:rsidRPr="00DE1CCE" w:rsidRDefault="003F0A82" w:rsidP="000F13A4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Принят Законодательным Собранием Ульяновской области 27 октября 2016 года</w:t>
      </w:r>
    </w:p>
    <w:p w:rsidR="003F0A82" w:rsidRDefault="003F0A82" w:rsidP="000F13A4">
      <w:pPr>
        <w:autoSpaceDE w:val="0"/>
        <w:autoSpaceDN w:val="0"/>
        <w:adjustRightInd w:val="0"/>
        <w:jc w:val="center"/>
        <w:rPr>
          <w:szCs w:val="24"/>
        </w:rPr>
      </w:pPr>
    </w:p>
    <w:p w:rsidR="003F0A82" w:rsidRPr="00374BC7" w:rsidRDefault="003F0A82" w:rsidP="000F13A4">
      <w:pPr>
        <w:autoSpaceDE w:val="0"/>
        <w:autoSpaceDN w:val="0"/>
        <w:adjustRightInd w:val="0"/>
        <w:jc w:val="center"/>
        <w:rPr>
          <w:sz w:val="44"/>
          <w:szCs w:val="24"/>
        </w:rPr>
      </w:pPr>
    </w:p>
    <w:p w:rsidR="003F0A82" w:rsidRDefault="003F0A82" w:rsidP="00B23BFA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23BFA">
        <w:rPr>
          <w:szCs w:val="28"/>
        </w:rPr>
        <w:t xml:space="preserve">Внести в Закон Ульяновской области </w:t>
      </w:r>
      <w:r>
        <w:rPr>
          <w:szCs w:val="28"/>
        </w:rPr>
        <w:t>от 11 декабря 2015 года № 196-ЗО</w:t>
      </w:r>
      <w:r>
        <w:rPr>
          <w:szCs w:val="28"/>
        </w:rPr>
        <w:br/>
      </w:r>
      <w:r w:rsidRPr="00B23BFA">
        <w:rPr>
          <w:szCs w:val="28"/>
        </w:rPr>
        <w:t>«О бюджете Территориального фонда обязательного медицинского страхования Ульяновской области на 201</w:t>
      </w:r>
      <w:r>
        <w:rPr>
          <w:szCs w:val="28"/>
        </w:rPr>
        <w:t>6</w:t>
      </w:r>
      <w:r w:rsidRPr="00B23BFA">
        <w:rPr>
          <w:szCs w:val="28"/>
        </w:rPr>
        <w:t xml:space="preserve"> год» («Ульяновска</w:t>
      </w:r>
      <w:r>
        <w:rPr>
          <w:szCs w:val="28"/>
        </w:rPr>
        <w:t>я правда» от 17.12.2015              № 179-180; от 12.04.2016 № 47</w:t>
      </w:r>
      <w:r w:rsidRPr="00B23BFA">
        <w:rPr>
          <w:szCs w:val="28"/>
        </w:rPr>
        <w:t>) следующие изменения:</w:t>
      </w:r>
    </w:p>
    <w:p w:rsidR="003F0A82" w:rsidRPr="00AA0125" w:rsidRDefault="003F0A82" w:rsidP="00AA0125">
      <w:pPr>
        <w:pStyle w:val="ListParagraph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>в статье</w:t>
      </w:r>
      <w:r w:rsidRPr="00AA0125">
        <w:rPr>
          <w:szCs w:val="28"/>
        </w:rPr>
        <w:t xml:space="preserve"> 1</w:t>
      </w:r>
      <w:r>
        <w:t>:</w:t>
      </w:r>
    </w:p>
    <w:p w:rsidR="003F0A82" w:rsidRPr="00AA5902" w:rsidRDefault="003F0A82" w:rsidP="005F148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A5902">
        <w:rPr>
          <w:szCs w:val="28"/>
        </w:rPr>
        <w:t xml:space="preserve">а) в пункте 1 </w:t>
      </w:r>
      <w:r>
        <w:rPr>
          <w:szCs w:val="28"/>
        </w:rPr>
        <w:t xml:space="preserve">слова «Фонда в сумме </w:t>
      </w:r>
      <w:r w:rsidRPr="009B2AC2">
        <w:rPr>
          <w:szCs w:val="28"/>
        </w:rPr>
        <w:t xml:space="preserve">11035638,6» заменить </w:t>
      </w:r>
      <w:r w:rsidRPr="00726F62">
        <w:rPr>
          <w:szCs w:val="28"/>
        </w:rPr>
        <w:t>слова</w:t>
      </w:r>
      <w:r>
        <w:rPr>
          <w:szCs w:val="28"/>
        </w:rPr>
        <w:t>ми</w:t>
      </w:r>
      <w:r w:rsidRPr="00726F62">
        <w:rPr>
          <w:szCs w:val="28"/>
        </w:rPr>
        <w:t xml:space="preserve"> «Фонда </w:t>
      </w:r>
      <w:r>
        <w:rPr>
          <w:szCs w:val="28"/>
        </w:rPr>
        <w:br/>
      </w:r>
      <w:r w:rsidRPr="00726F62">
        <w:rPr>
          <w:szCs w:val="28"/>
        </w:rPr>
        <w:t xml:space="preserve">в сумме </w:t>
      </w:r>
      <w:r>
        <w:rPr>
          <w:szCs w:val="28"/>
        </w:rPr>
        <w:t>11301314,2</w:t>
      </w:r>
      <w:r w:rsidRPr="009B2AC2">
        <w:rPr>
          <w:szCs w:val="28"/>
        </w:rPr>
        <w:t xml:space="preserve">», </w:t>
      </w:r>
      <w:r>
        <w:rPr>
          <w:szCs w:val="28"/>
        </w:rPr>
        <w:t>слова</w:t>
      </w:r>
      <w:r w:rsidRPr="009B2AC2">
        <w:rPr>
          <w:szCs w:val="28"/>
        </w:rPr>
        <w:t xml:space="preserve"> </w:t>
      </w:r>
      <w:r w:rsidRPr="00726F62">
        <w:rPr>
          <w:szCs w:val="28"/>
        </w:rPr>
        <w:t>«</w:t>
      </w:r>
      <w:r>
        <w:rPr>
          <w:szCs w:val="28"/>
        </w:rPr>
        <w:t>ф</w:t>
      </w:r>
      <w:r w:rsidRPr="00726F62">
        <w:rPr>
          <w:szCs w:val="28"/>
        </w:rPr>
        <w:t>онд</w:t>
      </w:r>
      <w:r>
        <w:rPr>
          <w:szCs w:val="28"/>
        </w:rPr>
        <w:t>ов,</w:t>
      </w:r>
      <w:r w:rsidRPr="00726F62">
        <w:rPr>
          <w:szCs w:val="28"/>
        </w:rPr>
        <w:t xml:space="preserve"> в сумме </w:t>
      </w:r>
      <w:r w:rsidRPr="00FD67A2">
        <w:rPr>
          <w:szCs w:val="28"/>
        </w:rPr>
        <w:t xml:space="preserve">11035638,6» заменить </w:t>
      </w:r>
      <w:r>
        <w:rPr>
          <w:szCs w:val="28"/>
        </w:rPr>
        <w:t>словами</w:t>
      </w:r>
      <w:r w:rsidRPr="00FD67A2">
        <w:rPr>
          <w:szCs w:val="28"/>
        </w:rPr>
        <w:t xml:space="preserve"> «</w:t>
      </w:r>
      <w:r w:rsidRPr="00726F62">
        <w:rPr>
          <w:szCs w:val="28"/>
        </w:rPr>
        <w:t>фондов</w:t>
      </w:r>
      <w:r>
        <w:rPr>
          <w:szCs w:val="28"/>
        </w:rPr>
        <w:t>,</w:t>
      </w:r>
      <w:r w:rsidRPr="00726F62">
        <w:rPr>
          <w:szCs w:val="28"/>
        </w:rPr>
        <w:t xml:space="preserve"> в сумме </w:t>
      </w:r>
      <w:r>
        <w:rPr>
          <w:szCs w:val="28"/>
        </w:rPr>
        <w:t>11277157,4</w:t>
      </w:r>
      <w:r w:rsidRPr="00FD67A2">
        <w:rPr>
          <w:szCs w:val="28"/>
        </w:rPr>
        <w:t>»;</w:t>
      </w:r>
      <w:r w:rsidRPr="00AA5902">
        <w:rPr>
          <w:szCs w:val="28"/>
        </w:rPr>
        <w:t xml:space="preserve"> </w:t>
      </w:r>
    </w:p>
    <w:p w:rsidR="003F0A82" w:rsidRDefault="003F0A82" w:rsidP="005F148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B2AC2">
        <w:rPr>
          <w:szCs w:val="28"/>
        </w:rPr>
        <w:t>б) в пункте 2 цифры «11035639,7» заменить цифрами «</w:t>
      </w:r>
      <w:r w:rsidRPr="00BF5027">
        <w:rPr>
          <w:szCs w:val="28"/>
        </w:rPr>
        <w:t>11301315,3</w:t>
      </w:r>
      <w:r w:rsidRPr="009B2AC2">
        <w:rPr>
          <w:szCs w:val="28"/>
        </w:rPr>
        <w:t>»;</w:t>
      </w:r>
      <w:r w:rsidRPr="005F1486">
        <w:rPr>
          <w:szCs w:val="28"/>
        </w:rPr>
        <w:t xml:space="preserve"> </w:t>
      </w:r>
    </w:p>
    <w:p w:rsidR="003F0A82" w:rsidRPr="00986B5C" w:rsidRDefault="003F0A82" w:rsidP="005F148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86B5C">
        <w:rPr>
          <w:szCs w:val="28"/>
        </w:rPr>
        <w:t>2) статью 6 изложить в следующей редакции:</w:t>
      </w:r>
    </w:p>
    <w:p w:rsidR="003F0A82" w:rsidRDefault="003F0A82" w:rsidP="000F13A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986B5C">
        <w:rPr>
          <w:szCs w:val="28"/>
        </w:rPr>
        <w:t>«Статья 6.</w:t>
      </w:r>
      <w:r w:rsidRPr="00986B5C">
        <w:rPr>
          <w:szCs w:val="28"/>
        </w:rPr>
        <w:tab/>
      </w:r>
      <w:r w:rsidRPr="00C85160">
        <w:rPr>
          <w:b/>
          <w:szCs w:val="28"/>
        </w:rPr>
        <w:t>Нормированный страховой запас Фонда</w:t>
      </w:r>
    </w:p>
    <w:p w:rsidR="003F0A82" w:rsidRDefault="003F0A82" w:rsidP="000F13A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F0A82" w:rsidRPr="00C85160" w:rsidRDefault="003F0A82" w:rsidP="000F13A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F0A82" w:rsidRDefault="003F0A82" w:rsidP="009B2AC2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B2AC2">
        <w:rPr>
          <w:szCs w:val="28"/>
        </w:rPr>
        <w:t xml:space="preserve">Утвердить нормированный страховой запас Фонда на 2016 год в сумме </w:t>
      </w:r>
      <w:r w:rsidRPr="00277E42">
        <w:rPr>
          <w:szCs w:val="28"/>
        </w:rPr>
        <w:t>988612,9 тыс.</w:t>
      </w:r>
      <w:r w:rsidRPr="009B2AC2">
        <w:rPr>
          <w:szCs w:val="28"/>
        </w:rPr>
        <w:t xml:space="preserve"> рублей. Установить, что средства нормированного страхового </w:t>
      </w:r>
      <w:r>
        <w:rPr>
          <w:szCs w:val="28"/>
        </w:rPr>
        <w:br/>
      </w:r>
      <w:r w:rsidRPr="009B2AC2">
        <w:rPr>
          <w:szCs w:val="28"/>
        </w:rPr>
        <w:t xml:space="preserve">запаса Фонда в 2016 году </w:t>
      </w:r>
      <w:r>
        <w:rPr>
          <w:szCs w:val="28"/>
        </w:rPr>
        <w:t xml:space="preserve">направляются на финансовое обеспечение расходов, предусмотренных частью 6 статьи 26 Федерального закона от 29 ноября 2010 года                № 326-ФЗ «Об обязательном медицинском страховании в Российской </w:t>
      </w:r>
      <w:r>
        <w:rPr>
          <w:szCs w:val="28"/>
        </w:rPr>
        <w:br/>
        <w:t>Федерации».»;</w:t>
      </w:r>
    </w:p>
    <w:p w:rsidR="003F0A82" w:rsidRDefault="003F0A82" w:rsidP="00202499">
      <w:pPr>
        <w:pStyle w:val="ListParagraph"/>
        <w:numPr>
          <w:ilvl w:val="0"/>
          <w:numId w:val="7"/>
        </w:numPr>
        <w:suppressAutoHyphens/>
        <w:spacing w:line="372" w:lineRule="auto"/>
        <w:jc w:val="both"/>
        <w:rPr>
          <w:szCs w:val="28"/>
        </w:rPr>
      </w:pPr>
      <w:r w:rsidRPr="00202499">
        <w:rPr>
          <w:szCs w:val="28"/>
        </w:rPr>
        <w:t>приложени</w:t>
      </w:r>
      <w:r>
        <w:rPr>
          <w:szCs w:val="28"/>
        </w:rPr>
        <w:t>е</w:t>
      </w:r>
      <w:r w:rsidRPr="00202499">
        <w:rPr>
          <w:szCs w:val="28"/>
        </w:rPr>
        <w:t xml:space="preserve"> </w:t>
      </w:r>
      <w:r>
        <w:rPr>
          <w:szCs w:val="28"/>
        </w:rPr>
        <w:t xml:space="preserve">1 после строки </w:t>
      </w:r>
    </w:p>
    <w:tbl>
      <w:tblPr>
        <w:tblW w:w="10031" w:type="dxa"/>
        <w:tblLayout w:type="fixed"/>
        <w:tblLook w:val="00A0"/>
      </w:tblPr>
      <w:tblGrid>
        <w:gridCol w:w="959"/>
        <w:gridCol w:w="3402"/>
        <w:gridCol w:w="5670"/>
      </w:tblGrid>
      <w:tr w:rsidR="003F0A82" w:rsidRPr="008D29B1" w:rsidTr="009B2AC2">
        <w:trPr>
          <w:trHeight w:val="57"/>
        </w:trPr>
        <w:tc>
          <w:tcPr>
            <w:tcW w:w="959" w:type="dxa"/>
          </w:tcPr>
          <w:p w:rsidR="003F0A82" w:rsidRPr="00B1647F" w:rsidRDefault="003F0A82" w:rsidP="009B2AC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«395</w:t>
            </w:r>
          </w:p>
        </w:tc>
        <w:tc>
          <w:tcPr>
            <w:tcW w:w="3402" w:type="dxa"/>
          </w:tcPr>
          <w:p w:rsidR="003F0A82" w:rsidRPr="00B1647F" w:rsidRDefault="003F0A82" w:rsidP="009B2AC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1 16 21090 09 0000 140</w:t>
            </w:r>
          </w:p>
        </w:tc>
        <w:tc>
          <w:tcPr>
            <w:tcW w:w="5670" w:type="dxa"/>
          </w:tcPr>
          <w:p w:rsidR="003F0A82" w:rsidRPr="003E534D" w:rsidRDefault="003F0A82" w:rsidP="009B2AC2">
            <w:pPr>
              <w:spacing w:line="360" w:lineRule="auto"/>
              <w:jc w:val="both"/>
              <w:rPr>
                <w:bCs/>
                <w:spacing w:val="-4"/>
              </w:rPr>
            </w:pPr>
            <w:r w:rsidRPr="00202499">
              <w:t>Денежные взыскания (штрафы) и иные су</w:t>
            </w:r>
            <w:r w:rsidRPr="00202499">
              <w:t>м</w:t>
            </w:r>
            <w:r w:rsidRPr="00202499">
              <w:t>мы, взыскиваемые с лиц, виновных в сове</w:t>
            </w:r>
            <w:r w:rsidRPr="00202499">
              <w:t>р</w:t>
            </w:r>
            <w:r w:rsidRPr="00202499">
              <w:t>шении преступлений, и в возмещение уще</w:t>
            </w:r>
            <w:r w:rsidRPr="00202499">
              <w:t>р</w:t>
            </w:r>
            <w:r w:rsidRPr="00202499">
              <w:t>ба имуществу, зачисляемые в бюджеты те</w:t>
            </w:r>
            <w:r w:rsidRPr="00202499">
              <w:t>р</w:t>
            </w:r>
            <w:r w:rsidRPr="00202499">
              <w:t>риториальных фондов обязательного мед</w:t>
            </w:r>
            <w:r w:rsidRPr="00202499">
              <w:t>и</w:t>
            </w:r>
            <w:r w:rsidRPr="00202499">
              <w:t>цинского страхования</w:t>
            </w:r>
            <w:r w:rsidRPr="00B36AF9">
              <w:rPr>
                <w:bCs/>
                <w:spacing w:val="-4"/>
              </w:rPr>
              <w:t>»</w:t>
            </w:r>
          </w:p>
        </w:tc>
      </w:tr>
    </w:tbl>
    <w:p w:rsidR="003F0A82" w:rsidRPr="008D29B1" w:rsidRDefault="003F0A82" w:rsidP="0020249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line="360" w:lineRule="auto"/>
        <w:jc w:val="both"/>
      </w:pPr>
      <w:r w:rsidRPr="008D29B1">
        <w:t>дополнить строк</w:t>
      </w:r>
      <w:r>
        <w:t xml:space="preserve">ой </w:t>
      </w:r>
      <w:r w:rsidRPr="008D29B1">
        <w:t>следующего содержания:</w:t>
      </w:r>
    </w:p>
    <w:tbl>
      <w:tblPr>
        <w:tblW w:w="10173" w:type="dxa"/>
        <w:tblLook w:val="00A0"/>
      </w:tblPr>
      <w:tblGrid>
        <w:gridCol w:w="1101"/>
        <w:gridCol w:w="3260"/>
        <w:gridCol w:w="5812"/>
      </w:tblGrid>
      <w:tr w:rsidR="003F0A82" w:rsidRPr="008D29B1" w:rsidTr="00293842">
        <w:tc>
          <w:tcPr>
            <w:tcW w:w="1101" w:type="dxa"/>
          </w:tcPr>
          <w:p w:rsidR="003F0A82" w:rsidRPr="00407F24" w:rsidRDefault="003F0A82" w:rsidP="000F13A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5" w:lineRule="auto"/>
              <w:jc w:val="both"/>
            </w:pPr>
            <w:r w:rsidRPr="00407F24">
              <w:t>«</w:t>
            </w:r>
            <w:r>
              <w:t>395</w:t>
            </w:r>
          </w:p>
        </w:tc>
        <w:tc>
          <w:tcPr>
            <w:tcW w:w="3260" w:type="dxa"/>
          </w:tcPr>
          <w:p w:rsidR="003F0A82" w:rsidRPr="00407F24" w:rsidRDefault="003F0A82" w:rsidP="000F13A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5" w:lineRule="auto"/>
              <w:jc w:val="both"/>
            </w:pPr>
            <w:r w:rsidRPr="00202499">
              <w:t>1 16 2</w:t>
            </w:r>
            <w:r>
              <w:t>3</w:t>
            </w:r>
            <w:r w:rsidRPr="00202499">
              <w:t>090 09 0000 140</w:t>
            </w:r>
          </w:p>
        </w:tc>
        <w:tc>
          <w:tcPr>
            <w:tcW w:w="5812" w:type="dxa"/>
          </w:tcPr>
          <w:p w:rsidR="003F0A82" w:rsidRPr="00EA13A8" w:rsidRDefault="003F0A82" w:rsidP="000F13A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5" w:lineRule="auto"/>
              <w:jc w:val="both"/>
              <w:rPr>
                <w:highlight w:val="yellow"/>
              </w:rPr>
            </w:pPr>
            <w:r>
              <w:t>Доходы от возмещения ущерба при возникновении страховых случаев, когда выгодоприобретателями выступают получа-тели средств бюджетов территориальных фондов обязательного медицинского страхования»;</w:t>
            </w:r>
          </w:p>
        </w:tc>
      </w:tr>
    </w:tbl>
    <w:p w:rsidR="003F0A82" w:rsidRPr="00202499" w:rsidRDefault="003F0A82" w:rsidP="000F13A4">
      <w:pPr>
        <w:suppressAutoHyphens/>
        <w:spacing w:line="365" w:lineRule="auto"/>
        <w:jc w:val="both"/>
        <w:rPr>
          <w:szCs w:val="28"/>
        </w:rPr>
      </w:pPr>
      <w:r w:rsidRPr="00162D46">
        <w:rPr>
          <w:szCs w:val="28"/>
        </w:rPr>
        <w:t>после строки</w:t>
      </w:r>
    </w:p>
    <w:tbl>
      <w:tblPr>
        <w:tblW w:w="10173" w:type="dxa"/>
        <w:tblLook w:val="00A0"/>
      </w:tblPr>
      <w:tblGrid>
        <w:gridCol w:w="1101"/>
        <w:gridCol w:w="3260"/>
        <w:gridCol w:w="5812"/>
      </w:tblGrid>
      <w:tr w:rsidR="003F0A82" w:rsidRPr="00162D46" w:rsidTr="00293842">
        <w:tc>
          <w:tcPr>
            <w:tcW w:w="1101" w:type="dxa"/>
          </w:tcPr>
          <w:p w:rsidR="003F0A82" w:rsidRDefault="003F0A82" w:rsidP="00293842">
            <w:pPr>
              <w:autoSpaceDE w:val="0"/>
              <w:autoSpaceDN w:val="0"/>
              <w:adjustRightInd w:val="0"/>
              <w:spacing w:line="365" w:lineRule="auto"/>
            </w:pPr>
            <w:r>
              <w:t>«395</w:t>
            </w:r>
          </w:p>
        </w:tc>
        <w:tc>
          <w:tcPr>
            <w:tcW w:w="3260" w:type="dxa"/>
          </w:tcPr>
          <w:p w:rsidR="003F0A82" w:rsidRPr="003E534D" w:rsidRDefault="003F0A82" w:rsidP="000F13A4">
            <w:pPr>
              <w:tabs>
                <w:tab w:val="left" w:pos="993"/>
              </w:tabs>
              <w:autoSpaceDE w:val="0"/>
              <w:autoSpaceDN w:val="0"/>
              <w:adjustRightInd w:val="0"/>
              <w:spacing w:line="365" w:lineRule="auto"/>
              <w:jc w:val="center"/>
            </w:pPr>
            <w:r>
              <w:t>2 02 05999 09 0000 151</w:t>
            </w:r>
          </w:p>
        </w:tc>
        <w:tc>
          <w:tcPr>
            <w:tcW w:w="5812" w:type="dxa"/>
          </w:tcPr>
          <w:p w:rsidR="003F0A82" w:rsidRPr="003E534D" w:rsidRDefault="003F0A82" w:rsidP="000F13A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5" w:lineRule="auto"/>
              <w:jc w:val="both"/>
            </w:pPr>
            <w:r w:rsidRPr="00EE7908">
              <w:t>Прочие межбюджетные трансферты, передаваемые бюджетам территориальных фондов обязательного медицинского страхования</w:t>
            </w:r>
            <w:r>
              <w:t>»</w:t>
            </w:r>
          </w:p>
        </w:tc>
      </w:tr>
    </w:tbl>
    <w:p w:rsidR="003F0A82" w:rsidRDefault="003F0A82" w:rsidP="000F13A4">
      <w:pPr>
        <w:suppressAutoHyphens/>
        <w:spacing w:line="365" w:lineRule="auto"/>
        <w:jc w:val="both"/>
        <w:rPr>
          <w:szCs w:val="28"/>
        </w:rPr>
      </w:pPr>
      <w:r w:rsidRPr="00162D46">
        <w:rPr>
          <w:szCs w:val="28"/>
        </w:rPr>
        <w:t>дополнить строкой следующего содержания:</w:t>
      </w:r>
    </w:p>
    <w:tbl>
      <w:tblPr>
        <w:tblW w:w="10173" w:type="dxa"/>
        <w:tblLook w:val="00A0"/>
      </w:tblPr>
      <w:tblGrid>
        <w:gridCol w:w="1101"/>
        <w:gridCol w:w="3260"/>
        <w:gridCol w:w="5812"/>
      </w:tblGrid>
      <w:tr w:rsidR="003F0A82" w:rsidRPr="00162D46" w:rsidTr="00293842">
        <w:tc>
          <w:tcPr>
            <w:tcW w:w="1101" w:type="dxa"/>
          </w:tcPr>
          <w:p w:rsidR="003F0A82" w:rsidRPr="00162D46" w:rsidRDefault="003F0A82" w:rsidP="00293842">
            <w:pPr>
              <w:autoSpaceDE w:val="0"/>
              <w:autoSpaceDN w:val="0"/>
              <w:adjustRightInd w:val="0"/>
              <w:spacing w:line="365" w:lineRule="auto"/>
            </w:pPr>
            <w:r w:rsidRPr="00162D46">
              <w:t>«395</w:t>
            </w:r>
          </w:p>
        </w:tc>
        <w:tc>
          <w:tcPr>
            <w:tcW w:w="3260" w:type="dxa"/>
          </w:tcPr>
          <w:p w:rsidR="003F0A82" w:rsidRPr="00162D46" w:rsidRDefault="003F0A82" w:rsidP="000F13A4">
            <w:pPr>
              <w:tabs>
                <w:tab w:val="left" w:pos="993"/>
              </w:tabs>
              <w:autoSpaceDE w:val="0"/>
              <w:autoSpaceDN w:val="0"/>
              <w:adjustRightInd w:val="0"/>
              <w:spacing w:line="365" w:lineRule="auto"/>
              <w:jc w:val="center"/>
            </w:pPr>
            <w:r w:rsidRPr="00162D46">
              <w:t xml:space="preserve">2 02 </w:t>
            </w:r>
            <w:r>
              <w:t>09019</w:t>
            </w:r>
            <w:r w:rsidRPr="00162D46">
              <w:t xml:space="preserve"> 09 0000 151</w:t>
            </w:r>
          </w:p>
        </w:tc>
        <w:tc>
          <w:tcPr>
            <w:tcW w:w="5812" w:type="dxa"/>
          </w:tcPr>
          <w:p w:rsidR="003F0A82" w:rsidRPr="00162D46" w:rsidRDefault="003F0A82" w:rsidP="000F13A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5" w:lineRule="auto"/>
              <w:jc w:val="both"/>
            </w:pPr>
            <w:r w:rsidRPr="00162D46">
              <w:t>Прочие безвозмездные поступления в территориальные фонды обязательного медицинского страхования от федерального бюджета»</w:t>
            </w:r>
            <w:r>
              <w:t>;</w:t>
            </w:r>
          </w:p>
        </w:tc>
      </w:tr>
    </w:tbl>
    <w:p w:rsidR="003F0A82" w:rsidRDefault="003F0A82" w:rsidP="000F13A4">
      <w:pPr>
        <w:suppressAutoHyphens/>
        <w:spacing w:line="365" w:lineRule="auto"/>
        <w:jc w:val="both"/>
        <w:rPr>
          <w:szCs w:val="28"/>
        </w:rPr>
      </w:pPr>
      <w:r w:rsidRPr="00162D46">
        <w:rPr>
          <w:szCs w:val="28"/>
        </w:rPr>
        <w:t>после строки</w:t>
      </w:r>
    </w:p>
    <w:tbl>
      <w:tblPr>
        <w:tblW w:w="10173" w:type="dxa"/>
        <w:tblLook w:val="00A0"/>
      </w:tblPr>
      <w:tblGrid>
        <w:gridCol w:w="1101"/>
        <w:gridCol w:w="3260"/>
        <w:gridCol w:w="5812"/>
      </w:tblGrid>
      <w:tr w:rsidR="003F0A82" w:rsidRPr="00162D46" w:rsidTr="00293842">
        <w:tc>
          <w:tcPr>
            <w:tcW w:w="1101" w:type="dxa"/>
          </w:tcPr>
          <w:p w:rsidR="003F0A82" w:rsidRPr="00162D46" w:rsidRDefault="003F0A82" w:rsidP="00293842">
            <w:pPr>
              <w:autoSpaceDE w:val="0"/>
              <w:autoSpaceDN w:val="0"/>
              <w:adjustRightInd w:val="0"/>
              <w:spacing w:line="365" w:lineRule="auto"/>
            </w:pPr>
            <w:r w:rsidRPr="00162D46">
              <w:t>«395</w:t>
            </w:r>
          </w:p>
        </w:tc>
        <w:tc>
          <w:tcPr>
            <w:tcW w:w="3260" w:type="dxa"/>
          </w:tcPr>
          <w:p w:rsidR="003F0A82" w:rsidRPr="00162D46" w:rsidRDefault="003F0A82" w:rsidP="000F13A4">
            <w:pPr>
              <w:tabs>
                <w:tab w:val="left" w:pos="993"/>
              </w:tabs>
              <w:autoSpaceDE w:val="0"/>
              <w:autoSpaceDN w:val="0"/>
              <w:adjustRightInd w:val="0"/>
              <w:spacing w:line="365" w:lineRule="auto"/>
              <w:jc w:val="center"/>
            </w:pPr>
            <w:r>
              <w:t>2 19 06080 09 0000 151</w:t>
            </w:r>
          </w:p>
        </w:tc>
        <w:tc>
          <w:tcPr>
            <w:tcW w:w="5812" w:type="dxa"/>
          </w:tcPr>
          <w:p w:rsidR="003F0A82" w:rsidRPr="00162D46" w:rsidRDefault="003F0A82" w:rsidP="000F13A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5" w:lineRule="auto"/>
              <w:jc w:val="both"/>
            </w:pPr>
            <w:r w:rsidRPr="00162D46">
              <w:t>Возврат остатко</w:t>
            </w:r>
            <w:bookmarkStart w:id="0" w:name="_GoBack"/>
            <w:bookmarkEnd w:id="0"/>
            <w:r w:rsidRPr="00162D46">
              <w:t>в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страхования»</w:t>
            </w:r>
          </w:p>
        </w:tc>
      </w:tr>
    </w:tbl>
    <w:p w:rsidR="003F0A82" w:rsidRDefault="003F0A82" w:rsidP="00081262">
      <w:pPr>
        <w:suppressAutoHyphens/>
        <w:spacing w:line="372" w:lineRule="auto"/>
        <w:jc w:val="both"/>
        <w:rPr>
          <w:szCs w:val="28"/>
        </w:rPr>
      </w:pPr>
      <w:r w:rsidRPr="00081262">
        <w:rPr>
          <w:szCs w:val="28"/>
        </w:rPr>
        <w:t>дополнить строкой следующего содержания:</w:t>
      </w:r>
    </w:p>
    <w:tbl>
      <w:tblPr>
        <w:tblW w:w="10173" w:type="dxa"/>
        <w:tblLook w:val="00A0"/>
      </w:tblPr>
      <w:tblGrid>
        <w:gridCol w:w="1101"/>
        <w:gridCol w:w="3260"/>
        <w:gridCol w:w="5812"/>
      </w:tblGrid>
      <w:tr w:rsidR="003F0A82" w:rsidRPr="00162D46" w:rsidTr="00293842">
        <w:tc>
          <w:tcPr>
            <w:tcW w:w="1101" w:type="dxa"/>
          </w:tcPr>
          <w:p w:rsidR="003F0A82" w:rsidRPr="00162D46" w:rsidRDefault="003F0A82" w:rsidP="00081262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162D46">
              <w:t>«395</w:t>
            </w:r>
          </w:p>
        </w:tc>
        <w:tc>
          <w:tcPr>
            <w:tcW w:w="3260" w:type="dxa"/>
          </w:tcPr>
          <w:p w:rsidR="003F0A82" w:rsidRPr="00162D46" w:rsidRDefault="003F0A82" w:rsidP="00081262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2 19 06090 09 0000 151</w:t>
            </w:r>
          </w:p>
        </w:tc>
        <w:tc>
          <w:tcPr>
            <w:tcW w:w="5812" w:type="dxa"/>
          </w:tcPr>
          <w:p w:rsidR="003F0A82" w:rsidRPr="00162D46" w:rsidRDefault="003F0A82" w:rsidP="00081262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081262">
              <w:t xml:space="preserve">Возврат остатков субсидий, субвенций </w:t>
            </w:r>
            <w:r>
              <w:br/>
            </w:r>
            <w:r w:rsidRPr="00081262">
              <w:t xml:space="preserve">и иных межбюджетных трансфертов, имеющих целевое назначение, прошлых лет из бюджетов территориальных фондов обязательного медицинского страхования </w:t>
            </w:r>
            <w:r>
              <w:br/>
            </w:r>
            <w:r w:rsidRPr="00081262">
              <w:t>в бюджеты территориальных фондов обязательного медицинского страхования</w:t>
            </w:r>
            <w:r w:rsidRPr="00162D46">
              <w:t>»</w:t>
            </w:r>
            <w:r>
              <w:t>;</w:t>
            </w:r>
          </w:p>
        </w:tc>
      </w:tr>
    </w:tbl>
    <w:p w:rsidR="003F0A82" w:rsidRPr="009B2AC2" w:rsidRDefault="003F0A82" w:rsidP="009B2AC2">
      <w:pPr>
        <w:pStyle w:val="ListParagraph"/>
        <w:numPr>
          <w:ilvl w:val="0"/>
          <w:numId w:val="7"/>
        </w:numPr>
        <w:suppressAutoHyphens/>
        <w:spacing w:line="372" w:lineRule="auto"/>
        <w:jc w:val="both"/>
        <w:rPr>
          <w:szCs w:val="28"/>
        </w:rPr>
      </w:pPr>
      <w:r w:rsidRPr="009B2AC2">
        <w:rPr>
          <w:szCs w:val="28"/>
        </w:rPr>
        <w:t xml:space="preserve">приложение </w:t>
      </w:r>
      <w:r>
        <w:rPr>
          <w:szCs w:val="28"/>
        </w:rPr>
        <w:t>2</w:t>
      </w:r>
      <w:r w:rsidRPr="009B2AC2">
        <w:rPr>
          <w:szCs w:val="28"/>
        </w:rPr>
        <w:t xml:space="preserve"> изложить в следующей редакции:</w:t>
      </w: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3"/>
      </w:tblGrid>
      <w:tr w:rsidR="003F0A82" w:rsidRPr="00765A06" w:rsidTr="00A27659"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:rsidR="003F0A82" w:rsidRPr="00765A06" w:rsidRDefault="003F0A82" w:rsidP="00765A06">
            <w:pPr>
              <w:spacing w:line="360" w:lineRule="auto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 xml:space="preserve">«ПРИЛОЖЕНИЕ </w:t>
            </w:r>
            <w:r>
              <w:rPr>
                <w:szCs w:val="28"/>
              </w:rPr>
              <w:t>2</w:t>
            </w:r>
          </w:p>
          <w:p w:rsidR="003F0A82" w:rsidRPr="00765A06" w:rsidRDefault="003F0A82" w:rsidP="00765A06">
            <w:pPr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к Закону Ульяновской области</w:t>
            </w:r>
          </w:p>
          <w:p w:rsidR="003F0A82" w:rsidRPr="00765A06" w:rsidRDefault="003F0A82" w:rsidP="00765A06">
            <w:pPr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«О бюджете Территориального фонда обязательного медицинского</w:t>
            </w:r>
          </w:p>
          <w:p w:rsidR="003F0A82" w:rsidRDefault="003F0A82" w:rsidP="0003010E">
            <w:pPr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страхова</w:t>
            </w:r>
            <w:r>
              <w:rPr>
                <w:szCs w:val="28"/>
              </w:rPr>
              <w:t xml:space="preserve">ния Ульяновской области </w:t>
            </w:r>
            <w:r>
              <w:rPr>
                <w:szCs w:val="28"/>
              </w:rPr>
              <w:br/>
              <w:t>на 2016 год</w:t>
            </w:r>
            <w:r w:rsidRPr="00765A06">
              <w:rPr>
                <w:szCs w:val="28"/>
              </w:rPr>
              <w:t>»</w:t>
            </w:r>
          </w:p>
          <w:p w:rsidR="003F0A82" w:rsidRPr="00765A06" w:rsidRDefault="003F0A82" w:rsidP="0003010E">
            <w:pPr>
              <w:jc w:val="center"/>
              <w:rPr>
                <w:szCs w:val="28"/>
              </w:rPr>
            </w:pPr>
          </w:p>
        </w:tc>
      </w:tr>
    </w:tbl>
    <w:p w:rsidR="003F0A82" w:rsidRPr="00ED4091" w:rsidRDefault="003F0A82" w:rsidP="00FC2566">
      <w:pPr>
        <w:keepNext/>
        <w:spacing w:line="235" w:lineRule="auto"/>
        <w:jc w:val="center"/>
        <w:outlineLvl w:val="1"/>
        <w:rPr>
          <w:b/>
          <w:szCs w:val="28"/>
        </w:rPr>
      </w:pPr>
      <w:r w:rsidRPr="00ED4091">
        <w:rPr>
          <w:b/>
          <w:szCs w:val="28"/>
        </w:rPr>
        <w:t>ДОХОДЫ</w:t>
      </w:r>
    </w:p>
    <w:p w:rsidR="003F0A82" w:rsidRPr="00ED4091" w:rsidRDefault="003F0A82" w:rsidP="00FC2566">
      <w:pPr>
        <w:keepNext/>
        <w:spacing w:line="235" w:lineRule="auto"/>
        <w:jc w:val="center"/>
        <w:outlineLvl w:val="1"/>
        <w:rPr>
          <w:b/>
          <w:szCs w:val="28"/>
        </w:rPr>
      </w:pPr>
      <w:r w:rsidRPr="00ED4091">
        <w:rPr>
          <w:b/>
          <w:szCs w:val="28"/>
        </w:rPr>
        <w:t xml:space="preserve">бюджета Территориального фонда обязательного медицинского страхования </w:t>
      </w:r>
    </w:p>
    <w:p w:rsidR="003F0A82" w:rsidRPr="00ED4091" w:rsidRDefault="003F0A82" w:rsidP="00FC2566">
      <w:pPr>
        <w:keepNext/>
        <w:spacing w:line="235" w:lineRule="auto"/>
        <w:jc w:val="center"/>
        <w:outlineLvl w:val="1"/>
        <w:rPr>
          <w:b/>
          <w:szCs w:val="28"/>
        </w:rPr>
      </w:pPr>
      <w:r w:rsidRPr="00ED4091">
        <w:rPr>
          <w:b/>
          <w:szCs w:val="28"/>
        </w:rPr>
        <w:t>Ульяновской области на 201</w:t>
      </w:r>
      <w:r>
        <w:rPr>
          <w:b/>
          <w:szCs w:val="28"/>
        </w:rPr>
        <w:t>6</w:t>
      </w:r>
      <w:r w:rsidRPr="00ED4091">
        <w:rPr>
          <w:b/>
          <w:szCs w:val="28"/>
        </w:rPr>
        <w:t xml:space="preserve"> год в разрезе кодов видов доходов, подвидов доходов, классификации операций сектора государственного управления, относящихся к доходам бюджетов, классификации доходов бюджетов </w:t>
      </w:r>
    </w:p>
    <w:p w:rsidR="003F0A82" w:rsidRPr="00ED4091" w:rsidRDefault="003F0A82" w:rsidP="00FC2566">
      <w:pPr>
        <w:keepNext/>
        <w:spacing w:line="235" w:lineRule="auto"/>
        <w:jc w:val="center"/>
        <w:outlineLvl w:val="1"/>
        <w:rPr>
          <w:b/>
          <w:szCs w:val="28"/>
        </w:rPr>
      </w:pPr>
      <w:r w:rsidRPr="00ED4091">
        <w:rPr>
          <w:b/>
          <w:szCs w:val="28"/>
        </w:rPr>
        <w:t>бюджетной классификации Российской Федерации</w:t>
      </w:r>
    </w:p>
    <w:p w:rsidR="003F0A82" w:rsidRPr="00ED4091" w:rsidRDefault="003F0A82" w:rsidP="00FC2566">
      <w:pPr>
        <w:spacing w:line="235" w:lineRule="auto"/>
        <w:rPr>
          <w:sz w:val="20"/>
        </w:rPr>
      </w:pPr>
    </w:p>
    <w:p w:rsidR="003F0A82" w:rsidRPr="00ED4091" w:rsidRDefault="003F0A82" w:rsidP="00FC2566">
      <w:pPr>
        <w:tabs>
          <w:tab w:val="left" w:pos="5103"/>
        </w:tabs>
        <w:spacing w:line="235" w:lineRule="auto"/>
        <w:ind w:left="7797" w:hanging="9"/>
      </w:pPr>
      <w:r w:rsidRPr="00ED4091">
        <w:rPr>
          <w:szCs w:val="28"/>
        </w:rPr>
        <w:t xml:space="preserve">    тыс.</w:t>
      </w:r>
      <w:r w:rsidRPr="00ED4091">
        <w:t xml:space="preserve"> рублей</w:t>
      </w:r>
    </w:p>
    <w:tbl>
      <w:tblPr>
        <w:tblW w:w="10065" w:type="dxa"/>
        <w:tblInd w:w="108" w:type="dxa"/>
        <w:tblLayout w:type="fixed"/>
        <w:tblLook w:val="0000"/>
      </w:tblPr>
      <w:tblGrid>
        <w:gridCol w:w="3600"/>
        <w:gridCol w:w="4622"/>
        <w:gridCol w:w="1843"/>
      </w:tblGrid>
      <w:tr w:rsidR="003F0A82" w:rsidRPr="00ED4091" w:rsidTr="008C7D1E"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A82" w:rsidRPr="00ED4091" w:rsidRDefault="003F0A82" w:rsidP="00577FE4">
            <w:pPr>
              <w:keepNext/>
              <w:jc w:val="center"/>
              <w:outlineLvl w:val="1"/>
              <w:rPr>
                <w:szCs w:val="28"/>
              </w:rPr>
            </w:pPr>
            <w:r w:rsidRPr="00ED4091">
              <w:rPr>
                <w:szCs w:val="28"/>
              </w:rPr>
              <w:t xml:space="preserve">Код бюджетной </w:t>
            </w:r>
            <w:r w:rsidRPr="00ED4091">
              <w:rPr>
                <w:szCs w:val="28"/>
              </w:rPr>
              <w:br/>
              <w:t xml:space="preserve">классификации </w:t>
            </w:r>
            <w:r w:rsidRPr="00ED4091">
              <w:rPr>
                <w:szCs w:val="28"/>
              </w:rPr>
              <w:br/>
              <w:t>Российской Федерации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A82" w:rsidRPr="00ED4091" w:rsidRDefault="003F0A82" w:rsidP="00172F02">
            <w:pPr>
              <w:jc w:val="center"/>
            </w:pPr>
            <w:r w:rsidRPr="00ED4091"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A82" w:rsidRPr="00ED4091" w:rsidRDefault="003F0A82" w:rsidP="00577FE4">
            <w:pPr>
              <w:jc w:val="center"/>
            </w:pPr>
            <w:r w:rsidRPr="00ED4091">
              <w:t>Сумма</w:t>
            </w:r>
          </w:p>
        </w:tc>
      </w:tr>
    </w:tbl>
    <w:p w:rsidR="003F0A82" w:rsidRPr="00ED4091" w:rsidRDefault="003F0A82" w:rsidP="00577FE4">
      <w:pPr>
        <w:rPr>
          <w:sz w:val="2"/>
          <w:szCs w:val="2"/>
        </w:rPr>
      </w:pPr>
    </w:p>
    <w:tbl>
      <w:tblPr>
        <w:tblW w:w="10065" w:type="dxa"/>
        <w:tblInd w:w="108" w:type="dxa"/>
        <w:tblLayout w:type="fixed"/>
        <w:tblLook w:val="0000"/>
      </w:tblPr>
      <w:tblGrid>
        <w:gridCol w:w="3600"/>
        <w:gridCol w:w="4622"/>
        <w:gridCol w:w="1843"/>
      </w:tblGrid>
      <w:tr w:rsidR="003F0A82" w:rsidRPr="00ED4091" w:rsidTr="008C7D1E">
        <w:trPr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82" w:rsidRPr="00ED4091" w:rsidRDefault="003F0A82" w:rsidP="00577FE4">
            <w:pPr>
              <w:jc w:val="center"/>
            </w:pPr>
            <w:r w:rsidRPr="00ED4091">
              <w:t>1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82" w:rsidRPr="00ED4091" w:rsidRDefault="003F0A82" w:rsidP="00577FE4">
            <w:pPr>
              <w:jc w:val="center"/>
            </w:pPr>
            <w:r w:rsidRPr="00ED4091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82" w:rsidRPr="00ED4091" w:rsidRDefault="003F0A82" w:rsidP="00577FE4">
            <w:pPr>
              <w:jc w:val="center"/>
            </w:pPr>
            <w:r w:rsidRPr="00ED4091">
              <w:t>3</w:t>
            </w:r>
          </w:p>
        </w:tc>
      </w:tr>
      <w:tr w:rsidR="003F0A82" w:rsidRPr="00ED4091" w:rsidTr="008C7D1E">
        <w:tc>
          <w:tcPr>
            <w:tcW w:w="3600" w:type="dxa"/>
          </w:tcPr>
          <w:p w:rsidR="003F0A82" w:rsidRDefault="003F0A82" w:rsidP="00577FE4">
            <w:pPr>
              <w:rPr>
                <w:b/>
              </w:rPr>
            </w:pPr>
            <w:r>
              <w:rPr>
                <w:b/>
              </w:rPr>
              <w:t>000 1 00 00000 00 0000 000</w:t>
            </w:r>
          </w:p>
        </w:tc>
        <w:tc>
          <w:tcPr>
            <w:tcW w:w="4622" w:type="dxa"/>
          </w:tcPr>
          <w:p w:rsidR="003F0A82" w:rsidRDefault="003F0A82" w:rsidP="00577FE4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843" w:type="dxa"/>
            <w:vAlign w:val="bottom"/>
          </w:tcPr>
          <w:p w:rsidR="003F0A82" w:rsidRPr="00CC476D" w:rsidRDefault="003F0A82" w:rsidP="00577FE4">
            <w:pPr>
              <w:jc w:val="center"/>
              <w:rPr>
                <w:b/>
                <w:bCs/>
                <w:highlight w:val="green"/>
              </w:rPr>
            </w:pPr>
            <w:r w:rsidRPr="007C2610">
              <w:rPr>
                <w:b/>
                <w:bCs/>
              </w:rPr>
              <w:t>47601,8</w:t>
            </w:r>
          </w:p>
        </w:tc>
      </w:tr>
      <w:tr w:rsidR="003F0A82" w:rsidRPr="00ED4091" w:rsidTr="008C7D1E">
        <w:tc>
          <w:tcPr>
            <w:tcW w:w="3600" w:type="dxa"/>
          </w:tcPr>
          <w:p w:rsidR="003F0A82" w:rsidRPr="00ED4091" w:rsidRDefault="003F0A82" w:rsidP="00577FE4">
            <w:pPr>
              <w:rPr>
                <w:b/>
              </w:rPr>
            </w:pPr>
            <w:r>
              <w:rPr>
                <w:b/>
              </w:rPr>
              <w:t>000 1 13 00000 00 0000 000</w:t>
            </w:r>
          </w:p>
        </w:tc>
        <w:tc>
          <w:tcPr>
            <w:tcW w:w="4622" w:type="dxa"/>
          </w:tcPr>
          <w:p w:rsidR="003F0A82" w:rsidRPr="00ED4091" w:rsidRDefault="003F0A82" w:rsidP="00577FE4">
            <w:pPr>
              <w:jc w:val="both"/>
              <w:rPr>
                <w:b/>
              </w:rPr>
            </w:pPr>
            <w:r>
              <w:rPr>
                <w:b/>
              </w:rPr>
              <w:t>Доходы от оказания платных у</w:t>
            </w:r>
            <w:r>
              <w:rPr>
                <w:b/>
              </w:rPr>
              <w:t>с</w:t>
            </w:r>
            <w:r>
              <w:rPr>
                <w:b/>
              </w:rPr>
              <w:t>луг (работ) и компенсации затрат государства</w:t>
            </w:r>
            <w:r w:rsidRPr="0058644F">
              <w:rPr>
                <w:b/>
              </w:rPr>
              <w:t xml:space="preserve"> </w:t>
            </w:r>
          </w:p>
        </w:tc>
        <w:tc>
          <w:tcPr>
            <w:tcW w:w="1843" w:type="dxa"/>
            <w:vAlign w:val="bottom"/>
          </w:tcPr>
          <w:p w:rsidR="003F0A82" w:rsidRPr="00CC476D" w:rsidRDefault="003F0A82" w:rsidP="00577FE4">
            <w:pPr>
              <w:jc w:val="center"/>
              <w:rPr>
                <w:b/>
                <w:bCs/>
                <w:highlight w:val="green"/>
              </w:rPr>
            </w:pPr>
            <w:r w:rsidRPr="007C2610">
              <w:rPr>
                <w:b/>
                <w:bCs/>
              </w:rPr>
              <w:t>39,0</w:t>
            </w:r>
          </w:p>
        </w:tc>
      </w:tr>
      <w:tr w:rsidR="003F0A82" w:rsidRPr="00ED4091" w:rsidTr="008C7D1E">
        <w:tc>
          <w:tcPr>
            <w:tcW w:w="3600" w:type="dxa"/>
          </w:tcPr>
          <w:p w:rsidR="003F0A82" w:rsidRPr="0058644F" w:rsidRDefault="003F0A82" w:rsidP="00577FE4">
            <w:r w:rsidRPr="0058644F">
              <w:t>395 1 13 02999 09 0000 130</w:t>
            </w:r>
          </w:p>
        </w:tc>
        <w:tc>
          <w:tcPr>
            <w:tcW w:w="4622" w:type="dxa"/>
          </w:tcPr>
          <w:p w:rsidR="003F0A82" w:rsidRPr="0058644F" w:rsidRDefault="003F0A82" w:rsidP="000A4026">
            <w:pPr>
              <w:jc w:val="both"/>
            </w:pPr>
            <w:r w:rsidRPr="0058644F">
              <w:t>Прочие доходы от компенсации з</w:t>
            </w:r>
            <w:r w:rsidRPr="0058644F">
              <w:t>а</w:t>
            </w:r>
            <w:r w:rsidRPr="0058644F">
              <w:t>трат бюджетов территориальных фондов обязательного медицинск</w:t>
            </w:r>
            <w:r w:rsidRPr="0058644F">
              <w:t>о</w:t>
            </w:r>
            <w:r w:rsidRPr="0058644F">
              <w:t>го страхования</w:t>
            </w:r>
          </w:p>
        </w:tc>
        <w:tc>
          <w:tcPr>
            <w:tcW w:w="1843" w:type="dxa"/>
            <w:vAlign w:val="bottom"/>
          </w:tcPr>
          <w:p w:rsidR="003F0A82" w:rsidRPr="0058644F" w:rsidRDefault="003F0A82" w:rsidP="00577FE4">
            <w:pPr>
              <w:jc w:val="center"/>
              <w:rPr>
                <w:bCs/>
              </w:rPr>
            </w:pPr>
            <w:r>
              <w:rPr>
                <w:bCs/>
              </w:rPr>
              <w:t>39,0</w:t>
            </w:r>
          </w:p>
        </w:tc>
      </w:tr>
      <w:tr w:rsidR="003F0A82" w:rsidRPr="00ED4091" w:rsidTr="008C7D1E">
        <w:tc>
          <w:tcPr>
            <w:tcW w:w="3600" w:type="dxa"/>
          </w:tcPr>
          <w:p w:rsidR="003F0A82" w:rsidRPr="00ED4091" w:rsidRDefault="003F0A82" w:rsidP="00577FE4">
            <w:pPr>
              <w:rPr>
                <w:b/>
              </w:rPr>
            </w:pPr>
            <w:r>
              <w:rPr>
                <w:b/>
              </w:rPr>
              <w:t>000 1 16 00000 00 0000 000</w:t>
            </w:r>
          </w:p>
        </w:tc>
        <w:tc>
          <w:tcPr>
            <w:tcW w:w="4622" w:type="dxa"/>
          </w:tcPr>
          <w:p w:rsidR="003F0A82" w:rsidRPr="00ED4091" w:rsidRDefault="003F0A82" w:rsidP="00577FE4">
            <w:pPr>
              <w:jc w:val="both"/>
              <w:rPr>
                <w:b/>
              </w:rPr>
            </w:pPr>
            <w:r>
              <w:rPr>
                <w:b/>
              </w:rPr>
              <w:t>Штрафы, санкции, возмещение ущерба</w:t>
            </w:r>
          </w:p>
        </w:tc>
        <w:tc>
          <w:tcPr>
            <w:tcW w:w="1843" w:type="dxa"/>
            <w:vAlign w:val="bottom"/>
          </w:tcPr>
          <w:p w:rsidR="003F0A82" w:rsidRPr="00ED4091" w:rsidRDefault="003F0A82" w:rsidP="00577FE4">
            <w:pPr>
              <w:jc w:val="center"/>
              <w:rPr>
                <w:b/>
                <w:bCs/>
                <w:highlight w:val="yellow"/>
              </w:rPr>
            </w:pPr>
            <w:r w:rsidRPr="007C2610">
              <w:rPr>
                <w:b/>
                <w:bCs/>
              </w:rPr>
              <w:t>41168,8</w:t>
            </w:r>
          </w:p>
        </w:tc>
      </w:tr>
      <w:tr w:rsidR="003F0A82" w:rsidRPr="00ED4091" w:rsidTr="008C7D1E">
        <w:tc>
          <w:tcPr>
            <w:tcW w:w="3600" w:type="dxa"/>
          </w:tcPr>
          <w:p w:rsidR="003F0A82" w:rsidRPr="00863217" w:rsidRDefault="003F0A82" w:rsidP="00577FE4">
            <w:pPr>
              <w:rPr>
                <w:b/>
              </w:rPr>
            </w:pPr>
            <w:r w:rsidRPr="00863217">
              <w:rPr>
                <w:b/>
              </w:rPr>
              <w:t xml:space="preserve">395 1 16 20000 00 0000 </w:t>
            </w:r>
            <w:r>
              <w:rPr>
                <w:b/>
              </w:rPr>
              <w:t>140</w:t>
            </w:r>
          </w:p>
        </w:tc>
        <w:tc>
          <w:tcPr>
            <w:tcW w:w="4622" w:type="dxa"/>
          </w:tcPr>
          <w:p w:rsidR="003F0A82" w:rsidRPr="00863217" w:rsidRDefault="003F0A82" w:rsidP="00577FE4">
            <w:pPr>
              <w:jc w:val="both"/>
              <w:rPr>
                <w:b/>
              </w:rPr>
            </w:pPr>
            <w:r w:rsidRPr="00863217">
              <w:rPr>
                <w:b/>
              </w:rPr>
              <w:t>Денежные взыскания (штрафы) за нарушение законодательства Российской Федерации о госуда</w:t>
            </w:r>
            <w:r w:rsidRPr="00863217">
              <w:rPr>
                <w:b/>
              </w:rPr>
              <w:t>р</w:t>
            </w:r>
            <w:r w:rsidRPr="00863217">
              <w:rPr>
                <w:b/>
              </w:rPr>
              <w:t>ственных внебюджетных фондах и о конкретных видах обязател</w:t>
            </w:r>
            <w:r w:rsidRPr="00863217">
              <w:rPr>
                <w:b/>
              </w:rPr>
              <w:t>ь</w:t>
            </w:r>
            <w:r w:rsidRPr="00863217">
              <w:rPr>
                <w:b/>
              </w:rPr>
              <w:t xml:space="preserve">ного социального страхования, бюджетного законодательства </w:t>
            </w:r>
            <w:r>
              <w:rPr>
                <w:b/>
              </w:rPr>
              <w:br/>
            </w:r>
            <w:r w:rsidRPr="00863217">
              <w:rPr>
                <w:b/>
              </w:rPr>
              <w:t>(в части бюджетов государстве</w:t>
            </w:r>
            <w:r w:rsidRPr="00863217">
              <w:rPr>
                <w:b/>
              </w:rPr>
              <w:t>н</w:t>
            </w:r>
            <w:r w:rsidRPr="00863217">
              <w:rPr>
                <w:b/>
              </w:rPr>
              <w:t>ных внебюджетных фондов)</w:t>
            </w:r>
          </w:p>
        </w:tc>
        <w:tc>
          <w:tcPr>
            <w:tcW w:w="1843" w:type="dxa"/>
            <w:vAlign w:val="bottom"/>
          </w:tcPr>
          <w:p w:rsidR="003F0A82" w:rsidRDefault="003F0A82" w:rsidP="00577FE4">
            <w:pPr>
              <w:jc w:val="center"/>
              <w:rPr>
                <w:b/>
                <w:bCs/>
              </w:rPr>
            </w:pPr>
          </w:p>
          <w:p w:rsidR="003F0A82" w:rsidRDefault="003F0A82" w:rsidP="00577FE4">
            <w:pPr>
              <w:jc w:val="center"/>
              <w:rPr>
                <w:b/>
                <w:bCs/>
              </w:rPr>
            </w:pPr>
          </w:p>
          <w:p w:rsidR="003F0A82" w:rsidRDefault="003F0A82" w:rsidP="00577FE4">
            <w:pPr>
              <w:jc w:val="center"/>
              <w:rPr>
                <w:b/>
                <w:bCs/>
              </w:rPr>
            </w:pPr>
          </w:p>
          <w:p w:rsidR="003F0A82" w:rsidRDefault="003F0A82" w:rsidP="00577FE4">
            <w:pPr>
              <w:jc w:val="center"/>
              <w:rPr>
                <w:b/>
                <w:bCs/>
              </w:rPr>
            </w:pPr>
          </w:p>
          <w:p w:rsidR="003F0A82" w:rsidRDefault="003F0A82" w:rsidP="00577FE4">
            <w:pPr>
              <w:jc w:val="center"/>
              <w:rPr>
                <w:b/>
                <w:bCs/>
              </w:rPr>
            </w:pPr>
          </w:p>
          <w:p w:rsidR="003F0A82" w:rsidRDefault="003F0A82" w:rsidP="00577FE4">
            <w:pPr>
              <w:jc w:val="center"/>
              <w:rPr>
                <w:b/>
                <w:bCs/>
              </w:rPr>
            </w:pPr>
          </w:p>
          <w:p w:rsidR="003F0A82" w:rsidRDefault="003F0A82" w:rsidP="00577FE4">
            <w:pPr>
              <w:jc w:val="center"/>
              <w:rPr>
                <w:b/>
                <w:bCs/>
              </w:rPr>
            </w:pPr>
          </w:p>
          <w:p w:rsidR="003F0A82" w:rsidRDefault="003F0A82" w:rsidP="00577FE4">
            <w:pPr>
              <w:jc w:val="center"/>
              <w:rPr>
                <w:b/>
                <w:bCs/>
              </w:rPr>
            </w:pPr>
          </w:p>
          <w:p w:rsidR="003F0A82" w:rsidRPr="00863217" w:rsidRDefault="003F0A82" w:rsidP="00577FE4">
            <w:pPr>
              <w:jc w:val="center"/>
              <w:rPr>
                <w:b/>
                <w:bCs/>
              </w:rPr>
            </w:pPr>
            <w:r w:rsidRPr="007C2610">
              <w:rPr>
                <w:b/>
                <w:bCs/>
              </w:rPr>
              <w:t>32720,7</w:t>
            </w:r>
          </w:p>
        </w:tc>
      </w:tr>
      <w:tr w:rsidR="003F0A82" w:rsidRPr="00ED4091" w:rsidTr="008C7D1E">
        <w:tc>
          <w:tcPr>
            <w:tcW w:w="3600" w:type="dxa"/>
          </w:tcPr>
          <w:p w:rsidR="003F0A82" w:rsidRPr="00863217" w:rsidRDefault="003F0A82" w:rsidP="00577FE4">
            <w:r w:rsidRPr="00863217">
              <w:t>395 1 16 20040 09 0000 140</w:t>
            </w:r>
          </w:p>
        </w:tc>
        <w:tc>
          <w:tcPr>
            <w:tcW w:w="4622" w:type="dxa"/>
          </w:tcPr>
          <w:p w:rsidR="003F0A82" w:rsidRPr="00863217" w:rsidRDefault="003F0A82" w:rsidP="00577FE4">
            <w:pPr>
              <w:jc w:val="both"/>
            </w:pPr>
            <w:r w:rsidRPr="00863217">
              <w:t>Денежные взыскания (штрафы) за нарушение законодательства Ро</w:t>
            </w:r>
            <w:r w:rsidRPr="00863217">
              <w:t>с</w:t>
            </w:r>
            <w:r w:rsidRPr="00863217">
              <w:t>сийской Федерации о государстве</w:t>
            </w:r>
            <w:r w:rsidRPr="00863217">
              <w:t>н</w:t>
            </w:r>
            <w:r w:rsidRPr="00863217">
              <w:t>ных внебюджетных фондах и о ко</w:t>
            </w:r>
            <w:r w:rsidRPr="00863217">
              <w:t>н</w:t>
            </w:r>
            <w:r w:rsidRPr="00863217">
              <w:t>кретных видах обязательного соц</w:t>
            </w:r>
            <w:r w:rsidRPr="00863217">
              <w:t>и</w:t>
            </w:r>
            <w:r w:rsidRPr="00863217">
              <w:t>ального страхования, бюджетного законодательства (в части бюджетов территориальных фондов обяз</w:t>
            </w:r>
            <w:r w:rsidRPr="00863217">
              <w:t>а</w:t>
            </w:r>
            <w:r w:rsidRPr="00863217">
              <w:t>тельного медицинского страхов</w:t>
            </w:r>
            <w:r w:rsidRPr="00863217">
              <w:t>а</w:t>
            </w:r>
            <w:r w:rsidRPr="00863217">
              <w:t>ния)</w:t>
            </w:r>
          </w:p>
        </w:tc>
        <w:tc>
          <w:tcPr>
            <w:tcW w:w="1843" w:type="dxa"/>
            <w:vAlign w:val="bottom"/>
          </w:tcPr>
          <w:p w:rsidR="003F0A82" w:rsidRDefault="003F0A82" w:rsidP="00577FE4">
            <w:pPr>
              <w:jc w:val="center"/>
              <w:rPr>
                <w:bCs/>
              </w:rPr>
            </w:pPr>
          </w:p>
          <w:p w:rsidR="003F0A82" w:rsidRDefault="003F0A82" w:rsidP="00577FE4">
            <w:pPr>
              <w:jc w:val="center"/>
              <w:rPr>
                <w:bCs/>
              </w:rPr>
            </w:pPr>
          </w:p>
          <w:p w:rsidR="003F0A82" w:rsidRDefault="003F0A82" w:rsidP="00577FE4">
            <w:pPr>
              <w:jc w:val="center"/>
              <w:rPr>
                <w:bCs/>
              </w:rPr>
            </w:pPr>
          </w:p>
          <w:p w:rsidR="003F0A82" w:rsidRDefault="003F0A82" w:rsidP="00577FE4">
            <w:pPr>
              <w:jc w:val="center"/>
              <w:rPr>
                <w:bCs/>
              </w:rPr>
            </w:pPr>
          </w:p>
          <w:p w:rsidR="003F0A82" w:rsidRDefault="003F0A82" w:rsidP="00577FE4">
            <w:pPr>
              <w:jc w:val="center"/>
              <w:rPr>
                <w:bCs/>
              </w:rPr>
            </w:pPr>
          </w:p>
          <w:p w:rsidR="003F0A82" w:rsidRDefault="003F0A82" w:rsidP="00577FE4">
            <w:pPr>
              <w:jc w:val="center"/>
              <w:rPr>
                <w:bCs/>
              </w:rPr>
            </w:pPr>
          </w:p>
          <w:p w:rsidR="003F0A82" w:rsidRDefault="003F0A82" w:rsidP="00577FE4">
            <w:pPr>
              <w:jc w:val="center"/>
              <w:rPr>
                <w:bCs/>
              </w:rPr>
            </w:pPr>
          </w:p>
          <w:p w:rsidR="003F0A82" w:rsidRDefault="003F0A82" w:rsidP="00577FE4">
            <w:pPr>
              <w:jc w:val="center"/>
              <w:rPr>
                <w:bCs/>
              </w:rPr>
            </w:pPr>
          </w:p>
          <w:p w:rsidR="003F0A82" w:rsidRDefault="003F0A82" w:rsidP="00577FE4">
            <w:pPr>
              <w:jc w:val="center"/>
              <w:rPr>
                <w:bCs/>
              </w:rPr>
            </w:pPr>
          </w:p>
          <w:p w:rsidR="003F0A82" w:rsidRPr="00863217" w:rsidRDefault="003F0A82" w:rsidP="000A4026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32720,7</w:t>
            </w:r>
          </w:p>
        </w:tc>
      </w:tr>
      <w:tr w:rsidR="003F0A82" w:rsidRPr="00ED4091" w:rsidTr="008C7D1E">
        <w:tc>
          <w:tcPr>
            <w:tcW w:w="3600" w:type="dxa"/>
          </w:tcPr>
          <w:p w:rsidR="003F0A82" w:rsidRDefault="003F0A82" w:rsidP="00577FE4">
            <w:pPr>
              <w:rPr>
                <w:b/>
              </w:rPr>
            </w:pPr>
            <w:r>
              <w:rPr>
                <w:b/>
              </w:rPr>
              <w:t xml:space="preserve">395 </w:t>
            </w:r>
            <w:r w:rsidRPr="00052E6E">
              <w:rPr>
                <w:b/>
              </w:rPr>
              <w:t>1 16 21000 00 0000 140</w:t>
            </w:r>
          </w:p>
        </w:tc>
        <w:tc>
          <w:tcPr>
            <w:tcW w:w="4622" w:type="dxa"/>
          </w:tcPr>
          <w:p w:rsidR="003F0A82" w:rsidRPr="00863217" w:rsidRDefault="003F0A82" w:rsidP="00577FE4">
            <w:pPr>
              <w:jc w:val="both"/>
              <w:rPr>
                <w:b/>
              </w:rPr>
            </w:pPr>
            <w:r w:rsidRPr="00052E6E">
              <w:rPr>
                <w:b/>
              </w:rPr>
              <w:t>Денежные взыскания (штрафы) и иные суммы, взыскиваемые с лиц, виновных в совершении пр</w:t>
            </w:r>
            <w:r w:rsidRPr="00052E6E">
              <w:rPr>
                <w:b/>
              </w:rPr>
              <w:t>е</w:t>
            </w:r>
            <w:r w:rsidRPr="00052E6E">
              <w:rPr>
                <w:b/>
              </w:rPr>
              <w:t>ступлений, и в возмещение уще</w:t>
            </w:r>
            <w:r w:rsidRPr="00052E6E">
              <w:rPr>
                <w:b/>
              </w:rPr>
              <w:t>р</w:t>
            </w:r>
            <w:r w:rsidRPr="00052E6E">
              <w:rPr>
                <w:b/>
              </w:rPr>
              <w:t>ба имуществу</w:t>
            </w:r>
          </w:p>
        </w:tc>
        <w:tc>
          <w:tcPr>
            <w:tcW w:w="1843" w:type="dxa"/>
            <w:vAlign w:val="bottom"/>
          </w:tcPr>
          <w:p w:rsidR="003F0A82" w:rsidRDefault="003F0A82" w:rsidP="00577F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54,9</w:t>
            </w:r>
          </w:p>
        </w:tc>
      </w:tr>
      <w:tr w:rsidR="003F0A82" w:rsidRPr="00ED4091" w:rsidTr="008C7D1E">
        <w:tc>
          <w:tcPr>
            <w:tcW w:w="3600" w:type="dxa"/>
          </w:tcPr>
          <w:p w:rsidR="003F0A82" w:rsidRPr="00052E6E" w:rsidRDefault="003F0A82" w:rsidP="00577FE4">
            <w:r>
              <w:t xml:space="preserve">395 </w:t>
            </w:r>
            <w:r w:rsidRPr="00052E6E">
              <w:t>1 16 21090 09 0000 140</w:t>
            </w:r>
          </w:p>
        </w:tc>
        <w:tc>
          <w:tcPr>
            <w:tcW w:w="4622" w:type="dxa"/>
          </w:tcPr>
          <w:p w:rsidR="003F0A82" w:rsidRPr="00052E6E" w:rsidRDefault="003F0A82" w:rsidP="00577FE4">
            <w:pPr>
              <w:jc w:val="both"/>
            </w:pPr>
            <w:r w:rsidRPr="00052E6E">
              <w:t>Денежные взыскания (штрафы) и иные суммы, взыскиваемые с лиц, виновных в совершении преступл</w:t>
            </w:r>
            <w:r w:rsidRPr="00052E6E">
              <w:t>е</w:t>
            </w:r>
            <w:r w:rsidRPr="00052E6E">
              <w:t>ний, и в возмещение ущерба им</w:t>
            </w:r>
            <w:r w:rsidRPr="00052E6E">
              <w:t>у</w:t>
            </w:r>
            <w:r w:rsidRPr="00052E6E">
              <w:t>ществу, зачисляемые в бюджеты территориальных фондов обяз</w:t>
            </w:r>
            <w:r w:rsidRPr="00052E6E">
              <w:t>а</w:t>
            </w:r>
            <w:r w:rsidRPr="00052E6E">
              <w:t>тельного медицинского страхования</w:t>
            </w:r>
          </w:p>
        </w:tc>
        <w:tc>
          <w:tcPr>
            <w:tcW w:w="1843" w:type="dxa"/>
            <w:vAlign w:val="bottom"/>
          </w:tcPr>
          <w:p w:rsidR="003F0A82" w:rsidRPr="00052E6E" w:rsidRDefault="003F0A82" w:rsidP="00577FE4">
            <w:pPr>
              <w:jc w:val="center"/>
              <w:rPr>
                <w:bCs/>
              </w:rPr>
            </w:pPr>
            <w:r>
              <w:rPr>
                <w:bCs/>
              </w:rPr>
              <w:t>54,9</w:t>
            </w:r>
          </w:p>
        </w:tc>
      </w:tr>
      <w:tr w:rsidR="003F0A82" w:rsidRPr="00ED4091" w:rsidTr="00B00EC8">
        <w:tc>
          <w:tcPr>
            <w:tcW w:w="3600" w:type="dxa"/>
          </w:tcPr>
          <w:p w:rsidR="003F0A82" w:rsidRPr="00FC2566" w:rsidRDefault="003F0A82" w:rsidP="00577FE4">
            <w:pPr>
              <w:rPr>
                <w:b/>
                <w:highlight w:val="yellow"/>
              </w:rPr>
            </w:pPr>
            <w:r>
              <w:rPr>
                <w:b/>
              </w:rPr>
              <w:t>395 1 16 32000 00 0000 140</w:t>
            </w:r>
          </w:p>
        </w:tc>
        <w:tc>
          <w:tcPr>
            <w:tcW w:w="4622" w:type="dxa"/>
          </w:tcPr>
          <w:p w:rsidR="003F0A82" w:rsidRPr="00FC2566" w:rsidRDefault="003F0A82" w:rsidP="00577FE4">
            <w:pPr>
              <w:jc w:val="both"/>
              <w:rPr>
                <w:b/>
                <w:highlight w:val="yellow"/>
              </w:rPr>
            </w:pPr>
            <w:r w:rsidRPr="00863217">
              <w:rPr>
                <w:b/>
              </w:rPr>
              <w:t>Денежные взыскания, налага</w:t>
            </w:r>
            <w:r w:rsidRPr="00863217">
              <w:rPr>
                <w:b/>
              </w:rPr>
              <w:t>е</w:t>
            </w:r>
            <w:r w:rsidRPr="00863217">
              <w:rPr>
                <w:b/>
              </w:rPr>
              <w:t>мые в возмещение ущерба, пр</w:t>
            </w:r>
            <w:r w:rsidRPr="00863217">
              <w:rPr>
                <w:b/>
              </w:rPr>
              <w:t>и</w:t>
            </w:r>
            <w:r>
              <w:rPr>
                <w:b/>
              </w:rPr>
              <w:t>чинё</w:t>
            </w:r>
            <w:r w:rsidRPr="00863217">
              <w:rPr>
                <w:b/>
              </w:rPr>
              <w:t>нного в результате незако</w:t>
            </w:r>
            <w:r w:rsidRPr="00863217">
              <w:rPr>
                <w:b/>
              </w:rPr>
              <w:t>н</w:t>
            </w:r>
            <w:r w:rsidRPr="00863217">
              <w:rPr>
                <w:b/>
              </w:rPr>
              <w:t>ного или нецелевого использов</w:t>
            </w:r>
            <w:r w:rsidRPr="00863217">
              <w:rPr>
                <w:b/>
              </w:rPr>
              <w:t>а</w:t>
            </w:r>
            <w:r w:rsidRPr="00863217">
              <w:rPr>
                <w:b/>
              </w:rPr>
              <w:t>ния бюджетных средств</w:t>
            </w:r>
          </w:p>
        </w:tc>
        <w:tc>
          <w:tcPr>
            <w:tcW w:w="1843" w:type="dxa"/>
            <w:vAlign w:val="bottom"/>
          </w:tcPr>
          <w:p w:rsidR="003F0A82" w:rsidRDefault="003F0A82" w:rsidP="00577FE4">
            <w:pPr>
              <w:jc w:val="center"/>
              <w:rPr>
                <w:b/>
                <w:bCs/>
              </w:rPr>
            </w:pPr>
          </w:p>
          <w:p w:rsidR="003F0A82" w:rsidRDefault="003F0A82" w:rsidP="00577FE4">
            <w:pPr>
              <w:jc w:val="center"/>
              <w:rPr>
                <w:b/>
                <w:bCs/>
              </w:rPr>
            </w:pPr>
          </w:p>
          <w:p w:rsidR="003F0A82" w:rsidRDefault="003F0A82" w:rsidP="00577FE4">
            <w:pPr>
              <w:jc w:val="center"/>
              <w:rPr>
                <w:b/>
                <w:bCs/>
              </w:rPr>
            </w:pPr>
          </w:p>
          <w:p w:rsidR="003F0A82" w:rsidRDefault="003F0A82" w:rsidP="00577FE4">
            <w:pPr>
              <w:jc w:val="center"/>
              <w:rPr>
                <w:b/>
                <w:bCs/>
              </w:rPr>
            </w:pPr>
          </w:p>
          <w:p w:rsidR="003F0A82" w:rsidRPr="00FC2566" w:rsidRDefault="003F0A82" w:rsidP="00577FE4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8393,2</w:t>
            </w:r>
          </w:p>
        </w:tc>
      </w:tr>
      <w:tr w:rsidR="003F0A82" w:rsidRPr="00ED4091" w:rsidTr="00B00EC8">
        <w:tc>
          <w:tcPr>
            <w:tcW w:w="3600" w:type="dxa"/>
          </w:tcPr>
          <w:p w:rsidR="003F0A82" w:rsidRPr="00FC2566" w:rsidRDefault="003F0A82" w:rsidP="00577FE4">
            <w:pPr>
              <w:rPr>
                <w:highlight w:val="yellow"/>
              </w:rPr>
            </w:pPr>
            <w:r w:rsidRPr="00863217">
              <w:t>395 1 16 32000 09 0000 140</w:t>
            </w:r>
          </w:p>
        </w:tc>
        <w:tc>
          <w:tcPr>
            <w:tcW w:w="4622" w:type="dxa"/>
          </w:tcPr>
          <w:p w:rsidR="003F0A82" w:rsidRPr="00FC2566" w:rsidRDefault="003F0A82" w:rsidP="00577FE4">
            <w:pPr>
              <w:jc w:val="both"/>
              <w:rPr>
                <w:highlight w:val="yellow"/>
              </w:rPr>
            </w:pPr>
            <w:r w:rsidRPr="00863217">
              <w:t>Денежные взыскания, налагае</w:t>
            </w:r>
            <w:r>
              <w:t>мые в возмещение ущерба, причинё</w:t>
            </w:r>
            <w:r w:rsidRPr="00863217">
              <w:t>нного в результате незаконного или нец</w:t>
            </w:r>
            <w:r w:rsidRPr="00863217">
              <w:t>е</w:t>
            </w:r>
            <w:r w:rsidRPr="00863217">
              <w:t>левого использования бюджетных средств (в части территориальных фондов обязательного медицинск</w:t>
            </w:r>
            <w:r w:rsidRPr="00863217">
              <w:t>о</w:t>
            </w:r>
            <w:r w:rsidRPr="00863217">
              <w:t>го страхования)</w:t>
            </w:r>
          </w:p>
        </w:tc>
        <w:tc>
          <w:tcPr>
            <w:tcW w:w="1843" w:type="dxa"/>
            <w:vAlign w:val="bottom"/>
          </w:tcPr>
          <w:p w:rsidR="003F0A82" w:rsidRPr="00FC2566" w:rsidRDefault="003F0A82" w:rsidP="00577FE4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8393,2</w:t>
            </w:r>
          </w:p>
        </w:tc>
      </w:tr>
      <w:tr w:rsidR="003F0A82" w:rsidRPr="00ED4091" w:rsidTr="00B00EC8">
        <w:tc>
          <w:tcPr>
            <w:tcW w:w="3600" w:type="dxa"/>
          </w:tcPr>
          <w:p w:rsidR="003F0A82" w:rsidRPr="00CC476D" w:rsidRDefault="003F0A82" w:rsidP="00577FE4">
            <w:pPr>
              <w:rPr>
                <w:b/>
                <w:highlight w:val="yellow"/>
              </w:rPr>
            </w:pPr>
            <w:r>
              <w:rPr>
                <w:b/>
              </w:rPr>
              <w:t xml:space="preserve">000 </w:t>
            </w:r>
            <w:r w:rsidRPr="00B00EC8">
              <w:rPr>
                <w:b/>
              </w:rPr>
              <w:t>1 17 00000 00 0000 000</w:t>
            </w:r>
          </w:p>
        </w:tc>
        <w:tc>
          <w:tcPr>
            <w:tcW w:w="4622" w:type="dxa"/>
          </w:tcPr>
          <w:p w:rsidR="003F0A82" w:rsidRPr="00CC476D" w:rsidRDefault="003F0A82" w:rsidP="00577FE4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Прочие неналоговые доходы</w:t>
            </w:r>
          </w:p>
        </w:tc>
        <w:tc>
          <w:tcPr>
            <w:tcW w:w="1843" w:type="dxa"/>
            <w:vAlign w:val="bottom"/>
          </w:tcPr>
          <w:p w:rsidR="003F0A82" w:rsidRPr="00CC476D" w:rsidRDefault="003F0A82" w:rsidP="00577FE4">
            <w:pPr>
              <w:jc w:val="center"/>
              <w:rPr>
                <w:b/>
                <w:bCs/>
                <w:highlight w:val="yellow"/>
              </w:rPr>
            </w:pPr>
            <w:r w:rsidRPr="00B00EC8">
              <w:rPr>
                <w:b/>
                <w:bCs/>
              </w:rPr>
              <w:t>6394,0</w:t>
            </w:r>
          </w:p>
        </w:tc>
      </w:tr>
      <w:tr w:rsidR="003F0A82" w:rsidRPr="00ED4091" w:rsidTr="00B00EC8">
        <w:tc>
          <w:tcPr>
            <w:tcW w:w="3600" w:type="dxa"/>
          </w:tcPr>
          <w:p w:rsidR="003F0A82" w:rsidRPr="00B00EC8" w:rsidRDefault="003F0A82" w:rsidP="00577FE4">
            <w:r w:rsidRPr="00B00EC8">
              <w:t xml:space="preserve">395 1 17 06040 09 0000 180 </w:t>
            </w:r>
          </w:p>
        </w:tc>
        <w:tc>
          <w:tcPr>
            <w:tcW w:w="4622" w:type="dxa"/>
          </w:tcPr>
          <w:p w:rsidR="003F0A82" w:rsidRPr="00B00EC8" w:rsidRDefault="003F0A82" w:rsidP="00577FE4">
            <w:pPr>
              <w:jc w:val="both"/>
            </w:pPr>
            <w:r w:rsidRPr="00B00EC8">
              <w:t>Прочие неналоговые поступления в территориальные фонды обязател</w:t>
            </w:r>
            <w:r w:rsidRPr="00B00EC8">
              <w:t>ь</w:t>
            </w:r>
            <w:r w:rsidRPr="00B00EC8">
              <w:t>ного медицинского страхования</w:t>
            </w:r>
          </w:p>
        </w:tc>
        <w:tc>
          <w:tcPr>
            <w:tcW w:w="1843" w:type="dxa"/>
            <w:vAlign w:val="bottom"/>
          </w:tcPr>
          <w:p w:rsidR="003F0A82" w:rsidRDefault="003F0A82" w:rsidP="00577FE4">
            <w:pPr>
              <w:jc w:val="center"/>
              <w:rPr>
                <w:bCs/>
              </w:rPr>
            </w:pPr>
          </w:p>
          <w:p w:rsidR="003F0A82" w:rsidRDefault="003F0A82" w:rsidP="00577FE4">
            <w:pPr>
              <w:jc w:val="center"/>
              <w:rPr>
                <w:bCs/>
              </w:rPr>
            </w:pPr>
          </w:p>
          <w:p w:rsidR="003F0A82" w:rsidRPr="00B00EC8" w:rsidRDefault="003F0A82" w:rsidP="00577FE4">
            <w:pPr>
              <w:jc w:val="center"/>
              <w:rPr>
                <w:bCs/>
              </w:rPr>
            </w:pPr>
            <w:r w:rsidRPr="00B00EC8">
              <w:rPr>
                <w:bCs/>
              </w:rPr>
              <w:t>6394,0</w:t>
            </w:r>
          </w:p>
        </w:tc>
      </w:tr>
      <w:tr w:rsidR="003F0A82" w:rsidRPr="00ED4091" w:rsidTr="00B00EC8">
        <w:tc>
          <w:tcPr>
            <w:tcW w:w="3600" w:type="dxa"/>
          </w:tcPr>
          <w:p w:rsidR="003F0A82" w:rsidRPr="00ED4091" w:rsidRDefault="003F0A82" w:rsidP="003D1451">
            <w:pPr>
              <w:widowControl w:val="0"/>
              <w:spacing w:line="235" w:lineRule="auto"/>
              <w:rPr>
                <w:b/>
              </w:rPr>
            </w:pPr>
            <w:r w:rsidRPr="00ED4091">
              <w:rPr>
                <w:b/>
              </w:rPr>
              <w:t>000 2 00 00000 00 0000 000</w:t>
            </w:r>
          </w:p>
        </w:tc>
        <w:tc>
          <w:tcPr>
            <w:tcW w:w="4622" w:type="dxa"/>
          </w:tcPr>
          <w:p w:rsidR="003F0A82" w:rsidRPr="00ED4091" w:rsidRDefault="003F0A82" w:rsidP="003D1451">
            <w:pPr>
              <w:spacing w:line="235" w:lineRule="auto"/>
              <w:jc w:val="both"/>
              <w:rPr>
                <w:b/>
              </w:rPr>
            </w:pPr>
            <w:r w:rsidRPr="00ED4091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  <w:vAlign w:val="bottom"/>
          </w:tcPr>
          <w:p w:rsidR="003F0A82" w:rsidRDefault="003F0A82" w:rsidP="00C8039E">
            <w:pPr>
              <w:spacing w:line="235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11253712,4</w:t>
            </w:r>
          </w:p>
        </w:tc>
      </w:tr>
      <w:tr w:rsidR="003F0A82" w:rsidRPr="00ED4091" w:rsidTr="00B00EC8">
        <w:tc>
          <w:tcPr>
            <w:tcW w:w="3600" w:type="dxa"/>
          </w:tcPr>
          <w:p w:rsidR="003F0A82" w:rsidRPr="00ED4091" w:rsidRDefault="003F0A82" w:rsidP="003D1451">
            <w:pPr>
              <w:widowControl w:val="0"/>
              <w:spacing w:line="235" w:lineRule="auto"/>
              <w:rPr>
                <w:b/>
              </w:rPr>
            </w:pPr>
            <w:r w:rsidRPr="00ED4091">
              <w:rPr>
                <w:b/>
              </w:rPr>
              <w:t>000 2 02 00000 00 0000 000</w:t>
            </w:r>
          </w:p>
        </w:tc>
        <w:tc>
          <w:tcPr>
            <w:tcW w:w="4622" w:type="dxa"/>
          </w:tcPr>
          <w:p w:rsidR="003F0A82" w:rsidRPr="00ED4091" w:rsidRDefault="003F0A82" w:rsidP="003D1451">
            <w:pPr>
              <w:spacing w:line="235" w:lineRule="auto"/>
              <w:jc w:val="both"/>
              <w:rPr>
                <w:b/>
              </w:rPr>
            </w:pPr>
            <w:r w:rsidRPr="00ED4091">
              <w:rPr>
                <w:b/>
              </w:rPr>
              <w:t>Безвозмездные поступления от других бюджетов бюджетной си</w:t>
            </w:r>
            <w:r w:rsidRPr="00ED4091">
              <w:rPr>
                <w:b/>
              </w:rPr>
              <w:t>с</w:t>
            </w:r>
            <w:r w:rsidRPr="00ED4091">
              <w:rPr>
                <w:b/>
              </w:rPr>
              <w:t>темы Российской Федерации</w:t>
            </w:r>
          </w:p>
        </w:tc>
        <w:tc>
          <w:tcPr>
            <w:tcW w:w="1843" w:type="dxa"/>
            <w:vAlign w:val="bottom"/>
          </w:tcPr>
          <w:p w:rsidR="003F0A82" w:rsidRPr="00CC476D" w:rsidRDefault="003F0A82" w:rsidP="003D1451">
            <w:pPr>
              <w:spacing w:line="235" w:lineRule="auto"/>
              <w:jc w:val="center"/>
              <w:rPr>
                <w:b/>
                <w:bCs/>
                <w:highlight w:val="green"/>
              </w:rPr>
            </w:pPr>
          </w:p>
          <w:p w:rsidR="003F0A82" w:rsidRPr="00CC476D" w:rsidRDefault="003F0A82" w:rsidP="003D1451">
            <w:pPr>
              <w:spacing w:line="235" w:lineRule="auto"/>
              <w:jc w:val="center"/>
              <w:rPr>
                <w:b/>
                <w:bCs/>
                <w:highlight w:val="green"/>
              </w:rPr>
            </w:pPr>
          </w:p>
          <w:p w:rsidR="003F0A82" w:rsidRDefault="003F0A82" w:rsidP="003D1451">
            <w:pPr>
              <w:spacing w:line="235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11277157,4</w:t>
            </w:r>
          </w:p>
        </w:tc>
      </w:tr>
      <w:tr w:rsidR="003F0A82" w:rsidRPr="00ED4091" w:rsidTr="00B00EC8">
        <w:tc>
          <w:tcPr>
            <w:tcW w:w="3600" w:type="dxa"/>
          </w:tcPr>
          <w:p w:rsidR="003F0A82" w:rsidRPr="00F02A7E" w:rsidRDefault="003F0A82" w:rsidP="003D1451">
            <w:pPr>
              <w:widowControl w:val="0"/>
              <w:spacing w:line="235" w:lineRule="auto"/>
              <w:rPr>
                <w:b/>
              </w:rPr>
            </w:pPr>
            <w:r w:rsidRPr="00ED4091">
              <w:rPr>
                <w:b/>
              </w:rPr>
              <w:t>000 2 02 05000 00 0000 151</w:t>
            </w:r>
          </w:p>
        </w:tc>
        <w:tc>
          <w:tcPr>
            <w:tcW w:w="4622" w:type="dxa"/>
          </w:tcPr>
          <w:p w:rsidR="003F0A82" w:rsidRPr="00F02A7E" w:rsidRDefault="003F0A82" w:rsidP="003D1451">
            <w:pPr>
              <w:spacing w:line="235" w:lineRule="auto"/>
              <w:jc w:val="both"/>
              <w:rPr>
                <w:b/>
              </w:rPr>
            </w:pPr>
            <w:r w:rsidRPr="00ED4091">
              <w:rPr>
                <w:b/>
              </w:rPr>
              <w:t>Межбюджетные трансферты, п</w:t>
            </w:r>
            <w:r w:rsidRPr="00ED4091">
              <w:rPr>
                <w:b/>
              </w:rPr>
              <w:t>е</w:t>
            </w:r>
            <w:r w:rsidRPr="00ED4091">
              <w:rPr>
                <w:b/>
              </w:rPr>
              <w:t>редаваемые бюджетам государс</w:t>
            </w:r>
            <w:r w:rsidRPr="00ED4091">
              <w:rPr>
                <w:b/>
              </w:rPr>
              <w:t>т</w:t>
            </w:r>
            <w:r w:rsidRPr="00ED4091">
              <w:rPr>
                <w:b/>
              </w:rPr>
              <w:t>венных внебюджетных фондов</w:t>
            </w:r>
          </w:p>
        </w:tc>
        <w:tc>
          <w:tcPr>
            <w:tcW w:w="1843" w:type="dxa"/>
            <w:vAlign w:val="bottom"/>
          </w:tcPr>
          <w:p w:rsidR="003F0A82" w:rsidRPr="00CC476D" w:rsidRDefault="003F0A82" w:rsidP="003D1451">
            <w:pPr>
              <w:spacing w:line="235" w:lineRule="auto"/>
              <w:jc w:val="center"/>
              <w:rPr>
                <w:bCs/>
                <w:highlight w:val="green"/>
              </w:rPr>
            </w:pPr>
            <w:r w:rsidRPr="008C01B8">
              <w:rPr>
                <w:b/>
                <w:bCs/>
              </w:rPr>
              <w:t>11277157,4</w:t>
            </w:r>
          </w:p>
        </w:tc>
      </w:tr>
      <w:tr w:rsidR="003F0A82" w:rsidRPr="00ED4091" w:rsidTr="00B00EC8">
        <w:tc>
          <w:tcPr>
            <w:tcW w:w="3600" w:type="dxa"/>
          </w:tcPr>
          <w:p w:rsidR="003F0A82" w:rsidRPr="004856DA" w:rsidRDefault="003F0A82" w:rsidP="003D1451">
            <w:pPr>
              <w:widowControl w:val="0"/>
              <w:spacing w:line="235" w:lineRule="auto"/>
            </w:pPr>
            <w:r w:rsidRPr="00ED4091">
              <w:rPr>
                <w:bCs/>
              </w:rPr>
              <w:t>395 2 02 05202 09 0000 151</w:t>
            </w:r>
          </w:p>
        </w:tc>
        <w:tc>
          <w:tcPr>
            <w:tcW w:w="4622" w:type="dxa"/>
          </w:tcPr>
          <w:p w:rsidR="003F0A82" w:rsidRPr="006E4316" w:rsidRDefault="003F0A82" w:rsidP="003D1451">
            <w:pPr>
              <w:spacing w:line="235" w:lineRule="auto"/>
              <w:jc w:val="both"/>
            </w:pPr>
            <w:r w:rsidRPr="00B00EC8">
              <w:rPr>
                <w:bCs/>
                <w:spacing w:val="-4"/>
              </w:rPr>
              <w:t>Межбюджетные трансферты из бюджетов субъектов Российской Ф</w:t>
            </w:r>
            <w:r w:rsidRPr="00B00EC8">
              <w:rPr>
                <w:bCs/>
                <w:spacing w:val="-4"/>
              </w:rPr>
              <w:t>е</w:t>
            </w:r>
            <w:r w:rsidRPr="00B00EC8">
              <w:rPr>
                <w:bCs/>
                <w:spacing w:val="-4"/>
              </w:rPr>
              <w:t>дерации, передаваемые территор</w:t>
            </w:r>
            <w:r w:rsidRPr="00B00EC8">
              <w:rPr>
                <w:bCs/>
                <w:spacing w:val="-4"/>
              </w:rPr>
              <w:t>и</w:t>
            </w:r>
            <w:r w:rsidRPr="00B00EC8">
              <w:rPr>
                <w:bCs/>
                <w:spacing w:val="-4"/>
              </w:rPr>
              <w:t>альным фондам обязательного мед</w:t>
            </w:r>
            <w:r w:rsidRPr="00B00EC8">
              <w:rPr>
                <w:bCs/>
                <w:spacing w:val="-4"/>
              </w:rPr>
              <w:t>и</w:t>
            </w:r>
            <w:r w:rsidRPr="00B00EC8">
              <w:rPr>
                <w:bCs/>
                <w:spacing w:val="-4"/>
              </w:rPr>
              <w:t>цинского страхования на дополн</w:t>
            </w:r>
            <w:r w:rsidRPr="00B00EC8">
              <w:rPr>
                <w:bCs/>
                <w:spacing w:val="-4"/>
              </w:rPr>
              <w:t>и</w:t>
            </w:r>
            <w:r w:rsidRPr="00B00EC8">
              <w:rPr>
                <w:bCs/>
                <w:spacing w:val="-4"/>
              </w:rPr>
              <w:t>тельное финансовое обеспечение реализации территориальной пр</w:t>
            </w:r>
            <w:r w:rsidRPr="00B00EC8">
              <w:rPr>
                <w:bCs/>
                <w:spacing w:val="-4"/>
              </w:rPr>
              <w:t>о</w:t>
            </w:r>
            <w:r w:rsidRPr="00B00EC8">
              <w:rPr>
                <w:bCs/>
                <w:spacing w:val="-4"/>
              </w:rPr>
              <w:t>граммы обязательного медицинского страхования в части базовой пр</w:t>
            </w:r>
            <w:r w:rsidRPr="00B00EC8">
              <w:rPr>
                <w:bCs/>
                <w:spacing w:val="-4"/>
              </w:rPr>
              <w:t>о</w:t>
            </w:r>
            <w:r w:rsidRPr="00B00EC8">
              <w:rPr>
                <w:bCs/>
                <w:spacing w:val="-4"/>
              </w:rPr>
              <w:t>граммы обязательного медицинского страхования</w:t>
            </w:r>
          </w:p>
        </w:tc>
        <w:tc>
          <w:tcPr>
            <w:tcW w:w="1843" w:type="dxa"/>
            <w:vAlign w:val="bottom"/>
          </w:tcPr>
          <w:p w:rsidR="003F0A82" w:rsidRPr="00CC476D" w:rsidRDefault="003F0A82" w:rsidP="003D1451">
            <w:pPr>
              <w:spacing w:line="235" w:lineRule="auto"/>
              <w:jc w:val="center"/>
              <w:rPr>
                <w:bCs/>
                <w:highlight w:val="green"/>
              </w:rPr>
            </w:pPr>
            <w:r>
              <w:rPr>
                <w:bCs/>
              </w:rPr>
              <w:t>152940,5</w:t>
            </w:r>
          </w:p>
        </w:tc>
      </w:tr>
      <w:tr w:rsidR="003F0A82" w:rsidRPr="00ED4091" w:rsidTr="00B00EC8">
        <w:tc>
          <w:tcPr>
            <w:tcW w:w="3600" w:type="dxa"/>
          </w:tcPr>
          <w:p w:rsidR="003F0A82" w:rsidRDefault="003F0A82" w:rsidP="003D1451">
            <w:pPr>
              <w:spacing w:line="235" w:lineRule="auto"/>
              <w:rPr>
                <w:b/>
              </w:rPr>
            </w:pPr>
            <w:r w:rsidRPr="006E4316">
              <w:rPr>
                <w:b/>
                <w:bCs/>
              </w:rPr>
              <w:t>000 2 02 05800 09 0000 151</w:t>
            </w:r>
          </w:p>
        </w:tc>
        <w:tc>
          <w:tcPr>
            <w:tcW w:w="4622" w:type="dxa"/>
          </w:tcPr>
          <w:p w:rsidR="003F0A82" w:rsidRPr="00FC2566" w:rsidRDefault="003F0A82" w:rsidP="003D1451">
            <w:pPr>
              <w:spacing w:line="235" w:lineRule="auto"/>
              <w:jc w:val="both"/>
              <w:rPr>
                <w:b/>
              </w:rPr>
            </w:pPr>
            <w:r w:rsidRPr="006E4316">
              <w:rPr>
                <w:b/>
                <w:bCs/>
                <w:spacing w:val="-2"/>
              </w:rPr>
              <w:t>Средства Федерального фонда обязательного медицинского стр</w:t>
            </w:r>
            <w:r w:rsidRPr="006E4316">
              <w:rPr>
                <w:b/>
                <w:bCs/>
                <w:spacing w:val="-2"/>
              </w:rPr>
              <w:t>а</w:t>
            </w:r>
            <w:r w:rsidRPr="006E4316">
              <w:rPr>
                <w:b/>
                <w:bCs/>
                <w:spacing w:val="-2"/>
              </w:rPr>
              <w:t>хования, передаваемые бюджетам территориальных фондов обяз</w:t>
            </w:r>
            <w:r w:rsidRPr="006E4316">
              <w:rPr>
                <w:b/>
                <w:bCs/>
                <w:spacing w:val="-2"/>
              </w:rPr>
              <w:t>а</w:t>
            </w:r>
            <w:r w:rsidRPr="006E4316">
              <w:rPr>
                <w:b/>
                <w:bCs/>
                <w:spacing w:val="-2"/>
              </w:rPr>
              <w:t>тельного медицинского страхов</w:t>
            </w:r>
            <w:r w:rsidRPr="006E4316">
              <w:rPr>
                <w:b/>
                <w:bCs/>
                <w:spacing w:val="-2"/>
              </w:rPr>
              <w:t>а</w:t>
            </w:r>
            <w:r w:rsidRPr="006E4316">
              <w:rPr>
                <w:b/>
                <w:bCs/>
                <w:spacing w:val="-2"/>
              </w:rPr>
              <w:t>ния</w:t>
            </w:r>
          </w:p>
        </w:tc>
        <w:tc>
          <w:tcPr>
            <w:tcW w:w="1843" w:type="dxa"/>
            <w:vAlign w:val="bottom"/>
          </w:tcPr>
          <w:p w:rsidR="003F0A82" w:rsidRPr="00CC476D" w:rsidRDefault="003F0A82" w:rsidP="00C8039E">
            <w:pPr>
              <w:spacing w:line="235" w:lineRule="auto"/>
              <w:jc w:val="center"/>
              <w:rPr>
                <w:b/>
                <w:bCs/>
                <w:highlight w:val="green"/>
              </w:rPr>
            </w:pPr>
            <w:r>
              <w:rPr>
                <w:b/>
                <w:szCs w:val="28"/>
              </w:rPr>
              <w:t>10968103,1</w:t>
            </w:r>
          </w:p>
        </w:tc>
      </w:tr>
      <w:tr w:rsidR="003F0A82" w:rsidRPr="00ED4091" w:rsidTr="00B00EC8">
        <w:tc>
          <w:tcPr>
            <w:tcW w:w="3600" w:type="dxa"/>
          </w:tcPr>
          <w:p w:rsidR="003F0A82" w:rsidRPr="00FC2566" w:rsidRDefault="003F0A82" w:rsidP="003D1451">
            <w:pPr>
              <w:spacing w:line="235" w:lineRule="auto"/>
            </w:pPr>
            <w:r w:rsidRPr="00ED4091">
              <w:t>395 2 02 05812 09 0000 151</w:t>
            </w:r>
          </w:p>
        </w:tc>
        <w:tc>
          <w:tcPr>
            <w:tcW w:w="4622" w:type="dxa"/>
          </w:tcPr>
          <w:p w:rsidR="003F0A82" w:rsidRPr="00FC2566" w:rsidRDefault="003F0A82" w:rsidP="003D1451">
            <w:pPr>
              <w:spacing w:line="235" w:lineRule="auto"/>
              <w:jc w:val="both"/>
            </w:pPr>
            <w:r w:rsidRPr="00B00EC8">
              <w:t>Субвенции бюджетам территор</w:t>
            </w:r>
            <w:r w:rsidRPr="00B00EC8">
              <w:t>и</w:t>
            </w:r>
            <w:r w:rsidRPr="00B00EC8">
              <w:t>альных фондов обязательного м</w:t>
            </w:r>
            <w:r w:rsidRPr="00B00EC8">
              <w:t>е</w:t>
            </w:r>
            <w:r w:rsidRPr="00B00EC8">
              <w:t>дицинского страхования на фина</w:t>
            </w:r>
            <w:r w:rsidRPr="00B00EC8">
              <w:t>н</w:t>
            </w:r>
            <w:r w:rsidRPr="00B00EC8">
              <w:t>совое обеспечение организации об</w:t>
            </w:r>
            <w:r w:rsidRPr="00B00EC8">
              <w:t>я</w:t>
            </w:r>
            <w:r w:rsidRPr="00B00EC8">
              <w:t>зательного медицинского страхов</w:t>
            </w:r>
            <w:r w:rsidRPr="00B00EC8">
              <w:t>а</w:t>
            </w:r>
            <w:r w:rsidRPr="00B00EC8">
              <w:t>ния на территориях субъектов Ро</w:t>
            </w:r>
            <w:r w:rsidRPr="00B00EC8">
              <w:t>с</w:t>
            </w:r>
            <w:r w:rsidRPr="00B00EC8">
              <w:t>сийской Федерации</w:t>
            </w:r>
          </w:p>
        </w:tc>
        <w:tc>
          <w:tcPr>
            <w:tcW w:w="1843" w:type="dxa"/>
            <w:vAlign w:val="bottom"/>
          </w:tcPr>
          <w:p w:rsidR="003F0A82" w:rsidRPr="006A528D" w:rsidRDefault="003F0A82" w:rsidP="003D1451">
            <w:pPr>
              <w:spacing w:line="235" w:lineRule="auto"/>
              <w:jc w:val="center"/>
              <w:rPr>
                <w:szCs w:val="28"/>
                <w:highlight w:val="yellow"/>
              </w:rPr>
            </w:pPr>
          </w:p>
          <w:p w:rsidR="003F0A82" w:rsidRPr="006A528D" w:rsidRDefault="003F0A82" w:rsidP="003D1451">
            <w:pPr>
              <w:spacing w:line="235" w:lineRule="auto"/>
              <w:jc w:val="center"/>
              <w:rPr>
                <w:szCs w:val="28"/>
                <w:highlight w:val="yellow"/>
              </w:rPr>
            </w:pPr>
          </w:p>
          <w:p w:rsidR="003F0A82" w:rsidRPr="006A528D" w:rsidRDefault="003F0A82" w:rsidP="003D1451">
            <w:pPr>
              <w:spacing w:line="235" w:lineRule="auto"/>
              <w:jc w:val="center"/>
              <w:rPr>
                <w:szCs w:val="28"/>
                <w:highlight w:val="yellow"/>
              </w:rPr>
            </w:pPr>
          </w:p>
          <w:p w:rsidR="003F0A82" w:rsidRPr="006A528D" w:rsidRDefault="003F0A82" w:rsidP="003D1451">
            <w:pPr>
              <w:spacing w:line="235" w:lineRule="auto"/>
              <w:jc w:val="center"/>
              <w:rPr>
                <w:szCs w:val="28"/>
                <w:highlight w:val="yellow"/>
              </w:rPr>
            </w:pPr>
          </w:p>
          <w:p w:rsidR="003F0A82" w:rsidRPr="006A528D" w:rsidRDefault="003F0A82" w:rsidP="003D1451">
            <w:pPr>
              <w:spacing w:line="235" w:lineRule="auto"/>
              <w:jc w:val="center"/>
              <w:rPr>
                <w:szCs w:val="28"/>
                <w:highlight w:val="yellow"/>
              </w:rPr>
            </w:pPr>
          </w:p>
          <w:p w:rsidR="003F0A82" w:rsidRPr="006A528D" w:rsidRDefault="003F0A82" w:rsidP="003D1451">
            <w:pPr>
              <w:spacing w:line="235" w:lineRule="auto"/>
              <w:jc w:val="center"/>
              <w:rPr>
                <w:szCs w:val="28"/>
                <w:highlight w:val="yellow"/>
              </w:rPr>
            </w:pPr>
          </w:p>
          <w:p w:rsidR="003F0A82" w:rsidRPr="00FC2566" w:rsidRDefault="003F0A82" w:rsidP="003D1451">
            <w:pPr>
              <w:spacing w:line="235" w:lineRule="auto"/>
              <w:jc w:val="center"/>
              <w:rPr>
                <w:bCs/>
              </w:rPr>
            </w:pPr>
            <w:r>
              <w:rPr>
                <w:szCs w:val="28"/>
              </w:rPr>
              <w:t>10708584,3</w:t>
            </w:r>
          </w:p>
        </w:tc>
      </w:tr>
      <w:tr w:rsidR="003F0A82" w:rsidRPr="00BE1050" w:rsidTr="00C85160">
        <w:tc>
          <w:tcPr>
            <w:tcW w:w="3600" w:type="dxa"/>
          </w:tcPr>
          <w:p w:rsidR="003F0A82" w:rsidRPr="00ED4091" w:rsidRDefault="003F0A82" w:rsidP="003D1451">
            <w:pPr>
              <w:spacing w:line="235" w:lineRule="auto"/>
              <w:rPr>
                <w:b/>
              </w:rPr>
            </w:pPr>
            <w:r w:rsidRPr="00471B0C">
              <w:rPr>
                <w:szCs w:val="28"/>
              </w:rPr>
              <w:t>395 2 02 0581</w:t>
            </w:r>
            <w:r>
              <w:rPr>
                <w:szCs w:val="28"/>
              </w:rPr>
              <w:t>3</w:t>
            </w:r>
            <w:r w:rsidRPr="00471B0C">
              <w:rPr>
                <w:szCs w:val="28"/>
              </w:rPr>
              <w:t xml:space="preserve"> 09 0000 151</w:t>
            </w:r>
          </w:p>
        </w:tc>
        <w:tc>
          <w:tcPr>
            <w:tcW w:w="4622" w:type="dxa"/>
          </w:tcPr>
          <w:p w:rsidR="003F0A82" w:rsidRPr="006E4316" w:rsidRDefault="003F0A82" w:rsidP="003D1451">
            <w:pPr>
              <w:spacing w:line="235" w:lineRule="auto"/>
              <w:jc w:val="both"/>
              <w:rPr>
                <w:b/>
              </w:rPr>
            </w:pPr>
            <w:r w:rsidRPr="00B00EC8">
              <w:rPr>
                <w:szCs w:val="28"/>
              </w:rPr>
              <w:t>Межбюджетные трансферты, пер</w:t>
            </w:r>
            <w:r w:rsidRPr="00B00EC8">
              <w:rPr>
                <w:szCs w:val="28"/>
              </w:rPr>
              <w:t>е</w:t>
            </w:r>
            <w:r w:rsidRPr="00B00EC8">
              <w:rPr>
                <w:szCs w:val="28"/>
              </w:rPr>
              <w:t>даваемые бюджетам территориал</w:t>
            </w:r>
            <w:r w:rsidRPr="00B00EC8">
              <w:rPr>
                <w:szCs w:val="28"/>
              </w:rPr>
              <w:t>ь</w:t>
            </w:r>
            <w:r w:rsidRPr="00B00EC8">
              <w:rPr>
                <w:szCs w:val="28"/>
              </w:rPr>
              <w:t>ных фондов обязательного мед</w:t>
            </w:r>
            <w:r w:rsidRPr="00B00EC8">
              <w:rPr>
                <w:szCs w:val="28"/>
              </w:rPr>
              <w:t>и</w:t>
            </w:r>
            <w:r w:rsidRPr="00B00EC8">
              <w:rPr>
                <w:szCs w:val="28"/>
              </w:rPr>
              <w:t>цинского страхования на единовр</w:t>
            </w:r>
            <w:r w:rsidRPr="00B00EC8">
              <w:rPr>
                <w:szCs w:val="28"/>
              </w:rPr>
              <w:t>е</w:t>
            </w:r>
            <w:r w:rsidRPr="00B00EC8">
              <w:rPr>
                <w:szCs w:val="28"/>
              </w:rPr>
              <w:t>менные компенсационные выплаты медицинским работникам</w:t>
            </w:r>
          </w:p>
        </w:tc>
        <w:tc>
          <w:tcPr>
            <w:tcW w:w="1843" w:type="dxa"/>
          </w:tcPr>
          <w:p w:rsidR="003F0A82" w:rsidRDefault="003F0A82" w:rsidP="003D1451">
            <w:pPr>
              <w:spacing w:line="235" w:lineRule="auto"/>
              <w:jc w:val="center"/>
            </w:pPr>
          </w:p>
          <w:p w:rsidR="003F0A82" w:rsidRDefault="003F0A82" w:rsidP="003D1451">
            <w:pPr>
              <w:spacing w:line="235" w:lineRule="auto"/>
              <w:jc w:val="center"/>
            </w:pPr>
          </w:p>
          <w:p w:rsidR="003F0A82" w:rsidRDefault="003F0A82" w:rsidP="003D1451">
            <w:pPr>
              <w:spacing w:line="235" w:lineRule="auto"/>
              <w:jc w:val="center"/>
            </w:pPr>
          </w:p>
          <w:p w:rsidR="003F0A82" w:rsidRDefault="003F0A82" w:rsidP="003D1451">
            <w:pPr>
              <w:spacing w:line="235" w:lineRule="auto"/>
              <w:jc w:val="center"/>
            </w:pPr>
          </w:p>
          <w:p w:rsidR="003F0A82" w:rsidRDefault="003F0A82" w:rsidP="003D1451">
            <w:pPr>
              <w:spacing w:line="235" w:lineRule="auto"/>
              <w:jc w:val="center"/>
            </w:pPr>
          </w:p>
          <w:p w:rsidR="003F0A82" w:rsidRPr="0073760C" w:rsidRDefault="003F0A82" w:rsidP="003D1451">
            <w:pPr>
              <w:spacing w:line="235" w:lineRule="auto"/>
              <w:jc w:val="center"/>
              <w:rPr>
                <w:lang w:val="en-US"/>
              </w:rPr>
            </w:pPr>
            <w:r>
              <w:t>18000,0</w:t>
            </w:r>
          </w:p>
        </w:tc>
      </w:tr>
      <w:tr w:rsidR="003F0A82" w:rsidRPr="00ED4091" w:rsidTr="00C85160">
        <w:trPr>
          <w:trHeight w:val="646"/>
        </w:trPr>
        <w:tc>
          <w:tcPr>
            <w:tcW w:w="3600" w:type="dxa"/>
          </w:tcPr>
          <w:p w:rsidR="003F0A82" w:rsidRPr="00986B5C" w:rsidRDefault="003F0A82" w:rsidP="005010DE">
            <w:pPr>
              <w:widowControl w:val="0"/>
              <w:spacing w:line="235" w:lineRule="auto"/>
              <w:ind w:hanging="108"/>
              <w:jc w:val="center"/>
              <w:rPr>
                <w:szCs w:val="28"/>
              </w:rPr>
            </w:pPr>
            <w:r w:rsidRPr="00986B5C">
              <w:rPr>
                <w:szCs w:val="28"/>
              </w:rPr>
              <w:t>395 2 02 05814 09 0000 151</w:t>
            </w:r>
          </w:p>
        </w:tc>
        <w:tc>
          <w:tcPr>
            <w:tcW w:w="4622" w:type="dxa"/>
          </w:tcPr>
          <w:p w:rsidR="003F0A82" w:rsidRPr="00986B5C" w:rsidRDefault="003F0A82" w:rsidP="00C85160">
            <w:pPr>
              <w:spacing w:line="235" w:lineRule="auto"/>
              <w:jc w:val="both"/>
              <w:rPr>
                <w:szCs w:val="28"/>
              </w:rPr>
            </w:pPr>
            <w:r w:rsidRPr="00986B5C">
              <w:rPr>
                <w:szCs w:val="28"/>
              </w:rPr>
              <w:t>Межбюджетные трансферты, пер</w:t>
            </w:r>
            <w:r w:rsidRPr="00986B5C">
              <w:rPr>
                <w:szCs w:val="28"/>
              </w:rPr>
              <w:t>е</w:t>
            </w:r>
            <w:r w:rsidRPr="00986B5C">
              <w:rPr>
                <w:szCs w:val="28"/>
              </w:rPr>
              <w:t>даваемые бюджетам территориал</w:t>
            </w:r>
            <w:r w:rsidRPr="00986B5C">
              <w:rPr>
                <w:szCs w:val="28"/>
              </w:rPr>
              <w:t>ь</w:t>
            </w:r>
            <w:r w:rsidRPr="00986B5C">
              <w:rPr>
                <w:szCs w:val="28"/>
              </w:rPr>
              <w:t>ных фондов обязательного мед</w:t>
            </w:r>
            <w:r w:rsidRPr="00986B5C">
              <w:rPr>
                <w:szCs w:val="28"/>
              </w:rPr>
              <w:t>и</w:t>
            </w:r>
            <w:r w:rsidRPr="00986B5C">
              <w:rPr>
                <w:szCs w:val="28"/>
              </w:rPr>
              <w:t>цинского страхования на дополн</w:t>
            </w:r>
            <w:r w:rsidRPr="00986B5C">
              <w:rPr>
                <w:szCs w:val="28"/>
              </w:rPr>
              <w:t>и</w:t>
            </w:r>
            <w:r w:rsidRPr="00986B5C">
              <w:rPr>
                <w:szCs w:val="28"/>
              </w:rPr>
              <w:t xml:space="preserve">тельное финансовое обеспечение оказания специализированной, в том числе высокотехнологичной, медицинской помощи, включённой в базовую программу обязательного </w:t>
            </w:r>
            <w:r>
              <w:rPr>
                <w:szCs w:val="28"/>
              </w:rPr>
              <w:t>м</w:t>
            </w:r>
            <w:r w:rsidRPr="00986B5C">
              <w:rPr>
                <w:szCs w:val="28"/>
              </w:rPr>
              <w:t>едицинского страхования</w:t>
            </w:r>
          </w:p>
        </w:tc>
        <w:tc>
          <w:tcPr>
            <w:tcW w:w="1843" w:type="dxa"/>
            <w:vAlign w:val="center"/>
          </w:tcPr>
          <w:p w:rsidR="003F0A82" w:rsidRDefault="003F0A82" w:rsidP="00C8039E">
            <w:pPr>
              <w:spacing w:line="235" w:lineRule="auto"/>
              <w:jc w:val="center"/>
            </w:pPr>
          </w:p>
          <w:p w:rsidR="003F0A82" w:rsidRDefault="003F0A82" w:rsidP="00C8039E">
            <w:pPr>
              <w:spacing w:line="235" w:lineRule="auto"/>
              <w:jc w:val="center"/>
            </w:pPr>
          </w:p>
          <w:p w:rsidR="003F0A82" w:rsidRDefault="003F0A82" w:rsidP="00C8039E">
            <w:pPr>
              <w:spacing w:line="235" w:lineRule="auto"/>
              <w:jc w:val="center"/>
            </w:pPr>
          </w:p>
          <w:p w:rsidR="003F0A82" w:rsidRDefault="003F0A82" w:rsidP="00C8039E">
            <w:pPr>
              <w:spacing w:line="235" w:lineRule="auto"/>
              <w:jc w:val="center"/>
            </w:pPr>
          </w:p>
          <w:p w:rsidR="003F0A82" w:rsidRDefault="003F0A82" w:rsidP="00C8039E">
            <w:pPr>
              <w:spacing w:line="235" w:lineRule="auto"/>
              <w:jc w:val="center"/>
            </w:pPr>
          </w:p>
          <w:p w:rsidR="003F0A82" w:rsidRDefault="003F0A82" w:rsidP="00C8039E">
            <w:pPr>
              <w:spacing w:line="235" w:lineRule="auto"/>
              <w:jc w:val="center"/>
            </w:pPr>
          </w:p>
          <w:p w:rsidR="003F0A82" w:rsidRDefault="003F0A82" w:rsidP="00C8039E">
            <w:pPr>
              <w:spacing w:line="235" w:lineRule="auto"/>
              <w:jc w:val="center"/>
            </w:pPr>
          </w:p>
          <w:p w:rsidR="003F0A82" w:rsidRDefault="003F0A82" w:rsidP="00C8039E">
            <w:pPr>
              <w:spacing w:line="235" w:lineRule="auto"/>
              <w:jc w:val="center"/>
            </w:pPr>
          </w:p>
          <w:p w:rsidR="003F0A82" w:rsidRDefault="003F0A82" w:rsidP="00C8039E">
            <w:pPr>
              <w:spacing w:line="235" w:lineRule="auto"/>
              <w:jc w:val="center"/>
            </w:pPr>
          </w:p>
          <w:p w:rsidR="003F0A82" w:rsidRPr="00986B5C" w:rsidRDefault="003F0A82" w:rsidP="00C8039E">
            <w:pPr>
              <w:spacing w:line="235" w:lineRule="auto"/>
              <w:jc w:val="center"/>
            </w:pPr>
            <w:r>
              <w:t>241518,8</w:t>
            </w:r>
          </w:p>
        </w:tc>
      </w:tr>
      <w:tr w:rsidR="003F0A82" w:rsidRPr="00ED4091" w:rsidTr="00C85160">
        <w:trPr>
          <w:trHeight w:val="322"/>
        </w:trPr>
        <w:tc>
          <w:tcPr>
            <w:tcW w:w="3600" w:type="dxa"/>
          </w:tcPr>
          <w:p w:rsidR="003F0A82" w:rsidRPr="00471B0C" w:rsidRDefault="003F0A82" w:rsidP="003D1451">
            <w:pPr>
              <w:widowControl w:val="0"/>
              <w:spacing w:line="235" w:lineRule="auto"/>
              <w:ind w:hanging="108"/>
              <w:jc w:val="center"/>
              <w:rPr>
                <w:b/>
                <w:szCs w:val="28"/>
              </w:rPr>
            </w:pPr>
            <w:r w:rsidRPr="00471B0C">
              <w:rPr>
                <w:b/>
                <w:szCs w:val="28"/>
              </w:rPr>
              <w:t>395 2 02 05999 00 0000 151</w:t>
            </w:r>
          </w:p>
          <w:p w:rsidR="003F0A82" w:rsidRPr="00ED4091" w:rsidRDefault="003F0A82" w:rsidP="003D1451">
            <w:pPr>
              <w:spacing w:line="235" w:lineRule="auto"/>
              <w:rPr>
                <w:b/>
              </w:rPr>
            </w:pPr>
          </w:p>
        </w:tc>
        <w:tc>
          <w:tcPr>
            <w:tcW w:w="4622" w:type="dxa"/>
          </w:tcPr>
          <w:p w:rsidR="003F0A82" w:rsidRPr="00ED4091" w:rsidRDefault="003F0A82" w:rsidP="003D1451">
            <w:pPr>
              <w:spacing w:line="235" w:lineRule="auto"/>
              <w:jc w:val="both"/>
              <w:rPr>
                <w:b/>
              </w:rPr>
            </w:pPr>
            <w:r w:rsidRPr="00471B0C">
              <w:rPr>
                <w:b/>
                <w:szCs w:val="28"/>
              </w:rPr>
              <w:t>Прочие межбюджетные тран</w:t>
            </w:r>
            <w:r w:rsidRPr="00471B0C">
              <w:rPr>
                <w:b/>
                <w:szCs w:val="28"/>
              </w:rPr>
              <w:t>с</w:t>
            </w:r>
            <w:r w:rsidRPr="00471B0C">
              <w:rPr>
                <w:b/>
                <w:szCs w:val="28"/>
              </w:rPr>
              <w:t>ферты, передаваемые бюджетам государственных внебюджетных фондов</w:t>
            </w:r>
          </w:p>
        </w:tc>
        <w:tc>
          <w:tcPr>
            <w:tcW w:w="1843" w:type="dxa"/>
            <w:vAlign w:val="center"/>
          </w:tcPr>
          <w:p w:rsidR="003F0A82" w:rsidRDefault="003F0A82" w:rsidP="003D1451">
            <w:pPr>
              <w:spacing w:line="235" w:lineRule="auto"/>
              <w:rPr>
                <w:b/>
              </w:rPr>
            </w:pPr>
          </w:p>
          <w:p w:rsidR="003F0A82" w:rsidRDefault="003F0A82" w:rsidP="003D1451">
            <w:pPr>
              <w:spacing w:line="235" w:lineRule="auto"/>
              <w:rPr>
                <w:b/>
              </w:rPr>
            </w:pPr>
          </w:p>
          <w:p w:rsidR="003F0A82" w:rsidRDefault="003F0A82" w:rsidP="003D1451">
            <w:pPr>
              <w:spacing w:line="235" w:lineRule="auto"/>
              <w:rPr>
                <w:b/>
              </w:rPr>
            </w:pPr>
          </w:p>
          <w:p w:rsidR="003F0A82" w:rsidRPr="006A528D" w:rsidRDefault="003F0A82" w:rsidP="003D1451">
            <w:pPr>
              <w:spacing w:line="235" w:lineRule="auto"/>
              <w:jc w:val="center"/>
              <w:rPr>
                <w:highlight w:val="yellow"/>
              </w:rPr>
            </w:pPr>
            <w:r>
              <w:rPr>
                <w:b/>
                <w:szCs w:val="28"/>
              </w:rPr>
              <w:t>156113,8</w:t>
            </w:r>
          </w:p>
        </w:tc>
      </w:tr>
      <w:tr w:rsidR="003F0A82" w:rsidRPr="00ED4091" w:rsidTr="00C85160">
        <w:trPr>
          <w:trHeight w:val="220"/>
        </w:trPr>
        <w:tc>
          <w:tcPr>
            <w:tcW w:w="3600" w:type="dxa"/>
          </w:tcPr>
          <w:p w:rsidR="003F0A82" w:rsidRPr="00ED4091" w:rsidRDefault="003F0A82" w:rsidP="003D1451">
            <w:pPr>
              <w:suppressAutoHyphens/>
              <w:spacing w:line="235" w:lineRule="auto"/>
              <w:rPr>
                <w:b/>
                <w:bCs/>
              </w:rPr>
            </w:pPr>
            <w:r w:rsidRPr="00BB0BC7">
              <w:rPr>
                <w:szCs w:val="28"/>
              </w:rPr>
              <w:t>395 2 02 05999 09 0000 151</w:t>
            </w:r>
          </w:p>
        </w:tc>
        <w:tc>
          <w:tcPr>
            <w:tcW w:w="4622" w:type="dxa"/>
          </w:tcPr>
          <w:p w:rsidR="003F0A82" w:rsidRPr="00ED4091" w:rsidRDefault="003F0A82" w:rsidP="003D1451">
            <w:pPr>
              <w:spacing w:line="235" w:lineRule="auto"/>
              <w:jc w:val="both"/>
              <w:rPr>
                <w:b/>
                <w:bCs/>
                <w:spacing w:val="-2"/>
              </w:rPr>
            </w:pPr>
            <w:r w:rsidRPr="00BB0BC7">
              <w:rPr>
                <w:szCs w:val="28"/>
              </w:rPr>
              <w:t>Прочие межбюджетные трансфе</w:t>
            </w:r>
            <w:r w:rsidRPr="00BB0BC7">
              <w:rPr>
                <w:szCs w:val="28"/>
              </w:rPr>
              <w:t>р</w:t>
            </w:r>
            <w:r w:rsidRPr="00BB0BC7">
              <w:rPr>
                <w:szCs w:val="28"/>
              </w:rPr>
              <w:t>ты, передаваемые бюджетам терр</w:t>
            </w:r>
            <w:r w:rsidRPr="00BB0BC7">
              <w:rPr>
                <w:szCs w:val="28"/>
              </w:rPr>
              <w:t>и</w:t>
            </w:r>
            <w:r w:rsidRPr="00BB0BC7">
              <w:rPr>
                <w:szCs w:val="28"/>
              </w:rPr>
              <w:t>ториальных фондов обязательного медицинского страхования</w:t>
            </w:r>
          </w:p>
        </w:tc>
        <w:tc>
          <w:tcPr>
            <w:tcW w:w="1843" w:type="dxa"/>
            <w:tcBorders>
              <w:left w:val="nil"/>
            </w:tcBorders>
            <w:vAlign w:val="bottom"/>
          </w:tcPr>
          <w:p w:rsidR="003F0A82" w:rsidRDefault="003F0A82" w:rsidP="003D1451">
            <w:pPr>
              <w:spacing w:line="235" w:lineRule="auto"/>
              <w:jc w:val="center"/>
            </w:pPr>
          </w:p>
          <w:p w:rsidR="003F0A82" w:rsidRDefault="003F0A82" w:rsidP="003D1451">
            <w:pPr>
              <w:spacing w:line="235" w:lineRule="auto"/>
              <w:jc w:val="center"/>
            </w:pPr>
          </w:p>
          <w:p w:rsidR="003F0A82" w:rsidRDefault="003F0A82" w:rsidP="003D1451">
            <w:pPr>
              <w:spacing w:line="235" w:lineRule="auto"/>
              <w:jc w:val="center"/>
            </w:pPr>
          </w:p>
          <w:p w:rsidR="003F0A82" w:rsidRPr="00983B87" w:rsidRDefault="003F0A82" w:rsidP="003D1451">
            <w:pPr>
              <w:spacing w:line="235" w:lineRule="auto"/>
              <w:jc w:val="center"/>
            </w:pPr>
            <w:r>
              <w:t>156113,8</w:t>
            </w:r>
          </w:p>
        </w:tc>
      </w:tr>
      <w:tr w:rsidR="003F0A82" w:rsidRPr="00ED4091" w:rsidTr="00267926">
        <w:trPr>
          <w:trHeight w:val="1208"/>
        </w:trPr>
        <w:tc>
          <w:tcPr>
            <w:tcW w:w="3600" w:type="dxa"/>
          </w:tcPr>
          <w:p w:rsidR="003F0A82" w:rsidRPr="006A528D" w:rsidRDefault="003F0A82" w:rsidP="009B2AC2">
            <w:pPr>
              <w:suppressAutoHyphens/>
              <w:spacing w:line="235" w:lineRule="auto"/>
              <w:rPr>
                <w:b/>
                <w:bCs/>
                <w:highlight w:val="yellow"/>
              </w:rPr>
            </w:pPr>
            <w:r w:rsidRPr="00016994">
              <w:rPr>
                <w:b/>
                <w:szCs w:val="28"/>
              </w:rPr>
              <w:t>000 2 18 00000 00 0000 000</w:t>
            </w:r>
          </w:p>
        </w:tc>
        <w:tc>
          <w:tcPr>
            <w:tcW w:w="4622" w:type="dxa"/>
          </w:tcPr>
          <w:p w:rsidR="003F0A82" w:rsidRPr="006A528D" w:rsidRDefault="003F0A82" w:rsidP="009B2AC2">
            <w:pPr>
              <w:spacing w:line="235" w:lineRule="auto"/>
              <w:jc w:val="both"/>
              <w:rPr>
                <w:b/>
                <w:bCs/>
                <w:spacing w:val="-2"/>
                <w:highlight w:val="yellow"/>
              </w:rPr>
            </w:pPr>
            <w:r w:rsidRPr="00016994">
              <w:rPr>
                <w:b/>
                <w:szCs w:val="28"/>
              </w:rPr>
              <w:t>Доходы бюджетов бюджетной си</w:t>
            </w:r>
            <w:r>
              <w:rPr>
                <w:b/>
                <w:szCs w:val="28"/>
                <w:lang w:val="en-US"/>
              </w:rPr>
              <w:t>c</w:t>
            </w:r>
            <w:r w:rsidRPr="00016994">
              <w:rPr>
                <w:b/>
                <w:szCs w:val="28"/>
              </w:rPr>
              <w:t>-темы Российской Федерации от возврата бюджетами бюджетной системы Российской Федерации и организациями остатков субс</w:t>
            </w:r>
            <w:r w:rsidRPr="00016994">
              <w:rPr>
                <w:b/>
                <w:szCs w:val="28"/>
              </w:rPr>
              <w:t>и</w:t>
            </w:r>
            <w:r w:rsidRPr="00016994">
              <w:rPr>
                <w:b/>
                <w:szCs w:val="28"/>
              </w:rPr>
              <w:t>дий, субвенций и иных межбю</w:t>
            </w:r>
            <w:r w:rsidRPr="00016994">
              <w:rPr>
                <w:b/>
                <w:szCs w:val="28"/>
              </w:rPr>
              <w:t>д</w:t>
            </w:r>
            <w:r w:rsidRPr="00016994">
              <w:rPr>
                <w:b/>
                <w:szCs w:val="28"/>
              </w:rPr>
              <w:t>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left w:val="nil"/>
            </w:tcBorders>
            <w:vAlign w:val="bottom"/>
          </w:tcPr>
          <w:p w:rsidR="003F0A82" w:rsidRPr="006A528D" w:rsidRDefault="003F0A82" w:rsidP="009B2AC2">
            <w:pPr>
              <w:spacing w:line="235" w:lineRule="auto"/>
              <w:jc w:val="center"/>
              <w:rPr>
                <w:b/>
                <w:szCs w:val="28"/>
                <w:highlight w:val="yellow"/>
              </w:rPr>
            </w:pPr>
            <w:r w:rsidRPr="007C2610">
              <w:rPr>
                <w:b/>
              </w:rPr>
              <w:t>892,6</w:t>
            </w:r>
          </w:p>
        </w:tc>
      </w:tr>
      <w:tr w:rsidR="003F0A82" w:rsidRPr="00ED4091" w:rsidTr="00267926">
        <w:trPr>
          <w:trHeight w:val="376"/>
        </w:trPr>
        <w:tc>
          <w:tcPr>
            <w:tcW w:w="3600" w:type="dxa"/>
          </w:tcPr>
          <w:p w:rsidR="003F0A82" w:rsidRPr="006A528D" w:rsidRDefault="003F0A82" w:rsidP="009B2AC2">
            <w:pPr>
              <w:suppressAutoHyphens/>
              <w:spacing w:line="235" w:lineRule="auto"/>
              <w:rPr>
                <w:bCs/>
                <w:highlight w:val="yellow"/>
              </w:rPr>
            </w:pPr>
            <w:r w:rsidRPr="00016994">
              <w:rPr>
                <w:b/>
                <w:szCs w:val="28"/>
              </w:rPr>
              <w:t>395 2 18 00000 00 0000 151</w:t>
            </w:r>
          </w:p>
        </w:tc>
        <w:tc>
          <w:tcPr>
            <w:tcW w:w="4622" w:type="dxa"/>
          </w:tcPr>
          <w:p w:rsidR="003F0A82" w:rsidRPr="006A528D" w:rsidRDefault="003F0A82" w:rsidP="009B2AC2">
            <w:pPr>
              <w:spacing w:line="235" w:lineRule="auto"/>
              <w:jc w:val="both"/>
              <w:rPr>
                <w:bCs/>
                <w:spacing w:val="-2"/>
                <w:highlight w:val="yellow"/>
              </w:rPr>
            </w:pPr>
            <w:r w:rsidRPr="00016994">
              <w:rPr>
                <w:b/>
                <w:szCs w:val="28"/>
              </w:rPr>
              <w:t>Доходы бюджетов бюджетной си</w:t>
            </w:r>
            <w:r>
              <w:rPr>
                <w:b/>
                <w:szCs w:val="28"/>
                <w:lang w:val="en-US"/>
              </w:rPr>
              <w:t>c</w:t>
            </w:r>
            <w:r w:rsidRPr="000357A7">
              <w:rPr>
                <w:b/>
                <w:szCs w:val="28"/>
              </w:rPr>
              <w:t>-</w:t>
            </w:r>
            <w:r w:rsidRPr="00016994">
              <w:rPr>
                <w:b/>
                <w:szCs w:val="28"/>
              </w:rPr>
              <w:t>темы Российской Федерации от возврата бюджетами бюджетной системы Российской Федерации остатков субсидий, субвенций и иных межбюджетных трансфе</w:t>
            </w:r>
            <w:r w:rsidRPr="00016994">
              <w:rPr>
                <w:b/>
                <w:szCs w:val="28"/>
              </w:rPr>
              <w:t>р</w:t>
            </w:r>
            <w:r w:rsidRPr="00016994">
              <w:rPr>
                <w:b/>
                <w:szCs w:val="28"/>
              </w:rPr>
              <w:t>тов, имеющих целевое назнач</w:t>
            </w:r>
            <w:r w:rsidRPr="00016994">
              <w:rPr>
                <w:b/>
                <w:szCs w:val="28"/>
              </w:rPr>
              <w:t>е</w:t>
            </w:r>
            <w:r w:rsidRPr="00016994">
              <w:rPr>
                <w:b/>
                <w:szCs w:val="28"/>
              </w:rPr>
              <w:t>ние, прошлых лет</w:t>
            </w:r>
          </w:p>
        </w:tc>
        <w:tc>
          <w:tcPr>
            <w:tcW w:w="1843" w:type="dxa"/>
            <w:tcBorders>
              <w:left w:val="nil"/>
            </w:tcBorders>
            <w:vAlign w:val="bottom"/>
          </w:tcPr>
          <w:p w:rsidR="003F0A82" w:rsidRPr="006A528D" w:rsidRDefault="003F0A82" w:rsidP="009B2AC2">
            <w:pPr>
              <w:spacing w:line="235" w:lineRule="auto"/>
              <w:jc w:val="center"/>
              <w:rPr>
                <w:szCs w:val="28"/>
                <w:highlight w:val="yellow"/>
              </w:rPr>
            </w:pPr>
            <w:r w:rsidRPr="007C2610">
              <w:rPr>
                <w:b/>
              </w:rPr>
              <w:t>892,6</w:t>
            </w:r>
          </w:p>
        </w:tc>
      </w:tr>
      <w:tr w:rsidR="003F0A82" w:rsidRPr="00ED4091" w:rsidTr="00267926">
        <w:trPr>
          <w:trHeight w:val="376"/>
        </w:trPr>
        <w:tc>
          <w:tcPr>
            <w:tcW w:w="3600" w:type="dxa"/>
          </w:tcPr>
          <w:p w:rsidR="003F0A82" w:rsidRPr="00ED4091" w:rsidRDefault="003F0A82" w:rsidP="009B2AC2">
            <w:pPr>
              <w:spacing w:line="235" w:lineRule="auto"/>
            </w:pPr>
            <w:r>
              <w:rPr>
                <w:szCs w:val="28"/>
              </w:rPr>
              <w:t xml:space="preserve">395 </w:t>
            </w:r>
            <w:r w:rsidRPr="006A528D">
              <w:rPr>
                <w:szCs w:val="28"/>
              </w:rPr>
              <w:t>2 18 06040 09 0000 151</w:t>
            </w:r>
          </w:p>
        </w:tc>
        <w:tc>
          <w:tcPr>
            <w:tcW w:w="4622" w:type="dxa"/>
          </w:tcPr>
          <w:p w:rsidR="003F0A82" w:rsidRPr="006A528D" w:rsidRDefault="003F0A82" w:rsidP="009B2AC2">
            <w:pPr>
              <w:spacing w:line="235" w:lineRule="auto"/>
              <w:jc w:val="both"/>
              <w:rPr>
                <w:highlight w:val="yellow"/>
              </w:rPr>
            </w:pPr>
            <w:r w:rsidRPr="006A528D">
              <w:rPr>
                <w:szCs w:val="28"/>
              </w:rPr>
              <w:t>Доходы бюджетов территориальных фондов обязательного медицинск</w:t>
            </w:r>
            <w:r w:rsidRPr="006A528D">
              <w:rPr>
                <w:szCs w:val="28"/>
              </w:rPr>
              <w:t>о</w:t>
            </w:r>
            <w:r w:rsidRPr="006A528D">
              <w:rPr>
                <w:szCs w:val="28"/>
              </w:rPr>
              <w:t>го страхования от возврата остатков субсидий, субвенций и иных ме</w:t>
            </w:r>
            <w:r w:rsidRPr="006A528D">
              <w:rPr>
                <w:szCs w:val="28"/>
              </w:rPr>
              <w:t>ж</w:t>
            </w:r>
            <w:r w:rsidRPr="006A528D">
              <w:rPr>
                <w:szCs w:val="28"/>
              </w:rPr>
              <w:t>бюджетных трансфертов, имеющих целевое назначение, прошлых лет</w:t>
            </w:r>
          </w:p>
        </w:tc>
        <w:tc>
          <w:tcPr>
            <w:tcW w:w="1843" w:type="dxa"/>
            <w:vAlign w:val="bottom"/>
          </w:tcPr>
          <w:p w:rsidR="003F0A82" w:rsidRDefault="003F0A82" w:rsidP="009B2AC2">
            <w:pPr>
              <w:spacing w:line="235" w:lineRule="auto"/>
              <w:jc w:val="center"/>
            </w:pPr>
          </w:p>
          <w:p w:rsidR="003F0A82" w:rsidRDefault="003F0A82" w:rsidP="009B2AC2">
            <w:pPr>
              <w:spacing w:line="235" w:lineRule="auto"/>
              <w:jc w:val="center"/>
            </w:pPr>
          </w:p>
          <w:p w:rsidR="003F0A82" w:rsidRDefault="003F0A82" w:rsidP="009B2AC2">
            <w:pPr>
              <w:spacing w:line="235" w:lineRule="auto"/>
              <w:jc w:val="center"/>
            </w:pPr>
          </w:p>
          <w:p w:rsidR="003F0A82" w:rsidRDefault="003F0A82" w:rsidP="009B2AC2">
            <w:pPr>
              <w:spacing w:line="235" w:lineRule="auto"/>
              <w:jc w:val="center"/>
            </w:pPr>
          </w:p>
          <w:p w:rsidR="003F0A82" w:rsidRDefault="003F0A82" w:rsidP="009B2AC2">
            <w:pPr>
              <w:spacing w:line="235" w:lineRule="auto"/>
              <w:jc w:val="center"/>
            </w:pPr>
          </w:p>
          <w:p w:rsidR="003F0A82" w:rsidRPr="006A528D" w:rsidRDefault="003F0A82" w:rsidP="009B2AC2">
            <w:pPr>
              <w:spacing w:line="235" w:lineRule="auto"/>
              <w:jc w:val="center"/>
              <w:rPr>
                <w:highlight w:val="yellow"/>
              </w:rPr>
            </w:pPr>
            <w:r>
              <w:t>892,6</w:t>
            </w:r>
          </w:p>
        </w:tc>
      </w:tr>
      <w:tr w:rsidR="003F0A82" w:rsidRPr="00ED4091" w:rsidTr="009B2AC2">
        <w:tc>
          <w:tcPr>
            <w:tcW w:w="3600" w:type="dxa"/>
          </w:tcPr>
          <w:p w:rsidR="003F0A82" w:rsidRPr="00BB0BC7" w:rsidRDefault="003F0A82" w:rsidP="009B2AC2">
            <w:pPr>
              <w:widowControl w:val="0"/>
              <w:spacing w:line="235" w:lineRule="auto"/>
              <w:ind w:hanging="108"/>
              <w:jc w:val="center"/>
              <w:rPr>
                <w:szCs w:val="28"/>
              </w:rPr>
            </w:pPr>
            <w:r w:rsidRPr="00016994">
              <w:rPr>
                <w:b/>
                <w:szCs w:val="28"/>
              </w:rPr>
              <w:t>395 2 19 00000 00 0000 000</w:t>
            </w:r>
          </w:p>
        </w:tc>
        <w:tc>
          <w:tcPr>
            <w:tcW w:w="4622" w:type="dxa"/>
          </w:tcPr>
          <w:p w:rsidR="003F0A82" w:rsidRPr="00BB0BC7" w:rsidRDefault="003F0A82" w:rsidP="009B2AC2">
            <w:pPr>
              <w:widowControl w:val="0"/>
              <w:spacing w:line="235" w:lineRule="auto"/>
              <w:jc w:val="both"/>
              <w:rPr>
                <w:szCs w:val="28"/>
              </w:rPr>
            </w:pPr>
            <w:r w:rsidRPr="00016994">
              <w:rPr>
                <w:b/>
                <w:szCs w:val="28"/>
              </w:rPr>
              <w:t>Возврат остатков субсидий, су</w:t>
            </w:r>
            <w:r w:rsidRPr="00016994">
              <w:rPr>
                <w:b/>
                <w:szCs w:val="28"/>
              </w:rPr>
              <w:t>б</w:t>
            </w:r>
            <w:r w:rsidRPr="00016994">
              <w:rPr>
                <w:b/>
                <w:szCs w:val="28"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vAlign w:val="bottom"/>
          </w:tcPr>
          <w:p w:rsidR="003F0A82" w:rsidRDefault="003F0A82" w:rsidP="009B2AC2">
            <w:pPr>
              <w:spacing w:line="235" w:lineRule="auto"/>
              <w:jc w:val="center"/>
              <w:rPr>
                <w:b/>
              </w:rPr>
            </w:pPr>
          </w:p>
          <w:p w:rsidR="003F0A82" w:rsidRDefault="003F0A82" w:rsidP="009B2AC2">
            <w:pPr>
              <w:spacing w:line="235" w:lineRule="auto"/>
              <w:jc w:val="center"/>
              <w:rPr>
                <w:b/>
              </w:rPr>
            </w:pPr>
          </w:p>
          <w:p w:rsidR="003F0A82" w:rsidRDefault="003F0A82" w:rsidP="009B2AC2">
            <w:pPr>
              <w:spacing w:line="235" w:lineRule="auto"/>
              <w:jc w:val="center"/>
              <w:rPr>
                <w:b/>
              </w:rPr>
            </w:pPr>
          </w:p>
          <w:p w:rsidR="003F0A82" w:rsidRPr="00471B0C" w:rsidRDefault="003F0A82" w:rsidP="009B2AC2">
            <w:pPr>
              <w:spacing w:line="235" w:lineRule="auto"/>
              <w:jc w:val="center"/>
            </w:pPr>
            <w:r w:rsidRPr="007C2610">
              <w:rPr>
                <w:b/>
              </w:rPr>
              <w:t>-24337,6</w:t>
            </w:r>
          </w:p>
        </w:tc>
      </w:tr>
      <w:tr w:rsidR="003F0A82" w:rsidRPr="00ED4091" w:rsidTr="009B2AC2">
        <w:tc>
          <w:tcPr>
            <w:tcW w:w="3600" w:type="dxa"/>
          </w:tcPr>
          <w:p w:rsidR="003F0A82" w:rsidRPr="00471B0C" w:rsidRDefault="003F0A82" w:rsidP="009B2AC2">
            <w:pPr>
              <w:spacing w:line="235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 xml:space="preserve">395 </w:t>
            </w:r>
            <w:r w:rsidRPr="006A528D">
              <w:rPr>
                <w:szCs w:val="28"/>
              </w:rPr>
              <w:t>2 19 06080 09 0000 151</w:t>
            </w:r>
          </w:p>
        </w:tc>
        <w:tc>
          <w:tcPr>
            <w:tcW w:w="4622" w:type="dxa"/>
          </w:tcPr>
          <w:p w:rsidR="003F0A82" w:rsidRPr="00471B0C" w:rsidRDefault="003F0A82" w:rsidP="009B2AC2">
            <w:pPr>
              <w:widowControl w:val="0"/>
              <w:spacing w:line="235" w:lineRule="auto"/>
              <w:jc w:val="both"/>
              <w:rPr>
                <w:b/>
                <w:szCs w:val="28"/>
              </w:rPr>
            </w:pPr>
            <w:r w:rsidRPr="006A528D">
              <w:rPr>
                <w:szCs w:val="28"/>
              </w:rPr>
              <w:t>Возврат остатков субсидий, субве</w:t>
            </w:r>
            <w:r w:rsidRPr="006A528D">
              <w:rPr>
                <w:szCs w:val="28"/>
              </w:rPr>
              <w:t>н</w:t>
            </w:r>
            <w:r w:rsidRPr="006A528D">
              <w:rPr>
                <w:szCs w:val="28"/>
              </w:rPr>
              <w:t>ций и иных межбюджетных тран</w:t>
            </w:r>
            <w:r w:rsidRPr="006A528D">
              <w:rPr>
                <w:szCs w:val="28"/>
              </w:rPr>
              <w:t>с</w:t>
            </w:r>
            <w:r w:rsidRPr="006A528D">
              <w:rPr>
                <w:szCs w:val="28"/>
              </w:rPr>
              <w:t>фертов, имеющих целевое назнач</w:t>
            </w:r>
            <w:r w:rsidRPr="006A528D">
              <w:rPr>
                <w:szCs w:val="28"/>
              </w:rPr>
              <w:t>е</w:t>
            </w:r>
            <w:r w:rsidRPr="006A528D">
              <w:rPr>
                <w:szCs w:val="28"/>
              </w:rPr>
              <w:t>ние, прошлых лет в бюджет Фед</w:t>
            </w:r>
            <w:r w:rsidRPr="006A528D">
              <w:rPr>
                <w:szCs w:val="28"/>
              </w:rPr>
              <w:t>е</w:t>
            </w:r>
            <w:r w:rsidRPr="006A528D">
              <w:rPr>
                <w:szCs w:val="28"/>
              </w:rPr>
              <w:t>рального фонда обязательного м</w:t>
            </w:r>
            <w:r w:rsidRPr="006A528D">
              <w:rPr>
                <w:szCs w:val="28"/>
              </w:rPr>
              <w:t>е</w:t>
            </w:r>
            <w:r w:rsidRPr="006A528D">
              <w:rPr>
                <w:szCs w:val="28"/>
              </w:rPr>
              <w:t>дицинского страхования из бюдж</w:t>
            </w:r>
            <w:r w:rsidRPr="006A528D">
              <w:rPr>
                <w:szCs w:val="28"/>
              </w:rPr>
              <w:t>е</w:t>
            </w:r>
            <w:r w:rsidRPr="006A528D">
              <w:rPr>
                <w:szCs w:val="28"/>
              </w:rPr>
              <w:t>тов территориальных фондов обяз</w:t>
            </w:r>
            <w:r w:rsidRPr="006A528D">
              <w:rPr>
                <w:szCs w:val="28"/>
              </w:rPr>
              <w:t>а</w:t>
            </w:r>
            <w:r w:rsidRPr="006A528D">
              <w:rPr>
                <w:szCs w:val="28"/>
              </w:rPr>
              <w:t>тельного медицинского страхования</w:t>
            </w:r>
          </w:p>
        </w:tc>
        <w:tc>
          <w:tcPr>
            <w:tcW w:w="1843" w:type="dxa"/>
            <w:vAlign w:val="bottom"/>
          </w:tcPr>
          <w:p w:rsidR="003F0A82" w:rsidRPr="00ED4091" w:rsidRDefault="003F0A82" w:rsidP="009B2AC2">
            <w:pPr>
              <w:spacing w:line="235" w:lineRule="auto"/>
              <w:jc w:val="center"/>
              <w:rPr>
                <w:b/>
              </w:rPr>
            </w:pPr>
            <w:r>
              <w:t>-24337,6</w:t>
            </w:r>
          </w:p>
        </w:tc>
      </w:tr>
      <w:tr w:rsidR="003F0A82" w:rsidRPr="00ED4091" w:rsidTr="009B2AC2">
        <w:tc>
          <w:tcPr>
            <w:tcW w:w="3600" w:type="dxa"/>
          </w:tcPr>
          <w:p w:rsidR="003F0A82" w:rsidRPr="00BB0BC7" w:rsidRDefault="003F0A82" w:rsidP="009B2AC2">
            <w:pPr>
              <w:widowControl w:val="0"/>
              <w:spacing w:line="235" w:lineRule="auto"/>
              <w:ind w:hanging="108"/>
              <w:jc w:val="center"/>
              <w:rPr>
                <w:szCs w:val="28"/>
              </w:rPr>
            </w:pPr>
          </w:p>
        </w:tc>
        <w:tc>
          <w:tcPr>
            <w:tcW w:w="4622" w:type="dxa"/>
          </w:tcPr>
          <w:p w:rsidR="003F0A82" w:rsidRPr="00BB0BC7" w:rsidRDefault="003F0A82" w:rsidP="009B2AC2">
            <w:pPr>
              <w:widowControl w:val="0"/>
              <w:spacing w:line="235" w:lineRule="auto"/>
              <w:jc w:val="both"/>
              <w:rPr>
                <w:szCs w:val="28"/>
              </w:rPr>
            </w:pPr>
            <w:r w:rsidRPr="00ED4091">
              <w:rPr>
                <w:b/>
              </w:rPr>
              <w:t>Итого доходов</w:t>
            </w:r>
          </w:p>
        </w:tc>
        <w:tc>
          <w:tcPr>
            <w:tcW w:w="1843" w:type="dxa"/>
            <w:vAlign w:val="bottom"/>
          </w:tcPr>
          <w:p w:rsidR="003F0A82" w:rsidRPr="00ED4091" w:rsidRDefault="003F0A82" w:rsidP="009B2AC2">
            <w:pPr>
              <w:spacing w:line="235" w:lineRule="auto"/>
              <w:jc w:val="center"/>
            </w:pPr>
            <w:r>
              <w:rPr>
                <w:b/>
              </w:rPr>
              <w:t>11301314,2</w:t>
            </w:r>
            <w:r w:rsidRPr="00BE1050">
              <w:t>»;</w:t>
            </w:r>
          </w:p>
        </w:tc>
      </w:tr>
    </w:tbl>
    <w:p w:rsidR="003F0A82" w:rsidRPr="00C85160" w:rsidRDefault="003F0A82" w:rsidP="000F13A4">
      <w:pPr>
        <w:tabs>
          <w:tab w:val="left" w:pos="85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8"/>
        </w:rPr>
        <w:t>5)</w:t>
      </w:r>
      <w:r w:rsidRPr="00A70F53">
        <w:rPr>
          <w:szCs w:val="28"/>
        </w:rPr>
        <w:t xml:space="preserve"> приложени</w:t>
      </w:r>
      <w:r>
        <w:rPr>
          <w:szCs w:val="28"/>
        </w:rPr>
        <w:t>е</w:t>
      </w:r>
      <w:r w:rsidRPr="00A70F53">
        <w:rPr>
          <w:szCs w:val="28"/>
        </w:rPr>
        <w:t xml:space="preserve"> </w:t>
      </w:r>
      <w:r>
        <w:rPr>
          <w:szCs w:val="28"/>
        </w:rPr>
        <w:t>3 изложить в следующей редакции:</w:t>
      </w: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3"/>
      </w:tblGrid>
      <w:tr w:rsidR="003F0A82" w:rsidRPr="00765A06" w:rsidTr="008C7D1E"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:rsidR="003F0A82" w:rsidRPr="00C85160" w:rsidRDefault="003F0A82" w:rsidP="00C85160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</w:pPr>
            <w:r w:rsidRPr="00C85160">
              <w:t>«ПРИЛОЖЕНИЕ 3</w:t>
            </w:r>
          </w:p>
          <w:p w:rsidR="003F0A82" w:rsidRPr="00C85160" w:rsidRDefault="003F0A82" w:rsidP="00C85160">
            <w:pPr>
              <w:jc w:val="center"/>
              <w:rPr>
                <w:szCs w:val="28"/>
              </w:rPr>
            </w:pPr>
            <w:r w:rsidRPr="00C85160">
              <w:rPr>
                <w:szCs w:val="28"/>
              </w:rPr>
              <w:t>к Закону Ульяновской области</w:t>
            </w:r>
          </w:p>
          <w:p w:rsidR="003F0A82" w:rsidRPr="00C85160" w:rsidRDefault="003F0A82" w:rsidP="00C85160">
            <w:pPr>
              <w:jc w:val="center"/>
              <w:rPr>
                <w:szCs w:val="28"/>
              </w:rPr>
            </w:pPr>
            <w:r w:rsidRPr="00C85160">
              <w:rPr>
                <w:szCs w:val="28"/>
              </w:rPr>
              <w:t>«О бюджете Территориального фонда обязательного медицинского</w:t>
            </w:r>
          </w:p>
          <w:p w:rsidR="003F0A82" w:rsidRPr="00C85160" w:rsidRDefault="003F0A82" w:rsidP="00C85160">
            <w:pPr>
              <w:jc w:val="center"/>
              <w:rPr>
                <w:szCs w:val="28"/>
              </w:rPr>
            </w:pPr>
            <w:r w:rsidRPr="00C85160">
              <w:rPr>
                <w:szCs w:val="28"/>
              </w:rPr>
              <w:t xml:space="preserve">страхования Ульяновской области </w:t>
            </w:r>
            <w:r w:rsidRPr="00C85160">
              <w:rPr>
                <w:szCs w:val="28"/>
              </w:rPr>
              <w:br/>
              <w:t>на 2016 год»</w:t>
            </w:r>
          </w:p>
          <w:p w:rsidR="003F0A82" w:rsidRPr="00C85160" w:rsidRDefault="003F0A82" w:rsidP="00C85160">
            <w:pPr>
              <w:jc w:val="center"/>
            </w:pPr>
          </w:p>
        </w:tc>
      </w:tr>
    </w:tbl>
    <w:p w:rsidR="003F0A82" w:rsidRPr="00397B7E" w:rsidRDefault="003F0A82" w:rsidP="00397B7E">
      <w:pPr>
        <w:jc w:val="center"/>
        <w:rPr>
          <w:b/>
          <w:szCs w:val="28"/>
        </w:rPr>
      </w:pPr>
      <w:r w:rsidRPr="00397B7E">
        <w:rPr>
          <w:b/>
          <w:szCs w:val="28"/>
        </w:rPr>
        <w:t>РАСХОДЫ</w:t>
      </w:r>
    </w:p>
    <w:p w:rsidR="003F0A82" w:rsidRPr="00397B7E" w:rsidRDefault="003F0A82" w:rsidP="00397B7E">
      <w:pPr>
        <w:jc w:val="center"/>
        <w:rPr>
          <w:b/>
          <w:szCs w:val="28"/>
        </w:rPr>
      </w:pPr>
      <w:r w:rsidRPr="00397B7E">
        <w:rPr>
          <w:b/>
          <w:szCs w:val="28"/>
        </w:rPr>
        <w:t xml:space="preserve">бюджета Территориального фонда обязательного медицинского </w:t>
      </w:r>
      <w:r w:rsidRPr="00397B7E">
        <w:rPr>
          <w:b/>
          <w:szCs w:val="28"/>
        </w:rPr>
        <w:br/>
        <w:t xml:space="preserve">страхования Ульяновской области на 2016 год по разделам, подразделам, </w:t>
      </w:r>
    </w:p>
    <w:p w:rsidR="003F0A82" w:rsidRPr="00397B7E" w:rsidRDefault="003F0A82" w:rsidP="00397B7E">
      <w:pPr>
        <w:jc w:val="center"/>
        <w:rPr>
          <w:b/>
          <w:szCs w:val="28"/>
        </w:rPr>
      </w:pPr>
      <w:r w:rsidRPr="00397B7E">
        <w:rPr>
          <w:b/>
          <w:szCs w:val="28"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3F0A82" w:rsidRPr="00397B7E" w:rsidRDefault="003F0A82" w:rsidP="00397B7E">
      <w:pPr>
        <w:ind w:left="7080" w:firstLine="708"/>
        <w:rPr>
          <w:szCs w:val="28"/>
        </w:rPr>
      </w:pPr>
    </w:p>
    <w:p w:rsidR="003F0A82" w:rsidRPr="00397B7E" w:rsidRDefault="003F0A82" w:rsidP="00397B7E">
      <w:pPr>
        <w:ind w:left="7080" w:firstLine="708"/>
        <w:rPr>
          <w:szCs w:val="28"/>
        </w:rPr>
      </w:pPr>
      <w:r w:rsidRPr="00397B7E">
        <w:rPr>
          <w:szCs w:val="28"/>
        </w:rPr>
        <w:t xml:space="preserve">          тыс. рублей</w:t>
      </w:r>
    </w:p>
    <w:p w:rsidR="003F0A82" w:rsidRPr="00397B7E" w:rsidRDefault="003F0A82" w:rsidP="00397B7E">
      <w:pPr>
        <w:widowControl w:val="0"/>
        <w:spacing w:line="14" w:lineRule="auto"/>
        <w:rPr>
          <w:sz w:val="2"/>
          <w:szCs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2"/>
        <w:gridCol w:w="997"/>
        <w:gridCol w:w="706"/>
        <w:gridCol w:w="849"/>
        <w:gridCol w:w="1844"/>
        <w:gridCol w:w="851"/>
        <w:gridCol w:w="1842"/>
      </w:tblGrid>
      <w:tr w:rsidR="003F0A82" w:rsidRPr="00397B7E" w:rsidTr="009B2AC2">
        <w:trPr>
          <w:tblHeader/>
        </w:trPr>
        <w:tc>
          <w:tcPr>
            <w:tcW w:w="1467" w:type="pct"/>
          </w:tcPr>
          <w:p w:rsidR="003F0A82" w:rsidRPr="00397B7E" w:rsidRDefault="003F0A82" w:rsidP="00397B7E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Наименование</w:t>
            </w:r>
          </w:p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расходов</w:t>
            </w:r>
          </w:p>
        </w:tc>
        <w:tc>
          <w:tcPr>
            <w:tcW w:w="497" w:type="pct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Мин</w:t>
            </w:r>
          </w:p>
        </w:tc>
        <w:tc>
          <w:tcPr>
            <w:tcW w:w="352" w:type="pct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Рз</w:t>
            </w:r>
          </w:p>
        </w:tc>
        <w:tc>
          <w:tcPr>
            <w:tcW w:w="423" w:type="pct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ПР</w:t>
            </w:r>
          </w:p>
        </w:tc>
        <w:tc>
          <w:tcPr>
            <w:tcW w:w="919" w:type="pct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ЦС</w:t>
            </w:r>
          </w:p>
        </w:tc>
        <w:tc>
          <w:tcPr>
            <w:tcW w:w="424" w:type="pct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ВР</w:t>
            </w:r>
          </w:p>
        </w:tc>
        <w:tc>
          <w:tcPr>
            <w:tcW w:w="919" w:type="pct"/>
          </w:tcPr>
          <w:p w:rsidR="003F0A82" w:rsidRPr="00397B7E" w:rsidRDefault="003F0A82" w:rsidP="00397B7E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Сумма</w:t>
            </w:r>
          </w:p>
        </w:tc>
      </w:tr>
    </w:tbl>
    <w:p w:rsidR="003F0A82" w:rsidRPr="00397B7E" w:rsidRDefault="003F0A82" w:rsidP="00397B7E">
      <w:pPr>
        <w:spacing w:line="14" w:lineRule="auto"/>
        <w:rPr>
          <w:sz w:val="2"/>
          <w:szCs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991"/>
        <w:gridCol w:w="710"/>
        <w:gridCol w:w="849"/>
        <w:gridCol w:w="1846"/>
        <w:gridCol w:w="849"/>
        <w:gridCol w:w="62"/>
        <w:gridCol w:w="1782"/>
      </w:tblGrid>
      <w:tr w:rsidR="003F0A82" w:rsidRPr="00397B7E" w:rsidTr="000F13A4">
        <w:trPr>
          <w:tblHeader/>
        </w:trPr>
        <w:tc>
          <w:tcPr>
            <w:tcW w:w="1466" w:type="pct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</w:t>
            </w:r>
          </w:p>
        </w:tc>
        <w:tc>
          <w:tcPr>
            <w:tcW w:w="494" w:type="pct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2</w:t>
            </w:r>
          </w:p>
        </w:tc>
        <w:tc>
          <w:tcPr>
            <w:tcW w:w="354" w:type="pct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</w:t>
            </w:r>
          </w:p>
        </w:tc>
        <w:tc>
          <w:tcPr>
            <w:tcW w:w="423" w:type="pct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4</w:t>
            </w:r>
          </w:p>
        </w:tc>
        <w:tc>
          <w:tcPr>
            <w:tcW w:w="920" w:type="pct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5</w:t>
            </w:r>
          </w:p>
        </w:tc>
        <w:tc>
          <w:tcPr>
            <w:tcW w:w="423" w:type="pct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6</w:t>
            </w:r>
          </w:p>
        </w:tc>
        <w:tc>
          <w:tcPr>
            <w:tcW w:w="919" w:type="pct"/>
            <w:gridSpan w:val="2"/>
          </w:tcPr>
          <w:p w:rsidR="003F0A82" w:rsidRPr="00397B7E" w:rsidRDefault="003F0A82" w:rsidP="00397B7E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</w:t>
            </w:r>
          </w:p>
        </w:tc>
      </w:tr>
      <w:tr w:rsidR="003F0A82" w:rsidRPr="00397B7E" w:rsidTr="000F13A4">
        <w:tc>
          <w:tcPr>
            <w:tcW w:w="1466" w:type="pct"/>
            <w:tcBorders>
              <w:left w:val="nil"/>
              <w:bottom w:val="nil"/>
              <w:right w:val="nil"/>
            </w:tcBorders>
          </w:tcPr>
          <w:p w:rsidR="003F0A82" w:rsidRPr="00397B7E" w:rsidRDefault="003F0A82" w:rsidP="000F13A4">
            <w:pPr>
              <w:widowControl w:val="0"/>
              <w:spacing w:line="245" w:lineRule="auto"/>
              <w:ind w:firstLine="34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Территориальный фонд обязательного медицинского стр</w:t>
            </w:r>
            <w:r w:rsidRPr="00397B7E">
              <w:rPr>
                <w:b/>
                <w:szCs w:val="28"/>
              </w:rPr>
              <w:t>а</w:t>
            </w:r>
            <w:r w:rsidRPr="00397B7E">
              <w:rPr>
                <w:b/>
                <w:szCs w:val="28"/>
              </w:rPr>
              <w:t>хования Ульяно</w:t>
            </w:r>
            <w:r w:rsidRPr="00397B7E">
              <w:rPr>
                <w:b/>
                <w:szCs w:val="28"/>
              </w:rPr>
              <w:t>в</w:t>
            </w:r>
            <w:r w:rsidRPr="00397B7E">
              <w:rPr>
                <w:b/>
                <w:szCs w:val="28"/>
              </w:rPr>
              <w:t>ской области</w:t>
            </w:r>
          </w:p>
        </w:tc>
        <w:tc>
          <w:tcPr>
            <w:tcW w:w="494" w:type="pct"/>
            <w:tcBorders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423" w:type="pct"/>
            <w:tcBorders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920" w:type="pct"/>
            <w:tcBorders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454" w:type="pct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</w:rPr>
            </w:pPr>
            <w:r>
              <w:rPr>
                <w:b/>
                <w:bCs/>
              </w:rPr>
              <w:t>11301315,3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0F13A4">
            <w:pPr>
              <w:widowControl w:val="0"/>
              <w:spacing w:line="245" w:lineRule="auto"/>
              <w:ind w:firstLine="34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Общегосударстве</w:t>
            </w:r>
            <w:r w:rsidRPr="00397B7E">
              <w:rPr>
                <w:b/>
                <w:szCs w:val="28"/>
              </w:rPr>
              <w:t>н</w:t>
            </w:r>
            <w:r w:rsidRPr="00397B7E">
              <w:rPr>
                <w:b/>
                <w:szCs w:val="28"/>
              </w:rPr>
              <w:t xml:space="preserve">ные вопросы  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tabs>
                <w:tab w:val="left" w:pos="161"/>
              </w:tabs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71511,2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0F13A4">
            <w:pPr>
              <w:widowControl w:val="0"/>
              <w:spacing w:line="245" w:lineRule="auto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Другие общегосуда</w:t>
            </w:r>
            <w:r w:rsidRPr="00397B7E">
              <w:rPr>
                <w:b/>
                <w:szCs w:val="28"/>
              </w:rPr>
              <w:t>р</w:t>
            </w:r>
            <w:r w:rsidRPr="00397B7E">
              <w:rPr>
                <w:b/>
                <w:szCs w:val="28"/>
              </w:rPr>
              <w:t>ственные вопросы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</w:rPr>
            </w:pPr>
            <w:r w:rsidRPr="00397B7E">
              <w:rPr>
                <w:b/>
              </w:rPr>
              <w:t>71511,2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0F13A4">
            <w:pPr>
              <w:widowControl w:val="0"/>
              <w:spacing w:line="245" w:lineRule="auto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Непрограммные н</w:t>
            </w:r>
            <w:r w:rsidRPr="00397B7E">
              <w:rPr>
                <w:b/>
                <w:szCs w:val="28"/>
              </w:rPr>
              <w:t>а</w:t>
            </w:r>
            <w:r w:rsidRPr="00397B7E">
              <w:rPr>
                <w:b/>
                <w:szCs w:val="28"/>
              </w:rPr>
              <w:t>правления деятел</w:t>
            </w:r>
            <w:r w:rsidRPr="00397B7E">
              <w:rPr>
                <w:b/>
                <w:szCs w:val="28"/>
              </w:rPr>
              <w:t>ь</w:t>
            </w:r>
            <w:r w:rsidRPr="00397B7E">
              <w:rPr>
                <w:b/>
                <w:szCs w:val="28"/>
              </w:rPr>
              <w:t>ности органа упра</w:t>
            </w:r>
            <w:r w:rsidRPr="00397B7E">
              <w:rPr>
                <w:b/>
                <w:szCs w:val="28"/>
              </w:rPr>
              <w:t>в</w:t>
            </w:r>
            <w:r w:rsidRPr="00397B7E">
              <w:rPr>
                <w:b/>
                <w:szCs w:val="28"/>
              </w:rPr>
              <w:t>ления Территор</w:t>
            </w:r>
            <w:r w:rsidRPr="00397B7E">
              <w:rPr>
                <w:b/>
                <w:szCs w:val="28"/>
              </w:rPr>
              <w:t>и</w:t>
            </w:r>
            <w:r w:rsidRPr="00397B7E">
              <w:rPr>
                <w:b/>
                <w:szCs w:val="28"/>
              </w:rPr>
              <w:t>ального фонда об</w:t>
            </w:r>
            <w:r w:rsidRPr="00397B7E">
              <w:rPr>
                <w:b/>
                <w:szCs w:val="28"/>
              </w:rPr>
              <w:t>я</w:t>
            </w:r>
            <w:r w:rsidRPr="00397B7E">
              <w:rPr>
                <w:b/>
                <w:szCs w:val="28"/>
              </w:rPr>
              <w:t>зательного медици</w:t>
            </w:r>
            <w:r w:rsidRPr="00397B7E">
              <w:rPr>
                <w:b/>
                <w:szCs w:val="28"/>
              </w:rPr>
              <w:t>н</w:t>
            </w:r>
            <w:r w:rsidRPr="00397B7E">
              <w:rPr>
                <w:b/>
                <w:szCs w:val="28"/>
              </w:rPr>
              <w:t>ского страхования Ульяновской обла</w:t>
            </w:r>
            <w:r w:rsidRPr="00397B7E">
              <w:rPr>
                <w:b/>
                <w:szCs w:val="28"/>
              </w:rPr>
              <w:t>с</w:t>
            </w:r>
            <w:r w:rsidRPr="00397B7E">
              <w:rPr>
                <w:b/>
                <w:szCs w:val="28"/>
              </w:rPr>
              <w:t>ти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ind w:right="-108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73 0 00 00000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  <w:highlight w:val="red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b/>
                <w:szCs w:val="28"/>
                <w:highlight w:val="red"/>
              </w:rPr>
            </w:pPr>
            <w:r w:rsidRPr="00397B7E">
              <w:rPr>
                <w:b/>
                <w:szCs w:val="28"/>
              </w:rPr>
              <w:t>71511,2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0F13A4">
            <w:pPr>
              <w:widowControl w:val="0"/>
              <w:spacing w:line="245" w:lineRule="auto"/>
              <w:jc w:val="both"/>
              <w:outlineLvl w:val="1"/>
              <w:rPr>
                <w:szCs w:val="28"/>
              </w:rPr>
            </w:pPr>
            <w:r w:rsidRPr="00397B7E">
              <w:rPr>
                <w:szCs w:val="28"/>
              </w:rPr>
              <w:t>Выполнение функций аппаратом органа управления Террит</w:t>
            </w:r>
            <w:r w:rsidRPr="00397B7E">
              <w:rPr>
                <w:szCs w:val="28"/>
              </w:rPr>
              <w:t>о</w:t>
            </w:r>
            <w:r w:rsidRPr="00397B7E">
              <w:rPr>
                <w:szCs w:val="28"/>
              </w:rPr>
              <w:t>риального фонда об</w:t>
            </w:r>
            <w:r w:rsidRPr="00397B7E">
              <w:rPr>
                <w:szCs w:val="28"/>
              </w:rPr>
              <w:t>я</w:t>
            </w:r>
            <w:r w:rsidRPr="00397B7E">
              <w:rPr>
                <w:szCs w:val="28"/>
              </w:rPr>
              <w:t>зательного медици</w:t>
            </w:r>
            <w:r w:rsidRPr="00397B7E">
              <w:rPr>
                <w:szCs w:val="28"/>
              </w:rPr>
              <w:t>н</w:t>
            </w:r>
            <w:r w:rsidRPr="00397B7E">
              <w:rPr>
                <w:szCs w:val="28"/>
              </w:rPr>
              <w:t>ского страхования Ульяновской области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0F13A4">
            <w:pPr>
              <w:widowControl w:val="0"/>
              <w:spacing w:line="245" w:lineRule="auto"/>
              <w:jc w:val="center"/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</w:pPr>
          </w:p>
          <w:p w:rsidR="003F0A82" w:rsidRPr="00397B7E" w:rsidRDefault="003F0A82" w:rsidP="000F13A4">
            <w:pPr>
              <w:widowControl w:val="0"/>
              <w:spacing w:line="245" w:lineRule="auto"/>
              <w:jc w:val="center"/>
            </w:pPr>
            <w:r w:rsidRPr="00397B7E">
              <w:t>71511,2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spacing w:line="235" w:lineRule="auto"/>
              <w:jc w:val="both"/>
              <w:outlineLvl w:val="1"/>
              <w:rPr>
                <w:szCs w:val="28"/>
              </w:rPr>
            </w:pPr>
            <w:r w:rsidRPr="00397B7E">
              <w:rPr>
                <w:szCs w:val="28"/>
              </w:rPr>
              <w:t>Финансовое обесп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чение организации обязательного мед</w:t>
            </w:r>
            <w:r w:rsidRPr="00397B7E">
              <w:rPr>
                <w:szCs w:val="28"/>
              </w:rPr>
              <w:t>и</w:t>
            </w:r>
            <w:r w:rsidRPr="00397B7E">
              <w:rPr>
                <w:szCs w:val="28"/>
              </w:rPr>
              <w:t>цинского страхования на территориях суб</w:t>
            </w:r>
            <w:r w:rsidRPr="00397B7E">
              <w:rPr>
                <w:szCs w:val="28"/>
              </w:rPr>
              <w:t>ъ</w:t>
            </w:r>
            <w:r w:rsidRPr="00397B7E">
              <w:rPr>
                <w:szCs w:val="28"/>
              </w:rPr>
              <w:t>ектов Российской Ф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дерации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35" w:lineRule="auto"/>
              <w:jc w:val="center"/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</w:pPr>
          </w:p>
          <w:p w:rsidR="003F0A82" w:rsidRPr="00397B7E" w:rsidRDefault="003F0A82" w:rsidP="00397B7E">
            <w:pPr>
              <w:widowControl w:val="0"/>
              <w:spacing w:line="235" w:lineRule="auto"/>
              <w:jc w:val="center"/>
            </w:pPr>
            <w:r w:rsidRPr="00397B7E">
              <w:t>71511,2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0A82" w:rsidRPr="00397B7E" w:rsidRDefault="003F0A82" w:rsidP="00397B7E">
            <w:pPr>
              <w:widowControl w:val="0"/>
              <w:spacing w:line="245" w:lineRule="auto"/>
              <w:jc w:val="both"/>
              <w:outlineLvl w:val="1"/>
              <w:rPr>
                <w:szCs w:val="28"/>
              </w:rPr>
            </w:pPr>
            <w:r w:rsidRPr="00397B7E">
              <w:rPr>
                <w:szCs w:val="28"/>
              </w:rPr>
              <w:t>Расходы на выплаты персоналу в целях обеспечения выпо</w:t>
            </w:r>
            <w:r w:rsidRPr="00397B7E">
              <w:rPr>
                <w:szCs w:val="28"/>
              </w:rPr>
              <w:t>л</w:t>
            </w:r>
            <w:r w:rsidRPr="00397B7E">
              <w:rPr>
                <w:szCs w:val="28"/>
              </w:rPr>
              <w:t>нения функций гос</w:t>
            </w:r>
            <w:r w:rsidRPr="00397B7E">
              <w:rPr>
                <w:szCs w:val="28"/>
              </w:rPr>
              <w:t>у</w:t>
            </w:r>
            <w:r w:rsidRPr="00397B7E">
              <w:rPr>
                <w:szCs w:val="28"/>
              </w:rPr>
              <w:t>дарственными (мун</w:t>
            </w:r>
            <w:r w:rsidRPr="00397B7E">
              <w:rPr>
                <w:szCs w:val="28"/>
              </w:rPr>
              <w:t>и</w:t>
            </w:r>
            <w:r w:rsidRPr="00397B7E">
              <w:rPr>
                <w:szCs w:val="28"/>
              </w:rPr>
              <w:t>ципальными) орган</w:t>
            </w:r>
            <w:r w:rsidRPr="00397B7E">
              <w:rPr>
                <w:szCs w:val="28"/>
              </w:rPr>
              <w:t>а</w:t>
            </w:r>
            <w:r w:rsidRPr="00397B7E">
              <w:rPr>
                <w:szCs w:val="28"/>
              </w:rPr>
              <w:t>ми, казёнными учр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ждениями, органами управления госуда</w:t>
            </w:r>
            <w:r w:rsidRPr="00397B7E">
              <w:rPr>
                <w:szCs w:val="28"/>
              </w:rPr>
              <w:t>р</w:t>
            </w:r>
            <w:r w:rsidRPr="00397B7E">
              <w:rPr>
                <w:szCs w:val="28"/>
              </w:rPr>
              <w:t>ственными внебю</w:t>
            </w:r>
            <w:r w:rsidRPr="00397B7E">
              <w:rPr>
                <w:szCs w:val="28"/>
              </w:rPr>
              <w:t>д</w:t>
            </w:r>
            <w:r w:rsidRPr="00397B7E">
              <w:rPr>
                <w:szCs w:val="28"/>
              </w:rPr>
              <w:t>жетными фондами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100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</w:pPr>
            <w:r w:rsidRPr="00397B7E">
              <w:t>45851,8</w:t>
            </w:r>
          </w:p>
        </w:tc>
      </w:tr>
      <w:tr w:rsidR="003F0A82" w:rsidRPr="00397B7E" w:rsidTr="000F13A4">
        <w:trPr>
          <w:trHeight w:val="364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spacing w:line="245" w:lineRule="auto"/>
              <w:jc w:val="both"/>
            </w:pPr>
            <w:r w:rsidRPr="00397B7E">
              <w:t>Закупка товаров, р</w:t>
            </w:r>
            <w:r w:rsidRPr="00397B7E">
              <w:t>а</w:t>
            </w:r>
            <w:r w:rsidRPr="00397B7E">
              <w:t>бот и услуг для обе</w:t>
            </w:r>
            <w:r w:rsidRPr="00397B7E">
              <w:t>с</w:t>
            </w:r>
            <w:r w:rsidRPr="00397B7E">
              <w:t>печения государствен-ных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200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bCs/>
              </w:rPr>
            </w:pPr>
            <w:r w:rsidRPr="00397B7E">
              <w:rPr>
                <w:bCs/>
              </w:rPr>
              <w:t>24073,4</w:t>
            </w:r>
          </w:p>
        </w:tc>
      </w:tr>
      <w:tr w:rsidR="003F0A82" w:rsidRPr="00397B7E" w:rsidTr="000F13A4">
        <w:trPr>
          <w:trHeight w:val="89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spacing w:line="245" w:lineRule="auto"/>
            </w:pPr>
            <w:r w:rsidRPr="00397B7E">
              <w:t>Иные бюджетные а</w:t>
            </w:r>
            <w:r w:rsidRPr="00397B7E">
              <w:t>с</w:t>
            </w:r>
            <w:r w:rsidRPr="00397B7E">
              <w:t>сигнования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800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bCs/>
              </w:rPr>
            </w:pPr>
            <w:r w:rsidRPr="00397B7E">
              <w:rPr>
                <w:bCs/>
              </w:rPr>
              <w:t>1586,0</w:t>
            </w:r>
          </w:p>
        </w:tc>
      </w:tr>
      <w:tr w:rsidR="003F0A82" w:rsidRPr="00797481" w:rsidTr="000F13A4">
        <w:trPr>
          <w:trHeight w:val="364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0A82" w:rsidRPr="00397B7E" w:rsidRDefault="003F0A82" w:rsidP="00397B7E">
            <w:pPr>
              <w:widowControl w:val="0"/>
              <w:spacing w:line="245" w:lineRule="auto"/>
            </w:pPr>
            <w:r w:rsidRPr="00397B7E">
              <w:rPr>
                <w:b/>
                <w:szCs w:val="28"/>
              </w:rPr>
              <w:t>Здравоохранение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797481" w:rsidRDefault="003F0A82" w:rsidP="00397B7E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11229804,1</w:t>
            </w:r>
          </w:p>
        </w:tc>
      </w:tr>
      <w:tr w:rsidR="003F0A82" w:rsidRPr="00797481" w:rsidTr="000F13A4">
        <w:trPr>
          <w:trHeight w:val="364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spacing w:line="245" w:lineRule="auto"/>
            </w:pPr>
            <w:r w:rsidRPr="00397B7E">
              <w:rPr>
                <w:szCs w:val="28"/>
              </w:rPr>
              <w:t>Другие вопросы в о</w:t>
            </w:r>
            <w:r w:rsidRPr="00397B7E">
              <w:rPr>
                <w:szCs w:val="28"/>
              </w:rPr>
              <w:t>б</w:t>
            </w:r>
            <w:r w:rsidRPr="00397B7E">
              <w:rPr>
                <w:szCs w:val="28"/>
              </w:rPr>
              <w:t>ласти здравоохран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797481" w:rsidRDefault="003F0A82" w:rsidP="00397B7E">
            <w:pPr>
              <w:widowControl w:val="0"/>
              <w:spacing w:line="245" w:lineRule="auto"/>
              <w:jc w:val="center"/>
              <w:rPr>
                <w:bCs/>
              </w:rPr>
            </w:pPr>
            <w:r w:rsidRPr="008C01B8">
              <w:rPr>
                <w:bCs/>
              </w:rPr>
              <w:t>11229804,1</w:t>
            </w:r>
          </w:p>
        </w:tc>
      </w:tr>
      <w:tr w:rsidR="003F0A82" w:rsidRPr="00797481" w:rsidTr="000F13A4">
        <w:trPr>
          <w:trHeight w:val="364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spacing w:line="245" w:lineRule="auto"/>
              <w:rPr>
                <w:b/>
                <w:szCs w:val="28"/>
              </w:rPr>
            </w:pPr>
            <w:r w:rsidRPr="00397B7E">
              <w:rPr>
                <w:szCs w:val="28"/>
              </w:rPr>
              <w:t>Реализация государст-венных функций в о</w:t>
            </w:r>
            <w:r w:rsidRPr="00397B7E">
              <w:rPr>
                <w:szCs w:val="28"/>
              </w:rPr>
              <w:t>б</w:t>
            </w:r>
            <w:r w:rsidRPr="00397B7E">
              <w:rPr>
                <w:szCs w:val="28"/>
              </w:rPr>
              <w:t>ласти социальной п</w:t>
            </w:r>
            <w:r w:rsidRPr="00397B7E">
              <w:rPr>
                <w:szCs w:val="28"/>
              </w:rPr>
              <w:t>о</w:t>
            </w:r>
            <w:r w:rsidRPr="00397B7E">
              <w:rPr>
                <w:szCs w:val="28"/>
              </w:rPr>
              <w:t>литики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73 1 00 00000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797481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>
              <w:rPr>
                <w:bCs/>
              </w:rPr>
              <w:t>11211804,1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spacing w:line="245" w:lineRule="auto"/>
              <w:jc w:val="both"/>
              <w:rPr>
                <w:szCs w:val="28"/>
              </w:rPr>
            </w:pPr>
            <w:r w:rsidRPr="00397B7E">
              <w:rPr>
                <w:szCs w:val="28"/>
              </w:rPr>
              <w:t>Финансовое обесп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чение организации обязательного мед</w:t>
            </w:r>
            <w:r w:rsidRPr="00397B7E">
              <w:rPr>
                <w:szCs w:val="28"/>
              </w:rPr>
              <w:t>и</w:t>
            </w:r>
            <w:r w:rsidRPr="00397B7E">
              <w:rPr>
                <w:szCs w:val="28"/>
              </w:rPr>
              <w:t>цинского страхования на территориях суб</w:t>
            </w:r>
            <w:r w:rsidRPr="00397B7E">
              <w:rPr>
                <w:szCs w:val="28"/>
              </w:rPr>
              <w:t>ъ</w:t>
            </w:r>
            <w:r w:rsidRPr="00397B7E">
              <w:rPr>
                <w:szCs w:val="28"/>
              </w:rPr>
              <w:t>ектов Российской Ф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дерации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73 1 00 50930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797481" w:rsidRDefault="003F0A82" w:rsidP="00397B7E">
            <w:pPr>
              <w:widowControl w:val="0"/>
              <w:spacing w:line="245" w:lineRule="auto"/>
              <w:jc w:val="center"/>
            </w:pPr>
            <w:r>
              <w:t>10637073,1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</w:pPr>
            <w:r w:rsidRPr="00397B7E">
              <w:t>Социальные выплаты гражданам, кроме публичных нормати</w:t>
            </w:r>
            <w:r w:rsidRPr="00397B7E">
              <w:t>в</w:t>
            </w:r>
            <w:r w:rsidRPr="00397B7E">
              <w:t>ных социальных в</w:t>
            </w:r>
            <w:r w:rsidRPr="00397B7E">
              <w:t>ы</w:t>
            </w:r>
            <w:r w:rsidRPr="00397B7E">
              <w:t>плат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Default="003F0A82" w:rsidP="00C85160">
            <w:pPr>
              <w:jc w:val="center"/>
              <w:rPr>
                <w:szCs w:val="28"/>
              </w:rPr>
            </w:pPr>
          </w:p>
          <w:p w:rsidR="003F0A82" w:rsidRDefault="003F0A82" w:rsidP="00C85160">
            <w:pPr>
              <w:jc w:val="center"/>
              <w:rPr>
                <w:szCs w:val="28"/>
              </w:rPr>
            </w:pPr>
          </w:p>
          <w:p w:rsidR="003F0A82" w:rsidRDefault="003F0A82" w:rsidP="00C85160">
            <w:pPr>
              <w:jc w:val="center"/>
              <w:rPr>
                <w:szCs w:val="28"/>
              </w:rPr>
            </w:pPr>
          </w:p>
          <w:p w:rsidR="003F0A82" w:rsidRDefault="003F0A82" w:rsidP="00C85160">
            <w:pPr>
              <w:jc w:val="center"/>
              <w:rPr>
                <w:szCs w:val="28"/>
              </w:rPr>
            </w:pPr>
          </w:p>
          <w:p w:rsidR="003F0A82" w:rsidRPr="00397B7E" w:rsidRDefault="003F0A82" w:rsidP="00C85160">
            <w:pPr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73 1 00 50930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320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bCs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bCs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bCs/>
              </w:rPr>
            </w:pPr>
          </w:p>
          <w:p w:rsidR="003F0A82" w:rsidRDefault="003F0A82" w:rsidP="00397B7E">
            <w:pPr>
              <w:widowControl w:val="0"/>
              <w:spacing w:line="245" w:lineRule="auto"/>
              <w:jc w:val="center"/>
              <w:rPr>
                <w:bCs/>
              </w:rPr>
            </w:pPr>
          </w:p>
          <w:p w:rsidR="003F0A82" w:rsidRPr="00797481" w:rsidRDefault="003F0A82" w:rsidP="00397B7E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10314350,6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Cs w:val="28"/>
              </w:rPr>
            </w:pPr>
            <w:r w:rsidRPr="00397B7E">
              <w:t>Межбюджетные трансферты бюджетам территориальных фондов обязательного медицинского страх</w:t>
            </w:r>
            <w:r w:rsidRPr="00397B7E">
              <w:t>о</w:t>
            </w:r>
            <w:r w:rsidRPr="00397B7E">
              <w:t>вания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73 1 00 50930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580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spacing w:line="245" w:lineRule="auto"/>
              <w:jc w:val="center"/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</w:pPr>
          </w:p>
          <w:p w:rsidR="003F0A82" w:rsidRPr="00397B7E" w:rsidRDefault="003F0A82" w:rsidP="00397B7E">
            <w:pPr>
              <w:widowControl w:val="0"/>
              <w:spacing w:line="245" w:lineRule="auto"/>
              <w:jc w:val="center"/>
            </w:pPr>
            <w:r w:rsidRPr="00397B7E">
              <w:t>322722,5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1971B3" w:rsidRDefault="003F0A82" w:rsidP="00496C0D">
            <w:pPr>
              <w:widowControl w:val="0"/>
              <w:jc w:val="both"/>
            </w:pPr>
            <w:r w:rsidRPr="001971B3">
              <w:t>Дополнительное ф</w:t>
            </w:r>
            <w:r w:rsidRPr="001971B3">
              <w:t>и</w:t>
            </w:r>
            <w:r w:rsidRPr="001971B3">
              <w:t>нансовое обеспечение оказания специализ</w:t>
            </w:r>
            <w:r w:rsidRPr="001971B3">
              <w:t>и</w:t>
            </w:r>
            <w:r w:rsidRPr="001971B3">
              <w:t>рованной, в том числе высокотехнологи</w:t>
            </w:r>
            <w:r w:rsidRPr="001971B3">
              <w:t>ч</w:t>
            </w:r>
            <w:r w:rsidRPr="001971B3">
              <w:t>ной, медицинской п</w:t>
            </w:r>
            <w:r w:rsidRPr="001971B3">
              <w:t>о</w:t>
            </w:r>
            <w:r w:rsidRPr="001971B3">
              <w:t>мощи, включ</w:t>
            </w:r>
            <w:r>
              <w:t>ё</w:t>
            </w:r>
            <w:r w:rsidRPr="001971B3">
              <w:t>нной в базовую программу обязательного мед</w:t>
            </w:r>
            <w:r w:rsidRPr="001971B3">
              <w:t>и</w:t>
            </w:r>
            <w:r w:rsidRPr="001971B3">
              <w:t>цинского страхования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73 1 00 55060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397B7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397B7E">
            <w:pPr>
              <w:widowControl w:val="0"/>
              <w:jc w:val="center"/>
            </w:pPr>
            <w:r>
              <w:t>241518,8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1971B3" w:rsidRDefault="003F0A82" w:rsidP="00397B7E">
            <w:pPr>
              <w:widowControl w:val="0"/>
              <w:jc w:val="both"/>
            </w:pPr>
            <w:r w:rsidRPr="001971B3">
              <w:t>Социальные выплаты гражданам, кроме публичных нормати</w:t>
            </w:r>
            <w:r w:rsidRPr="001971B3">
              <w:t>в</w:t>
            </w:r>
            <w:r w:rsidRPr="001971B3">
              <w:t>ных социальных в</w:t>
            </w:r>
            <w:r w:rsidRPr="001971B3">
              <w:t>ы</w:t>
            </w:r>
            <w:r w:rsidRPr="001971B3">
              <w:t>плат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5010D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5010D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5010D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5010D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73 1 00 55060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320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397B7E">
            <w:pPr>
              <w:widowControl w:val="0"/>
              <w:jc w:val="center"/>
            </w:pPr>
            <w:r>
              <w:t>93748,7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1971B3" w:rsidRDefault="003F0A82" w:rsidP="00397B7E">
            <w:pPr>
              <w:widowControl w:val="0"/>
              <w:jc w:val="both"/>
            </w:pPr>
            <w:r w:rsidRPr="001971B3">
              <w:t>Межбюджетные трансферты бюджетам территориальных фондов обязательного медицинского страхо-вания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5010D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5010D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5010D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5010D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73 1 00 55060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5010D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580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5010DE">
            <w:pPr>
              <w:widowControl w:val="0"/>
              <w:jc w:val="center"/>
            </w:pPr>
            <w:r>
              <w:t>147770,1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1971B3" w:rsidRDefault="003F0A82" w:rsidP="00397B7E">
            <w:pPr>
              <w:widowControl w:val="0"/>
              <w:jc w:val="both"/>
              <w:rPr>
                <w:szCs w:val="28"/>
              </w:rPr>
            </w:pPr>
            <w:r w:rsidRPr="001971B3">
              <w:t>Платежи на финанс</w:t>
            </w:r>
            <w:r w:rsidRPr="001971B3">
              <w:t>о</w:t>
            </w:r>
            <w:r w:rsidRPr="001971B3">
              <w:t>вое обеспечение ре</w:t>
            </w:r>
            <w:r w:rsidRPr="001971B3">
              <w:t>а</w:t>
            </w:r>
            <w:r w:rsidRPr="001971B3">
              <w:t>лизации территор</w:t>
            </w:r>
            <w:r w:rsidRPr="001971B3">
              <w:t>и</w:t>
            </w:r>
            <w:r w:rsidRPr="001971B3">
              <w:t>альной программы обязательного мед</w:t>
            </w:r>
            <w:r w:rsidRPr="001971B3">
              <w:t>и</w:t>
            </w:r>
            <w:r w:rsidRPr="001971B3">
              <w:t>цинского страхования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73 1 00 73020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397B7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1971B3" w:rsidRDefault="003F0A82" w:rsidP="00397B7E">
            <w:pPr>
              <w:widowControl w:val="0"/>
              <w:jc w:val="center"/>
            </w:pPr>
            <w:r w:rsidRPr="001971B3">
              <w:t>152940,5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jc w:val="both"/>
            </w:pPr>
            <w:r w:rsidRPr="00397B7E">
              <w:t>Социальные выплаты гражданам, кроме публичных нормати</w:t>
            </w:r>
            <w:r w:rsidRPr="00397B7E">
              <w:t>в</w:t>
            </w:r>
            <w:r w:rsidRPr="00397B7E">
              <w:t>ных социальных в</w:t>
            </w:r>
            <w:r w:rsidRPr="00397B7E">
              <w:t>ы</w:t>
            </w:r>
            <w:r w:rsidRPr="00397B7E">
              <w:t>плат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73 1 00 73020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320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bCs/>
              </w:rPr>
            </w:pPr>
            <w:r w:rsidRPr="00397B7E">
              <w:rPr>
                <w:bCs/>
              </w:rPr>
              <w:t>152940,5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jc w:val="both"/>
              <w:rPr>
                <w:szCs w:val="28"/>
              </w:rPr>
            </w:pPr>
            <w:r w:rsidRPr="00397B7E">
              <w:rPr>
                <w:szCs w:val="28"/>
              </w:rPr>
              <w:t>Финансовое обесп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чение реализации те</w:t>
            </w:r>
            <w:r w:rsidRPr="00397B7E">
              <w:rPr>
                <w:szCs w:val="28"/>
              </w:rPr>
              <w:t>р</w:t>
            </w:r>
            <w:r w:rsidRPr="00397B7E">
              <w:rPr>
                <w:szCs w:val="28"/>
              </w:rPr>
              <w:t>риториальной пр</w:t>
            </w:r>
            <w:r w:rsidRPr="00397B7E">
              <w:rPr>
                <w:szCs w:val="28"/>
              </w:rPr>
              <w:t>о</w:t>
            </w:r>
            <w:r w:rsidRPr="00397B7E">
              <w:rPr>
                <w:szCs w:val="28"/>
              </w:rPr>
              <w:t>граммы обязательного медицинского страх</w:t>
            </w:r>
            <w:r w:rsidRPr="00397B7E">
              <w:rPr>
                <w:szCs w:val="28"/>
              </w:rPr>
              <w:t>о</w:t>
            </w:r>
            <w:r w:rsidRPr="00397B7E">
              <w:rPr>
                <w:szCs w:val="28"/>
              </w:rPr>
              <w:t>вания за счёт иных источников доходов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73 1 00 90010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Default="003F0A82" w:rsidP="00397B7E">
            <w:pPr>
              <w:widowControl w:val="0"/>
              <w:jc w:val="center"/>
              <w:rPr>
                <w:bCs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bCs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bCs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bCs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bCs/>
              </w:rPr>
            </w:pPr>
          </w:p>
          <w:p w:rsidR="003F0A82" w:rsidRDefault="003F0A82" w:rsidP="00397B7E">
            <w:pPr>
              <w:widowControl w:val="0"/>
              <w:jc w:val="center"/>
              <w:rPr>
                <w:bCs/>
              </w:rPr>
            </w:pPr>
          </w:p>
          <w:p w:rsidR="003F0A82" w:rsidRPr="00397B7E" w:rsidRDefault="003F0A82" w:rsidP="00397B7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169271,7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jc w:val="both"/>
              <w:rPr>
                <w:szCs w:val="28"/>
              </w:rPr>
            </w:pPr>
            <w:r w:rsidRPr="00397B7E">
              <w:rPr>
                <w:szCs w:val="28"/>
              </w:rPr>
              <w:t>Социальные выплаты гражданам, кроме публичных нормати</w:t>
            </w:r>
            <w:r w:rsidRPr="00397B7E">
              <w:rPr>
                <w:szCs w:val="28"/>
              </w:rPr>
              <w:t>в</w:t>
            </w:r>
            <w:r w:rsidRPr="00397B7E">
              <w:rPr>
                <w:szCs w:val="28"/>
              </w:rPr>
              <w:t>ных социальных в</w:t>
            </w:r>
            <w:r w:rsidRPr="00397B7E">
              <w:rPr>
                <w:szCs w:val="28"/>
              </w:rPr>
              <w:t>ы</w:t>
            </w:r>
            <w:r w:rsidRPr="00397B7E">
              <w:rPr>
                <w:szCs w:val="28"/>
              </w:rPr>
              <w:t>плат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73 1 00 90010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320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bCs/>
              </w:rPr>
            </w:pPr>
            <w:r w:rsidRPr="00C8039E">
              <w:rPr>
                <w:bCs/>
              </w:rPr>
              <w:t>169271,7</w:t>
            </w:r>
          </w:p>
        </w:tc>
      </w:tr>
      <w:tr w:rsidR="003F0A82" w:rsidRPr="00397B7E" w:rsidTr="000F13A4">
        <w:trPr>
          <w:trHeight w:val="387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FE4ACD" w:rsidRDefault="003F0A82" w:rsidP="001971B3">
            <w:pPr>
              <w:widowControl w:val="0"/>
              <w:spacing w:line="238" w:lineRule="auto"/>
              <w:jc w:val="both"/>
              <w:rPr>
                <w:szCs w:val="28"/>
              </w:rPr>
            </w:pPr>
            <w:r w:rsidRPr="00FE4ACD">
              <w:rPr>
                <w:szCs w:val="28"/>
              </w:rPr>
              <w:t>Финансовое обесп</w:t>
            </w:r>
            <w:r w:rsidRPr="00FE4ACD">
              <w:rPr>
                <w:szCs w:val="28"/>
              </w:rPr>
              <w:t>е</w:t>
            </w:r>
            <w:r w:rsidRPr="00FE4ACD">
              <w:rPr>
                <w:szCs w:val="28"/>
              </w:rPr>
              <w:t>чение мероприятий по организации дополн</w:t>
            </w:r>
            <w:r w:rsidRPr="00FE4ACD">
              <w:rPr>
                <w:szCs w:val="28"/>
              </w:rPr>
              <w:t>и</w:t>
            </w:r>
            <w:r w:rsidRPr="00FE4ACD">
              <w:rPr>
                <w:szCs w:val="28"/>
              </w:rPr>
              <w:t>тельного професси</w:t>
            </w:r>
            <w:r w:rsidRPr="00FE4ACD">
              <w:rPr>
                <w:szCs w:val="28"/>
              </w:rPr>
              <w:t>о</w:t>
            </w:r>
            <w:r w:rsidRPr="00FE4ACD">
              <w:rPr>
                <w:szCs w:val="28"/>
              </w:rPr>
              <w:t>нального образования медицинских рабо</w:t>
            </w:r>
            <w:r w:rsidRPr="00FE4ACD">
              <w:rPr>
                <w:szCs w:val="28"/>
              </w:rPr>
              <w:t>т</w:t>
            </w:r>
            <w:r w:rsidRPr="00FE4ACD">
              <w:rPr>
                <w:szCs w:val="28"/>
              </w:rPr>
              <w:t>ников по программам повышения квалиф</w:t>
            </w:r>
            <w:r w:rsidRPr="00FE4ACD">
              <w:rPr>
                <w:szCs w:val="28"/>
              </w:rPr>
              <w:t>и</w:t>
            </w:r>
            <w:r w:rsidRPr="00FE4ACD">
              <w:rPr>
                <w:szCs w:val="28"/>
              </w:rPr>
              <w:t>кации, а также по приобретению и пр</w:t>
            </w:r>
            <w:r w:rsidRPr="00FE4ACD">
              <w:rPr>
                <w:szCs w:val="28"/>
              </w:rPr>
              <w:t>о</w:t>
            </w:r>
            <w:r w:rsidRPr="00FE4ACD">
              <w:rPr>
                <w:szCs w:val="28"/>
              </w:rPr>
              <w:t>ведению ремонта м</w:t>
            </w:r>
            <w:r w:rsidRPr="00FE4ACD">
              <w:rPr>
                <w:szCs w:val="28"/>
              </w:rPr>
              <w:t>е</w:t>
            </w:r>
            <w:r w:rsidRPr="00FE4ACD">
              <w:rPr>
                <w:szCs w:val="28"/>
              </w:rPr>
              <w:t>дицинского оборуд</w:t>
            </w:r>
            <w:r w:rsidRPr="00FE4ACD">
              <w:rPr>
                <w:szCs w:val="28"/>
              </w:rPr>
              <w:t>о</w:t>
            </w:r>
            <w:r w:rsidRPr="00FE4ACD">
              <w:rPr>
                <w:szCs w:val="28"/>
              </w:rPr>
              <w:t xml:space="preserve">вания  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FE4ACD" w:rsidRDefault="003F0A82" w:rsidP="00C433C5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FE4ACD" w:rsidRDefault="003F0A82" w:rsidP="00C433C5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FE4ACD" w:rsidRDefault="003F0A82" w:rsidP="00C433C5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FE4ACD" w:rsidRDefault="003F0A82" w:rsidP="001971B3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73 1 00 90020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A82" w:rsidRPr="00FE4ACD" w:rsidRDefault="003F0A82" w:rsidP="00397B7E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FE4ACD" w:rsidRDefault="003F0A82" w:rsidP="00397B7E">
            <w:pPr>
              <w:widowControl w:val="0"/>
              <w:jc w:val="center"/>
              <w:rPr>
                <w:bCs/>
              </w:rPr>
            </w:pPr>
            <w:r w:rsidRPr="00FE4ACD">
              <w:rPr>
                <w:bCs/>
              </w:rPr>
              <w:t>11000,0</w:t>
            </w:r>
          </w:p>
        </w:tc>
      </w:tr>
      <w:tr w:rsidR="003F0A82" w:rsidRPr="00397B7E" w:rsidTr="000F13A4">
        <w:trPr>
          <w:trHeight w:val="387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FE4ACD" w:rsidRDefault="003F0A82" w:rsidP="00C433C5">
            <w:pPr>
              <w:widowControl w:val="0"/>
              <w:jc w:val="both"/>
              <w:rPr>
                <w:szCs w:val="28"/>
              </w:rPr>
            </w:pPr>
            <w:r w:rsidRPr="00FE4ACD">
              <w:rPr>
                <w:szCs w:val="28"/>
              </w:rPr>
              <w:t>Социальные выплаты гражданам, кроме публичных нормати</w:t>
            </w:r>
            <w:r w:rsidRPr="00FE4ACD">
              <w:rPr>
                <w:szCs w:val="28"/>
              </w:rPr>
              <w:t>в</w:t>
            </w:r>
            <w:r w:rsidRPr="00FE4ACD">
              <w:rPr>
                <w:szCs w:val="28"/>
              </w:rPr>
              <w:t>ных социальных в</w:t>
            </w:r>
            <w:r w:rsidRPr="00FE4ACD">
              <w:rPr>
                <w:szCs w:val="28"/>
              </w:rPr>
              <w:t>ы</w:t>
            </w:r>
            <w:r w:rsidRPr="00FE4ACD">
              <w:rPr>
                <w:szCs w:val="28"/>
              </w:rPr>
              <w:t>плат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FE4ACD" w:rsidRDefault="003F0A82" w:rsidP="00C433C5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FE4ACD" w:rsidRDefault="003F0A82" w:rsidP="00C433C5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FE4ACD" w:rsidRDefault="003F0A82" w:rsidP="00C433C5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FE4ACD" w:rsidRDefault="003F0A82" w:rsidP="001971B3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73 1 00 90020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FE4ACD" w:rsidRDefault="003F0A82" w:rsidP="00C433C5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320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FE4ACD" w:rsidRDefault="003F0A82" w:rsidP="00C433C5">
            <w:pPr>
              <w:widowControl w:val="0"/>
              <w:jc w:val="center"/>
              <w:rPr>
                <w:bCs/>
              </w:rPr>
            </w:pPr>
            <w:r w:rsidRPr="00FE4ACD">
              <w:rPr>
                <w:bCs/>
              </w:rPr>
              <w:t>11000,0</w:t>
            </w:r>
          </w:p>
        </w:tc>
      </w:tr>
      <w:tr w:rsidR="003F0A82" w:rsidRPr="00397B7E" w:rsidTr="000F13A4">
        <w:trPr>
          <w:trHeight w:val="387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spacing w:line="238" w:lineRule="auto"/>
              <w:jc w:val="both"/>
              <w:rPr>
                <w:b/>
              </w:rPr>
            </w:pPr>
            <w:r w:rsidRPr="00397B7E">
              <w:rPr>
                <w:szCs w:val="28"/>
              </w:rPr>
              <w:t>Социальные выплаты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73 3 00 00000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b/>
                <w:bCs/>
              </w:rPr>
            </w:pPr>
            <w:r w:rsidRPr="00397B7E">
              <w:rPr>
                <w:bCs/>
              </w:rPr>
              <w:t>18000,0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  <w:r w:rsidRPr="00397B7E">
              <w:rPr>
                <w:szCs w:val="28"/>
              </w:rPr>
              <w:t>Осуществление ед</w:t>
            </w:r>
            <w:r w:rsidRPr="00397B7E">
              <w:rPr>
                <w:szCs w:val="28"/>
              </w:rPr>
              <w:t>и</w:t>
            </w:r>
            <w:r w:rsidRPr="00397B7E">
              <w:rPr>
                <w:szCs w:val="28"/>
              </w:rPr>
              <w:t>новременных выплат медицинским рабо</w:t>
            </w:r>
            <w:r w:rsidRPr="00397B7E">
              <w:rPr>
                <w:szCs w:val="28"/>
              </w:rPr>
              <w:t>т</w:t>
            </w:r>
            <w:r w:rsidRPr="00397B7E">
              <w:rPr>
                <w:szCs w:val="28"/>
              </w:rPr>
              <w:t>никам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73 3 00 51360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b/>
                <w:bCs/>
              </w:rPr>
            </w:pPr>
            <w:r w:rsidRPr="00397B7E">
              <w:rPr>
                <w:bCs/>
              </w:rPr>
              <w:t>18000,0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  <w:r w:rsidRPr="00397B7E">
              <w:rPr>
                <w:spacing w:val="-4"/>
                <w:szCs w:val="28"/>
              </w:rPr>
              <w:t>Иные межбюджетные трансферты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73 3 00 51360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widowControl w:val="0"/>
              <w:jc w:val="center"/>
              <w:rPr>
                <w:szCs w:val="28"/>
              </w:rPr>
            </w:pPr>
          </w:p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540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b/>
                <w:bCs/>
              </w:rPr>
            </w:pPr>
            <w:r w:rsidRPr="00397B7E">
              <w:rPr>
                <w:bCs/>
              </w:rPr>
              <w:t>18000,0</w:t>
            </w:r>
          </w:p>
        </w:tc>
      </w:tr>
      <w:tr w:rsidR="003F0A82" w:rsidRPr="00397B7E" w:rsidTr="000F13A4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3F0A82" w:rsidRPr="00397B7E" w:rsidRDefault="003F0A82" w:rsidP="00397B7E">
            <w:pPr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  <w:r w:rsidRPr="00397B7E">
              <w:rPr>
                <w:b/>
                <w:szCs w:val="28"/>
              </w:rPr>
              <w:t xml:space="preserve">Итого расходов 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A82" w:rsidRPr="00397B7E" w:rsidRDefault="003F0A82" w:rsidP="00397B7E">
            <w:pPr>
              <w:widowControl w:val="0"/>
              <w:jc w:val="center"/>
              <w:rPr>
                <w:bCs/>
              </w:rPr>
            </w:pPr>
            <w:r w:rsidRPr="008C01B8">
              <w:rPr>
                <w:b/>
                <w:bCs/>
              </w:rPr>
              <w:t>11301315,3</w:t>
            </w:r>
            <w:r w:rsidRPr="00397B7E">
              <w:rPr>
                <w:bCs/>
              </w:rPr>
              <w:t>».</w:t>
            </w:r>
          </w:p>
        </w:tc>
      </w:tr>
    </w:tbl>
    <w:p w:rsidR="003F0A82" w:rsidRDefault="003F0A82" w:rsidP="00172F02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3F0A82" w:rsidRDefault="003F0A82" w:rsidP="00172F02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3F0A82" w:rsidRDefault="003F0A82" w:rsidP="00172F02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3F0A82" w:rsidRDefault="003F0A82" w:rsidP="00172F02">
      <w:pPr>
        <w:autoSpaceDE w:val="0"/>
        <w:autoSpaceDN w:val="0"/>
        <w:adjustRightInd w:val="0"/>
        <w:jc w:val="both"/>
        <w:rPr>
          <w:b/>
          <w:szCs w:val="28"/>
        </w:rPr>
      </w:pPr>
      <w:r w:rsidRPr="00D91EA7">
        <w:rPr>
          <w:b/>
          <w:szCs w:val="28"/>
        </w:rPr>
        <w:t>Губернатор</w:t>
      </w:r>
      <w:r>
        <w:rPr>
          <w:b/>
          <w:szCs w:val="28"/>
        </w:rPr>
        <w:t xml:space="preserve"> </w:t>
      </w:r>
      <w:r w:rsidRPr="00D91EA7">
        <w:rPr>
          <w:b/>
          <w:szCs w:val="28"/>
        </w:rPr>
        <w:t>Ульяновской области</w:t>
      </w:r>
      <w:r>
        <w:rPr>
          <w:b/>
          <w:szCs w:val="28"/>
        </w:rPr>
        <w:t xml:space="preserve">                                                        </w:t>
      </w:r>
      <w:r w:rsidRPr="00D91EA7">
        <w:rPr>
          <w:b/>
          <w:szCs w:val="28"/>
        </w:rPr>
        <w:t>С.И.Морозов</w:t>
      </w:r>
    </w:p>
    <w:p w:rsidR="003F0A82" w:rsidRDefault="003F0A82" w:rsidP="006F0BB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F0A82" w:rsidRDefault="003F0A82" w:rsidP="006F0BB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F0A82" w:rsidRDefault="003F0A82" w:rsidP="006F0BB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F0A82" w:rsidRPr="00342690" w:rsidRDefault="003F0A82" w:rsidP="000F13A4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г. Ульяновск</w:t>
      </w:r>
    </w:p>
    <w:p w:rsidR="003F0A82" w:rsidRDefault="003F0A82" w:rsidP="000F13A4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октября</w:t>
      </w:r>
      <w:r w:rsidRPr="00342690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16</w:t>
      </w:r>
      <w:r w:rsidRPr="00342690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</w:p>
    <w:p w:rsidR="003F0A82" w:rsidRDefault="003F0A82" w:rsidP="000F13A4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160</w:t>
      </w:r>
      <w:r w:rsidRPr="00342690">
        <w:rPr>
          <w:rFonts w:ascii="Times New Roman" w:hAnsi="Times New Roman"/>
          <w:sz w:val="28"/>
          <w:szCs w:val="28"/>
        </w:rPr>
        <w:t>-ЗО</w:t>
      </w:r>
    </w:p>
    <w:sectPr w:rsidR="003F0A82" w:rsidSect="00C85160">
      <w:headerReference w:type="even" r:id="rId7"/>
      <w:headerReference w:type="default" r:id="rId8"/>
      <w:footerReference w:type="even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A82" w:rsidRDefault="003F0A82">
      <w:r>
        <w:separator/>
      </w:r>
    </w:p>
  </w:endnote>
  <w:endnote w:type="continuationSeparator" w:id="0">
    <w:p w:rsidR="003F0A82" w:rsidRDefault="003F0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A82" w:rsidRDefault="003F0A82" w:rsidP="003C0B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0A82" w:rsidRDefault="003F0A82" w:rsidP="00FB1DB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A82" w:rsidRPr="0015459A" w:rsidRDefault="003F0A82" w:rsidP="0015459A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2009км1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A82" w:rsidRDefault="003F0A82">
      <w:r>
        <w:separator/>
      </w:r>
    </w:p>
  </w:footnote>
  <w:footnote w:type="continuationSeparator" w:id="0">
    <w:p w:rsidR="003F0A82" w:rsidRDefault="003F0A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A82" w:rsidRDefault="003F0A82" w:rsidP="004B20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0A82" w:rsidRDefault="003F0A8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A82" w:rsidRDefault="003F0A82" w:rsidP="00EF1135">
    <w:pPr>
      <w:pStyle w:val="Header"/>
      <w:jc w:val="center"/>
    </w:pPr>
    <w:fldSimple w:instr=" PAGE   \* MERGEFORMAT ">
      <w:r>
        <w:rPr>
          <w:noProof/>
        </w:rPr>
        <w:t>10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3407B19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14"/>
    <w:rsid w:val="00007F4A"/>
    <w:rsid w:val="00010314"/>
    <w:rsid w:val="000132B1"/>
    <w:rsid w:val="000152DF"/>
    <w:rsid w:val="00016994"/>
    <w:rsid w:val="000178B1"/>
    <w:rsid w:val="00020713"/>
    <w:rsid w:val="00022E8B"/>
    <w:rsid w:val="00026A0A"/>
    <w:rsid w:val="0003010E"/>
    <w:rsid w:val="000321BD"/>
    <w:rsid w:val="000357A7"/>
    <w:rsid w:val="000379B8"/>
    <w:rsid w:val="00037EF8"/>
    <w:rsid w:val="00040771"/>
    <w:rsid w:val="00042988"/>
    <w:rsid w:val="000444ED"/>
    <w:rsid w:val="00045FC6"/>
    <w:rsid w:val="0005129D"/>
    <w:rsid w:val="00052E6E"/>
    <w:rsid w:val="0005539F"/>
    <w:rsid w:val="0005624E"/>
    <w:rsid w:val="000633A8"/>
    <w:rsid w:val="00063688"/>
    <w:rsid w:val="000640FA"/>
    <w:rsid w:val="00066595"/>
    <w:rsid w:val="00066831"/>
    <w:rsid w:val="0006700A"/>
    <w:rsid w:val="00070583"/>
    <w:rsid w:val="00070BFF"/>
    <w:rsid w:val="000749ED"/>
    <w:rsid w:val="00081262"/>
    <w:rsid w:val="00081403"/>
    <w:rsid w:val="000832F8"/>
    <w:rsid w:val="00083EEE"/>
    <w:rsid w:val="00086B85"/>
    <w:rsid w:val="00090D1D"/>
    <w:rsid w:val="00093770"/>
    <w:rsid w:val="00094A5A"/>
    <w:rsid w:val="00094AF1"/>
    <w:rsid w:val="00097A61"/>
    <w:rsid w:val="000A0B19"/>
    <w:rsid w:val="000A4026"/>
    <w:rsid w:val="000A4731"/>
    <w:rsid w:val="000A5343"/>
    <w:rsid w:val="000B0BAA"/>
    <w:rsid w:val="000C05FE"/>
    <w:rsid w:val="000C345C"/>
    <w:rsid w:val="000C4D9F"/>
    <w:rsid w:val="000C74ED"/>
    <w:rsid w:val="000D3357"/>
    <w:rsid w:val="000D4971"/>
    <w:rsid w:val="000D62FE"/>
    <w:rsid w:val="000E1CA2"/>
    <w:rsid w:val="000E3290"/>
    <w:rsid w:val="000E32D3"/>
    <w:rsid w:val="000E7EB6"/>
    <w:rsid w:val="000F13A4"/>
    <w:rsid w:val="000F502C"/>
    <w:rsid w:val="000F64EA"/>
    <w:rsid w:val="00103A85"/>
    <w:rsid w:val="00104891"/>
    <w:rsid w:val="00107EFE"/>
    <w:rsid w:val="001113A9"/>
    <w:rsid w:val="001135DB"/>
    <w:rsid w:val="0011377E"/>
    <w:rsid w:val="00117500"/>
    <w:rsid w:val="001200E6"/>
    <w:rsid w:val="00120484"/>
    <w:rsid w:val="00122FA7"/>
    <w:rsid w:val="001232A4"/>
    <w:rsid w:val="001245F1"/>
    <w:rsid w:val="001253E8"/>
    <w:rsid w:val="00126558"/>
    <w:rsid w:val="00126609"/>
    <w:rsid w:val="00131718"/>
    <w:rsid w:val="00134D23"/>
    <w:rsid w:val="00137997"/>
    <w:rsid w:val="0014050E"/>
    <w:rsid w:val="00140551"/>
    <w:rsid w:val="00144105"/>
    <w:rsid w:val="00144469"/>
    <w:rsid w:val="00150CD2"/>
    <w:rsid w:val="0015459A"/>
    <w:rsid w:val="00157DC2"/>
    <w:rsid w:val="00160514"/>
    <w:rsid w:val="0016143A"/>
    <w:rsid w:val="00161F8A"/>
    <w:rsid w:val="0016254F"/>
    <w:rsid w:val="00162D46"/>
    <w:rsid w:val="00165148"/>
    <w:rsid w:val="00165EC8"/>
    <w:rsid w:val="00166227"/>
    <w:rsid w:val="00166654"/>
    <w:rsid w:val="00167827"/>
    <w:rsid w:val="00171FF2"/>
    <w:rsid w:val="00172F02"/>
    <w:rsid w:val="001806E7"/>
    <w:rsid w:val="0018077F"/>
    <w:rsid w:val="00185211"/>
    <w:rsid w:val="001923D5"/>
    <w:rsid w:val="0019311E"/>
    <w:rsid w:val="001934D3"/>
    <w:rsid w:val="001969D8"/>
    <w:rsid w:val="001969DD"/>
    <w:rsid w:val="001971B3"/>
    <w:rsid w:val="001A0ACB"/>
    <w:rsid w:val="001A214B"/>
    <w:rsid w:val="001A2366"/>
    <w:rsid w:val="001B053B"/>
    <w:rsid w:val="001B21E7"/>
    <w:rsid w:val="001B49B9"/>
    <w:rsid w:val="001B7A0B"/>
    <w:rsid w:val="001C1AA9"/>
    <w:rsid w:val="001C4DA6"/>
    <w:rsid w:val="001C508F"/>
    <w:rsid w:val="001D03A0"/>
    <w:rsid w:val="001D1B3E"/>
    <w:rsid w:val="001D2A8D"/>
    <w:rsid w:val="001D446E"/>
    <w:rsid w:val="001D6A86"/>
    <w:rsid w:val="001E0D35"/>
    <w:rsid w:val="001E1161"/>
    <w:rsid w:val="001E4826"/>
    <w:rsid w:val="001E4B39"/>
    <w:rsid w:val="001F0C9E"/>
    <w:rsid w:val="001F1508"/>
    <w:rsid w:val="001F15C5"/>
    <w:rsid w:val="001F3EC8"/>
    <w:rsid w:val="001F4819"/>
    <w:rsid w:val="001F59CF"/>
    <w:rsid w:val="001F5BDD"/>
    <w:rsid w:val="001F6BC3"/>
    <w:rsid w:val="001F6D03"/>
    <w:rsid w:val="00202499"/>
    <w:rsid w:val="002042EB"/>
    <w:rsid w:val="00204D46"/>
    <w:rsid w:val="002054D4"/>
    <w:rsid w:val="00206216"/>
    <w:rsid w:val="00210C35"/>
    <w:rsid w:val="00212436"/>
    <w:rsid w:val="00214AA3"/>
    <w:rsid w:val="00217BBC"/>
    <w:rsid w:val="00220746"/>
    <w:rsid w:val="00226390"/>
    <w:rsid w:val="002278FB"/>
    <w:rsid w:val="0023366F"/>
    <w:rsid w:val="002353DC"/>
    <w:rsid w:val="002410A4"/>
    <w:rsid w:val="00242428"/>
    <w:rsid w:val="00245BAF"/>
    <w:rsid w:val="002463E3"/>
    <w:rsid w:val="002518C5"/>
    <w:rsid w:val="0025477B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3842"/>
    <w:rsid w:val="00294039"/>
    <w:rsid w:val="002973A1"/>
    <w:rsid w:val="002B2661"/>
    <w:rsid w:val="002B2D8A"/>
    <w:rsid w:val="002B635D"/>
    <w:rsid w:val="002B7BC1"/>
    <w:rsid w:val="002C08A7"/>
    <w:rsid w:val="002C4304"/>
    <w:rsid w:val="002C4635"/>
    <w:rsid w:val="002C7643"/>
    <w:rsid w:val="002D0F3D"/>
    <w:rsid w:val="002D35BE"/>
    <w:rsid w:val="002D6A7C"/>
    <w:rsid w:val="002D7C84"/>
    <w:rsid w:val="002E0F05"/>
    <w:rsid w:val="002E3124"/>
    <w:rsid w:val="002E4D0F"/>
    <w:rsid w:val="002F0140"/>
    <w:rsid w:val="002F1EB0"/>
    <w:rsid w:val="002F35C5"/>
    <w:rsid w:val="002F3FDE"/>
    <w:rsid w:val="002F5AFB"/>
    <w:rsid w:val="002F6AB4"/>
    <w:rsid w:val="0030735D"/>
    <w:rsid w:val="0030796F"/>
    <w:rsid w:val="00307E3A"/>
    <w:rsid w:val="00312207"/>
    <w:rsid w:val="00314AC9"/>
    <w:rsid w:val="00325A81"/>
    <w:rsid w:val="00326D99"/>
    <w:rsid w:val="0032735D"/>
    <w:rsid w:val="00330795"/>
    <w:rsid w:val="00332172"/>
    <w:rsid w:val="00333E2E"/>
    <w:rsid w:val="003362DB"/>
    <w:rsid w:val="0033690D"/>
    <w:rsid w:val="003378FD"/>
    <w:rsid w:val="003419F8"/>
    <w:rsid w:val="00342690"/>
    <w:rsid w:val="00342CBE"/>
    <w:rsid w:val="003463B1"/>
    <w:rsid w:val="00346B37"/>
    <w:rsid w:val="00347074"/>
    <w:rsid w:val="0034792F"/>
    <w:rsid w:val="0035256A"/>
    <w:rsid w:val="00356248"/>
    <w:rsid w:val="00357D13"/>
    <w:rsid w:val="003625A2"/>
    <w:rsid w:val="0036266F"/>
    <w:rsid w:val="00363547"/>
    <w:rsid w:val="0036504E"/>
    <w:rsid w:val="00365E71"/>
    <w:rsid w:val="00374BC7"/>
    <w:rsid w:val="003755B8"/>
    <w:rsid w:val="00377154"/>
    <w:rsid w:val="00377579"/>
    <w:rsid w:val="00380AB3"/>
    <w:rsid w:val="00380C11"/>
    <w:rsid w:val="00382C86"/>
    <w:rsid w:val="0038419B"/>
    <w:rsid w:val="003930BB"/>
    <w:rsid w:val="003934C1"/>
    <w:rsid w:val="00395C69"/>
    <w:rsid w:val="003961FC"/>
    <w:rsid w:val="00397B7E"/>
    <w:rsid w:val="003A414A"/>
    <w:rsid w:val="003B185F"/>
    <w:rsid w:val="003B5E5B"/>
    <w:rsid w:val="003C0B61"/>
    <w:rsid w:val="003C34D6"/>
    <w:rsid w:val="003C62A2"/>
    <w:rsid w:val="003C6C8E"/>
    <w:rsid w:val="003D1416"/>
    <w:rsid w:val="003D1451"/>
    <w:rsid w:val="003D1E32"/>
    <w:rsid w:val="003D24AA"/>
    <w:rsid w:val="003D56FB"/>
    <w:rsid w:val="003D7ACF"/>
    <w:rsid w:val="003E22D2"/>
    <w:rsid w:val="003E367D"/>
    <w:rsid w:val="003E534D"/>
    <w:rsid w:val="003E6DB5"/>
    <w:rsid w:val="003F0A82"/>
    <w:rsid w:val="004005CF"/>
    <w:rsid w:val="004018D5"/>
    <w:rsid w:val="00402017"/>
    <w:rsid w:val="00402702"/>
    <w:rsid w:val="00407F24"/>
    <w:rsid w:val="0041459F"/>
    <w:rsid w:val="00416EC5"/>
    <w:rsid w:val="004249CB"/>
    <w:rsid w:val="00425375"/>
    <w:rsid w:val="004261FD"/>
    <w:rsid w:val="00426B96"/>
    <w:rsid w:val="00427D42"/>
    <w:rsid w:val="0043093F"/>
    <w:rsid w:val="004323E4"/>
    <w:rsid w:val="004407BC"/>
    <w:rsid w:val="00445FE8"/>
    <w:rsid w:val="004460E5"/>
    <w:rsid w:val="00447ACF"/>
    <w:rsid w:val="00452900"/>
    <w:rsid w:val="00453A34"/>
    <w:rsid w:val="00453EA2"/>
    <w:rsid w:val="00454053"/>
    <w:rsid w:val="00454620"/>
    <w:rsid w:val="00455099"/>
    <w:rsid w:val="00464F44"/>
    <w:rsid w:val="00466284"/>
    <w:rsid w:val="00466693"/>
    <w:rsid w:val="00471B0C"/>
    <w:rsid w:val="00472104"/>
    <w:rsid w:val="00477990"/>
    <w:rsid w:val="00482377"/>
    <w:rsid w:val="00483139"/>
    <w:rsid w:val="0048319F"/>
    <w:rsid w:val="00483F65"/>
    <w:rsid w:val="0048411A"/>
    <w:rsid w:val="004856DA"/>
    <w:rsid w:val="00486533"/>
    <w:rsid w:val="00487B9D"/>
    <w:rsid w:val="004932AB"/>
    <w:rsid w:val="00494957"/>
    <w:rsid w:val="00496C0D"/>
    <w:rsid w:val="004A37C5"/>
    <w:rsid w:val="004A38CC"/>
    <w:rsid w:val="004A7DF5"/>
    <w:rsid w:val="004B12F3"/>
    <w:rsid w:val="004B1DDD"/>
    <w:rsid w:val="004B2013"/>
    <w:rsid w:val="004B3D9C"/>
    <w:rsid w:val="004B467D"/>
    <w:rsid w:val="004D07F1"/>
    <w:rsid w:val="004D0838"/>
    <w:rsid w:val="004D1B45"/>
    <w:rsid w:val="004D2EF6"/>
    <w:rsid w:val="004D3C0C"/>
    <w:rsid w:val="004D403D"/>
    <w:rsid w:val="004D4A73"/>
    <w:rsid w:val="004E003F"/>
    <w:rsid w:val="004E0E7E"/>
    <w:rsid w:val="004F6FEE"/>
    <w:rsid w:val="005010DE"/>
    <w:rsid w:val="00507FC6"/>
    <w:rsid w:val="00516164"/>
    <w:rsid w:val="005162E3"/>
    <w:rsid w:val="005163D2"/>
    <w:rsid w:val="0052469E"/>
    <w:rsid w:val="0052490B"/>
    <w:rsid w:val="0053391F"/>
    <w:rsid w:val="00537AB8"/>
    <w:rsid w:val="00540105"/>
    <w:rsid w:val="005426DC"/>
    <w:rsid w:val="00543E14"/>
    <w:rsid w:val="005460AC"/>
    <w:rsid w:val="005472CB"/>
    <w:rsid w:val="00556487"/>
    <w:rsid w:val="00561328"/>
    <w:rsid w:val="005619E2"/>
    <w:rsid w:val="005633E6"/>
    <w:rsid w:val="0056508B"/>
    <w:rsid w:val="00566617"/>
    <w:rsid w:val="00570AA1"/>
    <w:rsid w:val="00571231"/>
    <w:rsid w:val="00572DEE"/>
    <w:rsid w:val="00577FE4"/>
    <w:rsid w:val="00583FB8"/>
    <w:rsid w:val="0058644F"/>
    <w:rsid w:val="00586F95"/>
    <w:rsid w:val="00590560"/>
    <w:rsid w:val="00591384"/>
    <w:rsid w:val="00592E08"/>
    <w:rsid w:val="005936BE"/>
    <w:rsid w:val="00593F61"/>
    <w:rsid w:val="005A0F15"/>
    <w:rsid w:val="005A317B"/>
    <w:rsid w:val="005A3CA6"/>
    <w:rsid w:val="005A3FB7"/>
    <w:rsid w:val="005A790E"/>
    <w:rsid w:val="005B5C8B"/>
    <w:rsid w:val="005C665A"/>
    <w:rsid w:val="005D1956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6004F2"/>
    <w:rsid w:val="00604E0F"/>
    <w:rsid w:val="00605F28"/>
    <w:rsid w:val="00610977"/>
    <w:rsid w:val="0061242A"/>
    <w:rsid w:val="006141D1"/>
    <w:rsid w:val="00614369"/>
    <w:rsid w:val="006178EB"/>
    <w:rsid w:val="00620870"/>
    <w:rsid w:val="006216EF"/>
    <w:rsid w:val="00624206"/>
    <w:rsid w:val="006250AD"/>
    <w:rsid w:val="006256D0"/>
    <w:rsid w:val="0063139F"/>
    <w:rsid w:val="00637CC3"/>
    <w:rsid w:val="00640431"/>
    <w:rsid w:val="00644C4A"/>
    <w:rsid w:val="00645C75"/>
    <w:rsid w:val="00651301"/>
    <w:rsid w:val="006552E5"/>
    <w:rsid w:val="00663574"/>
    <w:rsid w:val="0066395C"/>
    <w:rsid w:val="0066536A"/>
    <w:rsid w:val="0067111E"/>
    <w:rsid w:val="00675DAE"/>
    <w:rsid w:val="00677B00"/>
    <w:rsid w:val="00682024"/>
    <w:rsid w:val="00683F4A"/>
    <w:rsid w:val="0068440A"/>
    <w:rsid w:val="006861F2"/>
    <w:rsid w:val="0069015C"/>
    <w:rsid w:val="00690282"/>
    <w:rsid w:val="0069306F"/>
    <w:rsid w:val="00694ADD"/>
    <w:rsid w:val="00695CB5"/>
    <w:rsid w:val="00696771"/>
    <w:rsid w:val="00697D20"/>
    <w:rsid w:val="006A215F"/>
    <w:rsid w:val="006A3781"/>
    <w:rsid w:val="006A528D"/>
    <w:rsid w:val="006B1E20"/>
    <w:rsid w:val="006B1E2C"/>
    <w:rsid w:val="006B1F45"/>
    <w:rsid w:val="006B4FB8"/>
    <w:rsid w:val="006B7AB4"/>
    <w:rsid w:val="006C7BB4"/>
    <w:rsid w:val="006D202D"/>
    <w:rsid w:val="006D4147"/>
    <w:rsid w:val="006D5BBC"/>
    <w:rsid w:val="006D6B1D"/>
    <w:rsid w:val="006D7722"/>
    <w:rsid w:val="006E28E3"/>
    <w:rsid w:val="006E4316"/>
    <w:rsid w:val="006E5BAA"/>
    <w:rsid w:val="006E647F"/>
    <w:rsid w:val="006F0BB7"/>
    <w:rsid w:val="006F49A5"/>
    <w:rsid w:val="006F57AD"/>
    <w:rsid w:val="00700957"/>
    <w:rsid w:val="007020B7"/>
    <w:rsid w:val="0070349F"/>
    <w:rsid w:val="007038F4"/>
    <w:rsid w:val="00710FE7"/>
    <w:rsid w:val="00713862"/>
    <w:rsid w:val="00714FB8"/>
    <w:rsid w:val="00721F7B"/>
    <w:rsid w:val="00723C2C"/>
    <w:rsid w:val="007247A1"/>
    <w:rsid w:val="0072631E"/>
    <w:rsid w:val="00726F62"/>
    <w:rsid w:val="007270F3"/>
    <w:rsid w:val="0072728D"/>
    <w:rsid w:val="007352C3"/>
    <w:rsid w:val="00736FD4"/>
    <w:rsid w:val="007371D5"/>
    <w:rsid w:val="0073760C"/>
    <w:rsid w:val="00737669"/>
    <w:rsid w:val="00743EFA"/>
    <w:rsid w:val="00745B17"/>
    <w:rsid w:val="007557EB"/>
    <w:rsid w:val="0075686E"/>
    <w:rsid w:val="00763A54"/>
    <w:rsid w:val="00765A06"/>
    <w:rsid w:val="00766382"/>
    <w:rsid w:val="0076703B"/>
    <w:rsid w:val="007703D1"/>
    <w:rsid w:val="007705D1"/>
    <w:rsid w:val="00772F73"/>
    <w:rsid w:val="00777C25"/>
    <w:rsid w:val="007806BC"/>
    <w:rsid w:val="00782AAC"/>
    <w:rsid w:val="007863CD"/>
    <w:rsid w:val="00786E4A"/>
    <w:rsid w:val="00795042"/>
    <w:rsid w:val="00797481"/>
    <w:rsid w:val="00797D42"/>
    <w:rsid w:val="007A0E88"/>
    <w:rsid w:val="007A0ED3"/>
    <w:rsid w:val="007A24BB"/>
    <w:rsid w:val="007A6206"/>
    <w:rsid w:val="007B2635"/>
    <w:rsid w:val="007B292E"/>
    <w:rsid w:val="007B597D"/>
    <w:rsid w:val="007B5ED9"/>
    <w:rsid w:val="007B6460"/>
    <w:rsid w:val="007C2610"/>
    <w:rsid w:val="007C2A4A"/>
    <w:rsid w:val="007C2A5D"/>
    <w:rsid w:val="007C51BA"/>
    <w:rsid w:val="007D4834"/>
    <w:rsid w:val="007D66D3"/>
    <w:rsid w:val="007D7764"/>
    <w:rsid w:val="007E03DD"/>
    <w:rsid w:val="007E0991"/>
    <w:rsid w:val="007E1235"/>
    <w:rsid w:val="007E145C"/>
    <w:rsid w:val="007E3F0B"/>
    <w:rsid w:val="007E78C3"/>
    <w:rsid w:val="007F09B5"/>
    <w:rsid w:val="007F3E7A"/>
    <w:rsid w:val="007F72EC"/>
    <w:rsid w:val="0080080D"/>
    <w:rsid w:val="0080187D"/>
    <w:rsid w:val="00805E14"/>
    <w:rsid w:val="00815F96"/>
    <w:rsid w:val="00823191"/>
    <w:rsid w:val="008251A0"/>
    <w:rsid w:val="00825F74"/>
    <w:rsid w:val="00826CD9"/>
    <w:rsid w:val="00826F9B"/>
    <w:rsid w:val="00827442"/>
    <w:rsid w:val="0084277D"/>
    <w:rsid w:val="00842A88"/>
    <w:rsid w:val="00844AFC"/>
    <w:rsid w:val="008477AD"/>
    <w:rsid w:val="00853C25"/>
    <w:rsid w:val="00856463"/>
    <w:rsid w:val="00861E2E"/>
    <w:rsid w:val="00863217"/>
    <w:rsid w:val="00865BDF"/>
    <w:rsid w:val="0086632A"/>
    <w:rsid w:val="0086637D"/>
    <w:rsid w:val="00867EDB"/>
    <w:rsid w:val="00872602"/>
    <w:rsid w:val="00876607"/>
    <w:rsid w:val="00885039"/>
    <w:rsid w:val="008924A1"/>
    <w:rsid w:val="00894951"/>
    <w:rsid w:val="008956B2"/>
    <w:rsid w:val="008A664B"/>
    <w:rsid w:val="008B4CA8"/>
    <w:rsid w:val="008C01B8"/>
    <w:rsid w:val="008C06B3"/>
    <w:rsid w:val="008C20F7"/>
    <w:rsid w:val="008C311A"/>
    <w:rsid w:val="008C7D1E"/>
    <w:rsid w:val="008D1B90"/>
    <w:rsid w:val="008D29B1"/>
    <w:rsid w:val="008D760D"/>
    <w:rsid w:val="008E0475"/>
    <w:rsid w:val="008E0FCC"/>
    <w:rsid w:val="008E4157"/>
    <w:rsid w:val="008E4CBB"/>
    <w:rsid w:val="008E688A"/>
    <w:rsid w:val="008F4D8E"/>
    <w:rsid w:val="009013A2"/>
    <w:rsid w:val="00902D4A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A67"/>
    <w:rsid w:val="00921EE5"/>
    <w:rsid w:val="009241EA"/>
    <w:rsid w:val="00926176"/>
    <w:rsid w:val="00933B86"/>
    <w:rsid w:val="00952189"/>
    <w:rsid w:val="00953073"/>
    <w:rsid w:val="0095366F"/>
    <w:rsid w:val="00960AB1"/>
    <w:rsid w:val="00963FEE"/>
    <w:rsid w:val="0096658F"/>
    <w:rsid w:val="00967E0C"/>
    <w:rsid w:val="00970924"/>
    <w:rsid w:val="00971720"/>
    <w:rsid w:val="00971A0B"/>
    <w:rsid w:val="009768B6"/>
    <w:rsid w:val="009768F3"/>
    <w:rsid w:val="009773D9"/>
    <w:rsid w:val="0097757E"/>
    <w:rsid w:val="00977C01"/>
    <w:rsid w:val="009831DE"/>
    <w:rsid w:val="00983B87"/>
    <w:rsid w:val="00986AF1"/>
    <w:rsid w:val="00986B5C"/>
    <w:rsid w:val="00987BAE"/>
    <w:rsid w:val="00994853"/>
    <w:rsid w:val="0099665B"/>
    <w:rsid w:val="009A2257"/>
    <w:rsid w:val="009B2AC2"/>
    <w:rsid w:val="009B3676"/>
    <w:rsid w:val="009C0633"/>
    <w:rsid w:val="009C08CF"/>
    <w:rsid w:val="009C0F27"/>
    <w:rsid w:val="009C182C"/>
    <w:rsid w:val="009C2948"/>
    <w:rsid w:val="009C4BE8"/>
    <w:rsid w:val="009C5B8A"/>
    <w:rsid w:val="009D0647"/>
    <w:rsid w:val="009D39FB"/>
    <w:rsid w:val="009D46EA"/>
    <w:rsid w:val="009E263C"/>
    <w:rsid w:val="009E5225"/>
    <w:rsid w:val="009E71D4"/>
    <w:rsid w:val="009F0237"/>
    <w:rsid w:val="009F13A2"/>
    <w:rsid w:val="009F14E5"/>
    <w:rsid w:val="009F1A8B"/>
    <w:rsid w:val="009F5E6E"/>
    <w:rsid w:val="009F69EE"/>
    <w:rsid w:val="009F6F8C"/>
    <w:rsid w:val="00A002E4"/>
    <w:rsid w:val="00A003E6"/>
    <w:rsid w:val="00A03178"/>
    <w:rsid w:val="00A070DE"/>
    <w:rsid w:val="00A10276"/>
    <w:rsid w:val="00A1257E"/>
    <w:rsid w:val="00A14535"/>
    <w:rsid w:val="00A204CF"/>
    <w:rsid w:val="00A20A05"/>
    <w:rsid w:val="00A227CA"/>
    <w:rsid w:val="00A22E78"/>
    <w:rsid w:val="00A25CB1"/>
    <w:rsid w:val="00A2638F"/>
    <w:rsid w:val="00A26793"/>
    <w:rsid w:val="00A27659"/>
    <w:rsid w:val="00A316DB"/>
    <w:rsid w:val="00A42B3B"/>
    <w:rsid w:val="00A47259"/>
    <w:rsid w:val="00A504AB"/>
    <w:rsid w:val="00A52166"/>
    <w:rsid w:val="00A5546B"/>
    <w:rsid w:val="00A70F53"/>
    <w:rsid w:val="00A73130"/>
    <w:rsid w:val="00A80094"/>
    <w:rsid w:val="00A81D21"/>
    <w:rsid w:val="00A8494D"/>
    <w:rsid w:val="00A92062"/>
    <w:rsid w:val="00A92DEB"/>
    <w:rsid w:val="00A93818"/>
    <w:rsid w:val="00A9780B"/>
    <w:rsid w:val="00AA0125"/>
    <w:rsid w:val="00AA2A5C"/>
    <w:rsid w:val="00AA5902"/>
    <w:rsid w:val="00AA6A5F"/>
    <w:rsid w:val="00AB3CE3"/>
    <w:rsid w:val="00AB3E03"/>
    <w:rsid w:val="00AB4A6F"/>
    <w:rsid w:val="00AB5F1B"/>
    <w:rsid w:val="00AC0747"/>
    <w:rsid w:val="00AC0E84"/>
    <w:rsid w:val="00AC1079"/>
    <w:rsid w:val="00AC4893"/>
    <w:rsid w:val="00AC4FE7"/>
    <w:rsid w:val="00AC54A9"/>
    <w:rsid w:val="00AD236C"/>
    <w:rsid w:val="00AD3193"/>
    <w:rsid w:val="00AD6461"/>
    <w:rsid w:val="00AD75CC"/>
    <w:rsid w:val="00AE149A"/>
    <w:rsid w:val="00AF0597"/>
    <w:rsid w:val="00AF0E99"/>
    <w:rsid w:val="00AF24E1"/>
    <w:rsid w:val="00AF29E8"/>
    <w:rsid w:val="00AF35A1"/>
    <w:rsid w:val="00B00EC8"/>
    <w:rsid w:val="00B01BC0"/>
    <w:rsid w:val="00B0398E"/>
    <w:rsid w:val="00B108E7"/>
    <w:rsid w:val="00B1328F"/>
    <w:rsid w:val="00B1647F"/>
    <w:rsid w:val="00B23BFA"/>
    <w:rsid w:val="00B30C19"/>
    <w:rsid w:val="00B36AF9"/>
    <w:rsid w:val="00B415F4"/>
    <w:rsid w:val="00B45CA8"/>
    <w:rsid w:val="00B51FDE"/>
    <w:rsid w:val="00B56820"/>
    <w:rsid w:val="00B60C60"/>
    <w:rsid w:val="00B62063"/>
    <w:rsid w:val="00B6436F"/>
    <w:rsid w:val="00B657F1"/>
    <w:rsid w:val="00B71037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B0BC7"/>
    <w:rsid w:val="00BB29FF"/>
    <w:rsid w:val="00BB2E4D"/>
    <w:rsid w:val="00BC1EC8"/>
    <w:rsid w:val="00BC38C5"/>
    <w:rsid w:val="00BD1083"/>
    <w:rsid w:val="00BD5A2E"/>
    <w:rsid w:val="00BE1050"/>
    <w:rsid w:val="00BF06E1"/>
    <w:rsid w:val="00BF405E"/>
    <w:rsid w:val="00BF5027"/>
    <w:rsid w:val="00BF557B"/>
    <w:rsid w:val="00BF5A99"/>
    <w:rsid w:val="00C034B1"/>
    <w:rsid w:val="00C13D7F"/>
    <w:rsid w:val="00C17C0F"/>
    <w:rsid w:val="00C2167A"/>
    <w:rsid w:val="00C23D76"/>
    <w:rsid w:val="00C26576"/>
    <w:rsid w:val="00C3118F"/>
    <w:rsid w:val="00C3197C"/>
    <w:rsid w:val="00C354CF"/>
    <w:rsid w:val="00C379AE"/>
    <w:rsid w:val="00C40AB3"/>
    <w:rsid w:val="00C431FC"/>
    <w:rsid w:val="00C433C5"/>
    <w:rsid w:val="00C43BCD"/>
    <w:rsid w:val="00C449E7"/>
    <w:rsid w:val="00C46EC1"/>
    <w:rsid w:val="00C47355"/>
    <w:rsid w:val="00C47DB8"/>
    <w:rsid w:val="00C47DF1"/>
    <w:rsid w:val="00C50003"/>
    <w:rsid w:val="00C6198F"/>
    <w:rsid w:val="00C64542"/>
    <w:rsid w:val="00C73DB1"/>
    <w:rsid w:val="00C8039E"/>
    <w:rsid w:val="00C80ED6"/>
    <w:rsid w:val="00C8198F"/>
    <w:rsid w:val="00C8218C"/>
    <w:rsid w:val="00C83C42"/>
    <w:rsid w:val="00C85160"/>
    <w:rsid w:val="00C9543B"/>
    <w:rsid w:val="00CA1C10"/>
    <w:rsid w:val="00CA4AC1"/>
    <w:rsid w:val="00CA61FD"/>
    <w:rsid w:val="00CB2849"/>
    <w:rsid w:val="00CB2EBC"/>
    <w:rsid w:val="00CC476D"/>
    <w:rsid w:val="00CC6B84"/>
    <w:rsid w:val="00CD5E3E"/>
    <w:rsid w:val="00CD7C51"/>
    <w:rsid w:val="00CE2EA4"/>
    <w:rsid w:val="00CF1827"/>
    <w:rsid w:val="00CF3CDA"/>
    <w:rsid w:val="00CF435F"/>
    <w:rsid w:val="00D00D67"/>
    <w:rsid w:val="00D01BE4"/>
    <w:rsid w:val="00D03B0F"/>
    <w:rsid w:val="00D10FD3"/>
    <w:rsid w:val="00D15EB4"/>
    <w:rsid w:val="00D17379"/>
    <w:rsid w:val="00D24648"/>
    <w:rsid w:val="00D24977"/>
    <w:rsid w:val="00D25E13"/>
    <w:rsid w:val="00D3414D"/>
    <w:rsid w:val="00D40C24"/>
    <w:rsid w:val="00D4234D"/>
    <w:rsid w:val="00D42D8C"/>
    <w:rsid w:val="00D45CC9"/>
    <w:rsid w:val="00D52C14"/>
    <w:rsid w:val="00D53691"/>
    <w:rsid w:val="00D60D5D"/>
    <w:rsid w:val="00D620A8"/>
    <w:rsid w:val="00D643D4"/>
    <w:rsid w:val="00D6742A"/>
    <w:rsid w:val="00D67E3D"/>
    <w:rsid w:val="00D703DE"/>
    <w:rsid w:val="00D739E2"/>
    <w:rsid w:val="00D73E87"/>
    <w:rsid w:val="00D74275"/>
    <w:rsid w:val="00D7529C"/>
    <w:rsid w:val="00D802BE"/>
    <w:rsid w:val="00D8206C"/>
    <w:rsid w:val="00D844D5"/>
    <w:rsid w:val="00D858CF"/>
    <w:rsid w:val="00D91EA7"/>
    <w:rsid w:val="00D92E1F"/>
    <w:rsid w:val="00D939AC"/>
    <w:rsid w:val="00D93F78"/>
    <w:rsid w:val="00D955F9"/>
    <w:rsid w:val="00D96F84"/>
    <w:rsid w:val="00DA1CA2"/>
    <w:rsid w:val="00DA6CEE"/>
    <w:rsid w:val="00DB1C29"/>
    <w:rsid w:val="00DB2FAE"/>
    <w:rsid w:val="00DB37C3"/>
    <w:rsid w:val="00DC29BE"/>
    <w:rsid w:val="00DC4998"/>
    <w:rsid w:val="00DD1264"/>
    <w:rsid w:val="00DD2C4A"/>
    <w:rsid w:val="00DD5CAD"/>
    <w:rsid w:val="00DD7153"/>
    <w:rsid w:val="00DE08D2"/>
    <w:rsid w:val="00DE100A"/>
    <w:rsid w:val="00DE1CCE"/>
    <w:rsid w:val="00DE4C6A"/>
    <w:rsid w:val="00DE616E"/>
    <w:rsid w:val="00DE709C"/>
    <w:rsid w:val="00DF136A"/>
    <w:rsid w:val="00DF1ACD"/>
    <w:rsid w:val="00DF2876"/>
    <w:rsid w:val="00DF3F0D"/>
    <w:rsid w:val="00DF5F7F"/>
    <w:rsid w:val="00DF7FAB"/>
    <w:rsid w:val="00E005AE"/>
    <w:rsid w:val="00E028BD"/>
    <w:rsid w:val="00E06215"/>
    <w:rsid w:val="00E103F0"/>
    <w:rsid w:val="00E13952"/>
    <w:rsid w:val="00E17D4B"/>
    <w:rsid w:val="00E200C6"/>
    <w:rsid w:val="00E201E6"/>
    <w:rsid w:val="00E20855"/>
    <w:rsid w:val="00E212E7"/>
    <w:rsid w:val="00E22F0B"/>
    <w:rsid w:val="00E2600E"/>
    <w:rsid w:val="00E327F8"/>
    <w:rsid w:val="00E35806"/>
    <w:rsid w:val="00E36B97"/>
    <w:rsid w:val="00E43568"/>
    <w:rsid w:val="00E56E8F"/>
    <w:rsid w:val="00E57A53"/>
    <w:rsid w:val="00E61593"/>
    <w:rsid w:val="00E6564C"/>
    <w:rsid w:val="00E66FFD"/>
    <w:rsid w:val="00E6702C"/>
    <w:rsid w:val="00E74349"/>
    <w:rsid w:val="00E772BE"/>
    <w:rsid w:val="00E77659"/>
    <w:rsid w:val="00E7785E"/>
    <w:rsid w:val="00E82730"/>
    <w:rsid w:val="00EA0041"/>
    <w:rsid w:val="00EA13A8"/>
    <w:rsid w:val="00EA23FB"/>
    <w:rsid w:val="00EA7D18"/>
    <w:rsid w:val="00EB20E5"/>
    <w:rsid w:val="00EB26B7"/>
    <w:rsid w:val="00EB4702"/>
    <w:rsid w:val="00EB642D"/>
    <w:rsid w:val="00EC02FA"/>
    <w:rsid w:val="00EC0B5C"/>
    <w:rsid w:val="00EC0E9A"/>
    <w:rsid w:val="00EC5253"/>
    <w:rsid w:val="00ED0808"/>
    <w:rsid w:val="00ED0B80"/>
    <w:rsid w:val="00ED3E4C"/>
    <w:rsid w:val="00ED4091"/>
    <w:rsid w:val="00ED7A04"/>
    <w:rsid w:val="00EE01A4"/>
    <w:rsid w:val="00EE1E1B"/>
    <w:rsid w:val="00EE36C5"/>
    <w:rsid w:val="00EE4440"/>
    <w:rsid w:val="00EE7908"/>
    <w:rsid w:val="00EF1135"/>
    <w:rsid w:val="00EF7140"/>
    <w:rsid w:val="00EF7974"/>
    <w:rsid w:val="00F02A7E"/>
    <w:rsid w:val="00F02C1F"/>
    <w:rsid w:val="00F02C67"/>
    <w:rsid w:val="00F04735"/>
    <w:rsid w:val="00F048C9"/>
    <w:rsid w:val="00F04BE3"/>
    <w:rsid w:val="00F07B24"/>
    <w:rsid w:val="00F10761"/>
    <w:rsid w:val="00F11F1A"/>
    <w:rsid w:val="00F11FB3"/>
    <w:rsid w:val="00F13D7A"/>
    <w:rsid w:val="00F14363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90F"/>
    <w:rsid w:val="00F33F25"/>
    <w:rsid w:val="00F4020E"/>
    <w:rsid w:val="00F431D9"/>
    <w:rsid w:val="00F52195"/>
    <w:rsid w:val="00F52321"/>
    <w:rsid w:val="00F52579"/>
    <w:rsid w:val="00F530C4"/>
    <w:rsid w:val="00F55ADD"/>
    <w:rsid w:val="00F564A0"/>
    <w:rsid w:val="00F6288D"/>
    <w:rsid w:val="00F62E21"/>
    <w:rsid w:val="00F62F58"/>
    <w:rsid w:val="00F63B2D"/>
    <w:rsid w:val="00F67030"/>
    <w:rsid w:val="00F721F8"/>
    <w:rsid w:val="00F75021"/>
    <w:rsid w:val="00F75C0B"/>
    <w:rsid w:val="00F76D8E"/>
    <w:rsid w:val="00F80FAE"/>
    <w:rsid w:val="00F83759"/>
    <w:rsid w:val="00F8394A"/>
    <w:rsid w:val="00F851B8"/>
    <w:rsid w:val="00F8608C"/>
    <w:rsid w:val="00F8745C"/>
    <w:rsid w:val="00F9341E"/>
    <w:rsid w:val="00F943D5"/>
    <w:rsid w:val="00F94484"/>
    <w:rsid w:val="00F95A1F"/>
    <w:rsid w:val="00FA1B49"/>
    <w:rsid w:val="00FA1D40"/>
    <w:rsid w:val="00FA49B2"/>
    <w:rsid w:val="00FA62CE"/>
    <w:rsid w:val="00FA7E6F"/>
    <w:rsid w:val="00FB1612"/>
    <w:rsid w:val="00FB1DBD"/>
    <w:rsid w:val="00FB47CC"/>
    <w:rsid w:val="00FB68DC"/>
    <w:rsid w:val="00FC1338"/>
    <w:rsid w:val="00FC2566"/>
    <w:rsid w:val="00FC301D"/>
    <w:rsid w:val="00FC5A62"/>
    <w:rsid w:val="00FD5EE7"/>
    <w:rsid w:val="00FD67A2"/>
    <w:rsid w:val="00FD6EA6"/>
    <w:rsid w:val="00FE280A"/>
    <w:rsid w:val="00FE4446"/>
    <w:rsid w:val="00FE4AAD"/>
    <w:rsid w:val="00FE4ACD"/>
    <w:rsid w:val="00FF1902"/>
    <w:rsid w:val="00FF1DD2"/>
    <w:rsid w:val="00FF216E"/>
    <w:rsid w:val="00FF4308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46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607"/>
    <w:pPr>
      <w:keepNext/>
      <w:jc w:val="center"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F27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0514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0F27"/>
    <w:rPr>
      <w:rFonts w:ascii="Times New Roman" w:hAnsi="Times New Roman" w:cs="Times New Roman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0514"/>
    <w:rPr>
      <w:rFonts w:ascii="Times New Roman" w:hAnsi="Times New Roman" w:cs="Times New Roman"/>
      <w:b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9C0F27"/>
    <w:pPr>
      <w:ind w:left="720"/>
      <w:contextualSpacing/>
    </w:pPr>
  </w:style>
  <w:style w:type="paragraph" w:customStyle="1" w:styleId="ConsNormal">
    <w:name w:val="ConsNormal"/>
    <w:uiPriority w:val="99"/>
    <w:rsid w:val="00160514"/>
    <w:pPr>
      <w:widowControl w:val="0"/>
      <w:ind w:firstLine="720"/>
    </w:pPr>
    <w:rPr>
      <w:rFonts w:ascii="Arial" w:eastAsia="Times New Roman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14"/>
    <w:rPr>
      <w:rFonts w:ascii="Times New Roman" w:hAnsi="Times New Roman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160514"/>
    <w:rPr>
      <w:rFonts w:cs="Times New Roman"/>
    </w:rPr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1605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6B1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B1D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3841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19B"/>
    <w:rPr>
      <w:rFonts w:ascii="Times New Roman" w:hAnsi="Times New Roman"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876607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876607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Title">
    <w:name w:val="ConsTitle"/>
    <w:uiPriority w:val="99"/>
    <w:rsid w:val="00876607"/>
    <w:pPr>
      <w:widowControl w:val="0"/>
    </w:pPr>
    <w:rPr>
      <w:rFonts w:ascii="Arial" w:eastAsia="Times New Roman" w:hAnsi="Arial"/>
      <w:b/>
      <w:sz w:val="16"/>
      <w:szCs w:val="20"/>
    </w:rPr>
  </w:style>
  <w:style w:type="paragraph" w:styleId="Title">
    <w:name w:val="Title"/>
    <w:basedOn w:val="Normal"/>
    <w:link w:val="TitleChar"/>
    <w:uiPriority w:val="99"/>
    <w:qFormat/>
    <w:rsid w:val="00876607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76607"/>
    <w:pPr>
      <w:jc w:val="center"/>
    </w:pPr>
    <w:rPr>
      <w:rFonts w:ascii="Garamond" w:hAnsi="Garamond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766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10</Pages>
  <Words>1915</Words>
  <Characters>10917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computer</dc:creator>
  <cp:keywords/>
  <dc:description/>
  <cp:lastModifiedBy>Пользователь</cp:lastModifiedBy>
  <cp:revision>8</cp:revision>
  <cp:lastPrinted>2016-10-27T08:53:00Z</cp:lastPrinted>
  <dcterms:created xsi:type="dcterms:W3CDTF">2016-09-20T08:10:00Z</dcterms:created>
  <dcterms:modified xsi:type="dcterms:W3CDTF">2016-11-08T08:00:00Z</dcterms:modified>
</cp:coreProperties>
</file>