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71" w:rsidRDefault="00EB4E71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ЗАКОН УЛЬЯНОВСКОЙ ОБЛАСТИ</w:t>
      </w:r>
    </w:p>
    <w:p w:rsidR="00EB4E71" w:rsidRDefault="00EB4E71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B4E71" w:rsidRDefault="00EB4E71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EB4E71" w:rsidRDefault="00EB4E71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EB4E71" w:rsidRDefault="00EB4E71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4E71" w:rsidRDefault="00EB4E71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7B204E">
        <w:rPr>
          <w:rFonts w:ascii="Times New Roman" w:hAnsi="Times New Roman" w:cs="Times New Roman"/>
          <w:b/>
          <w:bCs/>
          <w:sz w:val="28"/>
          <w:szCs w:val="28"/>
        </w:rPr>
        <w:t xml:space="preserve"> в Закон Ульяновской области </w:t>
      </w:r>
    </w:p>
    <w:p w:rsidR="00EB4E71" w:rsidRPr="007B204E" w:rsidRDefault="00EB4E71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«Градостроительный устав Ульяновской области»</w:t>
      </w:r>
    </w:p>
    <w:p w:rsidR="00EB4E71" w:rsidRPr="00E903C5" w:rsidRDefault="00EB4E71" w:rsidP="00181CD4">
      <w:pPr>
        <w:widowControl/>
        <w:ind w:firstLine="709"/>
        <w:jc w:val="both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EB4E71" w:rsidRDefault="00EB4E71" w:rsidP="00E903C5">
      <w:pPr>
        <w:widowControl/>
        <w:ind w:firstLine="709"/>
        <w:jc w:val="center"/>
      </w:pPr>
    </w:p>
    <w:p w:rsidR="00EB4E71" w:rsidRPr="00E903C5" w:rsidRDefault="00EB4E71" w:rsidP="00E903C5">
      <w:pPr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903C5"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22 ноября  2017 года</w:t>
      </w:r>
    </w:p>
    <w:p w:rsidR="00EB4E71" w:rsidRDefault="00EB4E71" w:rsidP="00181CD4">
      <w:pPr>
        <w:widowControl/>
        <w:ind w:firstLine="709"/>
        <w:jc w:val="both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EB4E71" w:rsidRDefault="00EB4E71" w:rsidP="00181CD4">
      <w:pPr>
        <w:widowControl/>
        <w:ind w:firstLine="709"/>
        <w:jc w:val="both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EB4E71" w:rsidRPr="00E903C5" w:rsidRDefault="00EB4E71" w:rsidP="00181CD4">
      <w:pPr>
        <w:widowControl/>
        <w:ind w:firstLine="709"/>
        <w:jc w:val="both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EB4E71" w:rsidRPr="00A46DCE" w:rsidRDefault="00EB4E71" w:rsidP="003E5568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eastAsia="en-US"/>
        </w:rPr>
      </w:pP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Внести в Закон Ульяновской области от 30 июня 2008 года №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val="en-US" w:eastAsia="en-US"/>
        </w:rPr>
        <w:t> 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118-ЗО «Градостроительный устав Ульяновской области» («Ульяновская правда» </w:t>
      </w:r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br/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от 02.07.2008 № 54; от 08.07.2011 № 74; от 07.10.2011 № 113; от 04.05.2012 № 45; </w:t>
      </w:r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br/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от 13.03.2013 № 27; от 11.11.2013 № 144; от 31.12.2013 № 174; от 11.03.2014 № 34; </w:t>
      </w:r>
      <w:r>
        <w:rPr>
          <w:rFonts w:ascii="Times New Roman" w:hAnsi="Times New Roman" w:cs="Times New Roman"/>
          <w:spacing w:val="-4"/>
          <w:sz w:val="28"/>
          <w:szCs w:val="28"/>
          <w:lang w:eastAsia="en-US"/>
        </w:rPr>
        <w:br/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от 10.07.2014 № 98; от 07.08.2014 № 114; от 05.10.2015 № 139; от 29.10.2015 № 151; от 04.10.2016 № 118, от 31.03.2017 № 23; от 30.06.2017 № 47) следующие изменения:</w:t>
      </w:r>
    </w:p>
    <w:p w:rsidR="00EB4E71" w:rsidRPr="007767C0" w:rsidRDefault="00EB4E71" w:rsidP="003E5568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767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1) в пункте 5 статьи 19 слова «</w:t>
      </w:r>
      <w:r w:rsidRPr="007767C0">
        <w:rPr>
          <w:rFonts w:ascii="Times New Roman" w:hAnsi="Times New Roman" w:cs="Times New Roman"/>
          <w:color w:val="000000"/>
          <w:spacing w:val="-2"/>
          <w:sz w:val="28"/>
          <w:szCs w:val="28"/>
        </w:rPr>
        <w:t>зон действия систем посадки и вблизи объектов радиолокации и радионавигации, предназначенных для обеспечения пол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ё</w:t>
      </w:r>
      <w:r w:rsidRPr="007767C0">
        <w:rPr>
          <w:rFonts w:ascii="Times New Roman" w:hAnsi="Times New Roman" w:cs="Times New Roman"/>
          <w:color w:val="000000"/>
          <w:spacing w:val="-2"/>
          <w:sz w:val="28"/>
          <w:szCs w:val="28"/>
        </w:rPr>
        <w:t>тов воздушных судов</w:t>
      </w:r>
      <w:r w:rsidRPr="007767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заменить </w:t>
      </w:r>
      <w:r w:rsidRPr="007767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словами «</w:t>
      </w:r>
      <w:r w:rsidRPr="007767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приаэродромной территории</w:t>
      </w:r>
      <w:r w:rsidRPr="007767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»</w:t>
      </w:r>
      <w:r w:rsidRPr="007767C0">
        <w:rPr>
          <w:rFonts w:ascii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EB4E71" w:rsidRPr="007767C0" w:rsidRDefault="00EB4E71" w:rsidP="003E5568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767C0">
        <w:rPr>
          <w:rFonts w:ascii="Times New Roman" w:hAnsi="Times New Roman" w:cs="Times New Roman"/>
          <w:color w:val="000000"/>
          <w:spacing w:val="-2"/>
          <w:sz w:val="28"/>
          <w:szCs w:val="28"/>
        </w:rPr>
        <w:t>2) пункт 3 статьи 20 изложить в следующей редакции:</w:t>
      </w:r>
    </w:p>
    <w:p w:rsidR="00EB4E71" w:rsidRPr="00A46DCE" w:rsidRDefault="00EB4E71" w:rsidP="003E5568">
      <w:pPr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DCE">
        <w:rPr>
          <w:rFonts w:ascii="Times New Roman" w:hAnsi="Times New Roman" w:cs="Times New Roman"/>
          <w:sz w:val="28"/>
          <w:szCs w:val="28"/>
        </w:rPr>
        <w:t>«3) объекты учебного, производственного, социального, культурного назначения, общежития муниципальных образовательных организаций, находящихся в ведении органов местного самоуправления муниципального района, и их филиалов;»;</w:t>
      </w:r>
    </w:p>
    <w:p w:rsidR="00EB4E71" w:rsidRDefault="00EB4E71" w:rsidP="003E5568">
      <w:pPr>
        <w:spacing w:line="35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3) пункт 4 статьи 21 изложить в следующей редакции:</w:t>
      </w:r>
    </w:p>
    <w:p w:rsidR="00EB4E71" w:rsidRDefault="00EB4E71" w:rsidP="003E5568">
      <w:pPr>
        <w:spacing w:line="35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«4) объекты учебного, производственного, социального, </w:t>
      </w:r>
      <w:r w:rsidRPr="00351D15">
        <w:rPr>
          <w:rFonts w:ascii="Times New Roman" w:hAnsi="Times New Roman" w:cs="Times New Roman"/>
          <w:spacing w:val="-2"/>
          <w:sz w:val="28"/>
          <w:szCs w:val="28"/>
        </w:rPr>
        <w:t>культурного назначения, общежития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муниципальных образовательных организаций, находящихся в ведении органов местного самоуправления городского округа, </w:t>
      </w:r>
      <w:r>
        <w:rPr>
          <w:rFonts w:ascii="Times New Roman" w:hAnsi="Times New Roman" w:cs="Times New Roman"/>
          <w:spacing w:val="-2"/>
          <w:sz w:val="28"/>
          <w:szCs w:val="28"/>
        </w:rPr>
        <w:br/>
        <w:t>и их филиалов в случае подготовки генерального плана городского округа;».</w:t>
      </w:r>
    </w:p>
    <w:p w:rsidR="00EB4E71" w:rsidRPr="00A46DCE" w:rsidRDefault="00EB4E71" w:rsidP="00A46DCE">
      <w:pPr>
        <w:ind w:firstLine="709"/>
        <w:jc w:val="both"/>
        <w:rPr>
          <w:rFonts w:ascii="Times New Roman" w:hAnsi="Times New Roman" w:cs="Times New Roman"/>
          <w:color w:val="000000"/>
          <w:sz w:val="18"/>
          <w:szCs w:val="28"/>
          <w:lang w:eastAsia="en-US"/>
        </w:rPr>
      </w:pPr>
    </w:p>
    <w:p w:rsidR="00EB4E71" w:rsidRPr="00E903C5" w:rsidRDefault="00EB4E71" w:rsidP="00A46DCE">
      <w:pPr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  <w:lang w:eastAsia="en-US"/>
        </w:rPr>
      </w:pPr>
    </w:p>
    <w:p w:rsidR="00EB4E71" w:rsidRPr="00E77C58" w:rsidRDefault="00EB4E71" w:rsidP="00A46DCE">
      <w:pPr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E77C58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Губернатор Ульяновской области                                                        С.И.Морозов</w:t>
      </w:r>
    </w:p>
    <w:p w:rsidR="00EB4E71" w:rsidRPr="00A46DCE" w:rsidRDefault="00EB4E71" w:rsidP="00A46DCE">
      <w:pPr>
        <w:ind w:firstLine="709"/>
        <w:jc w:val="both"/>
        <w:rPr>
          <w:rFonts w:ascii="Times New Roman" w:hAnsi="Times New Roman" w:cs="Times New Roman"/>
          <w:color w:val="000000"/>
          <w:sz w:val="40"/>
          <w:szCs w:val="28"/>
          <w:lang w:eastAsia="en-US"/>
        </w:rPr>
      </w:pPr>
    </w:p>
    <w:p w:rsidR="00EB4E71" w:rsidRPr="00181CD4" w:rsidRDefault="00EB4E71" w:rsidP="00A46DCE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г. Ульяновск</w:t>
      </w:r>
    </w:p>
    <w:p w:rsidR="00EB4E71" w:rsidRPr="00181CD4" w:rsidRDefault="00EB4E71" w:rsidP="00A46DCE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17 ноября </w:t>
      </w:r>
      <w:smartTag w:uri="urn:schemas-microsoft-com:office:smarttags" w:element="metricconverter">
        <w:smartTagPr>
          <w:attr w:name="ProductID" w:val="2017 г"/>
        </w:smartTagPr>
        <w:r w:rsidRPr="00181CD4">
          <w:rPr>
            <w:rFonts w:ascii="Times New Roman" w:hAnsi="Times New Roman" w:cs="Times New Roman"/>
            <w:color w:val="000000"/>
            <w:sz w:val="28"/>
            <w:szCs w:val="28"/>
            <w:lang w:eastAsia="en-US"/>
          </w:rPr>
          <w:t>2017 г</w:t>
        </w:r>
      </w:smartTag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EB4E71" w:rsidRDefault="00EB4E71" w:rsidP="00A46DCE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158</w:t>
      </w: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-ЗО</w:t>
      </w:r>
    </w:p>
    <w:sectPr w:rsidR="00EB4E71" w:rsidSect="007B204E">
      <w:headerReference w:type="default" r:id="rId7"/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E71" w:rsidRDefault="00EB4E71" w:rsidP="00D834E3">
      <w:r>
        <w:separator/>
      </w:r>
    </w:p>
  </w:endnote>
  <w:endnote w:type="continuationSeparator" w:id="0">
    <w:p w:rsidR="00EB4E71" w:rsidRDefault="00EB4E71" w:rsidP="00D83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E71" w:rsidRPr="00C616CB" w:rsidRDefault="00EB4E71" w:rsidP="00C616CB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1110км1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E71" w:rsidRDefault="00EB4E71" w:rsidP="00D834E3">
      <w:r>
        <w:separator/>
      </w:r>
    </w:p>
  </w:footnote>
  <w:footnote w:type="continuationSeparator" w:id="0">
    <w:p w:rsidR="00EB4E71" w:rsidRDefault="00EB4E71" w:rsidP="00D834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E71" w:rsidRPr="007B204E" w:rsidRDefault="00EB4E71" w:rsidP="007B204E">
    <w:pPr>
      <w:pStyle w:val="Header"/>
      <w:jc w:val="center"/>
      <w:rPr>
        <w:rFonts w:ascii="Times New Roman" w:hAnsi="Times New Roman"/>
        <w:sz w:val="28"/>
        <w:szCs w:val="28"/>
      </w:rPr>
    </w:pPr>
    <w:r w:rsidRPr="00D834E3">
      <w:rPr>
        <w:rFonts w:ascii="Times New Roman" w:hAnsi="Times New Roman"/>
        <w:sz w:val="28"/>
        <w:szCs w:val="28"/>
      </w:rPr>
      <w:fldChar w:fldCharType="begin"/>
    </w:r>
    <w:r w:rsidRPr="00D834E3">
      <w:rPr>
        <w:rFonts w:ascii="Times New Roman" w:hAnsi="Times New Roman"/>
        <w:sz w:val="28"/>
        <w:szCs w:val="28"/>
      </w:rPr>
      <w:instrText>PAGE   \* MERGEFORMAT</w:instrText>
    </w:r>
    <w:r w:rsidRPr="00D834E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D834E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17A"/>
    <w:multiLevelType w:val="hybridMultilevel"/>
    <w:tmpl w:val="7474E54C"/>
    <w:lvl w:ilvl="0" w:tplc="0A9436B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D293B09"/>
    <w:multiLevelType w:val="hybridMultilevel"/>
    <w:tmpl w:val="F7BED904"/>
    <w:lvl w:ilvl="0" w:tplc="558A1AF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9EF3274"/>
    <w:multiLevelType w:val="singleLevel"/>
    <w:tmpl w:val="B524A0E0"/>
    <w:lvl w:ilvl="0">
      <w:start w:val="1"/>
      <w:numFmt w:val="decimal"/>
      <w:lvlText w:val="%1."/>
      <w:legacy w:legacy="1" w:legacySpace="0" w:legacyIndent="218"/>
      <w:lvlJc w:val="left"/>
      <w:rPr>
        <w:rFonts w:ascii="Arial" w:hAnsi="Arial" w:cs="Arial" w:hint="default"/>
      </w:rPr>
    </w:lvl>
  </w:abstractNum>
  <w:abstractNum w:abstractNumId="3">
    <w:nsid w:val="719A7538"/>
    <w:multiLevelType w:val="singleLevel"/>
    <w:tmpl w:val="3DB83EB8"/>
    <w:lvl w:ilvl="0">
      <w:start w:val="1"/>
      <w:numFmt w:val="decimal"/>
      <w:lvlText w:val="%1."/>
      <w:legacy w:legacy="1" w:legacySpace="0" w:legacyIndent="214"/>
      <w:lvlJc w:val="left"/>
      <w:rPr>
        <w:rFonts w:ascii="Times New Roman" w:eastAsia="Times New Roman" w:hAnsi="Times New Roman" w:cs="Times New Roman"/>
      </w:rPr>
    </w:lvl>
  </w:abstractNum>
  <w:abstractNum w:abstractNumId="4">
    <w:nsid w:val="7953269A"/>
    <w:multiLevelType w:val="hybridMultilevel"/>
    <w:tmpl w:val="2D14DC9A"/>
    <w:lvl w:ilvl="0" w:tplc="5C081F10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ABB"/>
    <w:rsid w:val="0000076F"/>
    <w:rsid w:val="00000E98"/>
    <w:rsid w:val="00017D5C"/>
    <w:rsid w:val="000202BA"/>
    <w:rsid w:val="00021086"/>
    <w:rsid w:val="00021D30"/>
    <w:rsid w:val="00022189"/>
    <w:rsid w:val="00022202"/>
    <w:rsid w:val="00025A82"/>
    <w:rsid w:val="00026910"/>
    <w:rsid w:val="000270EB"/>
    <w:rsid w:val="0003148B"/>
    <w:rsid w:val="0003284E"/>
    <w:rsid w:val="00045693"/>
    <w:rsid w:val="000477DD"/>
    <w:rsid w:val="00053190"/>
    <w:rsid w:val="00055C9A"/>
    <w:rsid w:val="00055FF3"/>
    <w:rsid w:val="000620CA"/>
    <w:rsid w:val="00062DDF"/>
    <w:rsid w:val="000644CE"/>
    <w:rsid w:val="000666E9"/>
    <w:rsid w:val="00066F22"/>
    <w:rsid w:val="0007036A"/>
    <w:rsid w:val="00071F6F"/>
    <w:rsid w:val="0007381A"/>
    <w:rsid w:val="00081336"/>
    <w:rsid w:val="00084956"/>
    <w:rsid w:val="0008555A"/>
    <w:rsid w:val="00087053"/>
    <w:rsid w:val="000911C0"/>
    <w:rsid w:val="00091B16"/>
    <w:rsid w:val="000922EF"/>
    <w:rsid w:val="0009338E"/>
    <w:rsid w:val="00095868"/>
    <w:rsid w:val="00095EF7"/>
    <w:rsid w:val="000A3EF8"/>
    <w:rsid w:val="000A5B5E"/>
    <w:rsid w:val="000A61E5"/>
    <w:rsid w:val="000A66F9"/>
    <w:rsid w:val="000B08E9"/>
    <w:rsid w:val="000B2671"/>
    <w:rsid w:val="000B4B45"/>
    <w:rsid w:val="000B523E"/>
    <w:rsid w:val="000B533E"/>
    <w:rsid w:val="000B6164"/>
    <w:rsid w:val="000B7683"/>
    <w:rsid w:val="000B7D62"/>
    <w:rsid w:val="000C2B0D"/>
    <w:rsid w:val="000C4F4A"/>
    <w:rsid w:val="000D19EB"/>
    <w:rsid w:val="000D257E"/>
    <w:rsid w:val="000D5278"/>
    <w:rsid w:val="000D54F9"/>
    <w:rsid w:val="000D58B5"/>
    <w:rsid w:val="000E07CE"/>
    <w:rsid w:val="000E1F7E"/>
    <w:rsid w:val="000E3A9C"/>
    <w:rsid w:val="000E3F90"/>
    <w:rsid w:val="000E60D3"/>
    <w:rsid w:val="000E7202"/>
    <w:rsid w:val="000F0482"/>
    <w:rsid w:val="000F0557"/>
    <w:rsid w:val="000F07C2"/>
    <w:rsid w:val="000F139A"/>
    <w:rsid w:val="000F34A8"/>
    <w:rsid w:val="00100CA0"/>
    <w:rsid w:val="00103EE9"/>
    <w:rsid w:val="00116253"/>
    <w:rsid w:val="00116635"/>
    <w:rsid w:val="00120CEC"/>
    <w:rsid w:val="00123569"/>
    <w:rsid w:val="00123CDF"/>
    <w:rsid w:val="00124BAC"/>
    <w:rsid w:val="001275CE"/>
    <w:rsid w:val="00131DC7"/>
    <w:rsid w:val="0014090B"/>
    <w:rsid w:val="00152A3F"/>
    <w:rsid w:val="00153570"/>
    <w:rsid w:val="00157DD0"/>
    <w:rsid w:val="00160E3F"/>
    <w:rsid w:val="0016139B"/>
    <w:rsid w:val="00161CF0"/>
    <w:rsid w:val="00167613"/>
    <w:rsid w:val="0017114C"/>
    <w:rsid w:val="0017203E"/>
    <w:rsid w:val="0018058D"/>
    <w:rsid w:val="001819D2"/>
    <w:rsid w:val="00181CD4"/>
    <w:rsid w:val="0018741F"/>
    <w:rsid w:val="00190DDB"/>
    <w:rsid w:val="00191E19"/>
    <w:rsid w:val="001948CB"/>
    <w:rsid w:val="00194C58"/>
    <w:rsid w:val="00194DF0"/>
    <w:rsid w:val="00196682"/>
    <w:rsid w:val="001966B7"/>
    <w:rsid w:val="00197AC0"/>
    <w:rsid w:val="001A44B5"/>
    <w:rsid w:val="001A4567"/>
    <w:rsid w:val="001A5380"/>
    <w:rsid w:val="001B46D4"/>
    <w:rsid w:val="001B6CD1"/>
    <w:rsid w:val="001B7944"/>
    <w:rsid w:val="001C4C06"/>
    <w:rsid w:val="001C4E79"/>
    <w:rsid w:val="001C5774"/>
    <w:rsid w:val="001D14E6"/>
    <w:rsid w:val="001D1D38"/>
    <w:rsid w:val="001D23C9"/>
    <w:rsid w:val="001D55D1"/>
    <w:rsid w:val="001D5EE3"/>
    <w:rsid w:val="001E0F2F"/>
    <w:rsid w:val="001E221D"/>
    <w:rsid w:val="001E2FAC"/>
    <w:rsid w:val="001E485B"/>
    <w:rsid w:val="001E4EEA"/>
    <w:rsid w:val="001E5474"/>
    <w:rsid w:val="001E7C51"/>
    <w:rsid w:val="001F6B6C"/>
    <w:rsid w:val="00200130"/>
    <w:rsid w:val="00214ADD"/>
    <w:rsid w:val="002150FD"/>
    <w:rsid w:val="002158AC"/>
    <w:rsid w:val="00217729"/>
    <w:rsid w:val="002245E8"/>
    <w:rsid w:val="00224A23"/>
    <w:rsid w:val="00225D38"/>
    <w:rsid w:val="00226E56"/>
    <w:rsid w:val="002271F2"/>
    <w:rsid w:val="002307B2"/>
    <w:rsid w:val="00231826"/>
    <w:rsid w:val="00232AE9"/>
    <w:rsid w:val="00245840"/>
    <w:rsid w:val="00247C67"/>
    <w:rsid w:val="0025386C"/>
    <w:rsid w:val="0025584B"/>
    <w:rsid w:val="002560EC"/>
    <w:rsid w:val="0025678A"/>
    <w:rsid w:val="00256944"/>
    <w:rsid w:val="00261FAE"/>
    <w:rsid w:val="00270E3C"/>
    <w:rsid w:val="002744D9"/>
    <w:rsid w:val="00274D42"/>
    <w:rsid w:val="00276D21"/>
    <w:rsid w:val="00283746"/>
    <w:rsid w:val="002865DA"/>
    <w:rsid w:val="002876DD"/>
    <w:rsid w:val="00293F19"/>
    <w:rsid w:val="00294A5B"/>
    <w:rsid w:val="00295C45"/>
    <w:rsid w:val="002A0E5A"/>
    <w:rsid w:val="002A1DC2"/>
    <w:rsid w:val="002A29D8"/>
    <w:rsid w:val="002A2ED1"/>
    <w:rsid w:val="002A3051"/>
    <w:rsid w:val="002C20AE"/>
    <w:rsid w:val="002C4C42"/>
    <w:rsid w:val="002D0942"/>
    <w:rsid w:val="002D388D"/>
    <w:rsid w:val="002D4679"/>
    <w:rsid w:val="002D714B"/>
    <w:rsid w:val="002E016A"/>
    <w:rsid w:val="002E0CA2"/>
    <w:rsid w:val="002E2421"/>
    <w:rsid w:val="002E2F9C"/>
    <w:rsid w:val="002E63D6"/>
    <w:rsid w:val="002F449B"/>
    <w:rsid w:val="0030293F"/>
    <w:rsid w:val="00315768"/>
    <w:rsid w:val="00315B60"/>
    <w:rsid w:val="00317E3B"/>
    <w:rsid w:val="003257D9"/>
    <w:rsid w:val="00326D24"/>
    <w:rsid w:val="003273AD"/>
    <w:rsid w:val="0033183C"/>
    <w:rsid w:val="00332EAB"/>
    <w:rsid w:val="00334C80"/>
    <w:rsid w:val="00336A05"/>
    <w:rsid w:val="00340F1B"/>
    <w:rsid w:val="0034600A"/>
    <w:rsid w:val="00350F6F"/>
    <w:rsid w:val="00350F9D"/>
    <w:rsid w:val="00351D15"/>
    <w:rsid w:val="00353E99"/>
    <w:rsid w:val="00360025"/>
    <w:rsid w:val="00362DA1"/>
    <w:rsid w:val="00365C7A"/>
    <w:rsid w:val="003667C4"/>
    <w:rsid w:val="003673E8"/>
    <w:rsid w:val="00367475"/>
    <w:rsid w:val="00370E64"/>
    <w:rsid w:val="003714F8"/>
    <w:rsid w:val="003755D9"/>
    <w:rsid w:val="00382932"/>
    <w:rsid w:val="0038668D"/>
    <w:rsid w:val="00387616"/>
    <w:rsid w:val="003907FC"/>
    <w:rsid w:val="00391EBB"/>
    <w:rsid w:val="00392642"/>
    <w:rsid w:val="00394D4A"/>
    <w:rsid w:val="00396363"/>
    <w:rsid w:val="0039775D"/>
    <w:rsid w:val="00397C9B"/>
    <w:rsid w:val="003A343D"/>
    <w:rsid w:val="003A5579"/>
    <w:rsid w:val="003B26E9"/>
    <w:rsid w:val="003B4885"/>
    <w:rsid w:val="003B756C"/>
    <w:rsid w:val="003B7930"/>
    <w:rsid w:val="003C16D3"/>
    <w:rsid w:val="003D06F6"/>
    <w:rsid w:val="003D18DA"/>
    <w:rsid w:val="003E1B99"/>
    <w:rsid w:val="003E5568"/>
    <w:rsid w:val="003F3916"/>
    <w:rsid w:val="003F46CB"/>
    <w:rsid w:val="003F5560"/>
    <w:rsid w:val="003F7662"/>
    <w:rsid w:val="00404B17"/>
    <w:rsid w:val="00405AFE"/>
    <w:rsid w:val="00407F1D"/>
    <w:rsid w:val="00410AAD"/>
    <w:rsid w:val="00413207"/>
    <w:rsid w:val="004172BF"/>
    <w:rsid w:val="0041737B"/>
    <w:rsid w:val="00422426"/>
    <w:rsid w:val="00422E5E"/>
    <w:rsid w:val="00424246"/>
    <w:rsid w:val="00424A2F"/>
    <w:rsid w:val="004260A3"/>
    <w:rsid w:val="004270B8"/>
    <w:rsid w:val="00431924"/>
    <w:rsid w:val="00445999"/>
    <w:rsid w:val="00445F48"/>
    <w:rsid w:val="0044685A"/>
    <w:rsid w:val="00450E5A"/>
    <w:rsid w:val="0045748B"/>
    <w:rsid w:val="0046056D"/>
    <w:rsid w:val="0046525F"/>
    <w:rsid w:val="00465EF8"/>
    <w:rsid w:val="0047114A"/>
    <w:rsid w:val="00472AD5"/>
    <w:rsid w:val="00475EC2"/>
    <w:rsid w:val="00477DCE"/>
    <w:rsid w:val="004816EF"/>
    <w:rsid w:val="0048222D"/>
    <w:rsid w:val="004826C8"/>
    <w:rsid w:val="00486867"/>
    <w:rsid w:val="0049202D"/>
    <w:rsid w:val="00492461"/>
    <w:rsid w:val="004929E7"/>
    <w:rsid w:val="004960CD"/>
    <w:rsid w:val="00496641"/>
    <w:rsid w:val="0049681E"/>
    <w:rsid w:val="004A1DA4"/>
    <w:rsid w:val="004A48E0"/>
    <w:rsid w:val="004A7923"/>
    <w:rsid w:val="004B195A"/>
    <w:rsid w:val="004B2DA5"/>
    <w:rsid w:val="004B2F55"/>
    <w:rsid w:val="004B3223"/>
    <w:rsid w:val="004B33DD"/>
    <w:rsid w:val="004B52CD"/>
    <w:rsid w:val="004B7DD0"/>
    <w:rsid w:val="004C44EB"/>
    <w:rsid w:val="004C543D"/>
    <w:rsid w:val="004D2E12"/>
    <w:rsid w:val="004E3681"/>
    <w:rsid w:val="004E53D7"/>
    <w:rsid w:val="004F2B3E"/>
    <w:rsid w:val="004F5444"/>
    <w:rsid w:val="004F54A2"/>
    <w:rsid w:val="005028CF"/>
    <w:rsid w:val="005031C1"/>
    <w:rsid w:val="00505B9E"/>
    <w:rsid w:val="00506F7D"/>
    <w:rsid w:val="0051566D"/>
    <w:rsid w:val="00520189"/>
    <w:rsid w:val="005239D8"/>
    <w:rsid w:val="00524D9A"/>
    <w:rsid w:val="0053231A"/>
    <w:rsid w:val="0053439D"/>
    <w:rsid w:val="0054185D"/>
    <w:rsid w:val="00542C32"/>
    <w:rsid w:val="00543E82"/>
    <w:rsid w:val="005441D4"/>
    <w:rsid w:val="00544F30"/>
    <w:rsid w:val="005514A1"/>
    <w:rsid w:val="00552E76"/>
    <w:rsid w:val="00553D17"/>
    <w:rsid w:val="00555760"/>
    <w:rsid w:val="00555ED2"/>
    <w:rsid w:val="00556F3F"/>
    <w:rsid w:val="0056260A"/>
    <w:rsid w:val="005664D7"/>
    <w:rsid w:val="00570175"/>
    <w:rsid w:val="00570B96"/>
    <w:rsid w:val="005726A2"/>
    <w:rsid w:val="00573EDA"/>
    <w:rsid w:val="00576766"/>
    <w:rsid w:val="00576B4C"/>
    <w:rsid w:val="0058296D"/>
    <w:rsid w:val="00584DD0"/>
    <w:rsid w:val="00592625"/>
    <w:rsid w:val="005948AA"/>
    <w:rsid w:val="005948E3"/>
    <w:rsid w:val="00595163"/>
    <w:rsid w:val="00597277"/>
    <w:rsid w:val="005A14F4"/>
    <w:rsid w:val="005A2840"/>
    <w:rsid w:val="005A2F25"/>
    <w:rsid w:val="005A3E4D"/>
    <w:rsid w:val="005C0412"/>
    <w:rsid w:val="005C1A9B"/>
    <w:rsid w:val="005C518A"/>
    <w:rsid w:val="005C6A40"/>
    <w:rsid w:val="005E3765"/>
    <w:rsid w:val="005E5875"/>
    <w:rsid w:val="005F182F"/>
    <w:rsid w:val="005F3612"/>
    <w:rsid w:val="006028E3"/>
    <w:rsid w:val="006040C0"/>
    <w:rsid w:val="00605CE7"/>
    <w:rsid w:val="006115CD"/>
    <w:rsid w:val="00611979"/>
    <w:rsid w:val="006134B0"/>
    <w:rsid w:val="00613BDC"/>
    <w:rsid w:val="006155A6"/>
    <w:rsid w:val="006160EB"/>
    <w:rsid w:val="00616D5B"/>
    <w:rsid w:val="006204A3"/>
    <w:rsid w:val="0062096C"/>
    <w:rsid w:val="0062530B"/>
    <w:rsid w:val="00625DE4"/>
    <w:rsid w:val="0063298C"/>
    <w:rsid w:val="006330F9"/>
    <w:rsid w:val="006421D2"/>
    <w:rsid w:val="006424AA"/>
    <w:rsid w:val="0064570A"/>
    <w:rsid w:val="006479C2"/>
    <w:rsid w:val="00653292"/>
    <w:rsid w:val="0065348F"/>
    <w:rsid w:val="006564E1"/>
    <w:rsid w:val="006575AC"/>
    <w:rsid w:val="00663236"/>
    <w:rsid w:val="006710B7"/>
    <w:rsid w:val="0067137C"/>
    <w:rsid w:val="006744BB"/>
    <w:rsid w:val="00675C96"/>
    <w:rsid w:val="00676062"/>
    <w:rsid w:val="006776E1"/>
    <w:rsid w:val="00680654"/>
    <w:rsid w:val="006811A3"/>
    <w:rsid w:val="006811AE"/>
    <w:rsid w:val="006824CB"/>
    <w:rsid w:val="00682C67"/>
    <w:rsid w:val="00685CFC"/>
    <w:rsid w:val="00690FAC"/>
    <w:rsid w:val="0069179C"/>
    <w:rsid w:val="00693CD8"/>
    <w:rsid w:val="00696E30"/>
    <w:rsid w:val="006973A0"/>
    <w:rsid w:val="006A0ACB"/>
    <w:rsid w:val="006A1C8C"/>
    <w:rsid w:val="006A219B"/>
    <w:rsid w:val="006A24D0"/>
    <w:rsid w:val="006A4E1A"/>
    <w:rsid w:val="006B005E"/>
    <w:rsid w:val="006B088D"/>
    <w:rsid w:val="006B24CD"/>
    <w:rsid w:val="006B7650"/>
    <w:rsid w:val="006C05F0"/>
    <w:rsid w:val="006C1E7E"/>
    <w:rsid w:val="006C293F"/>
    <w:rsid w:val="006C6C60"/>
    <w:rsid w:val="006D0919"/>
    <w:rsid w:val="006D1442"/>
    <w:rsid w:val="006D32DF"/>
    <w:rsid w:val="006D32FE"/>
    <w:rsid w:val="006D4389"/>
    <w:rsid w:val="006D5239"/>
    <w:rsid w:val="006D7FB0"/>
    <w:rsid w:val="006E0C9C"/>
    <w:rsid w:val="006E2890"/>
    <w:rsid w:val="006E28C7"/>
    <w:rsid w:val="006F0627"/>
    <w:rsid w:val="006F26F7"/>
    <w:rsid w:val="006F2D62"/>
    <w:rsid w:val="006F40D9"/>
    <w:rsid w:val="006F50E7"/>
    <w:rsid w:val="006F69BD"/>
    <w:rsid w:val="006F78B4"/>
    <w:rsid w:val="00701785"/>
    <w:rsid w:val="00703A66"/>
    <w:rsid w:val="00704075"/>
    <w:rsid w:val="00705538"/>
    <w:rsid w:val="0070558E"/>
    <w:rsid w:val="0070595E"/>
    <w:rsid w:val="0070733E"/>
    <w:rsid w:val="007075F7"/>
    <w:rsid w:val="00714B0E"/>
    <w:rsid w:val="007154A0"/>
    <w:rsid w:val="00720E5A"/>
    <w:rsid w:val="00722471"/>
    <w:rsid w:val="007327FE"/>
    <w:rsid w:val="00743662"/>
    <w:rsid w:val="007439CE"/>
    <w:rsid w:val="00745C08"/>
    <w:rsid w:val="00746063"/>
    <w:rsid w:val="00747728"/>
    <w:rsid w:val="00763AA0"/>
    <w:rsid w:val="00763C8A"/>
    <w:rsid w:val="00763D83"/>
    <w:rsid w:val="00772B30"/>
    <w:rsid w:val="007733BA"/>
    <w:rsid w:val="007767C0"/>
    <w:rsid w:val="0078040F"/>
    <w:rsid w:val="00792347"/>
    <w:rsid w:val="007970A1"/>
    <w:rsid w:val="00797E4F"/>
    <w:rsid w:val="007A62F4"/>
    <w:rsid w:val="007A67C9"/>
    <w:rsid w:val="007B204E"/>
    <w:rsid w:val="007C0316"/>
    <w:rsid w:val="007C7469"/>
    <w:rsid w:val="007D295F"/>
    <w:rsid w:val="007D4ACC"/>
    <w:rsid w:val="007D58AA"/>
    <w:rsid w:val="007E04A6"/>
    <w:rsid w:val="007E31E3"/>
    <w:rsid w:val="007E403E"/>
    <w:rsid w:val="007E5B26"/>
    <w:rsid w:val="007E656E"/>
    <w:rsid w:val="007E7280"/>
    <w:rsid w:val="007E7C25"/>
    <w:rsid w:val="007F6758"/>
    <w:rsid w:val="007F74A9"/>
    <w:rsid w:val="00801908"/>
    <w:rsid w:val="00802038"/>
    <w:rsid w:val="0080358F"/>
    <w:rsid w:val="008135E6"/>
    <w:rsid w:val="008148D2"/>
    <w:rsid w:val="00815D25"/>
    <w:rsid w:val="00816A51"/>
    <w:rsid w:val="008275A8"/>
    <w:rsid w:val="0083196F"/>
    <w:rsid w:val="008329DB"/>
    <w:rsid w:val="00834BE7"/>
    <w:rsid w:val="00836EE0"/>
    <w:rsid w:val="008402BC"/>
    <w:rsid w:val="00841035"/>
    <w:rsid w:val="00841B93"/>
    <w:rsid w:val="0084222C"/>
    <w:rsid w:val="00844057"/>
    <w:rsid w:val="00853B72"/>
    <w:rsid w:val="0085554E"/>
    <w:rsid w:val="00855B9B"/>
    <w:rsid w:val="00861112"/>
    <w:rsid w:val="0086638E"/>
    <w:rsid w:val="00866CFB"/>
    <w:rsid w:val="00867036"/>
    <w:rsid w:val="00867B5C"/>
    <w:rsid w:val="00876524"/>
    <w:rsid w:val="008771F2"/>
    <w:rsid w:val="008825F9"/>
    <w:rsid w:val="00883355"/>
    <w:rsid w:val="0088495F"/>
    <w:rsid w:val="00885F2E"/>
    <w:rsid w:val="00895DE4"/>
    <w:rsid w:val="00896F4F"/>
    <w:rsid w:val="00897F5A"/>
    <w:rsid w:val="008A09C3"/>
    <w:rsid w:val="008A26AD"/>
    <w:rsid w:val="008A5A5F"/>
    <w:rsid w:val="008A76E0"/>
    <w:rsid w:val="008B140A"/>
    <w:rsid w:val="008B1AF4"/>
    <w:rsid w:val="008B2AE0"/>
    <w:rsid w:val="008B3DA9"/>
    <w:rsid w:val="008B4DF2"/>
    <w:rsid w:val="008B57BF"/>
    <w:rsid w:val="008B5A4C"/>
    <w:rsid w:val="008B7D1B"/>
    <w:rsid w:val="008C0BAF"/>
    <w:rsid w:val="008C2025"/>
    <w:rsid w:val="008C549B"/>
    <w:rsid w:val="008C5CEE"/>
    <w:rsid w:val="008C6E2A"/>
    <w:rsid w:val="008C7F2D"/>
    <w:rsid w:val="008D2FA2"/>
    <w:rsid w:val="008E36EE"/>
    <w:rsid w:val="008E3B4C"/>
    <w:rsid w:val="008E49D5"/>
    <w:rsid w:val="008F72C9"/>
    <w:rsid w:val="00901903"/>
    <w:rsid w:val="0090243A"/>
    <w:rsid w:val="00902BCC"/>
    <w:rsid w:val="009069E9"/>
    <w:rsid w:val="00911128"/>
    <w:rsid w:val="009131B6"/>
    <w:rsid w:val="00913B4B"/>
    <w:rsid w:val="00917C1B"/>
    <w:rsid w:val="00920D26"/>
    <w:rsid w:val="00926D47"/>
    <w:rsid w:val="00932FFF"/>
    <w:rsid w:val="00934519"/>
    <w:rsid w:val="00936704"/>
    <w:rsid w:val="00940FEE"/>
    <w:rsid w:val="009415B0"/>
    <w:rsid w:val="00943112"/>
    <w:rsid w:val="0094699D"/>
    <w:rsid w:val="00946B27"/>
    <w:rsid w:val="00950CCD"/>
    <w:rsid w:val="009546FC"/>
    <w:rsid w:val="0095536A"/>
    <w:rsid w:val="00960688"/>
    <w:rsid w:val="00967A9A"/>
    <w:rsid w:val="00970F77"/>
    <w:rsid w:val="00971471"/>
    <w:rsid w:val="00974582"/>
    <w:rsid w:val="0097707F"/>
    <w:rsid w:val="00977589"/>
    <w:rsid w:val="009950C8"/>
    <w:rsid w:val="00995D6A"/>
    <w:rsid w:val="009A3954"/>
    <w:rsid w:val="009A5FCE"/>
    <w:rsid w:val="009A6372"/>
    <w:rsid w:val="009A63BE"/>
    <w:rsid w:val="009A69AC"/>
    <w:rsid w:val="009B18CB"/>
    <w:rsid w:val="009B3331"/>
    <w:rsid w:val="009C218A"/>
    <w:rsid w:val="009C2633"/>
    <w:rsid w:val="009C6F88"/>
    <w:rsid w:val="009D09F4"/>
    <w:rsid w:val="009D0D09"/>
    <w:rsid w:val="009D35B4"/>
    <w:rsid w:val="009D461A"/>
    <w:rsid w:val="009E5D4D"/>
    <w:rsid w:val="009F1B62"/>
    <w:rsid w:val="009F5107"/>
    <w:rsid w:val="009F69FE"/>
    <w:rsid w:val="00A009D1"/>
    <w:rsid w:val="00A01E7A"/>
    <w:rsid w:val="00A0208F"/>
    <w:rsid w:val="00A07422"/>
    <w:rsid w:val="00A07698"/>
    <w:rsid w:val="00A100E9"/>
    <w:rsid w:val="00A1095C"/>
    <w:rsid w:val="00A12CCB"/>
    <w:rsid w:val="00A1564A"/>
    <w:rsid w:val="00A15CC0"/>
    <w:rsid w:val="00A2093E"/>
    <w:rsid w:val="00A21FB1"/>
    <w:rsid w:val="00A272CE"/>
    <w:rsid w:val="00A278C5"/>
    <w:rsid w:val="00A27D7F"/>
    <w:rsid w:val="00A332CF"/>
    <w:rsid w:val="00A40C5D"/>
    <w:rsid w:val="00A43214"/>
    <w:rsid w:val="00A46DCE"/>
    <w:rsid w:val="00A51160"/>
    <w:rsid w:val="00A561B4"/>
    <w:rsid w:val="00A563D6"/>
    <w:rsid w:val="00A56A8D"/>
    <w:rsid w:val="00A57F18"/>
    <w:rsid w:val="00A678FA"/>
    <w:rsid w:val="00A67EEF"/>
    <w:rsid w:val="00A77B86"/>
    <w:rsid w:val="00A812A8"/>
    <w:rsid w:val="00A827E7"/>
    <w:rsid w:val="00A85BC9"/>
    <w:rsid w:val="00A87128"/>
    <w:rsid w:val="00A91890"/>
    <w:rsid w:val="00A92CC5"/>
    <w:rsid w:val="00A94C21"/>
    <w:rsid w:val="00AA32E5"/>
    <w:rsid w:val="00AB36E5"/>
    <w:rsid w:val="00AB5385"/>
    <w:rsid w:val="00AC1080"/>
    <w:rsid w:val="00AC3736"/>
    <w:rsid w:val="00AC61FA"/>
    <w:rsid w:val="00AC6B72"/>
    <w:rsid w:val="00AC785E"/>
    <w:rsid w:val="00AC7904"/>
    <w:rsid w:val="00AD3D94"/>
    <w:rsid w:val="00AD501A"/>
    <w:rsid w:val="00AD79C6"/>
    <w:rsid w:val="00AD7B0B"/>
    <w:rsid w:val="00AE1D1B"/>
    <w:rsid w:val="00AE71A6"/>
    <w:rsid w:val="00AF456E"/>
    <w:rsid w:val="00AF4C19"/>
    <w:rsid w:val="00AF53F5"/>
    <w:rsid w:val="00B00C7B"/>
    <w:rsid w:val="00B01F23"/>
    <w:rsid w:val="00B02375"/>
    <w:rsid w:val="00B04374"/>
    <w:rsid w:val="00B0731C"/>
    <w:rsid w:val="00B107B3"/>
    <w:rsid w:val="00B1121D"/>
    <w:rsid w:val="00B149DF"/>
    <w:rsid w:val="00B16812"/>
    <w:rsid w:val="00B170DD"/>
    <w:rsid w:val="00B17EAE"/>
    <w:rsid w:val="00B25350"/>
    <w:rsid w:val="00B26556"/>
    <w:rsid w:val="00B302A1"/>
    <w:rsid w:val="00B320FA"/>
    <w:rsid w:val="00B45B77"/>
    <w:rsid w:val="00B46E89"/>
    <w:rsid w:val="00B47420"/>
    <w:rsid w:val="00B5051E"/>
    <w:rsid w:val="00B512EE"/>
    <w:rsid w:val="00B524B3"/>
    <w:rsid w:val="00B54C26"/>
    <w:rsid w:val="00B55214"/>
    <w:rsid w:val="00B65EF0"/>
    <w:rsid w:val="00B8012D"/>
    <w:rsid w:val="00B81E74"/>
    <w:rsid w:val="00B861EE"/>
    <w:rsid w:val="00B862E4"/>
    <w:rsid w:val="00B8769E"/>
    <w:rsid w:val="00B910C2"/>
    <w:rsid w:val="00BA0D6D"/>
    <w:rsid w:val="00BA327E"/>
    <w:rsid w:val="00BB3B57"/>
    <w:rsid w:val="00BC4E0D"/>
    <w:rsid w:val="00BC6658"/>
    <w:rsid w:val="00BC7152"/>
    <w:rsid w:val="00BD4FE8"/>
    <w:rsid w:val="00BD56EB"/>
    <w:rsid w:val="00BD5A77"/>
    <w:rsid w:val="00BD6539"/>
    <w:rsid w:val="00BD7D73"/>
    <w:rsid w:val="00BE1A5F"/>
    <w:rsid w:val="00BF0703"/>
    <w:rsid w:val="00BF2649"/>
    <w:rsid w:val="00BF27E3"/>
    <w:rsid w:val="00BF3A7C"/>
    <w:rsid w:val="00C02191"/>
    <w:rsid w:val="00C03B4F"/>
    <w:rsid w:val="00C045D7"/>
    <w:rsid w:val="00C05218"/>
    <w:rsid w:val="00C0646F"/>
    <w:rsid w:val="00C11F54"/>
    <w:rsid w:val="00C151F2"/>
    <w:rsid w:val="00C15F7C"/>
    <w:rsid w:val="00C210EF"/>
    <w:rsid w:val="00C214EE"/>
    <w:rsid w:val="00C22542"/>
    <w:rsid w:val="00C2564D"/>
    <w:rsid w:val="00C25DD0"/>
    <w:rsid w:val="00C32DBE"/>
    <w:rsid w:val="00C33917"/>
    <w:rsid w:val="00C35B9D"/>
    <w:rsid w:val="00C41AD0"/>
    <w:rsid w:val="00C42A37"/>
    <w:rsid w:val="00C50B9D"/>
    <w:rsid w:val="00C52ABB"/>
    <w:rsid w:val="00C52BA4"/>
    <w:rsid w:val="00C539C7"/>
    <w:rsid w:val="00C616CB"/>
    <w:rsid w:val="00C61A8A"/>
    <w:rsid w:val="00C61E7D"/>
    <w:rsid w:val="00C62589"/>
    <w:rsid w:val="00C66F88"/>
    <w:rsid w:val="00C67E51"/>
    <w:rsid w:val="00C80BC4"/>
    <w:rsid w:val="00C8291C"/>
    <w:rsid w:val="00C95097"/>
    <w:rsid w:val="00CA255E"/>
    <w:rsid w:val="00CB0784"/>
    <w:rsid w:val="00CB7453"/>
    <w:rsid w:val="00CB78F6"/>
    <w:rsid w:val="00CB7C59"/>
    <w:rsid w:val="00CC0FA0"/>
    <w:rsid w:val="00CD3679"/>
    <w:rsid w:val="00CD3B68"/>
    <w:rsid w:val="00CD40F9"/>
    <w:rsid w:val="00CD60CD"/>
    <w:rsid w:val="00CD6F0C"/>
    <w:rsid w:val="00CE0E86"/>
    <w:rsid w:val="00CE315B"/>
    <w:rsid w:val="00CE5A68"/>
    <w:rsid w:val="00CF059B"/>
    <w:rsid w:val="00CF0B83"/>
    <w:rsid w:val="00CF1166"/>
    <w:rsid w:val="00CF49D0"/>
    <w:rsid w:val="00CF7EDB"/>
    <w:rsid w:val="00D022CD"/>
    <w:rsid w:val="00D04033"/>
    <w:rsid w:val="00D04CEB"/>
    <w:rsid w:val="00D13212"/>
    <w:rsid w:val="00D20635"/>
    <w:rsid w:val="00D21184"/>
    <w:rsid w:val="00D21812"/>
    <w:rsid w:val="00D21CA8"/>
    <w:rsid w:val="00D225BD"/>
    <w:rsid w:val="00D249B1"/>
    <w:rsid w:val="00D25423"/>
    <w:rsid w:val="00D25BAC"/>
    <w:rsid w:val="00D32BC3"/>
    <w:rsid w:val="00D41C31"/>
    <w:rsid w:val="00D458F8"/>
    <w:rsid w:val="00D4599C"/>
    <w:rsid w:val="00D500F4"/>
    <w:rsid w:val="00D504FF"/>
    <w:rsid w:val="00D51E3A"/>
    <w:rsid w:val="00D600DD"/>
    <w:rsid w:val="00D6356C"/>
    <w:rsid w:val="00D66D7F"/>
    <w:rsid w:val="00D66E36"/>
    <w:rsid w:val="00D70328"/>
    <w:rsid w:val="00D7132E"/>
    <w:rsid w:val="00D71B3A"/>
    <w:rsid w:val="00D82BDC"/>
    <w:rsid w:val="00D834E3"/>
    <w:rsid w:val="00D86084"/>
    <w:rsid w:val="00D87433"/>
    <w:rsid w:val="00D9481F"/>
    <w:rsid w:val="00D9528F"/>
    <w:rsid w:val="00DA2E33"/>
    <w:rsid w:val="00DA4551"/>
    <w:rsid w:val="00DA4E03"/>
    <w:rsid w:val="00DB21D3"/>
    <w:rsid w:val="00DC10F2"/>
    <w:rsid w:val="00DC147F"/>
    <w:rsid w:val="00DC5DBF"/>
    <w:rsid w:val="00DC7367"/>
    <w:rsid w:val="00DD75D7"/>
    <w:rsid w:val="00DE0762"/>
    <w:rsid w:val="00DE576A"/>
    <w:rsid w:val="00DE6AC6"/>
    <w:rsid w:val="00DE70FE"/>
    <w:rsid w:val="00DF1586"/>
    <w:rsid w:val="00DF33A0"/>
    <w:rsid w:val="00DF3DBC"/>
    <w:rsid w:val="00DF74EF"/>
    <w:rsid w:val="00E0000C"/>
    <w:rsid w:val="00E0150C"/>
    <w:rsid w:val="00E02BAC"/>
    <w:rsid w:val="00E07DB9"/>
    <w:rsid w:val="00E10874"/>
    <w:rsid w:val="00E13468"/>
    <w:rsid w:val="00E16BC9"/>
    <w:rsid w:val="00E2662B"/>
    <w:rsid w:val="00E26EF7"/>
    <w:rsid w:val="00E3706C"/>
    <w:rsid w:val="00E45907"/>
    <w:rsid w:val="00E501B4"/>
    <w:rsid w:val="00E520A3"/>
    <w:rsid w:val="00E541A5"/>
    <w:rsid w:val="00E5445C"/>
    <w:rsid w:val="00E61C45"/>
    <w:rsid w:val="00E630E5"/>
    <w:rsid w:val="00E634FC"/>
    <w:rsid w:val="00E65968"/>
    <w:rsid w:val="00E669EB"/>
    <w:rsid w:val="00E678ED"/>
    <w:rsid w:val="00E7283B"/>
    <w:rsid w:val="00E75CB9"/>
    <w:rsid w:val="00E77C58"/>
    <w:rsid w:val="00E820C4"/>
    <w:rsid w:val="00E84E43"/>
    <w:rsid w:val="00E85BDF"/>
    <w:rsid w:val="00E903C5"/>
    <w:rsid w:val="00E903D5"/>
    <w:rsid w:val="00E92369"/>
    <w:rsid w:val="00E93956"/>
    <w:rsid w:val="00E96A3B"/>
    <w:rsid w:val="00EA033A"/>
    <w:rsid w:val="00EA398E"/>
    <w:rsid w:val="00EA52BA"/>
    <w:rsid w:val="00EB2B1C"/>
    <w:rsid w:val="00EB40C3"/>
    <w:rsid w:val="00EB4E71"/>
    <w:rsid w:val="00EB56AF"/>
    <w:rsid w:val="00EC4028"/>
    <w:rsid w:val="00ED31D6"/>
    <w:rsid w:val="00EE0239"/>
    <w:rsid w:val="00EE05EE"/>
    <w:rsid w:val="00EE1DCF"/>
    <w:rsid w:val="00EE1E26"/>
    <w:rsid w:val="00EE49FE"/>
    <w:rsid w:val="00EE4F0A"/>
    <w:rsid w:val="00EE7DA0"/>
    <w:rsid w:val="00F02107"/>
    <w:rsid w:val="00F032C8"/>
    <w:rsid w:val="00F03435"/>
    <w:rsid w:val="00F04179"/>
    <w:rsid w:val="00F06744"/>
    <w:rsid w:val="00F102CC"/>
    <w:rsid w:val="00F10790"/>
    <w:rsid w:val="00F12417"/>
    <w:rsid w:val="00F136E5"/>
    <w:rsid w:val="00F15C2D"/>
    <w:rsid w:val="00F166C4"/>
    <w:rsid w:val="00F17A26"/>
    <w:rsid w:val="00F2132E"/>
    <w:rsid w:val="00F22E7F"/>
    <w:rsid w:val="00F26610"/>
    <w:rsid w:val="00F30084"/>
    <w:rsid w:val="00F31713"/>
    <w:rsid w:val="00F34B36"/>
    <w:rsid w:val="00F35A92"/>
    <w:rsid w:val="00F37517"/>
    <w:rsid w:val="00F40C33"/>
    <w:rsid w:val="00F40D2B"/>
    <w:rsid w:val="00F41EBE"/>
    <w:rsid w:val="00F4248C"/>
    <w:rsid w:val="00F43724"/>
    <w:rsid w:val="00F45879"/>
    <w:rsid w:val="00F4628C"/>
    <w:rsid w:val="00F55AC8"/>
    <w:rsid w:val="00F56D07"/>
    <w:rsid w:val="00F571F0"/>
    <w:rsid w:val="00F5729D"/>
    <w:rsid w:val="00F575FF"/>
    <w:rsid w:val="00F66457"/>
    <w:rsid w:val="00F67A7B"/>
    <w:rsid w:val="00F71708"/>
    <w:rsid w:val="00F75661"/>
    <w:rsid w:val="00F75F87"/>
    <w:rsid w:val="00F81A53"/>
    <w:rsid w:val="00F91158"/>
    <w:rsid w:val="00F91659"/>
    <w:rsid w:val="00F91FAD"/>
    <w:rsid w:val="00F94FD4"/>
    <w:rsid w:val="00FA0191"/>
    <w:rsid w:val="00FA40E6"/>
    <w:rsid w:val="00FB0B9A"/>
    <w:rsid w:val="00FB4614"/>
    <w:rsid w:val="00FB472A"/>
    <w:rsid w:val="00FC4AEB"/>
    <w:rsid w:val="00FC520D"/>
    <w:rsid w:val="00FC5D2C"/>
    <w:rsid w:val="00FC719A"/>
    <w:rsid w:val="00FD0E3C"/>
    <w:rsid w:val="00FD1964"/>
    <w:rsid w:val="00FD61CF"/>
    <w:rsid w:val="00FE0C01"/>
    <w:rsid w:val="00FE1425"/>
    <w:rsid w:val="00FE2C58"/>
    <w:rsid w:val="00FE2EAB"/>
    <w:rsid w:val="00FE3DC7"/>
    <w:rsid w:val="00FF24B3"/>
    <w:rsid w:val="00F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B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ing4">
    <w:name w:val="heading 4"/>
    <w:basedOn w:val="Normal"/>
    <w:link w:val="Heading4Char"/>
    <w:uiPriority w:val="99"/>
    <w:qFormat/>
    <w:locked/>
    <w:rsid w:val="006B24CD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B24CD"/>
    <w:rPr>
      <w:rFonts w:ascii="Times New Roman" w:hAnsi="Times New Roman" w:cs="Times New Roman"/>
      <w:b/>
      <w:bCs/>
      <w:sz w:val="24"/>
      <w:szCs w:val="24"/>
    </w:rPr>
  </w:style>
  <w:style w:type="paragraph" w:customStyle="1" w:styleId="1">
    <w:name w:val="Абзац списка1"/>
    <w:basedOn w:val="Normal"/>
    <w:uiPriority w:val="99"/>
    <w:rsid w:val="00C52AB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477DD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77DD"/>
    <w:rPr>
      <w:rFonts w:ascii="Tahoma" w:hAnsi="Tahoma" w:cs="Times New Roman"/>
      <w:sz w:val="16"/>
      <w:lang w:eastAsia="ru-RU"/>
    </w:rPr>
  </w:style>
  <w:style w:type="character" w:styleId="Hyperlink">
    <w:name w:val="Hyperlink"/>
    <w:basedOn w:val="DefaultParagraphFont"/>
    <w:uiPriority w:val="99"/>
    <w:rsid w:val="006424A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834E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834E3"/>
    <w:rPr>
      <w:rFonts w:ascii="Arial" w:hAnsi="Arial" w:cs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D834E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834E3"/>
    <w:rPr>
      <w:rFonts w:ascii="Arial" w:hAnsi="Arial" w:cs="Times New Roman"/>
      <w:sz w:val="20"/>
      <w:lang w:eastAsia="ru-RU"/>
    </w:rPr>
  </w:style>
  <w:style w:type="paragraph" w:customStyle="1" w:styleId="a">
    <w:name w:val="Знак Знак Знак"/>
    <w:basedOn w:val="Normal"/>
    <w:uiPriority w:val="99"/>
    <w:rsid w:val="006F40D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ConsPlusNormal">
    <w:name w:val="ConsPlusNormal"/>
    <w:uiPriority w:val="99"/>
    <w:rsid w:val="00A1564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Normal"/>
    <w:uiPriority w:val="99"/>
    <w:rsid w:val="006B24C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34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242</Words>
  <Characters>1386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minenergo2</dc:creator>
  <cp:keywords/>
  <dc:description/>
  <cp:lastModifiedBy>Пользователь</cp:lastModifiedBy>
  <cp:revision>4</cp:revision>
  <cp:lastPrinted>2017-11-21T07:04:00Z</cp:lastPrinted>
  <dcterms:created xsi:type="dcterms:W3CDTF">2017-10-26T09:42:00Z</dcterms:created>
  <dcterms:modified xsi:type="dcterms:W3CDTF">2017-12-01T10:49:00Z</dcterms:modified>
</cp:coreProperties>
</file>