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00D" w:rsidRDefault="00A1500D" w:rsidP="00C658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 УЛЬЯНОВСКОЙ ОБЛАСТИ</w:t>
      </w:r>
    </w:p>
    <w:p w:rsidR="00A1500D" w:rsidRDefault="00A1500D" w:rsidP="00C658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00D" w:rsidRDefault="00A1500D" w:rsidP="00C658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00D" w:rsidRDefault="00A1500D" w:rsidP="00C658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00D" w:rsidRDefault="00A1500D" w:rsidP="00C658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00D" w:rsidRPr="00C65891" w:rsidRDefault="00A1500D" w:rsidP="0025685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00D" w:rsidRPr="00A667BA" w:rsidRDefault="00A1500D" w:rsidP="00C65891">
      <w:pPr>
        <w:pStyle w:val="ConsPlusNormal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667BA">
        <w:rPr>
          <w:rFonts w:ascii="Times New Roman" w:hAnsi="Times New Roman" w:cs="Times New Roman"/>
          <w:b/>
          <w:sz w:val="28"/>
          <w:szCs w:val="28"/>
        </w:rPr>
        <w:t>О внесении изменений в Закон Ульяновской области</w:t>
      </w:r>
    </w:p>
    <w:p w:rsidR="00A1500D" w:rsidRDefault="00A1500D" w:rsidP="00C6589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7BA">
        <w:rPr>
          <w:rFonts w:ascii="Times New Roman" w:hAnsi="Times New Roman" w:cs="Times New Roman"/>
          <w:b/>
          <w:sz w:val="28"/>
          <w:szCs w:val="28"/>
        </w:rPr>
        <w:t>«О порядке предоставления участков недр местного значения</w:t>
      </w:r>
    </w:p>
    <w:p w:rsidR="00A1500D" w:rsidRPr="00A667BA" w:rsidRDefault="00A1500D" w:rsidP="00C65891">
      <w:pPr>
        <w:pStyle w:val="ConsPlusNormal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667BA">
        <w:rPr>
          <w:rFonts w:ascii="Times New Roman" w:hAnsi="Times New Roman" w:cs="Times New Roman"/>
          <w:b/>
          <w:sz w:val="28"/>
          <w:szCs w:val="28"/>
        </w:rPr>
        <w:t>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</w:t>
      </w:r>
    </w:p>
    <w:p w:rsidR="00A1500D" w:rsidRDefault="00A1500D" w:rsidP="00823941">
      <w:pPr>
        <w:pStyle w:val="ConsPlusNormal"/>
        <w:ind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500D" w:rsidRDefault="00A1500D" w:rsidP="00823941">
      <w:pPr>
        <w:pStyle w:val="ConsPlusNormal"/>
        <w:ind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500D" w:rsidRDefault="00A1500D" w:rsidP="00823941">
      <w:pPr>
        <w:pStyle w:val="ConsPlusNormal"/>
        <w:ind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500D" w:rsidRDefault="00A1500D" w:rsidP="00823941">
      <w:pPr>
        <w:pStyle w:val="ConsPlusNormal"/>
        <w:ind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500D" w:rsidRDefault="00A1500D" w:rsidP="00823941">
      <w:pPr>
        <w:pStyle w:val="ConsPlusNormal"/>
        <w:ind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500D" w:rsidRDefault="00A1500D" w:rsidP="00823941">
      <w:pPr>
        <w:pStyle w:val="ConsPlusNormal"/>
        <w:ind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500D" w:rsidRDefault="00A1500D" w:rsidP="00A9498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5A22D0">
        <w:rPr>
          <w:color w:val="000000"/>
          <w:sz w:val="28"/>
          <w:szCs w:val="28"/>
        </w:rPr>
        <w:t xml:space="preserve">Внести в </w:t>
      </w:r>
      <w:r w:rsidRPr="005A22D0">
        <w:rPr>
          <w:sz w:val="28"/>
          <w:szCs w:val="28"/>
        </w:rPr>
        <w:t xml:space="preserve">Закон Ульяновской области </w:t>
      </w:r>
      <w:r w:rsidRPr="001E1340">
        <w:rPr>
          <w:color w:val="000000"/>
          <w:sz w:val="28"/>
          <w:szCs w:val="28"/>
        </w:rPr>
        <w:t>от 9 марта 2010 года</w:t>
      </w:r>
      <w:r w:rsidRPr="005A22D0">
        <w:rPr>
          <w:sz w:val="28"/>
          <w:szCs w:val="28"/>
        </w:rPr>
        <w:t xml:space="preserve"> № 16-</w:t>
      </w:r>
      <w:r w:rsidRPr="00870EBB">
        <w:rPr>
          <w:sz w:val="28"/>
          <w:szCs w:val="28"/>
        </w:rPr>
        <w:t xml:space="preserve">ЗО </w:t>
      </w:r>
      <w:r w:rsidRPr="006641AB">
        <w:rPr>
          <w:sz w:val="28"/>
          <w:szCs w:val="28"/>
        </w:rPr>
        <w:br/>
      </w:r>
      <w:r w:rsidRPr="00870EBB">
        <w:rPr>
          <w:sz w:val="28"/>
          <w:szCs w:val="28"/>
        </w:rPr>
        <w:t xml:space="preserve">«О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</w:t>
      </w:r>
      <w:r w:rsidRPr="00870EBB">
        <w:rPr>
          <w:bCs/>
          <w:sz w:val="28"/>
          <w:szCs w:val="28"/>
        </w:rPr>
        <w:t xml:space="preserve">(«Ульяновская правда» от 10.03.2010 № 17; от 02.03.2012 № 22; от 04.05.2012 </w:t>
      </w:r>
      <w:r w:rsidRPr="006641AB">
        <w:rPr>
          <w:bCs/>
          <w:sz w:val="28"/>
          <w:szCs w:val="28"/>
        </w:rPr>
        <w:br/>
      </w:r>
      <w:r w:rsidRPr="00870EBB">
        <w:rPr>
          <w:bCs/>
          <w:sz w:val="28"/>
          <w:szCs w:val="28"/>
        </w:rPr>
        <w:t>№</w:t>
      </w:r>
      <w:r w:rsidRPr="00A94985">
        <w:rPr>
          <w:bCs/>
          <w:sz w:val="28"/>
          <w:szCs w:val="28"/>
        </w:rPr>
        <w:t xml:space="preserve"> 45; от 28.12.2012 № </w:t>
      </w:r>
      <w:r w:rsidRPr="00A94985">
        <w:rPr>
          <w:sz w:val="28"/>
          <w:szCs w:val="28"/>
        </w:rPr>
        <w:t xml:space="preserve">146; от 13.03.2013 № </w:t>
      </w:r>
      <w:r w:rsidRPr="00A94985">
        <w:rPr>
          <w:bCs/>
          <w:sz w:val="28"/>
          <w:szCs w:val="28"/>
        </w:rPr>
        <w:t>27</w:t>
      </w:r>
      <w:r>
        <w:rPr>
          <w:bCs/>
          <w:sz w:val="28"/>
          <w:szCs w:val="28"/>
        </w:rPr>
        <w:t xml:space="preserve">; </w:t>
      </w:r>
      <w:r w:rsidRPr="001E1340">
        <w:rPr>
          <w:bCs/>
          <w:color w:val="000000"/>
          <w:sz w:val="28"/>
          <w:szCs w:val="28"/>
        </w:rPr>
        <w:t>от</w:t>
      </w:r>
      <w:r>
        <w:rPr>
          <w:bCs/>
          <w:sz w:val="28"/>
          <w:szCs w:val="28"/>
        </w:rPr>
        <w:t xml:space="preserve"> 14.05.2015 № 62</w:t>
      </w:r>
      <w:r w:rsidRPr="00A94985">
        <w:rPr>
          <w:bCs/>
          <w:sz w:val="28"/>
          <w:szCs w:val="28"/>
        </w:rPr>
        <w:t>) следующие изменения:</w:t>
      </w:r>
      <w:r w:rsidRPr="00A667BA">
        <w:t xml:space="preserve"> </w:t>
      </w:r>
    </w:p>
    <w:p w:rsidR="00A1500D" w:rsidRPr="001E1340" w:rsidRDefault="00A1500D" w:rsidP="00A9498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1E1340">
        <w:rPr>
          <w:color w:val="000000"/>
          <w:sz w:val="28"/>
          <w:szCs w:val="28"/>
        </w:rPr>
        <w:t>1) статью 1 после слов «</w:t>
      </w:r>
      <w:r>
        <w:rPr>
          <w:color w:val="000000"/>
          <w:sz w:val="28"/>
          <w:szCs w:val="28"/>
        </w:rPr>
        <w:t>и их</w:t>
      </w:r>
      <w:r w:rsidRPr="001E1340">
        <w:rPr>
          <w:color w:val="000000"/>
          <w:sz w:val="28"/>
          <w:szCs w:val="28"/>
        </w:rPr>
        <w:t xml:space="preserve"> добычи,»</w:t>
      </w:r>
      <w:r>
        <w:rPr>
          <w:color w:val="000000"/>
          <w:sz w:val="28"/>
          <w:szCs w:val="28"/>
        </w:rPr>
        <w:t xml:space="preserve"> дополнить словами «</w:t>
      </w:r>
      <w:r w:rsidRPr="001E1340">
        <w:rPr>
          <w:color w:val="000000"/>
          <w:sz w:val="28"/>
          <w:szCs w:val="28"/>
        </w:rPr>
        <w:t xml:space="preserve">разведки </w:t>
      </w:r>
      <w:r w:rsidRPr="006641AB">
        <w:rPr>
          <w:color w:val="000000"/>
          <w:sz w:val="28"/>
          <w:szCs w:val="28"/>
        </w:rPr>
        <w:br/>
      </w:r>
      <w:r w:rsidRPr="001E1340">
        <w:rPr>
          <w:color w:val="000000"/>
          <w:sz w:val="28"/>
          <w:szCs w:val="28"/>
        </w:rPr>
        <w:t>и добычи общераспространённых полезных ископаемых, необходимых для целей выполнения работ по строительству, реконструкции, капитальному ремонту, ремонту и содержанию автомобильных дорог общего пользования,»;</w:t>
      </w:r>
    </w:p>
    <w:p w:rsidR="00A1500D" w:rsidRPr="00A94985" w:rsidRDefault="00A1500D" w:rsidP="00A9498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2597">
        <w:rPr>
          <w:sz w:val="28"/>
          <w:szCs w:val="28"/>
        </w:rPr>
        <w:t>2) часть 3 статьи 2 дополнить пунктом 7 следующего содержания:</w:t>
      </w:r>
    </w:p>
    <w:p w:rsidR="00A1500D" w:rsidRPr="00A94985" w:rsidRDefault="00A1500D" w:rsidP="00A9498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94985">
        <w:rPr>
          <w:sz w:val="28"/>
          <w:szCs w:val="28"/>
        </w:rPr>
        <w:t>«7) для разведки и добычи общераспространённых полезных ископаемых, необходимых для целей выполнения работ по строительству, реконструкции, капитальному ремонту, ремонту и содержанию автомобил</w:t>
      </w:r>
      <w:r>
        <w:rPr>
          <w:sz w:val="28"/>
          <w:szCs w:val="28"/>
        </w:rPr>
        <w:t>ьных дорог общего пользования</w:t>
      </w:r>
      <w:r w:rsidRPr="001E1340">
        <w:rPr>
          <w:color w:val="000000"/>
          <w:sz w:val="28"/>
          <w:szCs w:val="28"/>
        </w:rPr>
        <w:t>.»;</w:t>
      </w:r>
    </w:p>
    <w:p w:rsidR="00A1500D" w:rsidRPr="00A94985" w:rsidRDefault="00A1500D" w:rsidP="00A9498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E1340">
        <w:rPr>
          <w:color w:val="000000"/>
          <w:sz w:val="28"/>
          <w:szCs w:val="28"/>
        </w:rPr>
        <w:t>3)</w:t>
      </w:r>
      <w:r w:rsidRPr="00A94985">
        <w:rPr>
          <w:sz w:val="28"/>
          <w:szCs w:val="28"/>
        </w:rPr>
        <w:t xml:space="preserve"> в статье 4:</w:t>
      </w:r>
    </w:p>
    <w:p w:rsidR="00A1500D" w:rsidRPr="00A94985" w:rsidRDefault="00A1500D" w:rsidP="00A9498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94985">
        <w:rPr>
          <w:sz w:val="28"/>
          <w:szCs w:val="28"/>
        </w:rPr>
        <w:t>а) в части 1 цифр</w:t>
      </w:r>
      <w:r w:rsidRPr="001E1340">
        <w:rPr>
          <w:color w:val="000000"/>
          <w:sz w:val="28"/>
          <w:szCs w:val="28"/>
        </w:rPr>
        <w:t>у</w:t>
      </w:r>
      <w:r w:rsidRPr="00A94985">
        <w:rPr>
          <w:sz w:val="28"/>
          <w:szCs w:val="28"/>
        </w:rPr>
        <w:t xml:space="preserve"> «6» заменить цифр</w:t>
      </w:r>
      <w:r>
        <w:rPr>
          <w:sz w:val="28"/>
          <w:szCs w:val="28"/>
        </w:rPr>
        <w:t>ой</w:t>
      </w:r>
      <w:r w:rsidRPr="00A94985">
        <w:rPr>
          <w:sz w:val="28"/>
          <w:szCs w:val="28"/>
        </w:rPr>
        <w:t xml:space="preserve"> «</w:t>
      </w:r>
      <w:r w:rsidRPr="001E1340">
        <w:rPr>
          <w:color w:val="000000"/>
          <w:sz w:val="28"/>
          <w:szCs w:val="28"/>
        </w:rPr>
        <w:t>7</w:t>
      </w:r>
      <w:r w:rsidRPr="00A94985">
        <w:rPr>
          <w:sz w:val="28"/>
          <w:szCs w:val="28"/>
        </w:rPr>
        <w:t>»;</w:t>
      </w:r>
    </w:p>
    <w:p w:rsidR="00A1500D" w:rsidRDefault="00A1500D" w:rsidP="00A9498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94985">
        <w:rPr>
          <w:sz w:val="28"/>
          <w:szCs w:val="28"/>
        </w:rPr>
        <w:t xml:space="preserve">б) </w:t>
      </w:r>
      <w:r>
        <w:rPr>
          <w:sz w:val="28"/>
          <w:szCs w:val="28"/>
        </w:rPr>
        <w:t xml:space="preserve">в </w:t>
      </w:r>
      <w:r w:rsidRPr="00A94985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A94985">
        <w:rPr>
          <w:sz w:val="28"/>
          <w:szCs w:val="28"/>
        </w:rPr>
        <w:t xml:space="preserve"> 2</w:t>
      </w:r>
      <w:r>
        <w:rPr>
          <w:sz w:val="28"/>
          <w:szCs w:val="28"/>
        </w:rPr>
        <w:t>:</w:t>
      </w:r>
    </w:p>
    <w:p w:rsidR="00A1500D" w:rsidRDefault="00A1500D" w:rsidP="00A9498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94985">
        <w:rPr>
          <w:sz w:val="28"/>
          <w:szCs w:val="28"/>
        </w:rPr>
        <w:t xml:space="preserve">дополнить </w:t>
      </w:r>
      <w:r w:rsidRPr="001E1340">
        <w:rPr>
          <w:sz w:val="28"/>
          <w:szCs w:val="28"/>
        </w:rPr>
        <w:t xml:space="preserve">новым </w:t>
      </w:r>
      <w:r>
        <w:rPr>
          <w:sz w:val="28"/>
          <w:szCs w:val="28"/>
        </w:rPr>
        <w:t>абзацем тринадцатым</w:t>
      </w:r>
      <w:r w:rsidRPr="00A94985">
        <w:rPr>
          <w:sz w:val="28"/>
          <w:szCs w:val="28"/>
        </w:rPr>
        <w:t xml:space="preserve"> следующего содержания: </w:t>
      </w:r>
    </w:p>
    <w:p w:rsidR="00A1500D" w:rsidRDefault="00A1500D" w:rsidP="009D6D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94985">
        <w:rPr>
          <w:sz w:val="28"/>
          <w:szCs w:val="28"/>
        </w:rPr>
        <w:t>«</w:t>
      </w:r>
      <w:r>
        <w:rPr>
          <w:sz w:val="28"/>
          <w:szCs w:val="28"/>
        </w:rPr>
        <w:t xml:space="preserve">К заявкам на получение права пользования участком недр местного значения для разведки и добычи </w:t>
      </w:r>
      <w:r w:rsidRPr="001E1340">
        <w:rPr>
          <w:color w:val="000000"/>
          <w:sz w:val="28"/>
          <w:szCs w:val="28"/>
        </w:rPr>
        <w:t>общераспространённых полезных ископаемых, необходимых для целей выполнения работ по строительству, реконструкции, капитальному ремонту, ремонту и содержанию автомобильных дорог общего пользования</w:t>
      </w:r>
      <w:r>
        <w:rPr>
          <w:color w:val="000000"/>
          <w:sz w:val="28"/>
          <w:szCs w:val="28"/>
        </w:rPr>
        <w:t xml:space="preserve"> прилагаются </w:t>
      </w:r>
      <w:r>
        <w:rPr>
          <w:sz w:val="28"/>
          <w:szCs w:val="28"/>
        </w:rPr>
        <w:t>копии гражданско-правовых договоров</w:t>
      </w:r>
      <w:r w:rsidRPr="00A94985">
        <w:rPr>
          <w:sz w:val="28"/>
          <w:szCs w:val="28"/>
        </w:rPr>
        <w:t xml:space="preserve"> на выполнение </w:t>
      </w:r>
      <w:r>
        <w:rPr>
          <w:sz w:val="28"/>
          <w:szCs w:val="28"/>
        </w:rPr>
        <w:t>указанных работ, заключё</w:t>
      </w:r>
      <w:r w:rsidRPr="00A94985">
        <w:rPr>
          <w:sz w:val="28"/>
          <w:szCs w:val="28"/>
        </w:rPr>
        <w:t>нн</w:t>
      </w:r>
      <w:r>
        <w:rPr>
          <w:sz w:val="28"/>
          <w:szCs w:val="28"/>
        </w:rPr>
        <w:t>ых</w:t>
      </w:r>
      <w:r w:rsidRPr="00A94985">
        <w:rPr>
          <w:sz w:val="28"/>
          <w:szCs w:val="28"/>
        </w:rPr>
        <w:t xml:space="preserve"> в соответствии с Федеральным </w:t>
      </w:r>
      <w:hyperlink r:id="rId7" w:history="1">
        <w:r w:rsidRPr="00A94985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br/>
      </w:r>
      <w:r w:rsidRPr="00A94985">
        <w:rPr>
          <w:sz w:val="28"/>
          <w:szCs w:val="28"/>
        </w:rPr>
        <w:t xml:space="preserve">от 5 апреля 2013 года № 44-ФЗ «О контрактной системе </w:t>
      </w:r>
      <w:r>
        <w:rPr>
          <w:sz w:val="28"/>
          <w:szCs w:val="28"/>
        </w:rPr>
        <w:t xml:space="preserve"> </w:t>
      </w:r>
      <w:r w:rsidRPr="00A94985">
        <w:rPr>
          <w:sz w:val="28"/>
          <w:szCs w:val="28"/>
        </w:rPr>
        <w:t xml:space="preserve">в сфере закупок товаров, работ, услуг для обеспечения государственных и муниципальных нужд» </w:t>
      </w:r>
      <w:r w:rsidRPr="006641AB">
        <w:rPr>
          <w:sz w:val="28"/>
          <w:szCs w:val="28"/>
        </w:rPr>
        <w:br/>
      </w:r>
      <w:r w:rsidRPr="00A94985">
        <w:rPr>
          <w:sz w:val="28"/>
          <w:szCs w:val="28"/>
        </w:rPr>
        <w:t xml:space="preserve">или Федеральным </w:t>
      </w:r>
      <w:hyperlink r:id="rId8" w:history="1">
        <w:r w:rsidRPr="00A94985">
          <w:rPr>
            <w:sz w:val="28"/>
            <w:szCs w:val="28"/>
          </w:rPr>
          <w:t>законом</w:t>
        </w:r>
      </w:hyperlink>
      <w:r w:rsidRPr="00A94985">
        <w:rPr>
          <w:sz w:val="28"/>
          <w:szCs w:val="28"/>
        </w:rPr>
        <w:t xml:space="preserve"> от 18 июля 2011 года</w:t>
      </w:r>
      <w:r>
        <w:rPr>
          <w:sz w:val="28"/>
          <w:szCs w:val="28"/>
        </w:rPr>
        <w:t xml:space="preserve"> </w:t>
      </w:r>
      <w:r w:rsidRPr="00A94985">
        <w:rPr>
          <w:sz w:val="28"/>
          <w:szCs w:val="28"/>
        </w:rPr>
        <w:t xml:space="preserve">№ 223-ФЗ «О закупках товаров, работ, услуг отдельными видами юридических </w:t>
      </w:r>
      <w:r>
        <w:rPr>
          <w:sz w:val="28"/>
          <w:szCs w:val="28"/>
        </w:rPr>
        <w:t>лиц»</w:t>
      </w:r>
      <w:bookmarkStart w:id="0" w:name="_GoBack"/>
      <w:bookmarkEnd w:id="0"/>
      <w:r>
        <w:rPr>
          <w:sz w:val="28"/>
          <w:szCs w:val="28"/>
        </w:rPr>
        <w:t>.»;</w:t>
      </w:r>
    </w:p>
    <w:p w:rsidR="00A1500D" w:rsidRPr="00A94985" w:rsidRDefault="00A1500D" w:rsidP="00A9498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абзацы тринадцатый и четырнадцатый считать абзацами четырнадцатым </w:t>
      </w:r>
      <w:r w:rsidRPr="006641AB">
        <w:rPr>
          <w:sz w:val="28"/>
          <w:szCs w:val="28"/>
        </w:rPr>
        <w:br/>
      </w:r>
      <w:r>
        <w:rPr>
          <w:sz w:val="28"/>
          <w:szCs w:val="28"/>
        </w:rPr>
        <w:t>и пятнадцатым соответственно.</w:t>
      </w:r>
    </w:p>
    <w:p w:rsidR="00A1500D" w:rsidRDefault="00A1500D" w:rsidP="0044640A">
      <w:pPr>
        <w:rPr>
          <w:sz w:val="28"/>
          <w:szCs w:val="28"/>
        </w:rPr>
      </w:pPr>
    </w:p>
    <w:p w:rsidR="00A1500D" w:rsidRDefault="00A1500D" w:rsidP="0044640A">
      <w:pPr>
        <w:rPr>
          <w:sz w:val="28"/>
          <w:szCs w:val="28"/>
        </w:rPr>
      </w:pPr>
    </w:p>
    <w:p w:rsidR="00A1500D" w:rsidRDefault="00A1500D" w:rsidP="0044640A">
      <w:pPr>
        <w:rPr>
          <w:sz w:val="28"/>
          <w:szCs w:val="28"/>
        </w:rPr>
      </w:pPr>
    </w:p>
    <w:p w:rsidR="00A1500D" w:rsidRDefault="00A1500D" w:rsidP="00BD0D82">
      <w:pPr>
        <w:rPr>
          <w:b/>
          <w:bCs/>
          <w:sz w:val="28"/>
          <w:szCs w:val="28"/>
        </w:rPr>
      </w:pPr>
      <w:r w:rsidRPr="005F0935">
        <w:rPr>
          <w:b/>
          <w:bCs/>
          <w:sz w:val="28"/>
          <w:szCs w:val="28"/>
        </w:rPr>
        <w:t>Губернатор</w:t>
      </w:r>
      <w:r>
        <w:rPr>
          <w:b/>
          <w:bCs/>
          <w:sz w:val="28"/>
          <w:szCs w:val="28"/>
        </w:rPr>
        <w:t xml:space="preserve"> Ульяновской </w:t>
      </w:r>
      <w:r w:rsidRPr="0005210B">
        <w:rPr>
          <w:b/>
          <w:bCs/>
          <w:sz w:val="28"/>
          <w:szCs w:val="28"/>
        </w:rPr>
        <w:t xml:space="preserve">области                                </w:t>
      </w:r>
      <w:r>
        <w:rPr>
          <w:b/>
          <w:bCs/>
          <w:sz w:val="28"/>
          <w:szCs w:val="28"/>
        </w:rPr>
        <w:t xml:space="preserve">                      </w:t>
      </w:r>
      <w:r w:rsidRPr="0005210B">
        <w:rPr>
          <w:b/>
          <w:bCs/>
          <w:sz w:val="28"/>
          <w:szCs w:val="28"/>
        </w:rPr>
        <w:t xml:space="preserve"> С.И.Морозов</w:t>
      </w:r>
    </w:p>
    <w:p w:rsidR="00A1500D" w:rsidRDefault="00A1500D" w:rsidP="00BD0D82">
      <w:pPr>
        <w:jc w:val="center"/>
        <w:rPr>
          <w:bCs/>
          <w:sz w:val="28"/>
          <w:szCs w:val="28"/>
        </w:rPr>
      </w:pPr>
    </w:p>
    <w:p w:rsidR="00A1500D" w:rsidRDefault="00A1500D" w:rsidP="00BD0D82">
      <w:pPr>
        <w:jc w:val="center"/>
        <w:rPr>
          <w:bCs/>
          <w:sz w:val="28"/>
          <w:szCs w:val="28"/>
        </w:rPr>
      </w:pPr>
    </w:p>
    <w:p w:rsidR="00A1500D" w:rsidRDefault="00A1500D" w:rsidP="00BD0D82">
      <w:pPr>
        <w:jc w:val="center"/>
        <w:rPr>
          <w:bCs/>
          <w:sz w:val="28"/>
          <w:szCs w:val="28"/>
        </w:rPr>
      </w:pPr>
    </w:p>
    <w:p w:rsidR="00A1500D" w:rsidRDefault="00A1500D" w:rsidP="00BD0D82">
      <w:pPr>
        <w:spacing w:line="276" w:lineRule="auto"/>
        <w:jc w:val="center"/>
        <w:rPr>
          <w:bCs/>
          <w:sz w:val="28"/>
          <w:szCs w:val="28"/>
        </w:rPr>
      </w:pPr>
      <w:r w:rsidRPr="003F0453">
        <w:rPr>
          <w:bCs/>
          <w:sz w:val="28"/>
          <w:szCs w:val="28"/>
        </w:rPr>
        <w:t>г.Ульяновск</w:t>
      </w:r>
    </w:p>
    <w:p w:rsidR="00A1500D" w:rsidRDefault="00A1500D" w:rsidP="00BD0D82">
      <w:pPr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27 ноября </w:t>
      </w:r>
      <w:smartTag w:uri="urn:schemas-microsoft-com:office:smarttags" w:element="metricconverter">
        <w:smartTagPr>
          <w:attr w:name="ProductID" w:val="2017 г"/>
        </w:smartTagPr>
        <w:r>
          <w:rPr>
            <w:bCs/>
            <w:sz w:val="28"/>
            <w:szCs w:val="28"/>
          </w:rPr>
          <w:t>2017 г</w:t>
        </w:r>
      </w:smartTag>
      <w:r>
        <w:rPr>
          <w:bCs/>
          <w:sz w:val="28"/>
          <w:szCs w:val="28"/>
        </w:rPr>
        <w:t>.</w:t>
      </w:r>
    </w:p>
    <w:p w:rsidR="00A1500D" w:rsidRDefault="00A1500D" w:rsidP="00914E11">
      <w:pPr>
        <w:spacing w:line="276" w:lineRule="auto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№157-ЗО</w:t>
      </w:r>
    </w:p>
    <w:sectPr w:rsidR="00A1500D" w:rsidSect="00C65891">
      <w:headerReference w:type="even" r:id="rId9"/>
      <w:head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00D" w:rsidRDefault="00A1500D">
      <w:r>
        <w:separator/>
      </w:r>
    </w:p>
  </w:endnote>
  <w:endnote w:type="continuationSeparator" w:id="0">
    <w:p w:rsidR="00A1500D" w:rsidRDefault="00A15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00D" w:rsidRPr="004B26BB" w:rsidRDefault="00A1500D" w:rsidP="004B26BB">
    <w:pPr>
      <w:pStyle w:val="Footer"/>
      <w:jc w:val="right"/>
      <w:rPr>
        <w:sz w:val="16"/>
      </w:rPr>
    </w:pPr>
    <w:r w:rsidRPr="004B26BB">
      <w:rPr>
        <w:sz w:val="16"/>
      </w:rPr>
      <w:t>3010ар1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00D" w:rsidRDefault="00A1500D">
      <w:r>
        <w:separator/>
      </w:r>
    </w:p>
  </w:footnote>
  <w:footnote w:type="continuationSeparator" w:id="0">
    <w:p w:rsidR="00A1500D" w:rsidRDefault="00A150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00D" w:rsidRDefault="00A1500D" w:rsidP="00A0649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500D" w:rsidRDefault="00A1500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00D" w:rsidRPr="00BF5228" w:rsidRDefault="00A1500D" w:rsidP="00BF5228">
    <w:pPr>
      <w:pStyle w:val="Header"/>
      <w:jc w:val="center"/>
      <w:rPr>
        <w:sz w:val="28"/>
      </w:rPr>
    </w:pPr>
    <w:r w:rsidRPr="00BF5228">
      <w:rPr>
        <w:rStyle w:val="PageNumber"/>
        <w:sz w:val="28"/>
      </w:rPr>
      <w:fldChar w:fldCharType="begin"/>
    </w:r>
    <w:r w:rsidRPr="00BF5228">
      <w:rPr>
        <w:rStyle w:val="PageNumber"/>
        <w:sz w:val="28"/>
      </w:rPr>
      <w:instrText xml:space="preserve">PAGE  </w:instrText>
    </w:r>
    <w:r w:rsidRPr="00BF5228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2</w:t>
    </w:r>
    <w:r w:rsidRPr="00BF5228">
      <w:rPr>
        <w:rStyle w:val="PageNumber"/>
        <w:sz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00D" w:rsidRDefault="00A1500D" w:rsidP="0025685D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84B33"/>
    <w:multiLevelType w:val="hybridMultilevel"/>
    <w:tmpl w:val="BE8691BC"/>
    <w:lvl w:ilvl="0" w:tplc="D472CC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E2B6DBE"/>
    <w:multiLevelType w:val="hybridMultilevel"/>
    <w:tmpl w:val="F5DCC0C0"/>
    <w:lvl w:ilvl="0" w:tplc="546E7842">
      <w:start w:val="4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6CC"/>
    <w:rsid w:val="00006071"/>
    <w:rsid w:val="00006CB0"/>
    <w:rsid w:val="000143DB"/>
    <w:rsid w:val="00017D41"/>
    <w:rsid w:val="0002513D"/>
    <w:rsid w:val="000515ED"/>
    <w:rsid w:val="0005210B"/>
    <w:rsid w:val="00052DCB"/>
    <w:rsid w:val="00056602"/>
    <w:rsid w:val="00063452"/>
    <w:rsid w:val="0006527E"/>
    <w:rsid w:val="00073AED"/>
    <w:rsid w:val="000763B2"/>
    <w:rsid w:val="00085DF7"/>
    <w:rsid w:val="000918D3"/>
    <w:rsid w:val="000A2597"/>
    <w:rsid w:val="000C2569"/>
    <w:rsid w:val="000C2E6B"/>
    <w:rsid w:val="000C46DC"/>
    <w:rsid w:val="000D1A8E"/>
    <w:rsid w:val="000D440E"/>
    <w:rsid w:val="000E144F"/>
    <w:rsid w:val="000E20BD"/>
    <w:rsid w:val="000E61C3"/>
    <w:rsid w:val="000F464A"/>
    <w:rsid w:val="001002DF"/>
    <w:rsid w:val="00100804"/>
    <w:rsid w:val="00104EA6"/>
    <w:rsid w:val="00115B3E"/>
    <w:rsid w:val="001232A0"/>
    <w:rsid w:val="00124270"/>
    <w:rsid w:val="00125F80"/>
    <w:rsid w:val="0014721A"/>
    <w:rsid w:val="00154ED0"/>
    <w:rsid w:val="0016003F"/>
    <w:rsid w:val="00164CFE"/>
    <w:rsid w:val="00183041"/>
    <w:rsid w:val="00192032"/>
    <w:rsid w:val="00193D4C"/>
    <w:rsid w:val="0019465E"/>
    <w:rsid w:val="00194779"/>
    <w:rsid w:val="001A108B"/>
    <w:rsid w:val="001A20F5"/>
    <w:rsid w:val="001A2F8A"/>
    <w:rsid w:val="001B05D9"/>
    <w:rsid w:val="001B0890"/>
    <w:rsid w:val="001C4849"/>
    <w:rsid w:val="001C50F4"/>
    <w:rsid w:val="001C72B2"/>
    <w:rsid w:val="001D28DD"/>
    <w:rsid w:val="001D4023"/>
    <w:rsid w:val="001E1340"/>
    <w:rsid w:val="001F0BAF"/>
    <w:rsid w:val="001F138A"/>
    <w:rsid w:val="001F2C95"/>
    <w:rsid w:val="002079F9"/>
    <w:rsid w:val="00210F05"/>
    <w:rsid w:val="00220773"/>
    <w:rsid w:val="00223975"/>
    <w:rsid w:val="00227AE5"/>
    <w:rsid w:val="00246C63"/>
    <w:rsid w:val="0025685D"/>
    <w:rsid w:val="00275FA0"/>
    <w:rsid w:val="0028427E"/>
    <w:rsid w:val="00284595"/>
    <w:rsid w:val="002A58DC"/>
    <w:rsid w:val="002B2306"/>
    <w:rsid w:val="002B3EA5"/>
    <w:rsid w:val="002C07C1"/>
    <w:rsid w:val="002D05BD"/>
    <w:rsid w:val="002D34C6"/>
    <w:rsid w:val="002D35B8"/>
    <w:rsid w:val="002E6A57"/>
    <w:rsid w:val="002F0ACD"/>
    <w:rsid w:val="002F68DF"/>
    <w:rsid w:val="00300C61"/>
    <w:rsid w:val="003067CF"/>
    <w:rsid w:val="0032239D"/>
    <w:rsid w:val="00325918"/>
    <w:rsid w:val="00330FE2"/>
    <w:rsid w:val="00335585"/>
    <w:rsid w:val="00336F85"/>
    <w:rsid w:val="003569AD"/>
    <w:rsid w:val="00362F69"/>
    <w:rsid w:val="003675B9"/>
    <w:rsid w:val="003679B5"/>
    <w:rsid w:val="003949F8"/>
    <w:rsid w:val="003A3DEF"/>
    <w:rsid w:val="003C1928"/>
    <w:rsid w:val="003D2CC6"/>
    <w:rsid w:val="003E2C02"/>
    <w:rsid w:val="003E3C85"/>
    <w:rsid w:val="003E4FA7"/>
    <w:rsid w:val="003E5F1F"/>
    <w:rsid w:val="003F0453"/>
    <w:rsid w:val="003F53EA"/>
    <w:rsid w:val="004024CB"/>
    <w:rsid w:val="00412E77"/>
    <w:rsid w:val="004144FF"/>
    <w:rsid w:val="00414FE0"/>
    <w:rsid w:val="0041616B"/>
    <w:rsid w:val="004176F5"/>
    <w:rsid w:val="00422702"/>
    <w:rsid w:val="00424315"/>
    <w:rsid w:val="00437D57"/>
    <w:rsid w:val="0044640A"/>
    <w:rsid w:val="004473A7"/>
    <w:rsid w:val="00473300"/>
    <w:rsid w:val="00474983"/>
    <w:rsid w:val="004805C8"/>
    <w:rsid w:val="00490F3F"/>
    <w:rsid w:val="00493E67"/>
    <w:rsid w:val="004962AE"/>
    <w:rsid w:val="004B26BB"/>
    <w:rsid w:val="004B6E9F"/>
    <w:rsid w:val="004C0792"/>
    <w:rsid w:val="004C1129"/>
    <w:rsid w:val="004C4B50"/>
    <w:rsid w:val="004D14F5"/>
    <w:rsid w:val="004D3939"/>
    <w:rsid w:val="004D6082"/>
    <w:rsid w:val="004E2BA1"/>
    <w:rsid w:val="004F73F2"/>
    <w:rsid w:val="00500249"/>
    <w:rsid w:val="005008BB"/>
    <w:rsid w:val="00500C9D"/>
    <w:rsid w:val="00500FB9"/>
    <w:rsid w:val="00502804"/>
    <w:rsid w:val="0050795B"/>
    <w:rsid w:val="00515EB6"/>
    <w:rsid w:val="00536E38"/>
    <w:rsid w:val="005372C2"/>
    <w:rsid w:val="0056778B"/>
    <w:rsid w:val="00575A6D"/>
    <w:rsid w:val="00582946"/>
    <w:rsid w:val="00582972"/>
    <w:rsid w:val="00594832"/>
    <w:rsid w:val="00594A82"/>
    <w:rsid w:val="005A22D0"/>
    <w:rsid w:val="005A5E16"/>
    <w:rsid w:val="005B3B46"/>
    <w:rsid w:val="005C3FF8"/>
    <w:rsid w:val="005F0935"/>
    <w:rsid w:val="005F28F6"/>
    <w:rsid w:val="005F4D75"/>
    <w:rsid w:val="005F7EB7"/>
    <w:rsid w:val="006056E9"/>
    <w:rsid w:val="006123BA"/>
    <w:rsid w:val="00627505"/>
    <w:rsid w:val="00640583"/>
    <w:rsid w:val="0065111E"/>
    <w:rsid w:val="00651211"/>
    <w:rsid w:val="00661D03"/>
    <w:rsid w:val="0066351C"/>
    <w:rsid w:val="006641AB"/>
    <w:rsid w:val="00666115"/>
    <w:rsid w:val="00672DA3"/>
    <w:rsid w:val="00687298"/>
    <w:rsid w:val="00687BE9"/>
    <w:rsid w:val="00696789"/>
    <w:rsid w:val="006A5E1F"/>
    <w:rsid w:val="006A7022"/>
    <w:rsid w:val="006A7CD1"/>
    <w:rsid w:val="006B004C"/>
    <w:rsid w:val="006D671A"/>
    <w:rsid w:val="006E62EF"/>
    <w:rsid w:val="006F25A1"/>
    <w:rsid w:val="006F66AD"/>
    <w:rsid w:val="0070175B"/>
    <w:rsid w:val="007022B1"/>
    <w:rsid w:val="007106C2"/>
    <w:rsid w:val="00713B14"/>
    <w:rsid w:val="00716F72"/>
    <w:rsid w:val="00717698"/>
    <w:rsid w:val="0072143F"/>
    <w:rsid w:val="00726502"/>
    <w:rsid w:val="0072656D"/>
    <w:rsid w:val="0072718B"/>
    <w:rsid w:val="0073118E"/>
    <w:rsid w:val="00735B22"/>
    <w:rsid w:val="007429A8"/>
    <w:rsid w:val="00771AAD"/>
    <w:rsid w:val="007744C0"/>
    <w:rsid w:val="00780D1B"/>
    <w:rsid w:val="00784765"/>
    <w:rsid w:val="007851B7"/>
    <w:rsid w:val="007A7E2E"/>
    <w:rsid w:val="007B21F9"/>
    <w:rsid w:val="007C4EF4"/>
    <w:rsid w:val="007C5486"/>
    <w:rsid w:val="007C5543"/>
    <w:rsid w:val="007E337B"/>
    <w:rsid w:val="007E4A3D"/>
    <w:rsid w:val="007E5237"/>
    <w:rsid w:val="00810D78"/>
    <w:rsid w:val="00811AC3"/>
    <w:rsid w:val="00823941"/>
    <w:rsid w:val="00834128"/>
    <w:rsid w:val="00834C8F"/>
    <w:rsid w:val="00852CC6"/>
    <w:rsid w:val="00856729"/>
    <w:rsid w:val="00857C8C"/>
    <w:rsid w:val="008653A6"/>
    <w:rsid w:val="008678AC"/>
    <w:rsid w:val="00870EBB"/>
    <w:rsid w:val="00872E1E"/>
    <w:rsid w:val="00876B68"/>
    <w:rsid w:val="0087724D"/>
    <w:rsid w:val="008777B7"/>
    <w:rsid w:val="008814BC"/>
    <w:rsid w:val="008865D8"/>
    <w:rsid w:val="0089175C"/>
    <w:rsid w:val="008929F4"/>
    <w:rsid w:val="008A488C"/>
    <w:rsid w:val="008C2544"/>
    <w:rsid w:val="008C399B"/>
    <w:rsid w:val="008D1A80"/>
    <w:rsid w:val="008D35E5"/>
    <w:rsid w:val="008F2385"/>
    <w:rsid w:val="009123ED"/>
    <w:rsid w:val="00914E11"/>
    <w:rsid w:val="0093727B"/>
    <w:rsid w:val="00942CB4"/>
    <w:rsid w:val="00965D23"/>
    <w:rsid w:val="00967FD3"/>
    <w:rsid w:val="009756F3"/>
    <w:rsid w:val="0098469A"/>
    <w:rsid w:val="00985BB7"/>
    <w:rsid w:val="00986CD0"/>
    <w:rsid w:val="009A7C46"/>
    <w:rsid w:val="009B254E"/>
    <w:rsid w:val="009D1A5E"/>
    <w:rsid w:val="009D5699"/>
    <w:rsid w:val="009D6D49"/>
    <w:rsid w:val="009E1A3F"/>
    <w:rsid w:val="009F16DC"/>
    <w:rsid w:val="009F538A"/>
    <w:rsid w:val="009F53C7"/>
    <w:rsid w:val="009F572B"/>
    <w:rsid w:val="00A00103"/>
    <w:rsid w:val="00A06494"/>
    <w:rsid w:val="00A13F3D"/>
    <w:rsid w:val="00A1500D"/>
    <w:rsid w:val="00A3059D"/>
    <w:rsid w:val="00A31DB9"/>
    <w:rsid w:val="00A33F34"/>
    <w:rsid w:val="00A417E2"/>
    <w:rsid w:val="00A41B0B"/>
    <w:rsid w:val="00A475E4"/>
    <w:rsid w:val="00A47BB6"/>
    <w:rsid w:val="00A60A08"/>
    <w:rsid w:val="00A667BA"/>
    <w:rsid w:val="00A71D4E"/>
    <w:rsid w:val="00A72CEB"/>
    <w:rsid w:val="00A85657"/>
    <w:rsid w:val="00A94985"/>
    <w:rsid w:val="00A96448"/>
    <w:rsid w:val="00A9669B"/>
    <w:rsid w:val="00AB66FC"/>
    <w:rsid w:val="00AC22F3"/>
    <w:rsid w:val="00AC2681"/>
    <w:rsid w:val="00AC3DEA"/>
    <w:rsid w:val="00AC5F91"/>
    <w:rsid w:val="00AD42AF"/>
    <w:rsid w:val="00AD542D"/>
    <w:rsid w:val="00AE1453"/>
    <w:rsid w:val="00AE1D85"/>
    <w:rsid w:val="00AE2053"/>
    <w:rsid w:val="00AF5257"/>
    <w:rsid w:val="00B03F19"/>
    <w:rsid w:val="00B11878"/>
    <w:rsid w:val="00B142B9"/>
    <w:rsid w:val="00B24428"/>
    <w:rsid w:val="00B24F17"/>
    <w:rsid w:val="00B3469B"/>
    <w:rsid w:val="00B4268B"/>
    <w:rsid w:val="00B54767"/>
    <w:rsid w:val="00B56AFD"/>
    <w:rsid w:val="00B76CB3"/>
    <w:rsid w:val="00B917EA"/>
    <w:rsid w:val="00BB13EF"/>
    <w:rsid w:val="00BC29EB"/>
    <w:rsid w:val="00BC3DBE"/>
    <w:rsid w:val="00BC7EC1"/>
    <w:rsid w:val="00BD014B"/>
    <w:rsid w:val="00BD0D82"/>
    <w:rsid w:val="00BD23BF"/>
    <w:rsid w:val="00BD318D"/>
    <w:rsid w:val="00BD3AB1"/>
    <w:rsid w:val="00BD40CC"/>
    <w:rsid w:val="00BE0119"/>
    <w:rsid w:val="00BF2E89"/>
    <w:rsid w:val="00BF4749"/>
    <w:rsid w:val="00BF5228"/>
    <w:rsid w:val="00C142AC"/>
    <w:rsid w:val="00C20F6A"/>
    <w:rsid w:val="00C37523"/>
    <w:rsid w:val="00C44615"/>
    <w:rsid w:val="00C47C50"/>
    <w:rsid w:val="00C47C88"/>
    <w:rsid w:val="00C53302"/>
    <w:rsid w:val="00C53847"/>
    <w:rsid w:val="00C6145A"/>
    <w:rsid w:val="00C65891"/>
    <w:rsid w:val="00C66531"/>
    <w:rsid w:val="00C73C82"/>
    <w:rsid w:val="00C770AF"/>
    <w:rsid w:val="00C80DD1"/>
    <w:rsid w:val="00CE3F4C"/>
    <w:rsid w:val="00CE6538"/>
    <w:rsid w:val="00CF5ADB"/>
    <w:rsid w:val="00D039CA"/>
    <w:rsid w:val="00D137B2"/>
    <w:rsid w:val="00D2034C"/>
    <w:rsid w:val="00D33921"/>
    <w:rsid w:val="00D3424D"/>
    <w:rsid w:val="00D35C7D"/>
    <w:rsid w:val="00D437FB"/>
    <w:rsid w:val="00D56137"/>
    <w:rsid w:val="00D63B7D"/>
    <w:rsid w:val="00D93AE3"/>
    <w:rsid w:val="00D94279"/>
    <w:rsid w:val="00DA6C32"/>
    <w:rsid w:val="00DA70F6"/>
    <w:rsid w:val="00DC13DD"/>
    <w:rsid w:val="00DC3139"/>
    <w:rsid w:val="00DD1D6F"/>
    <w:rsid w:val="00DE6FEA"/>
    <w:rsid w:val="00DF2D8C"/>
    <w:rsid w:val="00E011F5"/>
    <w:rsid w:val="00E076E8"/>
    <w:rsid w:val="00E12B7A"/>
    <w:rsid w:val="00E300B0"/>
    <w:rsid w:val="00E35D96"/>
    <w:rsid w:val="00E37FD7"/>
    <w:rsid w:val="00E50718"/>
    <w:rsid w:val="00E5389F"/>
    <w:rsid w:val="00E545DE"/>
    <w:rsid w:val="00E66FB0"/>
    <w:rsid w:val="00E70BC4"/>
    <w:rsid w:val="00E71452"/>
    <w:rsid w:val="00E82DDC"/>
    <w:rsid w:val="00E848D3"/>
    <w:rsid w:val="00E91422"/>
    <w:rsid w:val="00EA22B9"/>
    <w:rsid w:val="00EA4FE6"/>
    <w:rsid w:val="00EA600B"/>
    <w:rsid w:val="00EC3B69"/>
    <w:rsid w:val="00ED200C"/>
    <w:rsid w:val="00ED3732"/>
    <w:rsid w:val="00ED5EC2"/>
    <w:rsid w:val="00ED72E7"/>
    <w:rsid w:val="00F23B0F"/>
    <w:rsid w:val="00F23B5A"/>
    <w:rsid w:val="00F31CF7"/>
    <w:rsid w:val="00F37D4D"/>
    <w:rsid w:val="00F46F26"/>
    <w:rsid w:val="00F50AF1"/>
    <w:rsid w:val="00F53ED3"/>
    <w:rsid w:val="00F549DF"/>
    <w:rsid w:val="00F75B8E"/>
    <w:rsid w:val="00F83B02"/>
    <w:rsid w:val="00FC2D8C"/>
    <w:rsid w:val="00FC38AB"/>
    <w:rsid w:val="00FC3E5A"/>
    <w:rsid w:val="00FD7501"/>
    <w:rsid w:val="00FE10EA"/>
    <w:rsid w:val="00FE291C"/>
    <w:rsid w:val="00FE6C9C"/>
    <w:rsid w:val="00FE76CC"/>
    <w:rsid w:val="00FF5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E89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E76CC"/>
    <w:pPr>
      <w:keepNext/>
      <w:spacing w:before="120"/>
      <w:ind w:left="5398"/>
      <w:outlineLvl w:val="2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A488C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E76CC"/>
    <w:pPr>
      <w:ind w:right="5215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A488C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FE76CC"/>
    <w:pPr>
      <w:ind w:firstLine="54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A488C"/>
    <w:rPr>
      <w:rFonts w:cs="Times New Roman"/>
      <w:sz w:val="24"/>
      <w:szCs w:val="24"/>
    </w:rPr>
  </w:style>
  <w:style w:type="paragraph" w:customStyle="1" w:styleId="ConsTitle">
    <w:name w:val="ConsTitle"/>
    <w:uiPriority w:val="99"/>
    <w:rsid w:val="006E62E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rsid w:val="0072143F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F23B5A"/>
    <w:pPr>
      <w:widowControl w:val="0"/>
    </w:pPr>
    <w:rPr>
      <w:rFonts w:ascii="Courier New" w:hAnsi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86C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488C"/>
    <w:rPr>
      <w:rFonts w:cs="Times New Roman"/>
      <w:sz w:val="2"/>
    </w:rPr>
  </w:style>
  <w:style w:type="paragraph" w:customStyle="1" w:styleId="ConsNormal">
    <w:name w:val="ConsNormal"/>
    <w:uiPriority w:val="99"/>
    <w:rsid w:val="009B25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2718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50795B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8A488C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1D28D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A488C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D28DD"/>
    <w:rPr>
      <w:rFonts w:cs="Times New Roman"/>
    </w:rPr>
  </w:style>
  <w:style w:type="paragraph" w:customStyle="1" w:styleId="a">
    <w:name w:val="Знак Знак Знак"/>
    <w:basedOn w:val="Normal"/>
    <w:uiPriority w:val="99"/>
    <w:rsid w:val="001600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Emphasis">
    <w:name w:val="Emphasis"/>
    <w:basedOn w:val="DefaultParagraphFont"/>
    <w:uiPriority w:val="99"/>
    <w:qFormat/>
    <w:rsid w:val="00C44615"/>
    <w:rPr>
      <w:rFonts w:cs="Times New Roman"/>
      <w:i/>
    </w:rPr>
  </w:style>
  <w:style w:type="paragraph" w:styleId="BodyText2">
    <w:name w:val="Body Text 2"/>
    <w:basedOn w:val="Normal"/>
    <w:link w:val="BodyText2Char"/>
    <w:uiPriority w:val="99"/>
    <w:rsid w:val="00C4461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A488C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C4461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536E38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8A488C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0">
    <w:name w:val="Знак Знак Знак Знак Знак Знак"/>
    <w:basedOn w:val="Normal"/>
    <w:uiPriority w:val="99"/>
    <w:rsid w:val="00E011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Обычный1"/>
    <w:uiPriority w:val="99"/>
    <w:rsid w:val="0032239D"/>
    <w:pPr>
      <w:widowControl w:val="0"/>
      <w:spacing w:line="340" w:lineRule="auto"/>
      <w:ind w:firstLine="560"/>
      <w:jc w:val="both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8427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A488C"/>
    <w:rPr>
      <w:rFonts w:cs="Times New Roman"/>
      <w:sz w:val="24"/>
      <w:szCs w:val="24"/>
    </w:rPr>
  </w:style>
  <w:style w:type="paragraph" w:customStyle="1" w:styleId="3">
    <w:name w:val="Знак Знак3"/>
    <w:basedOn w:val="Normal"/>
    <w:autoRedefine/>
    <w:uiPriority w:val="99"/>
    <w:rsid w:val="0044640A"/>
    <w:pPr>
      <w:tabs>
        <w:tab w:val="left" w:pos="2160"/>
      </w:tabs>
      <w:bidi/>
      <w:spacing w:before="120" w:line="240" w:lineRule="exact"/>
      <w:jc w:val="right"/>
    </w:pPr>
    <w:rPr>
      <w:noProof/>
      <w:lang w:val="en-US"/>
    </w:rPr>
  </w:style>
  <w:style w:type="paragraph" w:customStyle="1" w:styleId="ConsPlusNormal">
    <w:name w:val="ConsPlusNormal"/>
    <w:uiPriority w:val="99"/>
    <w:rsid w:val="000918D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14E1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14E11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20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07BC0E4FAE3705D3FFC939132313337E604A0B4D6E9679730033832BP43D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07BC0E4FAE3705D3FFC939132313337E634C004D659679730033832BP43D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384</Words>
  <Characters>2192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муниципального</dc:title>
  <dc:subject/>
  <dc:creator>kapin</dc:creator>
  <cp:keywords/>
  <dc:description/>
  <cp:lastModifiedBy>Пользователь</cp:lastModifiedBy>
  <cp:revision>4</cp:revision>
  <cp:lastPrinted>2017-10-30T12:30:00Z</cp:lastPrinted>
  <dcterms:created xsi:type="dcterms:W3CDTF">2017-11-23T11:55:00Z</dcterms:created>
  <dcterms:modified xsi:type="dcterms:W3CDTF">2017-12-01T10:58:00Z</dcterms:modified>
</cp:coreProperties>
</file>