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D54" w:rsidRDefault="00AE2D54" w:rsidP="007A36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AE2D54" w:rsidRDefault="00AE2D54" w:rsidP="00A64E4F">
      <w:pPr>
        <w:rPr>
          <w:b/>
          <w:bCs/>
          <w:sz w:val="28"/>
          <w:szCs w:val="28"/>
        </w:rPr>
      </w:pPr>
    </w:p>
    <w:p w:rsidR="00AE2D54" w:rsidRDefault="00AE2D54" w:rsidP="00A64E4F">
      <w:pPr>
        <w:rPr>
          <w:b/>
          <w:bCs/>
          <w:sz w:val="28"/>
          <w:szCs w:val="28"/>
        </w:rPr>
      </w:pPr>
    </w:p>
    <w:p w:rsidR="00AE2D54" w:rsidRDefault="00AE2D54" w:rsidP="00A64E4F">
      <w:pPr>
        <w:rPr>
          <w:b/>
          <w:bCs/>
          <w:sz w:val="28"/>
          <w:szCs w:val="28"/>
        </w:rPr>
      </w:pPr>
    </w:p>
    <w:p w:rsidR="00AE2D54" w:rsidRPr="002B33EE" w:rsidRDefault="00AE2D54" w:rsidP="002B33EE">
      <w:pPr>
        <w:rPr>
          <w:b/>
          <w:bCs/>
          <w:sz w:val="36"/>
          <w:szCs w:val="28"/>
        </w:rPr>
      </w:pPr>
    </w:p>
    <w:p w:rsidR="00AE2D54" w:rsidRDefault="00AE2D54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AE2D54" w:rsidRDefault="00AE2D54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2016 год»</w:t>
      </w:r>
    </w:p>
    <w:p w:rsidR="00AE2D54" w:rsidRDefault="00AE2D54" w:rsidP="00A64E4F">
      <w:pPr>
        <w:jc w:val="both"/>
        <w:rPr>
          <w:b/>
          <w:bCs/>
          <w:sz w:val="28"/>
          <w:szCs w:val="28"/>
        </w:rPr>
      </w:pPr>
    </w:p>
    <w:p w:rsidR="00AE2D54" w:rsidRDefault="00AE2D54" w:rsidP="00A64E4F">
      <w:pPr>
        <w:jc w:val="both"/>
        <w:rPr>
          <w:b/>
          <w:bCs/>
          <w:sz w:val="28"/>
          <w:szCs w:val="28"/>
        </w:rPr>
      </w:pPr>
    </w:p>
    <w:p w:rsidR="00AE2D54" w:rsidRDefault="00AE2D54" w:rsidP="00A64E4F">
      <w:pPr>
        <w:jc w:val="both"/>
        <w:rPr>
          <w:b/>
          <w:bCs/>
          <w:sz w:val="28"/>
          <w:szCs w:val="28"/>
        </w:rPr>
      </w:pPr>
    </w:p>
    <w:p w:rsidR="00AE2D54" w:rsidRPr="00F2134D" w:rsidRDefault="00AE2D54" w:rsidP="00F2134D">
      <w:pPr>
        <w:jc w:val="center"/>
        <w:rPr>
          <w:bCs/>
        </w:rPr>
      </w:pPr>
      <w:r>
        <w:rPr>
          <w:bCs/>
        </w:rPr>
        <w:t>Принят Законодательным Собранием Ульяновской области 27 октября 2016 года</w:t>
      </w:r>
    </w:p>
    <w:p w:rsidR="00AE2D54" w:rsidRDefault="00AE2D54" w:rsidP="00A64E4F">
      <w:pPr>
        <w:jc w:val="both"/>
        <w:rPr>
          <w:b/>
          <w:bCs/>
          <w:sz w:val="28"/>
          <w:szCs w:val="28"/>
        </w:rPr>
      </w:pPr>
    </w:p>
    <w:p w:rsidR="00AE2D54" w:rsidRDefault="00AE2D54" w:rsidP="00A64E4F">
      <w:pPr>
        <w:jc w:val="both"/>
        <w:rPr>
          <w:b/>
          <w:bCs/>
          <w:sz w:val="28"/>
          <w:szCs w:val="28"/>
        </w:rPr>
      </w:pPr>
    </w:p>
    <w:p w:rsidR="00AE2D54" w:rsidRDefault="00AE2D54" w:rsidP="00A64E4F">
      <w:pPr>
        <w:jc w:val="both"/>
        <w:rPr>
          <w:b/>
          <w:bCs/>
          <w:sz w:val="28"/>
          <w:szCs w:val="28"/>
        </w:rPr>
      </w:pPr>
    </w:p>
    <w:p w:rsidR="00AE2D54" w:rsidRPr="00E41DF2" w:rsidRDefault="00AE2D54" w:rsidP="00E41DF2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41DF2">
        <w:rPr>
          <w:sz w:val="28"/>
          <w:szCs w:val="28"/>
        </w:rPr>
        <w:t xml:space="preserve">Внести в приложение </w:t>
      </w:r>
      <w:r>
        <w:rPr>
          <w:sz w:val="28"/>
          <w:szCs w:val="28"/>
        </w:rPr>
        <w:t>5</w:t>
      </w:r>
      <w:r w:rsidRPr="00E41DF2">
        <w:rPr>
          <w:sz w:val="28"/>
          <w:szCs w:val="28"/>
        </w:rPr>
        <w:t xml:space="preserve"> к Программе управления государственной собственностью Ульяновской области на 2016 год, утверждённой Законом Ульяновской области от 11 декабря 2015 года № 198-ЗО «Об утверждении Программы управления государственной собственностью Ульяновской области на 2016 год» («Ульяновская правда» от 17.12.2015 № 179-180; от 14.03.2016 № 31;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>от 31.03.2016 № 41; от 12.04.2016 № 47</w:t>
      </w:r>
      <w:r>
        <w:rPr>
          <w:sz w:val="28"/>
          <w:szCs w:val="28"/>
        </w:rPr>
        <w:t>; от 06.06.2016 № 75-76;</w:t>
      </w:r>
      <w:r w:rsidRPr="00C977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08.07.2016 </w:t>
      </w:r>
      <w:r>
        <w:rPr>
          <w:sz w:val="28"/>
          <w:szCs w:val="28"/>
        </w:rPr>
        <w:br/>
        <w:t>№ 91; от 02.08.2016 № 99; от 04.10.2016 № 118</w:t>
      </w:r>
      <w:r w:rsidRPr="00E41DF2">
        <w:rPr>
          <w:sz w:val="28"/>
          <w:szCs w:val="28"/>
        </w:rPr>
        <w:t xml:space="preserve">),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Pr="00DD1577">
        <w:rPr>
          <w:sz w:val="28"/>
          <w:szCs w:val="28"/>
        </w:rPr>
        <w:t>, дополнив его строк</w:t>
      </w:r>
      <w:r>
        <w:rPr>
          <w:sz w:val="28"/>
          <w:szCs w:val="28"/>
        </w:rPr>
        <w:t>ами 23-52</w:t>
      </w:r>
      <w:r w:rsidRPr="00DD1577">
        <w:rPr>
          <w:sz w:val="28"/>
          <w:szCs w:val="28"/>
        </w:rPr>
        <w:t xml:space="preserve"> </w:t>
      </w:r>
      <w:r w:rsidRPr="00E41DF2">
        <w:rPr>
          <w:sz w:val="28"/>
          <w:szCs w:val="28"/>
        </w:rPr>
        <w:t>следующего содержания: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67"/>
        <w:gridCol w:w="3260"/>
        <w:gridCol w:w="3686"/>
        <w:gridCol w:w="2410"/>
        <w:gridCol w:w="425"/>
      </w:tblGrid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2B33EE">
            <w:pPr>
              <w:ind w:hanging="108"/>
              <w:jc w:val="right"/>
              <w:rPr>
                <w:sz w:val="28"/>
                <w:szCs w:val="28"/>
              </w:rPr>
            </w:pPr>
            <w:r w:rsidRPr="00DD1577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</w:tcPr>
          <w:p w:rsidR="00AE2D54" w:rsidRPr="007F45D0" w:rsidRDefault="00AE2D54" w:rsidP="00A64E4F">
            <w:pPr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23.</w:t>
            </w:r>
          </w:p>
        </w:tc>
        <w:tc>
          <w:tcPr>
            <w:tcW w:w="3260" w:type="dxa"/>
          </w:tcPr>
          <w:p w:rsidR="00AE2D54" w:rsidRPr="007F45D0" w:rsidRDefault="00AE2D54" w:rsidP="0065151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Газопровод высокого давления от газопровода на ГРП № 2 на котельную ПАТП ул. Ганенкова, протяжённость </w:t>
            </w:r>
            <w:smartTag w:uri="urn:schemas-microsoft-com:office:smarttags" w:element="metricconverter">
              <w:smartTagPr>
                <w:attr w:name="ProductID" w:val="452,6 м"/>
              </w:smartTagPr>
              <w:r w:rsidRPr="007F45D0">
                <w:rPr>
                  <w:spacing w:val="-4"/>
                  <w:sz w:val="28"/>
                  <w:szCs w:val="28"/>
                </w:rPr>
                <w:t>452,6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</w:t>
            </w:r>
            <w:r w:rsidRPr="007F45D0">
              <w:rPr>
                <w:spacing w:val="-4"/>
                <w:sz w:val="28"/>
                <w:szCs w:val="28"/>
              </w:rPr>
              <w:br/>
              <w:t xml:space="preserve">лит.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 xml:space="preserve">,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II</w:t>
            </w:r>
            <w:r w:rsidRPr="007F45D0">
              <w:rPr>
                <w:spacing w:val="-4"/>
                <w:sz w:val="28"/>
                <w:szCs w:val="28"/>
              </w:rPr>
              <w:t>, кадастровый номер: 73:23:010101:9070</w:t>
            </w:r>
          </w:p>
        </w:tc>
        <w:tc>
          <w:tcPr>
            <w:tcW w:w="3686" w:type="dxa"/>
          </w:tcPr>
          <w:p w:rsidR="00AE2D54" w:rsidRPr="007F45D0" w:rsidRDefault="00AE2D54" w:rsidP="0065151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южнее, юго-восточнее здания пожарной части № 5 по ул. Масленн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кова, 89, южнее, юго-восточнее, восточнее, северо-восточнее здания столовой ООО «Всероссийское общ</w:t>
            </w:r>
            <w:r w:rsidRPr="007F45D0">
              <w:rPr>
                <w:spacing w:val="-4"/>
                <w:sz w:val="28"/>
                <w:szCs w:val="28"/>
              </w:rPr>
              <w:t>е</w:t>
            </w:r>
            <w:r w:rsidRPr="007F45D0">
              <w:rPr>
                <w:spacing w:val="-4"/>
                <w:sz w:val="28"/>
                <w:szCs w:val="28"/>
              </w:rPr>
              <w:t>ство слепых» по ул. Кры</w:t>
            </w:r>
            <w:r w:rsidRPr="007F45D0">
              <w:rPr>
                <w:spacing w:val="-4"/>
                <w:sz w:val="28"/>
                <w:szCs w:val="28"/>
              </w:rPr>
              <w:t>м</w:t>
            </w:r>
            <w:r w:rsidRPr="007F45D0">
              <w:rPr>
                <w:spacing w:val="-4"/>
                <w:sz w:val="28"/>
                <w:szCs w:val="28"/>
              </w:rPr>
              <w:t>ской, 96, юго-восточнее, во</w:t>
            </w:r>
            <w:r w:rsidRPr="007F45D0">
              <w:rPr>
                <w:spacing w:val="-4"/>
                <w:sz w:val="28"/>
                <w:szCs w:val="28"/>
              </w:rPr>
              <w:t>с</w:t>
            </w:r>
            <w:r w:rsidRPr="007F45D0">
              <w:rPr>
                <w:spacing w:val="-4"/>
                <w:sz w:val="28"/>
                <w:szCs w:val="28"/>
              </w:rPr>
              <w:t>точнее, северо-восточнее а</w:t>
            </w:r>
            <w:r w:rsidRPr="007F45D0">
              <w:rPr>
                <w:spacing w:val="-4"/>
                <w:sz w:val="28"/>
                <w:szCs w:val="28"/>
              </w:rPr>
              <w:t>д</w:t>
            </w:r>
            <w:r w:rsidRPr="007F45D0">
              <w:rPr>
                <w:spacing w:val="-4"/>
                <w:sz w:val="28"/>
                <w:szCs w:val="28"/>
              </w:rPr>
              <w:t>министративного здания ООО «Строительный рынок» по ул. Ганенкова, 55, северо-восточнее, севернее здания котельной ООО «Строител</w:t>
            </w:r>
            <w:r w:rsidRPr="007F45D0">
              <w:rPr>
                <w:spacing w:val="-4"/>
                <w:sz w:val="28"/>
                <w:szCs w:val="28"/>
              </w:rPr>
              <w:t>ь</w:t>
            </w:r>
            <w:r w:rsidRPr="007F45D0">
              <w:rPr>
                <w:spacing w:val="-4"/>
                <w:sz w:val="28"/>
                <w:szCs w:val="28"/>
              </w:rPr>
              <w:t>ный рынок» по ул. Ганенк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ва, 55, по стене здания к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тельной ООО «Строител</w:t>
            </w:r>
            <w:r w:rsidRPr="007F45D0">
              <w:rPr>
                <w:spacing w:val="-4"/>
                <w:sz w:val="28"/>
                <w:szCs w:val="28"/>
              </w:rPr>
              <w:t>ь</w:t>
            </w:r>
            <w:r w:rsidRPr="007F45D0">
              <w:rPr>
                <w:spacing w:val="-4"/>
                <w:sz w:val="28"/>
                <w:szCs w:val="28"/>
              </w:rPr>
              <w:t>ный рынок» по ул. Ганенк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ва, 55</w:t>
            </w:r>
          </w:p>
        </w:tc>
        <w:tc>
          <w:tcPr>
            <w:tcW w:w="2410" w:type="dxa"/>
          </w:tcPr>
          <w:p w:rsidR="00AE2D54" w:rsidRPr="007F45D0" w:rsidRDefault="00AE2D54" w:rsidP="007F45D0">
            <w:pPr>
              <w:widowControl w:val="0"/>
              <w:jc w:val="both"/>
              <w:rPr>
                <w:spacing w:val="-6"/>
                <w:sz w:val="28"/>
                <w:szCs w:val="28"/>
              </w:rPr>
            </w:pPr>
            <w:r w:rsidRPr="007F45D0">
              <w:rPr>
                <w:sz w:val="28"/>
                <w:szCs w:val="28"/>
              </w:rPr>
              <w:t>Муниципальное образование «г</w:t>
            </w:r>
            <w:r w:rsidRPr="007F45D0">
              <w:rPr>
                <w:sz w:val="28"/>
                <w:szCs w:val="28"/>
              </w:rPr>
              <w:t>о</w:t>
            </w:r>
            <w:r w:rsidRPr="007F45D0">
              <w:rPr>
                <w:sz w:val="28"/>
                <w:szCs w:val="28"/>
              </w:rPr>
              <w:t>род Димитро</w:t>
            </w:r>
            <w:r w:rsidRPr="007F45D0">
              <w:rPr>
                <w:sz w:val="28"/>
                <w:szCs w:val="28"/>
              </w:rPr>
              <w:t>в</w:t>
            </w:r>
            <w:r w:rsidRPr="007F45D0">
              <w:rPr>
                <w:sz w:val="28"/>
                <w:szCs w:val="28"/>
              </w:rPr>
              <w:t>град» Улья</w:t>
            </w:r>
            <w:r w:rsidRPr="007F45D0">
              <w:rPr>
                <w:spacing w:val="-6"/>
                <w:sz w:val="28"/>
                <w:szCs w:val="28"/>
              </w:rPr>
              <w:t>но</w:t>
            </w:r>
            <w:r w:rsidRPr="007F45D0">
              <w:rPr>
                <w:spacing w:val="-6"/>
                <w:sz w:val="28"/>
                <w:szCs w:val="28"/>
              </w:rPr>
              <w:t>в</w:t>
            </w:r>
            <w:r w:rsidRPr="007F45D0">
              <w:rPr>
                <w:spacing w:val="-6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Pr="00DD1577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Pr="00DD1577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Pr="00DD1577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Pr="00DD1577" w:rsidRDefault="00AE2D54" w:rsidP="00E41DF2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500D64">
            <w:pPr>
              <w:widowControl w:val="0"/>
              <w:spacing w:line="226" w:lineRule="auto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24.</w:t>
            </w:r>
          </w:p>
        </w:tc>
        <w:tc>
          <w:tcPr>
            <w:tcW w:w="3260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Газопровод высокого давления от ул. 50 лет Октября до котельной ПАТП, протяжённость </w:t>
            </w:r>
            <w:smartTag w:uri="urn:schemas-microsoft-com:office:smarttags" w:element="metricconverter">
              <w:smartTagPr>
                <w:attr w:name="ProductID" w:val="220,8 м"/>
              </w:smartTagPr>
              <w:r w:rsidRPr="007F45D0">
                <w:rPr>
                  <w:spacing w:val="-4"/>
                  <w:sz w:val="28"/>
                  <w:szCs w:val="28"/>
                </w:rPr>
                <w:t>220,8 м</w:t>
              </w:r>
            </w:smartTag>
            <w:r w:rsidRPr="007F45D0">
              <w:rPr>
                <w:spacing w:val="-4"/>
                <w:sz w:val="28"/>
                <w:szCs w:val="28"/>
              </w:rPr>
              <w:t>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73:23:010101:9067</w:t>
            </w:r>
          </w:p>
        </w:tc>
        <w:tc>
          <w:tcPr>
            <w:tcW w:w="3686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7F45D0">
              <w:rPr>
                <w:sz w:val="28"/>
                <w:szCs w:val="28"/>
              </w:rPr>
              <w:t>Ульяновская область, город Димитровград, северо-западнее пятиэтажного ж</w:t>
            </w:r>
            <w:r w:rsidRPr="007F45D0">
              <w:rPr>
                <w:sz w:val="28"/>
                <w:szCs w:val="28"/>
              </w:rPr>
              <w:t>и</w:t>
            </w:r>
            <w:r w:rsidRPr="007F45D0">
              <w:rPr>
                <w:sz w:val="28"/>
                <w:szCs w:val="28"/>
              </w:rPr>
              <w:t>лого дома по ул. 50 лет О</w:t>
            </w:r>
            <w:r w:rsidRPr="007F45D0">
              <w:rPr>
                <w:sz w:val="28"/>
                <w:szCs w:val="28"/>
              </w:rPr>
              <w:t>к</w:t>
            </w:r>
            <w:r w:rsidRPr="007F45D0">
              <w:rPr>
                <w:sz w:val="28"/>
                <w:szCs w:val="28"/>
              </w:rPr>
              <w:t xml:space="preserve">тября, 1а, северо-восточнее, севернее, северо-западнее здания поликлиники по </w:t>
            </w:r>
            <w:r>
              <w:rPr>
                <w:sz w:val="28"/>
                <w:szCs w:val="28"/>
              </w:rPr>
              <w:br/>
            </w:r>
            <w:r w:rsidRPr="007F45D0">
              <w:rPr>
                <w:sz w:val="28"/>
                <w:szCs w:val="28"/>
              </w:rPr>
              <w:t>ул. Ульяновской, 72, северо-восточнее, севернее здания котельной на земельном участке по ул. Ульяновской, 50</w:t>
            </w:r>
          </w:p>
        </w:tc>
        <w:tc>
          <w:tcPr>
            <w:tcW w:w="2410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Pr="00DD1577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25.</w:t>
            </w:r>
          </w:p>
        </w:tc>
        <w:tc>
          <w:tcPr>
            <w:tcW w:w="3260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 ул. Гвардейская на «Биотон», протяжё</w:t>
            </w:r>
            <w:r w:rsidRPr="007F45D0">
              <w:rPr>
                <w:spacing w:val="-4"/>
                <w:sz w:val="28"/>
                <w:szCs w:val="28"/>
              </w:rPr>
              <w:t>н</w:t>
            </w:r>
            <w:r w:rsidRPr="007F45D0">
              <w:rPr>
                <w:spacing w:val="-4"/>
                <w:sz w:val="28"/>
                <w:szCs w:val="28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1502,0 м"/>
              </w:smartTagPr>
              <w:r w:rsidRPr="007F45D0">
                <w:rPr>
                  <w:spacing w:val="-4"/>
                  <w:sz w:val="28"/>
                  <w:szCs w:val="28"/>
                </w:rPr>
                <w:t>1502,0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лит.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 xml:space="preserve">,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II, III, IV,</w:t>
            </w:r>
            <w:r w:rsidRPr="007F45D0">
              <w:rPr>
                <w:spacing w:val="-4"/>
                <w:sz w:val="28"/>
                <w:szCs w:val="28"/>
              </w:rPr>
              <w:t xml:space="preserve">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73:23:010101:9068</w:t>
            </w:r>
          </w:p>
        </w:tc>
        <w:tc>
          <w:tcPr>
            <w:tcW w:w="3686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южнее, юго-восточнее корпуса теорет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 xml:space="preserve">ческих занятий ОГОУ НПО профессиональное училище № 3 по ул. Гвардейской, 28, западнее здания магазина по ул. Гвардейской, 21, жилых домов по ул. Гвардейской </w:t>
            </w:r>
            <w:r w:rsidRPr="007F45D0">
              <w:rPr>
                <w:spacing w:val="-4"/>
                <w:sz w:val="28"/>
                <w:szCs w:val="28"/>
              </w:rPr>
              <w:br/>
              <w:t xml:space="preserve">23, 25, 27, 33, 35, 45, 47, </w:t>
            </w:r>
            <w:r w:rsidRPr="007F45D0">
              <w:rPr>
                <w:spacing w:val="-4"/>
                <w:sz w:val="28"/>
                <w:szCs w:val="28"/>
              </w:rPr>
              <w:br/>
              <w:t>северо-западнее жилого дома по ул. Гвардейской, 47, юго-восточнее, восточнее, северо-восточнее, севернее, северо-западнее здания магазина по ул. Гвардейской, 44, юго-западнее, западнее, севернее, северо-восточнее админис</w:t>
            </w:r>
            <w:r w:rsidRPr="007F45D0">
              <w:rPr>
                <w:spacing w:val="-4"/>
                <w:sz w:val="28"/>
                <w:szCs w:val="28"/>
              </w:rPr>
              <w:t>т</w:t>
            </w:r>
            <w:r w:rsidRPr="007F45D0">
              <w:rPr>
                <w:spacing w:val="-4"/>
                <w:sz w:val="28"/>
                <w:szCs w:val="28"/>
              </w:rPr>
              <w:t xml:space="preserve">ративного здания ОАО </w:t>
            </w:r>
            <w:r w:rsidRPr="007F45D0">
              <w:rPr>
                <w:spacing w:val="-4"/>
                <w:sz w:val="28"/>
                <w:szCs w:val="28"/>
              </w:rPr>
              <w:br/>
              <w:t>«Димитровградский моло</w:t>
            </w:r>
            <w:r w:rsidRPr="007F45D0">
              <w:rPr>
                <w:spacing w:val="-4"/>
                <w:sz w:val="28"/>
                <w:szCs w:val="28"/>
              </w:rPr>
              <w:t>ч</w:t>
            </w:r>
            <w:r w:rsidRPr="007F45D0">
              <w:rPr>
                <w:spacing w:val="-4"/>
                <w:sz w:val="28"/>
                <w:szCs w:val="28"/>
              </w:rPr>
              <w:t>ный завод» по пер. Гварде</w:t>
            </w:r>
            <w:r w:rsidRPr="007F45D0">
              <w:rPr>
                <w:spacing w:val="-4"/>
                <w:sz w:val="28"/>
                <w:szCs w:val="28"/>
              </w:rPr>
              <w:t>й</w:t>
            </w:r>
            <w:r w:rsidRPr="007F45D0">
              <w:rPr>
                <w:spacing w:val="-4"/>
                <w:sz w:val="28"/>
                <w:szCs w:val="28"/>
              </w:rPr>
              <w:t xml:space="preserve">скому, 1, южнее здания </w:t>
            </w:r>
            <w:r w:rsidRPr="007F45D0">
              <w:rPr>
                <w:spacing w:val="-4"/>
                <w:sz w:val="28"/>
                <w:szCs w:val="28"/>
              </w:rPr>
              <w:br/>
              <w:t>котельной ОАО «Димитро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градский молочный завод» по пер. Гвардейскому, 1</w:t>
            </w:r>
          </w:p>
        </w:tc>
        <w:tc>
          <w:tcPr>
            <w:tcW w:w="2410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26.</w:t>
            </w:r>
          </w:p>
        </w:tc>
        <w:tc>
          <w:tcPr>
            <w:tcW w:w="3260" w:type="dxa"/>
          </w:tcPr>
          <w:p w:rsidR="00AE2D54" w:rsidRPr="007F45D0" w:rsidRDefault="00AE2D54" w:rsidP="0096419F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</w:t>
            </w:r>
            <w:r>
              <w:rPr>
                <w:spacing w:val="-4"/>
                <w:sz w:val="28"/>
                <w:szCs w:val="28"/>
              </w:rPr>
              <w:t>-</w:t>
            </w:r>
            <w:r w:rsidRPr="007F45D0">
              <w:rPr>
                <w:spacing w:val="-4"/>
                <w:sz w:val="28"/>
                <w:szCs w:val="28"/>
              </w:rPr>
              <w:t>ления пер. Южный газ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 xml:space="preserve">провод на Хлебозавод </w:t>
            </w:r>
            <w:r>
              <w:rPr>
                <w:spacing w:val="-4"/>
                <w:sz w:val="28"/>
                <w:szCs w:val="28"/>
              </w:rPr>
              <w:br/>
            </w:r>
            <w:r w:rsidRPr="00500D64">
              <w:rPr>
                <w:sz w:val="28"/>
                <w:szCs w:val="28"/>
              </w:rPr>
              <w:t xml:space="preserve">№ 2, протяжённость </w:t>
            </w:r>
            <w:smartTag w:uri="urn:schemas-microsoft-com:office:smarttags" w:element="metricconverter">
              <w:smartTagPr>
                <w:attr w:name="ProductID" w:val="560,5 м"/>
              </w:smartTagPr>
              <w:r w:rsidRPr="00500D64">
                <w:rPr>
                  <w:sz w:val="28"/>
                  <w:szCs w:val="28"/>
                </w:rPr>
                <w:t>560,5 м</w:t>
              </w:r>
            </w:smartTag>
            <w:r w:rsidRPr="00500D64">
              <w:rPr>
                <w:sz w:val="28"/>
                <w:szCs w:val="28"/>
              </w:rPr>
              <w:t>,</w:t>
            </w:r>
            <w:r w:rsidRPr="007F45D0">
              <w:rPr>
                <w:spacing w:val="-4"/>
                <w:sz w:val="28"/>
                <w:szCs w:val="28"/>
              </w:rPr>
              <w:t xml:space="preserve"> лит.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>, кадастр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вый номер: 73:23: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7F45D0">
              <w:rPr>
                <w:spacing w:val="-4"/>
                <w:sz w:val="28"/>
                <w:szCs w:val="28"/>
              </w:rPr>
              <w:t>010101:9066</w:t>
            </w:r>
          </w:p>
        </w:tc>
        <w:tc>
          <w:tcPr>
            <w:tcW w:w="3686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северо-восточнее производственного здания ООО «Тим» по Му</w:t>
            </w:r>
            <w:r w:rsidRPr="007F45D0">
              <w:rPr>
                <w:spacing w:val="-4"/>
                <w:sz w:val="28"/>
                <w:szCs w:val="28"/>
              </w:rPr>
              <w:t>л</w:t>
            </w:r>
            <w:r w:rsidRPr="007F45D0">
              <w:rPr>
                <w:spacing w:val="-4"/>
                <w:sz w:val="28"/>
                <w:szCs w:val="28"/>
              </w:rPr>
              <w:t>ловскому шоссе, 29, восто</w:t>
            </w:r>
            <w:r w:rsidRPr="007F45D0">
              <w:rPr>
                <w:spacing w:val="-4"/>
                <w:sz w:val="28"/>
                <w:szCs w:val="28"/>
              </w:rPr>
              <w:t>ч</w:t>
            </w:r>
            <w:r w:rsidRPr="007F45D0">
              <w:rPr>
                <w:spacing w:val="-4"/>
                <w:sz w:val="28"/>
                <w:szCs w:val="28"/>
              </w:rPr>
              <w:t>нее зданий по Мулловскому шоссе 29, 7/5, 7/6, 27, юго-восточнее, южнее, юго-западнее здания хлебокомб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 xml:space="preserve">ната ОАО «Ульяновскхлеб-пром» по Мулловскому </w:t>
            </w:r>
            <w:r w:rsidRPr="007F45D0">
              <w:rPr>
                <w:spacing w:val="-4"/>
                <w:sz w:val="28"/>
                <w:szCs w:val="28"/>
              </w:rPr>
              <w:br/>
              <w:t>шоссе, 27</w:t>
            </w:r>
          </w:p>
        </w:tc>
        <w:tc>
          <w:tcPr>
            <w:tcW w:w="2410" w:type="dxa"/>
          </w:tcPr>
          <w:p w:rsidR="00AE2D54" w:rsidRPr="007F45D0" w:rsidRDefault="00AE2D54" w:rsidP="00500D64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27.</w:t>
            </w:r>
          </w:p>
        </w:tc>
        <w:tc>
          <w:tcPr>
            <w:tcW w:w="3260" w:type="dxa"/>
          </w:tcPr>
          <w:p w:rsidR="00AE2D54" w:rsidRPr="00F65898" w:rsidRDefault="00AE2D54" w:rsidP="00F65898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65898">
              <w:rPr>
                <w:sz w:val="28"/>
                <w:szCs w:val="28"/>
              </w:rPr>
              <w:t>Газопровод высокого давления ул. Осипенко от газопровода на мяс</w:t>
            </w:r>
            <w:r w:rsidRPr="00F65898">
              <w:rPr>
                <w:sz w:val="28"/>
                <w:szCs w:val="28"/>
              </w:rPr>
              <w:t>о</w:t>
            </w:r>
            <w:r w:rsidRPr="00F65898">
              <w:rPr>
                <w:sz w:val="28"/>
                <w:szCs w:val="28"/>
              </w:rPr>
              <w:t xml:space="preserve">комбинат до котельной ЮИ 78/3, протяжённость </w:t>
            </w:r>
            <w:smartTag w:uri="urn:schemas-microsoft-com:office:smarttags" w:element="metricconverter">
              <w:smartTagPr>
                <w:attr w:name="ProductID" w:val="29,1 м"/>
              </w:smartTagPr>
              <w:r w:rsidRPr="00F65898">
                <w:rPr>
                  <w:sz w:val="28"/>
                  <w:szCs w:val="28"/>
                </w:rPr>
                <w:t>29,1 м</w:t>
              </w:r>
            </w:smartTag>
            <w:r w:rsidRPr="00F65898">
              <w:rPr>
                <w:sz w:val="28"/>
                <w:szCs w:val="28"/>
              </w:rPr>
              <w:t xml:space="preserve">, лит. </w:t>
            </w:r>
            <w:r w:rsidRPr="00F65898">
              <w:rPr>
                <w:sz w:val="28"/>
                <w:szCs w:val="28"/>
                <w:lang w:val="en-US"/>
              </w:rPr>
              <w:t>I</w:t>
            </w:r>
            <w:r w:rsidRPr="00F65898">
              <w:rPr>
                <w:sz w:val="28"/>
                <w:szCs w:val="28"/>
              </w:rPr>
              <w:t>, кадастр</w:t>
            </w:r>
            <w:r w:rsidRPr="00F65898">
              <w:rPr>
                <w:sz w:val="28"/>
                <w:szCs w:val="28"/>
              </w:rPr>
              <w:t>о</w:t>
            </w:r>
            <w:r w:rsidRPr="00F65898">
              <w:rPr>
                <w:sz w:val="28"/>
                <w:szCs w:val="28"/>
              </w:rPr>
              <w:t>вый номер: 73:23:</w:t>
            </w:r>
            <w:r>
              <w:rPr>
                <w:sz w:val="28"/>
                <w:szCs w:val="28"/>
              </w:rPr>
              <w:t xml:space="preserve"> </w:t>
            </w:r>
            <w:r w:rsidRPr="00F65898">
              <w:rPr>
                <w:sz w:val="28"/>
                <w:szCs w:val="28"/>
              </w:rPr>
              <w:t>010304:59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ул. Осипенко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8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28.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 от ГРС до газ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провода на ДААЗ, прот</w:t>
            </w:r>
            <w:r w:rsidRPr="007F45D0">
              <w:rPr>
                <w:spacing w:val="-4"/>
                <w:sz w:val="28"/>
                <w:szCs w:val="28"/>
              </w:rPr>
              <w:t>я</w:t>
            </w:r>
            <w:r w:rsidRPr="007F45D0">
              <w:rPr>
                <w:spacing w:val="-4"/>
                <w:sz w:val="28"/>
                <w:szCs w:val="28"/>
              </w:rPr>
              <w:t xml:space="preserve">жённость </w:t>
            </w:r>
            <w:smartTag w:uri="urn:schemas-microsoft-com:office:smarttags" w:element="metricconverter">
              <w:smartTagPr>
                <w:attr w:name="ProductID" w:val="812,0 м"/>
              </w:smartTagPr>
              <w:r w:rsidRPr="007F45D0">
                <w:rPr>
                  <w:spacing w:val="-4"/>
                  <w:sz w:val="28"/>
                  <w:szCs w:val="28"/>
                </w:rPr>
                <w:t>812,0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лит.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>, кадастровый номер: 73:23:010101:8994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29.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 от ул. Жуко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ского до ГРП АБЗ, пр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 xml:space="preserve">тяжённость </w:t>
            </w:r>
            <w:smartTag w:uri="urn:schemas-microsoft-com:office:smarttags" w:element="metricconverter">
              <w:smartTagPr>
                <w:attr w:name="ProductID" w:val="201,9 м"/>
              </w:smartTagPr>
              <w:r w:rsidRPr="007F45D0">
                <w:rPr>
                  <w:spacing w:val="-4"/>
                  <w:sz w:val="28"/>
                  <w:szCs w:val="28"/>
                </w:rPr>
                <w:t>201,9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лит.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>, кадастровый номер: 73:23:010101:9069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от точки врезки по ул. Жуковского до здания ГРП асфальто-бетонного завода, по ул. Ж</w:t>
            </w:r>
            <w:r w:rsidRPr="007F45D0">
              <w:rPr>
                <w:spacing w:val="-4"/>
                <w:sz w:val="28"/>
                <w:szCs w:val="28"/>
              </w:rPr>
              <w:t>у</w:t>
            </w:r>
            <w:r w:rsidRPr="007F45D0">
              <w:rPr>
                <w:spacing w:val="-4"/>
                <w:sz w:val="28"/>
                <w:szCs w:val="28"/>
              </w:rPr>
              <w:t>ковского, 2, расположено южнее территории пожарной части по ул. Жуковского, 5, севернее, северо-восточнее территории ИФНС по г. Д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митровграду по ул. Жуко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 xml:space="preserve">ского, 4, северо-западнее, </w:t>
            </w:r>
            <w:r w:rsidRPr="007F45D0">
              <w:rPr>
                <w:spacing w:val="-4"/>
                <w:sz w:val="28"/>
                <w:szCs w:val="28"/>
              </w:rPr>
              <w:br/>
              <w:t>севернее здания ГРП асфал</w:t>
            </w:r>
            <w:r w:rsidRPr="007F45D0">
              <w:rPr>
                <w:spacing w:val="-4"/>
                <w:sz w:val="28"/>
                <w:szCs w:val="28"/>
              </w:rPr>
              <w:t>ь</w:t>
            </w:r>
            <w:r w:rsidRPr="007F45D0">
              <w:rPr>
                <w:spacing w:val="-4"/>
                <w:sz w:val="28"/>
                <w:szCs w:val="28"/>
              </w:rPr>
              <w:t xml:space="preserve">тобетонного завода по </w:t>
            </w:r>
            <w:r>
              <w:rPr>
                <w:spacing w:val="-4"/>
                <w:sz w:val="28"/>
                <w:szCs w:val="28"/>
              </w:rPr>
              <w:br/>
            </w:r>
            <w:r w:rsidRPr="007F45D0">
              <w:rPr>
                <w:spacing w:val="-4"/>
                <w:sz w:val="28"/>
                <w:szCs w:val="28"/>
              </w:rPr>
              <w:t>ул. Жуковского, 2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58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30.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н/д, прот</w:t>
            </w:r>
            <w:r w:rsidRPr="007F45D0">
              <w:rPr>
                <w:spacing w:val="-4"/>
                <w:sz w:val="28"/>
                <w:szCs w:val="28"/>
              </w:rPr>
              <w:t>я</w:t>
            </w:r>
            <w:r w:rsidRPr="007F45D0">
              <w:rPr>
                <w:spacing w:val="-4"/>
                <w:sz w:val="28"/>
                <w:szCs w:val="28"/>
              </w:rPr>
              <w:t xml:space="preserve">жённость </w:t>
            </w:r>
            <w:smartTag w:uri="urn:schemas-microsoft-com:office:smarttags" w:element="metricconverter">
              <w:smartTagPr>
                <w:attr w:name="ProductID" w:val="5867,85 м"/>
              </w:smartTagPr>
              <w:r w:rsidRPr="007F45D0">
                <w:rPr>
                  <w:spacing w:val="-4"/>
                  <w:sz w:val="28"/>
                  <w:szCs w:val="28"/>
                </w:rPr>
                <w:t>5867,85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лит. </w:t>
            </w:r>
            <w:r w:rsidRPr="007F45D0">
              <w:rPr>
                <w:spacing w:val="-4"/>
                <w:sz w:val="28"/>
                <w:szCs w:val="28"/>
              </w:rPr>
              <w:br/>
              <w:t xml:space="preserve">I-LXXVII, LXXXVIII, </w:t>
            </w:r>
            <w:r w:rsidRPr="007F45D0">
              <w:rPr>
                <w:spacing w:val="-4"/>
                <w:sz w:val="28"/>
                <w:szCs w:val="28"/>
              </w:rPr>
              <w:br/>
              <w:t>кадастровый номер: 73:23:010101:9054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в границах улиц Московская, Дрогобы</w:t>
            </w:r>
            <w:r w:rsidRPr="007F45D0">
              <w:rPr>
                <w:spacing w:val="-4"/>
                <w:sz w:val="28"/>
                <w:szCs w:val="28"/>
              </w:rPr>
              <w:t>ч</w:t>
            </w:r>
            <w:r w:rsidRPr="007F45D0">
              <w:rPr>
                <w:spacing w:val="-4"/>
                <w:sz w:val="28"/>
                <w:szCs w:val="28"/>
              </w:rPr>
              <w:t xml:space="preserve">ская, Победы, Западная, </w:t>
            </w:r>
            <w:r w:rsidRPr="007F45D0">
              <w:rPr>
                <w:spacing w:val="-4"/>
                <w:sz w:val="28"/>
                <w:szCs w:val="28"/>
              </w:rPr>
              <w:br/>
              <w:t>пр-та Автостроителей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F65898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31.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Подземный газопровод низкого давления к ж/д по ул. Славского, 7, пр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 xml:space="preserve">тяжённость </w:t>
            </w:r>
            <w:smartTag w:uri="urn:schemas-microsoft-com:office:smarttags" w:element="metricconverter">
              <w:smartTagPr>
                <w:attr w:name="ProductID" w:val="86,8 м"/>
              </w:smartTagPr>
              <w:r w:rsidRPr="007F45D0">
                <w:rPr>
                  <w:spacing w:val="-4"/>
                  <w:sz w:val="28"/>
                  <w:szCs w:val="28"/>
                </w:rPr>
                <w:t>86,8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II, кадастровый номер: 73:23:010801:3007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Ульяновская область, город Димитровград, северо-восточнее жилого дома по </w:t>
            </w:r>
            <w:r w:rsidRPr="007F45D0">
              <w:rPr>
                <w:spacing w:val="-4"/>
                <w:sz w:val="28"/>
                <w:szCs w:val="28"/>
              </w:rPr>
              <w:br/>
              <w:t>ул. Славского, 7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97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82235D">
            <w:pPr>
              <w:widowControl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32.</w:t>
            </w:r>
          </w:p>
        </w:tc>
        <w:tc>
          <w:tcPr>
            <w:tcW w:w="3260" w:type="dxa"/>
          </w:tcPr>
          <w:p w:rsidR="00AE2D54" w:rsidRPr="007F45D0" w:rsidRDefault="00AE2D54" w:rsidP="0082235D">
            <w:pPr>
              <w:widowControl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Газоснабжение к дому </w:t>
            </w:r>
            <w:r w:rsidRPr="007F45D0">
              <w:rPr>
                <w:spacing w:val="-4"/>
                <w:sz w:val="28"/>
                <w:szCs w:val="28"/>
              </w:rPr>
              <w:br/>
              <w:t xml:space="preserve">№ 42, протяжённость </w:t>
            </w:r>
            <w:smartTag w:uri="urn:schemas-microsoft-com:office:smarttags" w:element="metricconverter">
              <w:smartTagPr>
                <w:attr w:name="ProductID" w:val="84,01 м"/>
              </w:smartTagPr>
              <w:r w:rsidRPr="007F45D0">
                <w:rPr>
                  <w:spacing w:val="-4"/>
                  <w:sz w:val="28"/>
                  <w:szCs w:val="28"/>
                </w:rPr>
                <w:t>84,01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II, кадас</w:t>
            </w:r>
            <w:r w:rsidRPr="007F45D0">
              <w:rPr>
                <w:spacing w:val="-4"/>
                <w:sz w:val="28"/>
                <w:szCs w:val="28"/>
              </w:rPr>
              <w:t>т</w:t>
            </w:r>
            <w:r w:rsidRPr="007F45D0">
              <w:rPr>
                <w:spacing w:val="-4"/>
                <w:sz w:val="28"/>
                <w:szCs w:val="28"/>
              </w:rPr>
              <w:t>ровый номер: 73:23: 012609:78</w:t>
            </w:r>
          </w:p>
        </w:tc>
        <w:tc>
          <w:tcPr>
            <w:tcW w:w="3686" w:type="dxa"/>
          </w:tcPr>
          <w:p w:rsidR="00AE2D54" w:rsidRPr="007F45D0" w:rsidRDefault="00AE2D54" w:rsidP="0082235D">
            <w:pPr>
              <w:widowControl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юго-восточ-нее, восточнее жилого дома по пр-ту Автостроителей, 40, по стене дворового фасада жилого дома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строителей, 40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9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33.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Газоснабжение к дому </w:t>
            </w:r>
            <w:r w:rsidRPr="007F45D0">
              <w:rPr>
                <w:spacing w:val="-4"/>
                <w:sz w:val="28"/>
                <w:szCs w:val="28"/>
              </w:rPr>
              <w:br/>
              <w:t xml:space="preserve">42а, 40б, протяжённость </w:t>
            </w:r>
            <w:smartTag w:uri="urn:schemas-microsoft-com:office:smarttags" w:element="metricconverter">
              <w:smartTagPr>
                <w:attr w:name="ProductID" w:val="104,66 м"/>
              </w:smartTagPr>
              <w:r w:rsidRPr="007F45D0">
                <w:rPr>
                  <w:spacing w:val="-4"/>
                  <w:sz w:val="28"/>
                  <w:szCs w:val="28"/>
                </w:rPr>
                <w:t>104,66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II, кад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стровый номер: 73:23: 014002:2075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западнее ж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лого дома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строителей, 54, по стене дв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рового фасада жилых домов 54, 56, 58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07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34.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Газоснабжение к дому </w:t>
            </w:r>
            <w:r w:rsidRPr="007F45D0">
              <w:rPr>
                <w:spacing w:val="-4"/>
                <w:sz w:val="28"/>
                <w:szCs w:val="28"/>
              </w:rPr>
              <w:br/>
              <w:t>№ 24 мкр. 2а, протяжё</w:t>
            </w:r>
            <w:r w:rsidRPr="007F45D0">
              <w:rPr>
                <w:spacing w:val="-4"/>
                <w:sz w:val="28"/>
                <w:szCs w:val="28"/>
              </w:rPr>
              <w:t>н</w:t>
            </w:r>
            <w:r w:rsidRPr="007F45D0">
              <w:rPr>
                <w:spacing w:val="-4"/>
                <w:sz w:val="28"/>
                <w:szCs w:val="28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90,0 м"/>
              </w:smartTagPr>
              <w:r w:rsidRPr="007F45D0">
                <w:rPr>
                  <w:spacing w:val="-4"/>
                  <w:sz w:val="28"/>
                  <w:szCs w:val="28"/>
                </w:rPr>
                <w:t>90,0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I, к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дастровый номер: 73:23: 014002:2075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на стене дв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рового фасада пятиэтажного жилого дома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 xml:space="preserve">строителей, 29, севернее </w:t>
            </w:r>
            <w:r w:rsidRPr="007F45D0">
              <w:rPr>
                <w:spacing w:val="-4"/>
                <w:sz w:val="28"/>
                <w:szCs w:val="28"/>
              </w:rPr>
              <w:br/>
              <w:t>пятиэтажного жилого дома по пр-ту Автостроителей, 29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35.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Подземный газопровод низкого давления к ж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лому дому по ул. Бра</w:t>
            </w:r>
            <w:r w:rsidRPr="007F45D0">
              <w:rPr>
                <w:spacing w:val="-4"/>
                <w:sz w:val="28"/>
                <w:szCs w:val="28"/>
              </w:rPr>
              <w:t>т</w:t>
            </w:r>
            <w:r w:rsidRPr="007F45D0">
              <w:rPr>
                <w:spacing w:val="-4"/>
                <w:sz w:val="28"/>
                <w:szCs w:val="28"/>
              </w:rPr>
              <w:t xml:space="preserve">ская, 25, протяжённость </w:t>
            </w:r>
            <w:smartTag w:uri="urn:schemas-microsoft-com:office:smarttags" w:element="metricconverter">
              <w:smartTagPr>
                <w:attr w:name="ProductID" w:val="31,04 м"/>
              </w:smartTagPr>
              <w:r w:rsidRPr="007F45D0">
                <w:rPr>
                  <w:spacing w:val="-4"/>
                  <w:sz w:val="28"/>
                  <w:szCs w:val="28"/>
                </w:rPr>
                <w:t>31,04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I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>, кадас</w:t>
            </w:r>
            <w:r w:rsidRPr="007F45D0">
              <w:rPr>
                <w:spacing w:val="-4"/>
                <w:sz w:val="28"/>
                <w:szCs w:val="28"/>
              </w:rPr>
              <w:t>т</w:t>
            </w:r>
            <w:r w:rsidRPr="007F45D0">
              <w:rPr>
                <w:spacing w:val="-4"/>
                <w:sz w:val="28"/>
                <w:szCs w:val="28"/>
              </w:rPr>
              <w:t>ровый номер: 73:23: 010211:57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севернее ж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лого дома № 25 по ул. Бра</w:t>
            </w:r>
            <w:r w:rsidRPr="007F45D0">
              <w:rPr>
                <w:spacing w:val="-4"/>
                <w:sz w:val="28"/>
                <w:szCs w:val="28"/>
              </w:rPr>
              <w:t>т</w:t>
            </w:r>
            <w:r w:rsidRPr="007F45D0">
              <w:rPr>
                <w:spacing w:val="-4"/>
                <w:sz w:val="28"/>
                <w:szCs w:val="28"/>
              </w:rPr>
              <w:t>ская, между жилыми домами № 25, 29 по ул. Братская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97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36.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Газопровод, протяжё</w:t>
            </w:r>
            <w:r w:rsidRPr="007F45D0">
              <w:rPr>
                <w:spacing w:val="-4"/>
                <w:sz w:val="28"/>
                <w:szCs w:val="28"/>
              </w:rPr>
              <w:t>н</w:t>
            </w:r>
            <w:r w:rsidRPr="007F45D0">
              <w:rPr>
                <w:spacing w:val="-4"/>
                <w:sz w:val="28"/>
                <w:szCs w:val="28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82,0 м"/>
              </w:smartTagPr>
              <w:r w:rsidRPr="007F45D0">
                <w:rPr>
                  <w:spacing w:val="-4"/>
                  <w:sz w:val="28"/>
                  <w:szCs w:val="28"/>
                </w:rPr>
                <w:t>82,0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кад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стровый номер: 73:23: 013007:132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ул. Свирская</w:t>
            </w:r>
            <w:r>
              <w:rPr>
                <w:spacing w:val="-4"/>
                <w:sz w:val="28"/>
                <w:szCs w:val="28"/>
              </w:rPr>
              <w:t>,</w:t>
            </w:r>
            <w:r w:rsidRPr="007F45D0">
              <w:rPr>
                <w:spacing w:val="-4"/>
                <w:sz w:val="28"/>
                <w:szCs w:val="28"/>
              </w:rPr>
              <w:t xml:space="preserve"> № 33, 33А, 33Б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37.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Газопровод н/д дома </w:t>
            </w:r>
            <w:r w:rsidRPr="007F45D0">
              <w:rPr>
                <w:spacing w:val="-4"/>
                <w:sz w:val="28"/>
                <w:szCs w:val="28"/>
              </w:rPr>
              <w:br/>
              <w:t xml:space="preserve">№ 17, 17а, протяжённость </w:t>
            </w:r>
            <w:smartTag w:uri="urn:schemas-microsoft-com:office:smarttags" w:element="metricconverter">
              <w:smartTagPr>
                <w:attr w:name="ProductID" w:val="223,4 м"/>
              </w:smartTagPr>
              <w:r w:rsidRPr="007F45D0">
                <w:rPr>
                  <w:spacing w:val="-4"/>
                  <w:sz w:val="28"/>
                  <w:szCs w:val="28"/>
                </w:rPr>
                <w:t>223,4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лит. I,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II</w:t>
            </w:r>
            <w:r w:rsidRPr="007F45D0">
              <w:rPr>
                <w:spacing w:val="-4"/>
                <w:sz w:val="28"/>
                <w:szCs w:val="28"/>
              </w:rPr>
              <w:t>, кадас</w:t>
            </w:r>
            <w:r w:rsidRPr="007F45D0">
              <w:rPr>
                <w:spacing w:val="-4"/>
                <w:sz w:val="28"/>
                <w:szCs w:val="28"/>
              </w:rPr>
              <w:t>т</w:t>
            </w:r>
            <w:r w:rsidRPr="007F45D0">
              <w:rPr>
                <w:spacing w:val="-4"/>
                <w:sz w:val="28"/>
                <w:szCs w:val="28"/>
              </w:rPr>
              <w:t>ровый номер: 73:23: 000000:1798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Ульяновская область, город Димитровград, северо-восточнее, восточнее жилого дома по ул. Московской, 46, севернее, северо-восточнее, восточнее жилого дома по </w:t>
            </w:r>
            <w:r w:rsidRPr="007F45D0">
              <w:rPr>
                <w:spacing w:val="-4"/>
                <w:sz w:val="28"/>
                <w:szCs w:val="28"/>
              </w:rPr>
              <w:br/>
              <w:t>ул. Московской, 44, северо-восточнее жилого дома по пр-ту Автостроителей, 43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47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38.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Катодная станция защиты газопровода, протяжё</w:t>
            </w:r>
            <w:r w:rsidRPr="007F45D0">
              <w:rPr>
                <w:spacing w:val="-4"/>
                <w:sz w:val="28"/>
                <w:szCs w:val="28"/>
              </w:rPr>
              <w:t>н</w:t>
            </w:r>
            <w:r w:rsidRPr="007F45D0">
              <w:rPr>
                <w:spacing w:val="-4"/>
                <w:sz w:val="28"/>
                <w:szCs w:val="28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235 м"/>
              </w:smartTagPr>
              <w:r w:rsidRPr="007F45D0">
                <w:rPr>
                  <w:spacing w:val="-4"/>
                  <w:sz w:val="28"/>
                  <w:szCs w:val="28"/>
                </w:rPr>
                <w:t>235 м</w:t>
              </w:r>
            </w:smartTag>
            <w:r w:rsidRPr="007F45D0">
              <w:rPr>
                <w:spacing w:val="-4"/>
                <w:sz w:val="28"/>
                <w:szCs w:val="28"/>
              </w:rPr>
              <w:t xml:space="preserve">, лит. I,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II</w:t>
            </w:r>
            <w:r w:rsidRPr="007F45D0">
              <w:rPr>
                <w:spacing w:val="-4"/>
                <w:sz w:val="28"/>
                <w:szCs w:val="28"/>
              </w:rPr>
              <w:t xml:space="preserve">,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III</w:t>
            </w:r>
            <w:r w:rsidRPr="007F45D0">
              <w:rPr>
                <w:spacing w:val="-4"/>
                <w:sz w:val="28"/>
                <w:szCs w:val="28"/>
              </w:rPr>
              <w:t>, кадастровый номер: 73:23:013013:110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севернее ж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лого дома по ул. Московской, 34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41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39.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Пункт газораспредел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 xml:space="preserve">тельный мкр. 2 (ввод), протяжённость </w:t>
            </w:r>
            <w:smartTag w:uri="urn:schemas-microsoft-com:office:smarttags" w:element="metricconverter">
              <w:smartTagPr>
                <w:attr w:name="ProductID" w:val="81,7 м"/>
              </w:smartTagPr>
              <w:r w:rsidRPr="007F45D0">
                <w:rPr>
                  <w:spacing w:val="-4"/>
                  <w:sz w:val="28"/>
                  <w:szCs w:val="28"/>
                </w:rPr>
                <w:t>81,7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73:23:012609:1808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пр-т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40.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Пункт газораспредел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тельный мкр. 2, назнач</w:t>
            </w:r>
            <w:r w:rsidRPr="007F45D0">
              <w:rPr>
                <w:spacing w:val="-4"/>
                <w:sz w:val="28"/>
                <w:szCs w:val="28"/>
              </w:rPr>
              <w:t>е</w:t>
            </w:r>
            <w:r w:rsidRPr="007F45D0">
              <w:rPr>
                <w:spacing w:val="-4"/>
                <w:sz w:val="28"/>
                <w:szCs w:val="28"/>
              </w:rPr>
              <w:t xml:space="preserve">ние: нежилое, площадь </w:t>
            </w:r>
            <w:smartTag w:uri="urn:schemas-microsoft-com:office:smarttags" w:element="metricconverter">
              <w:smartTagPr>
                <w:attr w:name="ProductID" w:val="12,47 кв. м"/>
              </w:smartTagPr>
              <w:r w:rsidRPr="007F45D0">
                <w:rPr>
                  <w:spacing w:val="-4"/>
                  <w:sz w:val="28"/>
                  <w:szCs w:val="28"/>
                </w:rPr>
                <w:t>12,47 кв. м</w:t>
              </w:r>
            </w:smartTag>
            <w:r w:rsidRPr="007F45D0">
              <w:rPr>
                <w:spacing w:val="-4"/>
                <w:sz w:val="28"/>
                <w:szCs w:val="28"/>
              </w:rPr>
              <w:t>, кадастровый номер: 73:23:012609:86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пр-т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строителей, 37а</w:t>
            </w:r>
          </w:p>
        </w:tc>
        <w:tc>
          <w:tcPr>
            <w:tcW w:w="2410" w:type="dxa"/>
          </w:tcPr>
          <w:p w:rsidR="00AE2D54" w:rsidRPr="00245CD3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245CD3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245CD3">
              <w:rPr>
                <w:spacing w:val="-4"/>
                <w:sz w:val="28"/>
                <w:szCs w:val="28"/>
              </w:rPr>
              <w:t>о</w:t>
            </w:r>
            <w:r w:rsidRPr="00245CD3">
              <w:rPr>
                <w:spacing w:val="-4"/>
                <w:sz w:val="28"/>
                <w:szCs w:val="28"/>
              </w:rPr>
              <w:t>род Димитро</w:t>
            </w:r>
            <w:r w:rsidRPr="00245CD3">
              <w:rPr>
                <w:spacing w:val="-4"/>
                <w:sz w:val="28"/>
                <w:szCs w:val="28"/>
              </w:rPr>
              <w:t>в</w:t>
            </w:r>
            <w:r w:rsidRPr="00245CD3">
              <w:rPr>
                <w:spacing w:val="-4"/>
                <w:sz w:val="28"/>
                <w:szCs w:val="28"/>
              </w:rPr>
              <w:t>град» Ульяно</w:t>
            </w:r>
            <w:r w:rsidRPr="00245CD3">
              <w:rPr>
                <w:spacing w:val="-4"/>
                <w:sz w:val="28"/>
                <w:szCs w:val="28"/>
              </w:rPr>
              <w:t>в</w:t>
            </w:r>
            <w:r w:rsidRPr="00245CD3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40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41.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Газоснабжение к дому 42а в мкр. 3 мкр. 2 (ввод), протяжённость </w:t>
            </w:r>
            <w:smartTag w:uri="urn:schemas-microsoft-com:office:smarttags" w:element="metricconverter">
              <w:smartTagPr>
                <w:attr w:name="ProductID" w:val="41,89 м"/>
              </w:smartTagPr>
              <w:r w:rsidRPr="007F45D0">
                <w:rPr>
                  <w:spacing w:val="-4"/>
                  <w:sz w:val="28"/>
                  <w:szCs w:val="28"/>
                </w:rPr>
                <w:t>41,89 м</w:t>
              </w:r>
            </w:smartTag>
            <w:r w:rsidRPr="007F45D0">
              <w:rPr>
                <w:spacing w:val="-4"/>
                <w:sz w:val="28"/>
                <w:szCs w:val="28"/>
              </w:rPr>
              <w:t>, лит. I,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73:23:012609:1877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к ж/д № 38 по пр-ту Автостроителей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42.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ГРП на площадке ВСО жилого квартала по </w:t>
            </w:r>
            <w:r w:rsidRPr="007F45D0">
              <w:rPr>
                <w:spacing w:val="-4"/>
                <w:sz w:val="28"/>
                <w:szCs w:val="28"/>
              </w:rPr>
              <w:br/>
              <w:t>ул. Октябрьской, назн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чение: нежилое, лит. А, площадь 34,21 кв. м, к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дастровый номер: 73:23: 013007:1973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ул. Свирская, 31б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Default="00AE2D54" w:rsidP="00A64E4F">
            <w:pPr>
              <w:ind w:hanging="108"/>
              <w:rPr>
                <w:sz w:val="28"/>
                <w:szCs w:val="28"/>
              </w:rPr>
            </w:pPr>
          </w:p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43.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Газоснабжение в д. 18 мкр. 2А, протяжённость 211,66 м, лит. 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</w:t>
            </w:r>
            <w:r w:rsidRPr="007F45D0">
              <w:rPr>
                <w:spacing w:val="-4"/>
                <w:sz w:val="28"/>
                <w:szCs w:val="28"/>
              </w:rPr>
              <w:t>-</w:t>
            </w:r>
            <w:r w:rsidRPr="007F45D0">
              <w:rPr>
                <w:spacing w:val="-4"/>
                <w:sz w:val="28"/>
                <w:szCs w:val="28"/>
                <w:lang w:val="en-US"/>
              </w:rPr>
              <w:t>III</w:t>
            </w:r>
            <w:r w:rsidRPr="007F45D0">
              <w:rPr>
                <w:spacing w:val="-4"/>
                <w:sz w:val="28"/>
                <w:szCs w:val="28"/>
              </w:rPr>
              <w:t>, кад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стровый номер: 73:23: 012609:1875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восточнее д</w:t>
            </w:r>
            <w:r w:rsidRPr="007F45D0">
              <w:rPr>
                <w:spacing w:val="-4"/>
                <w:sz w:val="28"/>
                <w:szCs w:val="28"/>
              </w:rPr>
              <w:t>е</w:t>
            </w:r>
            <w:r w:rsidRPr="007F45D0">
              <w:rPr>
                <w:spacing w:val="-4"/>
                <w:sz w:val="28"/>
                <w:szCs w:val="28"/>
              </w:rPr>
              <w:t xml:space="preserve">вятиэтажного дома по </w:t>
            </w:r>
            <w:r w:rsidRPr="007F45D0">
              <w:rPr>
                <w:spacing w:val="-4"/>
                <w:sz w:val="28"/>
                <w:szCs w:val="28"/>
              </w:rPr>
              <w:br/>
              <w:t>пр-ту Автостроителей, 33, севернее девятиэтажного ж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лого дома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строителей, 41, северо-восточнее девятиэтажного жилого дома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строителей, 39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51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44.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н/д мкр. 31-33 п. Западный, протяжё</w:t>
            </w:r>
            <w:r w:rsidRPr="007F45D0">
              <w:rPr>
                <w:spacing w:val="-4"/>
                <w:sz w:val="28"/>
                <w:szCs w:val="28"/>
              </w:rPr>
              <w:t>н</w:t>
            </w:r>
            <w:r w:rsidRPr="007F45D0">
              <w:rPr>
                <w:spacing w:val="-4"/>
                <w:sz w:val="28"/>
                <w:szCs w:val="28"/>
              </w:rPr>
              <w:t>ность 470,64 м, лит. I-VII, кадастровый номер: 73:23:010101:9006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в границах пр-та Ленина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184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45.</w:t>
            </w:r>
          </w:p>
        </w:tc>
        <w:tc>
          <w:tcPr>
            <w:tcW w:w="326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Закольцовка газопровода с устройством металл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защиты, протяжённость 646,5 м, лит. I, II, III, IV, V, кадастровый номер: 73:23:010101:9053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в границах улиц Московская, II Пят</w:t>
            </w:r>
            <w:r w:rsidRPr="007F45D0">
              <w:rPr>
                <w:spacing w:val="-4"/>
                <w:sz w:val="28"/>
                <w:szCs w:val="28"/>
              </w:rPr>
              <w:t>и</w:t>
            </w:r>
            <w:r w:rsidRPr="007F45D0">
              <w:rPr>
                <w:spacing w:val="-4"/>
                <w:sz w:val="28"/>
                <w:szCs w:val="28"/>
              </w:rPr>
              <w:t>летки, Победы, Донская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46.</w:t>
            </w:r>
          </w:p>
        </w:tc>
        <w:tc>
          <w:tcPr>
            <w:tcW w:w="3260" w:type="dxa"/>
          </w:tcPr>
          <w:p w:rsidR="00AE2D54" w:rsidRPr="00F65898" w:rsidRDefault="00AE2D54" w:rsidP="00F65898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F65898">
              <w:rPr>
                <w:sz w:val="28"/>
                <w:szCs w:val="28"/>
              </w:rPr>
              <w:t>Газопровод н/д мкр. 2а,  протяжённость 688,06 м, лит. I, II, III, IV, кадас</w:t>
            </w:r>
            <w:r w:rsidRPr="00F65898">
              <w:rPr>
                <w:sz w:val="28"/>
                <w:szCs w:val="28"/>
              </w:rPr>
              <w:t>т</w:t>
            </w:r>
            <w:r w:rsidRPr="00F65898">
              <w:rPr>
                <w:sz w:val="28"/>
                <w:szCs w:val="28"/>
              </w:rPr>
              <w:t>ровый номер: 73:23:</w:t>
            </w:r>
            <w:r>
              <w:rPr>
                <w:sz w:val="28"/>
                <w:szCs w:val="28"/>
              </w:rPr>
              <w:t xml:space="preserve"> </w:t>
            </w:r>
            <w:r w:rsidRPr="00F65898">
              <w:rPr>
                <w:sz w:val="28"/>
                <w:szCs w:val="28"/>
              </w:rPr>
              <w:t>012609:1876</w:t>
            </w:r>
          </w:p>
        </w:tc>
        <w:tc>
          <w:tcPr>
            <w:tcW w:w="3686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к ж/д № 33, 35, 41, 43 по пр-ту Авт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строителей, закольцовка мкр. 2 и 3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47.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н/д мкр.1, 2а, протяжённость 511,31 м, лит. I,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73:23:010101:9013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в границах улиц Закольцовка 1 и 2а мкр.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48.</w:t>
            </w:r>
          </w:p>
        </w:tc>
        <w:tc>
          <w:tcPr>
            <w:tcW w:w="3260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 от газопровода на ДААЗ до котельн</w:t>
            </w:r>
            <w:bookmarkStart w:id="0" w:name="_GoBack"/>
            <w:bookmarkEnd w:id="0"/>
            <w:r w:rsidRPr="007F45D0">
              <w:rPr>
                <w:spacing w:val="-4"/>
                <w:sz w:val="28"/>
                <w:szCs w:val="28"/>
              </w:rPr>
              <w:t xml:space="preserve">ой КСК, протяжённость </w:t>
            </w:r>
            <w:r>
              <w:rPr>
                <w:spacing w:val="-4"/>
                <w:sz w:val="28"/>
                <w:szCs w:val="28"/>
              </w:rPr>
              <w:br/>
            </w:r>
            <w:r w:rsidRPr="007F45D0">
              <w:rPr>
                <w:spacing w:val="-4"/>
                <w:sz w:val="28"/>
                <w:szCs w:val="28"/>
              </w:rPr>
              <w:t>896 м,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73:23:000000:2161</w:t>
            </w:r>
          </w:p>
        </w:tc>
        <w:tc>
          <w:tcPr>
            <w:tcW w:w="3686" w:type="dxa"/>
          </w:tcPr>
          <w:p w:rsidR="00AE2D54" w:rsidRPr="007F45D0" w:rsidRDefault="00AE2D54" w:rsidP="007F45D0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A37FAA">
            <w:pPr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49.</w:t>
            </w:r>
          </w:p>
        </w:tc>
        <w:tc>
          <w:tcPr>
            <w:tcW w:w="3260" w:type="dxa"/>
          </w:tcPr>
          <w:p w:rsidR="00AE2D54" w:rsidRPr="007F45D0" w:rsidRDefault="00AE2D54" w:rsidP="00A6598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давления, протяжённость 401 м,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73:23:010507:2519</w:t>
            </w:r>
          </w:p>
        </w:tc>
        <w:tc>
          <w:tcPr>
            <w:tcW w:w="3686" w:type="dxa"/>
          </w:tcPr>
          <w:p w:rsidR="00AE2D54" w:rsidRPr="007F45D0" w:rsidRDefault="00AE2D54" w:rsidP="00FA32D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ул. Куйбыш</w:t>
            </w:r>
            <w:r w:rsidRPr="007F45D0">
              <w:rPr>
                <w:spacing w:val="-4"/>
                <w:sz w:val="28"/>
                <w:szCs w:val="28"/>
              </w:rPr>
              <w:t>е</w:t>
            </w:r>
            <w:r w:rsidRPr="007F45D0">
              <w:rPr>
                <w:spacing w:val="-4"/>
                <w:sz w:val="28"/>
                <w:szCs w:val="28"/>
              </w:rPr>
              <w:t>ва от пер. Речного до Хлебз</w:t>
            </w:r>
            <w:r w:rsidRPr="007F45D0">
              <w:rPr>
                <w:spacing w:val="-4"/>
                <w:sz w:val="28"/>
                <w:szCs w:val="28"/>
              </w:rPr>
              <w:t>а</w:t>
            </w:r>
            <w:r w:rsidRPr="007F45D0">
              <w:rPr>
                <w:spacing w:val="-4"/>
                <w:sz w:val="28"/>
                <w:szCs w:val="28"/>
              </w:rPr>
              <w:t>вода № 1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A37FAA">
            <w:pPr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50.</w:t>
            </w:r>
          </w:p>
        </w:tc>
        <w:tc>
          <w:tcPr>
            <w:tcW w:w="3260" w:type="dxa"/>
          </w:tcPr>
          <w:p w:rsidR="00AE2D54" w:rsidRPr="007F45D0" w:rsidRDefault="00AE2D54" w:rsidP="00A6598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давления, протяжённость 1537 м,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73:23:010101:9103</w:t>
            </w:r>
          </w:p>
        </w:tc>
        <w:tc>
          <w:tcPr>
            <w:tcW w:w="3686" w:type="dxa"/>
          </w:tcPr>
          <w:p w:rsidR="00AE2D54" w:rsidRPr="007F45D0" w:rsidRDefault="00AE2D54" w:rsidP="00FA32D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 xml:space="preserve">Ульяновская область, город Димитровград, ул. 50 лет </w:t>
            </w:r>
            <w:r w:rsidRPr="007F45D0">
              <w:rPr>
                <w:spacing w:val="-4"/>
                <w:sz w:val="28"/>
                <w:szCs w:val="28"/>
              </w:rPr>
              <w:br/>
              <w:t>Октября от пер. Речного до котельной РМЗ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651516">
            <w:pPr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51.</w:t>
            </w:r>
          </w:p>
        </w:tc>
        <w:tc>
          <w:tcPr>
            <w:tcW w:w="3260" w:type="dxa"/>
          </w:tcPr>
          <w:p w:rsidR="00AE2D54" w:rsidRPr="007F45D0" w:rsidRDefault="00AE2D54" w:rsidP="00A6598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высокого давления, протяжённость 784 м, кадастровый н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мер: 73:23:010507:2518</w:t>
            </w:r>
          </w:p>
        </w:tc>
        <w:tc>
          <w:tcPr>
            <w:tcW w:w="3686" w:type="dxa"/>
          </w:tcPr>
          <w:p w:rsidR="00AE2D54" w:rsidRPr="007F45D0" w:rsidRDefault="00AE2D54" w:rsidP="00A6598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ул. Куйбыш</w:t>
            </w:r>
            <w:r w:rsidRPr="007F45D0">
              <w:rPr>
                <w:spacing w:val="-4"/>
                <w:sz w:val="28"/>
                <w:szCs w:val="28"/>
              </w:rPr>
              <w:t>е</w:t>
            </w:r>
            <w:r w:rsidRPr="007F45D0">
              <w:rPr>
                <w:spacing w:val="-4"/>
                <w:sz w:val="28"/>
                <w:szCs w:val="28"/>
              </w:rPr>
              <w:t>ва, ул. Трудовая – Куйбыш</w:t>
            </w:r>
            <w:r w:rsidRPr="007F45D0">
              <w:rPr>
                <w:spacing w:val="-4"/>
                <w:sz w:val="28"/>
                <w:szCs w:val="28"/>
              </w:rPr>
              <w:t>е</w:t>
            </w:r>
            <w:r w:rsidRPr="007F45D0">
              <w:rPr>
                <w:spacing w:val="-4"/>
                <w:sz w:val="28"/>
                <w:szCs w:val="28"/>
              </w:rPr>
              <w:t>ва на котельную Россельхо</w:t>
            </w:r>
            <w:r w:rsidRPr="007F45D0">
              <w:rPr>
                <w:spacing w:val="-4"/>
                <w:sz w:val="28"/>
                <w:szCs w:val="28"/>
              </w:rPr>
              <w:t>з</w:t>
            </w:r>
            <w:r w:rsidRPr="007F45D0">
              <w:rPr>
                <w:spacing w:val="-4"/>
                <w:sz w:val="28"/>
                <w:szCs w:val="28"/>
              </w:rPr>
              <w:t xml:space="preserve">техники 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E2D54" w:rsidRDefault="00AE2D54" w:rsidP="00AD2CFC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E2D54" w:rsidRPr="00DD1577" w:rsidTr="007F45D0">
        <w:trPr>
          <w:trHeight w:val="7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2D54" w:rsidRPr="00DD1577" w:rsidRDefault="00AE2D54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E2D54" w:rsidRPr="007F45D0" w:rsidRDefault="00AE2D54" w:rsidP="00651516">
            <w:pPr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52.</w:t>
            </w:r>
          </w:p>
        </w:tc>
        <w:tc>
          <w:tcPr>
            <w:tcW w:w="3260" w:type="dxa"/>
          </w:tcPr>
          <w:p w:rsidR="00AE2D54" w:rsidRPr="007F45D0" w:rsidRDefault="00AE2D54" w:rsidP="004E40F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Газопровод на пл. ВСО жил. кв. ул. Октябрьская, протяжённость 1312,23 м, лит. I-VII, кадастровый номер: 73:23:010101:9007</w:t>
            </w:r>
          </w:p>
        </w:tc>
        <w:tc>
          <w:tcPr>
            <w:tcW w:w="3686" w:type="dxa"/>
          </w:tcPr>
          <w:p w:rsidR="00AE2D54" w:rsidRPr="007F45D0" w:rsidRDefault="00AE2D54" w:rsidP="00A6598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Ульяновская область, город Димитровград, в границах улиц Свирская, Октябрьская, 9-я Линия</w:t>
            </w:r>
          </w:p>
        </w:tc>
        <w:tc>
          <w:tcPr>
            <w:tcW w:w="2410" w:type="dxa"/>
          </w:tcPr>
          <w:p w:rsidR="00AE2D54" w:rsidRPr="007F45D0" w:rsidRDefault="00AE2D54" w:rsidP="00F65898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7F45D0">
              <w:rPr>
                <w:spacing w:val="-4"/>
                <w:sz w:val="28"/>
                <w:szCs w:val="28"/>
              </w:rPr>
              <w:t>Муниципальное образование «г</w:t>
            </w:r>
            <w:r w:rsidRPr="007F45D0">
              <w:rPr>
                <w:spacing w:val="-4"/>
                <w:sz w:val="28"/>
                <w:szCs w:val="28"/>
              </w:rPr>
              <w:t>о</w:t>
            </w:r>
            <w:r w:rsidRPr="007F45D0">
              <w:rPr>
                <w:spacing w:val="-4"/>
                <w:sz w:val="28"/>
                <w:szCs w:val="28"/>
              </w:rPr>
              <w:t>род Димитро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град» Ульяно</w:t>
            </w:r>
            <w:r w:rsidRPr="007F45D0">
              <w:rPr>
                <w:spacing w:val="-4"/>
                <w:sz w:val="28"/>
                <w:szCs w:val="28"/>
              </w:rPr>
              <w:t>в</w:t>
            </w:r>
            <w:r w:rsidRPr="007F45D0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AE2D54" w:rsidRDefault="00AE2D54" w:rsidP="00AD2CFC">
            <w:pPr>
              <w:widowControl w:val="0"/>
              <w:ind w:hanging="108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 ».</w:t>
            </w:r>
          </w:p>
        </w:tc>
      </w:tr>
    </w:tbl>
    <w:p w:rsidR="00AE2D54" w:rsidRPr="00AD2CFC" w:rsidRDefault="00AE2D54" w:rsidP="00A64E4F">
      <w:pPr>
        <w:suppressAutoHyphens/>
        <w:spacing w:line="235" w:lineRule="auto"/>
        <w:ind w:right="21"/>
        <w:jc w:val="both"/>
        <w:rPr>
          <w:b/>
          <w:sz w:val="28"/>
        </w:rPr>
      </w:pPr>
    </w:p>
    <w:p w:rsidR="00AE2D54" w:rsidRPr="00AD2CFC" w:rsidRDefault="00AE2D54" w:rsidP="00A64E4F">
      <w:pPr>
        <w:suppressAutoHyphens/>
        <w:spacing w:line="235" w:lineRule="auto"/>
        <w:ind w:right="21"/>
        <w:jc w:val="both"/>
        <w:rPr>
          <w:b/>
          <w:sz w:val="28"/>
        </w:rPr>
      </w:pPr>
    </w:p>
    <w:p w:rsidR="00AE2D54" w:rsidRPr="00AD2CFC" w:rsidRDefault="00AE2D54" w:rsidP="00A64E4F">
      <w:pPr>
        <w:suppressAutoHyphens/>
        <w:spacing w:line="235" w:lineRule="auto"/>
        <w:ind w:right="21"/>
        <w:jc w:val="both"/>
        <w:rPr>
          <w:b/>
          <w:sz w:val="28"/>
        </w:rPr>
      </w:pPr>
    </w:p>
    <w:p w:rsidR="00AE2D54" w:rsidRPr="00E41DF2" w:rsidRDefault="00AE2D54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Pr="00E41DF2">
        <w:rPr>
          <w:b/>
          <w:sz w:val="28"/>
          <w:szCs w:val="28"/>
        </w:rPr>
        <w:t xml:space="preserve">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  <w:t xml:space="preserve">                С.И.Морозов</w:t>
      </w:r>
    </w:p>
    <w:p w:rsidR="00AE2D54" w:rsidRDefault="00AE2D54" w:rsidP="00AD2CF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2D54" w:rsidRPr="00F65898" w:rsidRDefault="00AE2D54" w:rsidP="00AD2CFC">
      <w:pPr>
        <w:pStyle w:val="ConsNormal"/>
        <w:ind w:right="0" w:firstLine="0"/>
        <w:jc w:val="center"/>
        <w:rPr>
          <w:rFonts w:ascii="Times New Roman" w:hAnsi="Times New Roman" w:cs="Times New Roman"/>
          <w:sz w:val="40"/>
          <w:szCs w:val="28"/>
        </w:rPr>
      </w:pPr>
    </w:p>
    <w:p w:rsidR="00AE2D54" w:rsidRPr="00DD1577" w:rsidRDefault="00AE2D54" w:rsidP="00AD2CF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E2D54" w:rsidRPr="00DD1577" w:rsidRDefault="00AE2D54" w:rsidP="00AD2CF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октября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E2D54" w:rsidRDefault="00AE2D54" w:rsidP="00F65898">
      <w:pPr>
        <w:pStyle w:val="ConsNormal"/>
        <w:ind w:right="0" w:firstLine="0"/>
        <w:jc w:val="center"/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155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sectPr w:rsidR="00AE2D54" w:rsidSect="002B33EE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54" w:rsidRDefault="00AE2D54">
      <w:r>
        <w:separator/>
      </w:r>
    </w:p>
  </w:endnote>
  <w:endnote w:type="continuationSeparator" w:id="0">
    <w:p w:rsidR="00AE2D54" w:rsidRDefault="00AE2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D54" w:rsidRPr="0082235D" w:rsidRDefault="00AE2D54" w:rsidP="0082235D">
    <w:pPr>
      <w:pStyle w:val="Footer"/>
      <w:jc w:val="right"/>
      <w:rPr>
        <w:sz w:val="16"/>
      </w:rPr>
    </w:pPr>
    <w:r>
      <w:rPr>
        <w:sz w:val="16"/>
      </w:rPr>
      <w:t>2010км2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54" w:rsidRDefault="00AE2D54">
      <w:r>
        <w:separator/>
      </w:r>
    </w:p>
  </w:footnote>
  <w:footnote w:type="continuationSeparator" w:id="0">
    <w:p w:rsidR="00AE2D54" w:rsidRDefault="00AE2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D54" w:rsidRDefault="00AE2D54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2D54" w:rsidRDefault="00AE2D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D54" w:rsidRDefault="00AE2D54" w:rsidP="002B33EE">
    <w:pPr>
      <w:pStyle w:val="Header"/>
      <w:jc w:val="center"/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</w:t>
    </w:r>
    <w:r w:rsidRPr="006E1A46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7636"/>
    <w:rsid w:val="00044DBD"/>
    <w:rsid w:val="00047D2B"/>
    <w:rsid w:val="00060456"/>
    <w:rsid w:val="000A41C8"/>
    <w:rsid w:val="000A72A9"/>
    <w:rsid w:val="000B26FE"/>
    <w:rsid w:val="000B495E"/>
    <w:rsid w:val="000B7400"/>
    <w:rsid w:val="000C16E0"/>
    <w:rsid w:val="000E13FB"/>
    <w:rsid w:val="000E5A36"/>
    <w:rsid w:val="00104CD7"/>
    <w:rsid w:val="0012502D"/>
    <w:rsid w:val="00131E21"/>
    <w:rsid w:val="001348CF"/>
    <w:rsid w:val="00145988"/>
    <w:rsid w:val="0015387A"/>
    <w:rsid w:val="00175C1C"/>
    <w:rsid w:val="00177FFA"/>
    <w:rsid w:val="00186494"/>
    <w:rsid w:val="00193538"/>
    <w:rsid w:val="001956E3"/>
    <w:rsid w:val="001B58C5"/>
    <w:rsid w:val="00202370"/>
    <w:rsid w:val="00245CD3"/>
    <w:rsid w:val="00262D96"/>
    <w:rsid w:val="00270756"/>
    <w:rsid w:val="00292A68"/>
    <w:rsid w:val="002A2341"/>
    <w:rsid w:val="002B0DF4"/>
    <w:rsid w:val="002B33EE"/>
    <w:rsid w:val="002B4F33"/>
    <w:rsid w:val="002C461A"/>
    <w:rsid w:val="002D3D08"/>
    <w:rsid w:val="002E06EA"/>
    <w:rsid w:val="002F1618"/>
    <w:rsid w:val="002F288D"/>
    <w:rsid w:val="002F571C"/>
    <w:rsid w:val="00325F59"/>
    <w:rsid w:val="00336BEB"/>
    <w:rsid w:val="00342DDD"/>
    <w:rsid w:val="00361FC9"/>
    <w:rsid w:val="0037670C"/>
    <w:rsid w:val="00394E42"/>
    <w:rsid w:val="00395EA1"/>
    <w:rsid w:val="003B42AC"/>
    <w:rsid w:val="003B6115"/>
    <w:rsid w:val="003B6682"/>
    <w:rsid w:val="003C0068"/>
    <w:rsid w:val="003E17EE"/>
    <w:rsid w:val="003F7656"/>
    <w:rsid w:val="00400031"/>
    <w:rsid w:val="004056D6"/>
    <w:rsid w:val="00411077"/>
    <w:rsid w:val="004367A4"/>
    <w:rsid w:val="00445B5E"/>
    <w:rsid w:val="00445FDB"/>
    <w:rsid w:val="00451AEF"/>
    <w:rsid w:val="00471CB4"/>
    <w:rsid w:val="00484B27"/>
    <w:rsid w:val="00484CF7"/>
    <w:rsid w:val="00487556"/>
    <w:rsid w:val="0049090E"/>
    <w:rsid w:val="004917D7"/>
    <w:rsid w:val="004C480C"/>
    <w:rsid w:val="004D39F5"/>
    <w:rsid w:val="004D6D6A"/>
    <w:rsid w:val="004E11BA"/>
    <w:rsid w:val="004E13D5"/>
    <w:rsid w:val="004E40FE"/>
    <w:rsid w:val="00500D64"/>
    <w:rsid w:val="00504858"/>
    <w:rsid w:val="00507467"/>
    <w:rsid w:val="00511A65"/>
    <w:rsid w:val="00520EE6"/>
    <w:rsid w:val="00527765"/>
    <w:rsid w:val="005418B2"/>
    <w:rsid w:val="00575AA1"/>
    <w:rsid w:val="00591C90"/>
    <w:rsid w:val="00597588"/>
    <w:rsid w:val="005A0887"/>
    <w:rsid w:val="005D79C8"/>
    <w:rsid w:val="00610A41"/>
    <w:rsid w:val="00612E47"/>
    <w:rsid w:val="00615924"/>
    <w:rsid w:val="006162BC"/>
    <w:rsid w:val="006504FD"/>
    <w:rsid w:val="00651516"/>
    <w:rsid w:val="00684D93"/>
    <w:rsid w:val="006C2C92"/>
    <w:rsid w:val="006C6F6D"/>
    <w:rsid w:val="006D3746"/>
    <w:rsid w:val="006D5AFF"/>
    <w:rsid w:val="006E1A46"/>
    <w:rsid w:val="007079AF"/>
    <w:rsid w:val="007211A3"/>
    <w:rsid w:val="00727860"/>
    <w:rsid w:val="00731B84"/>
    <w:rsid w:val="007403B6"/>
    <w:rsid w:val="00747D2D"/>
    <w:rsid w:val="00754794"/>
    <w:rsid w:val="007604BE"/>
    <w:rsid w:val="007615CB"/>
    <w:rsid w:val="00783A21"/>
    <w:rsid w:val="0078466F"/>
    <w:rsid w:val="00786605"/>
    <w:rsid w:val="00786A60"/>
    <w:rsid w:val="00794D7E"/>
    <w:rsid w:val="00796DBD"/>
    <w:rsid w:val="007A3611"/>
    <w:rsid w:val="007C36BB"/>
    <w:rsid w:val="007C3D6B"/>
    <w:rsid w:val="007C7D9E"/>
    <w:rsid w:val="007D45B6"/>
    <w:rsid w:val="007D7F21"/>
    <w:rsid w:val="007E6370"/>
    <w:rsid w:val="007F04B5"/>
    <w:rsid w:val="007F45D0"/>
    <w:rsid w:val="008051A7"/>
    <w:rsid w:val="008124FC"/>
    <w:rsid w:val="00821272"/>
    <w:rsid w:val="00821291"/>
    <w:rsid w:val="0082235D"/>
    <w:rsid w:val="008453AB"/>
    <w:rsid w:val="008531F7"/>
    <w:rsid w:val="00854905"/>
    <w:rsid w:val="0086008D"/>
    <w:rsid w:val="00862209"/>
    <w:rsid w:val="00877E3B"/>
    <w:rsid w:val="00883B13"/>
    <w:rsid w:val="008A627D"/>
    <w:rsid w:val="008B2AA9"/>
    <w:rsid w:val="008C3FE3"/>
    <w:rsid w:val="008D4AA7"/>
    <w:rsid w:val="008F0CC2"/>
    <w:rsid w:val="0090545B"/>
    <w:rsid w:val="00920FA4"/>
    <w:rsid w:val="00930782"/>
    <w:rsid w:val="00936956"/>
    <w:rsid w:val="0096419F"/>
    <w:rsid w:val="009649A4"/>
    <w:rsid w:val="009708BE"/>
    <w:rsid w:val="00970932"/>
    <w:rsid w:val="00982681"/>
    <w:rsid w:val="00991E68"/>
    <w:rsid w:val="009A2E7A"/>
    <w:rsid w:val="009C15B3"/>
    <w:rsid w:val="009C6635"/>
    <w:rsid w:val="009D4541"/>
    <w:rsid w:val="009F51E1"/>
    <w:rsid w:val="009F789A"/>
    <w:rsid w:val="00A225B6"/>
    <w:rsid w:val="00A26D49"/>
    <w:rsid w:val="00A37FAA"/>
    <w:rsid w:val="00A61DC5"/>
    <w:rsid w:val="00A64E4F"/>
    <w:rsid w:val="00A6598E"/>
    <w:rsid w:val="00A804AE"/>
    <w:rsid w:val="00AA79AB"/>
    <w:rsid w:val="00AB7112"/>
    <w:rsid w:val="00AC23ED"/>
    <w:rsid w:val="00AC3327"/>
    <w:rsid w:val="00AD2CFC"/>
    <w:rsid w:val="00AE24FF"/>
    <w:rsid w:val="00AE2D54"/>
    <w:rsid w:val="00B10B9F"/>
    <w:rsid w:val="00B40C26"/>
    <w:rsid w:val="00B62406"/>
    <w:rsid w:val="00B900C9"/>
    <w:rsid w:val="00BA1718"/>
    <w:rsid w:val="00BA5F97"/>
    <w:rsid w:val="00BB063E"/>
    <w:rsid w:val="00BB1D95"/>
    <w:rsid w:val="00C50079"/>
    <w:rsid w:val="00C616DA"/>
    <w:rsid w:val="00C90D8A"/>
    <w:rsid w:val="00C9322F"/>
    <w:rsid w:val="00C93D9C"/>
    <w:rsid w:val="00C977B0"/>
    <w:rsid w:val="00CB1554"/>
    <w:rsid w:val="00CC4DB2"/>
    <w:rsid w:val="00CD2999"/>
    <w:rsid w:val="00CD5CC4"/>
    <w:rsid w:val="00CD66A6"/>
    <w:rsid w:val="00CE1F9B"/>
    <w:rsid w:val="00CE7563"/>
    <w:rsid w:val="00D04334"/>
    <w:rsid w:val="00D12DA2"/>
    <w:rsid w:val="00D15912"/>
    <w:rsid w:val="00D20FCD"/>
    <w:rsid w:val="00D259DE"/>
    <w:rsid w:val="00D328D6"/>
    <w:rsid w:val="00D47989"/>
    <w:rsid w:val="00D5258D"/>
    <w:rsid w:val="00D623FD"/>
    <w:rsid w:val="00DA2FE0"/>
    <w:rsid w:val="00DB1093"/>
    <w:rsid w:val="00DB2167"/>
    <w:rsid w:val="00DD1577"/>
    <w:rsid w:val="00DE6182"/>
    <w:rsid w:val="00DF0334"/>
    <w:rsid w:val="00DF2F9D"/>
    <w:rsid w:val="00E15588"/>
    <w:rsid w:val="00E41DF2"/>
    <w:rsid w:val="00E42ADA"/>
    <w:rsid w:val="00E439A0"/>
    <w:rsid w:val="00E4552A"/>
    <w:rsid w:val="00E55200"/>
    <w:rsid w:val="00E57421"/>
    <w:rsid w:val="00E85E04"/>
    <w:rsid w:val="00E93159"/>
    <w:rsid w:val="00EA0874"/>
    <w:rsid w:val="00EA4080"/>
    <w:rsid w:val="00EC3A30"/>
    <w:rsid w:val="00F006F4"/>
    <w:rsid w:val="00F009EC"/>
    <w:rsid w:val="00F00D47"/>
    <w:rsid w:val="00F02518"/>
    <w:rsid w:val="00F03E7E"/>
    <w:rsid w:val="00F04B53"/>
    <w:rsid w:val="00F05F07"/>
    <w:rsid w:val="00F10C4A"/>
    <w:rsid w:val="00F2134D"/>
    <w:rsid w:val="00F3046D"/>
    <w:rsid w:val="00F31A81"/>
    <w:rsid w:val="00F34BC7"/>
    <w:rsid w:val="00F478DC"/>
    <w:rsid w:val="00F65898"/>
    <w:rsid w:val="00FA1731"/>
    <w:rsid w:val="00FA32D6"/>
    <w:rsid w:val="00FA6D4C"/>
    <w:rsid w:val="00FC3A6C"/>
    <w:rsid w:val="00FD1F91"/>
    <w:rsid w:val="00FD719D"/>
    <w:rsid w:val="00FE1818"/>
    <w:rsid w:val="00FF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Стиль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177FF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77FFA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044D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4DBD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6</Pages>
  <Words>1704</Words>
  <Characters>9714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20</cp:revision>
  <cp:lastPrinted>2016-10-27T10:18:00Z</cp:lastPrinted>
  <dcterms:created xsi:type="dcterms:W3CDTF">2016-10-20T12:37:00Z</dcterms:created>
  <dcterms:modified xsi:type="dcterms:W3CDTF">2016-11-08T07:59:00Z</dcterms:modified>
</cp:coreProperties>
</file>