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05" w:rsidRDefault="00400005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400005" w:rsidRDefault="00400005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400005" w:rsidRDefault="00400005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400005" w:rsidRDefault="00400005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400005" w:rsidRPr="00E337E5" w:rsidRDefault="00400005" w:rsidP="00611741">
      <w:pPr>
        <w:widowControl w:val="0"/>
        <w:autoSpaceDE w:val="0"/>
        <w:autoSpaceDN w:val="0"/>
        <w:adjustRightInd w:val="0"/>
        <w:ind w:left="142"/>
        <w:jc w:val="center"/>
        <w:rPr>
          <w:b/>
          <w:bCs/>
          <w:sz w:val="28"/>
          <w:szCs w:val="28"/>
        </w:rPr>
      </w:pPr>
    </w:p>
    <w:p w:rsidR="00400005" w:rsidRDefault="00400005" w:rsidP="004C7AB7">
      <w:pPr>
        <w:widowControl w:val="0"/>
        <w:tabs>
          <w:tab w:val="left" w:pos="921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утратившим силу Закона Ульяновской области </w:t>
      </w:r>
      <w:r>
        <w:rPr>
          <w:b/>
          <w:sz w:val="28"/>
          <w:szCs w:val="28"/>
        </w:rPr>
        <w:br/>
        <w:t>«</w:t>
      </w:r>
      <w:r w:rsidRPr="005B1846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</w:t>
      </w:r>
      <w:r w:rsidRPr="005B184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</w:t>
      </w:r>
      <w:r w:rsidRPr="005B1846">
        <w:rPr>
          <w:b/>
          <w:sz w:val="28"/>
          <w:szCs w:val="28"/>
        </w:rPr>
        <w:t>еречн</w:t>
      </w:r>
      <w:r>
        <w:rPr>
          <w:b/>
          <w:sz w:val="28"/>
          <w:szCs w:val="28"/>
        </w:rPr>
        <w:t>я</w:t>
      </w:r>
      <w:r w:rsidRPr="005B1846">
        <w:rPr>
          <w:b/>
          <w:sz w:val="28"/>
          <w:szCs w:val="28"/>
        </w:rPr>
        <w:t xml:space="preserve"> поселений </w:t>
      </w:r>
      <w:r>
        <w:rPr>
          <w:b/>
          <w:sz w:val="28"/>
          <w:szCs w:val="28"/>
        </w:rPr>
        <w:t xml:space="preserve">Ульяновской области </w:t>
      </w:r>
      <w:r w:rsidRPr="005B1846">
        <w:rPr>
          <w:b/>
          <w:sz w:val="28"/>
          <w:szCs w:val="28"/>
        </w:rPr>
        <w:t xml:space="preserve">с численностью населения менее трёх тысяч человек, в которых отсутствует точка доступа </w:t>
      </w:r>
    </w:p>
    <w:p w:rsidR="00400005" w:rsidRPr="005B1846" w:rsidRDefault="00400005" w:rsidP="004C7AB7">
      <w:pPr>
        <w:widowControl w:val="0"/>
        <w:tabs>
          <w:tab w:val="left" w:pos="9214"/>
        </w:tabs>
        <w:jc w:val="center"/>
        <w:rPr>
          <w:b/>
          <w:sz w:val="28"/>
          <w:szCs w:val="28"/>
        </w:rPr>
      </w:pPr>
      <w:r w:rsidRPr="005B1846">
        <w:rPr>
          <w:b/>
          <w:sz w:val="28"/>
          <w:szCs w:val="28"/>
        </w:rPr>
        <w:t>к информационно-телекоммуникационной сети «Интернет»</w:t>
      </w:r>
    </w:p>
    <w:p w:rsidR="00400005" w:rsidRDefault="00400005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400005" w:rsidRDefault="00400005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400005" w:rsidRDefault="00400005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400005" w:rsidRPr="00CB15E2" w:rsidRDefault="00400005" w:rsidP="00A8657C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CB15E2">
        <w:rPr>
          <w:bCs/>
        </w:rPr>
        <w:t xml:space="preserve">Принят </w:t>
      </w:r>
      <w:r>
        <w:rPr>
          <w:bCs/>
        </w:rPr>
        <w:t>Законодательным Собранием Ульяновской области 20 октября 2016 года</w:t>
      </w:r>
    </w:p>
    <w:p w:rsidR="00400005" w:rsidRDefault="00400005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400005" w:rsidRDefault="00400005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400005" w:rsidRDefault="00400005" w:rsidP="00611741">
      <w:pPr>
        <w:widowControl w:val="0"/>
        <w:tabs>
          <w:tab w:val="left" w:pos="9214"/>
        </w:tabs>
        <w:ind w:left="142" w:right="-57" w:firstLine="709"/>
        <w:jc w:val="both"/>
        <w:rPr>
          <w:sz w:val="28"/>
          <w:szCs w:val="28"/>
        </w:rPr>
      </w:pPr>
    </w:p>
    <w:p w:rsidR="00400005" w:rsidRDefault="00400005" w:rsidP="00FD07C8">
      <w:pPr>
        <w:widowControl w:val="0"/>
        <w:tabs>
          <w:tab w:val="left" w:pos="9214"/>
        </w:tabs>
        <w:ind w:firstLine="709"/>
        <w:jc w:val="both"/>
        <w:rPr>
          <w:b/>
          <w:sz w:val="28"/>
          <w:szCs w:val="28"/>
        </w:rPr>
      </w:pPr>
      <w:r w:rsidRPr="00B953E0">
        <w:rPr>
          <w:b/>
          <w:sz w:val="28"/>
          <w:szCs w:val="28"/>
        </w:rPr>
        <w:t>Статья 1</w:t>
      </w:r>
    </w:p>
    <w:p w:rsidR="00400005" w:rsidRDefault="00400005" w:rsidP="00FD07C8">
      <w:pPr>
        <w:widowControl w:val="0"/>
        <w:tabs>
          <w:tab w:val="left" w:pos="9214"/>
        </w:tabs>
        <w:ind w:firstLine="709"/>
        <w:jc w:val="both"/>
        <w:rPr>
          <w:b/>
          <w:sz w:val="28"/>
          <w:szCs w:val="28"/>
        </w:rPr>
      </w:pPr>
    </w:p>
    <w:p w:rsidR="00400005" w:rsidRPr="00B953E0" w:rsidRDefault="00400005" w:rsidP="00FD07C8">
      <w:pPr>
        <w:widowControl w:val="0"/>
        <w:tabs>
          <w:tab w:val="left" w:pos="9214"/>
        </w:tabs>
        <w:ind w:firstLine="709"/>
        <w:jc w:val="both"/>
        <w:rPr>
          <w:b/>
          <w:sz w:val="28"/>
          <w:szCs w:val="28"/>
        </w:rPr>
      </w:pPr>
    </w:p>
    <w:p w:rsidR="00400005" w:rsidRDefault="00400005" w:rsidP="00B953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 Ульяновской области от 2 февраля 2016 года № 6-ЗО </w:t>
      </w:r>
      <w:r>
        <w:rPr>
          <w:sz w:val="28"/>
          <w:szCs w:val="28"/>
        </w:rPr>
        <w:br/>
        <w:t>«Об утверждении перечня поселений Ульяновской области с численностью населения менее трёх тысяч челове</w:t>
      </w:r>
      <w:bookmarkStart w:id="0" w:name="_GoBack"/>
      <w:bookmarkEnd w:id="0"/>
      <w:r>
        <w:rPr>
          <w:sz w:val="28"/>
          <w:szCs w:val="28"/>
        </w:rPr>
        <w:t xml:space="preserve">к, в которых отсутствует точка доступа </w:t>
      </w:r>
      <w:r>
        <w:rPr>
          <w:sz w:val="28"/>
          <w:szCs w:val="28"/>
        </w:rPr>
        <w:br/>
        <w:t xml:space="preserve">к информационно-телекоммуникационной сети «Интернет» </w:t>
      </w:r>
      <w:r w:rsidRPr="00275B87">
        <w:rPr>
          <w:sz w:val="28"/>
          <w:szCs w:val="28"/>
        </w:rPr>
        <w:t xml:space="preserve">(«Ульяновская правда» от </w:t>
      </w:r>
      <w:r w:rsidRPr="00837085">
        <w:rPr>
          <w:color w:val="000000"/>
          <w:sz w:val="28"/>
          <w:szCs w:val="28"/>
        </w:rPr>
        <w:t>04.02.2016 № 14</w:t>
      </w:r>
      <w:r w:rsidRPr="00275B87">
        <w:rPr>
          <w:sz w:val="28"/>
          <w:szCs w:val="28"/>
        </w:rPr>
        <w:t>)</w:t>
      </w:r>
      <w:r>
        <w:rPr>
          <w:sz w:val="28"/>
          <w:szCs w:val="28"/>
        </w:rPr>
        <w:t xml:space="preserve"> признать утратившим силу.</w:t>
      </w:r>
    </w:p>
    <w:p w:rsidR="00400005" w:rsidRPr="00FD07C8" w:rsidRDefault="00400005" w:rsidP="00FD07C8">
      <w:pPr>
        <w:ind w:firstLine="709"/>
        <w:jc w:val="both"/>
        <w:rPr>
          <w:sz w:val="16"/>
          <w:szCs w:val="28"/>
        </w:rPr>
      </w:pPr>
    </w:p>
    <w:p w:rsidR="00400005" w:rsidRDefault="00400005" w:rsidP="00FD07C8">
      <w:pPr>
        <w:ind w:firstLine="709"/>
        <w:jc w:val="both"/>
        <w:rPr>
          <w:sz w:val="28"/>
          <w:szCs w:val="28"/>
        </w:rPr>
      </w:pPr>
    </w:p>
    <w:p w:rsidR="00400005" w:rsidRPr="006D4668" w:rsidRDefault="00400005" w:rsidP="00FD07C8">
      <w:pPr>
        <w:ind w:firstLine="709"/>
        <w:jc w:val="both"/>
        <w:rPr>
          <w:b/>
          <w:sz w:val="28"/>
          <w:szCs w:val="28"/>
        </w:rPr>
      </w:pPr>
      <w:r w:rsidRPr="006D4668">
        <w:rPr>
          <w:b/>
          <w:sz w:val="28"/>
          <w:szCs w:val="28"/>
        </w:rPr>
        <w:t>Статья 2</w:t>
      </w:r>
    </w:p>
    <w:p w:rsidR="00400005" w:rsidRDefault="00400005" w:rsidP="00FD07C8">
      <w:pPr>
        <w:ind w:firstLine="709"/>
        <w:jc w:val="both"/>
        <w:rPr>
          <w:sz w:val="28"/>
          <w:szCs w:val="28"/>
        </w:rPr>
      </w:pPr>
    </w:p>
    <w:p w:rsidR="00400005" w:rsidRDefault="00400005" w:rsidP="00FD07C8">
      <w:pPr>
        <w:ind w:firstLine="709"/>
        <w:jc w:val="both"/>
        <w:rPr>
          <w:sz w:val="28"/>
          <w:szCs w:val="28"/>
        </w:rPr>
      </w:pPr>
    </w:p>
    <w:p w:rsidR="00400005" w:rsidRDefault="00400005" w:rsidP="006D46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Закон вступает в силу с 1 июля 2017 года.</w:t>
      </w:r>
    </w:p>
    <w:p w:rsidR="00400005" w:rsidRPr="00FD07C8" w:rsidRDefault="00400005" w:rsidP="00FD07C8">
      <w:pPr>
        <w:ind w:firstLine="709"/>
        <w:jc w:val="both"/>
        <w:rPr>
          <w:sz w:val="16"/>
          <w:szCs w:val="28"/>
        </w:rPr>
      </w:pPr>
    </w:p>
    <w:p w:rsidR="00400005" w:rsidRDefault="00400005" w:rsidP="00FD07C8">
      <w:pPr>
        <w:ind w:firstLine="709"/>
        <w:jc w:val="both"/>
        <w:rPr>
          <w:b/>
          <w:bCs/>
          <w:sz w:val="28"/>
          <w:szCs w:val="28"/>
        </w:rPr>
      </w:pPr>
    </w:p>
    <w:p w:rsidR="00400005" w:rsidRDefault="00400005" w:rsidP="00FD07C8">
      <w:pPr>
        <w:ind w:firstLine="709"/>
        <w:jc w:val="both"/>
        <w:rPr>
          <w:b/>
          <w:bCs/>
          <w:sz w:val="28"/>
          <w:szCs w:val="28"/>
        </w:rPr>
      </w:pPr>
    </w:p>
    <w:p w:rsidR="00400005" w:rsidRDefault="00400005" w:rsidP="00FD07C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Губернатор Ульяновской </w:t>
      </w:r>
      <w:r w:rsidRPr="00DC019F">
        <w:rPr>
          <w:b/>
          <w:bCs/>
          <w:sz w:val="28"/>
          <w:szCs w:val="28"/>
        </w:rPr>
        <w:t xml:space="preserve">области    </w:t>
      </w:r>
      <w:r>
        <w:rPr>
          <w:b/>
          <w:bCs/>
          <w:sz w:val="28"/>
          <w:szCs w:val="28"/>
        </w:rPr>
        <w:t xml:space="preserve">  </w:t>
      </w:r>
      <w:r w:rsidRPr="00DC019F">
        <w:rPr>
          <w:b/>
          <w:bCs/>
          <w:sz w:val="28"/>
          <w:szCs w:val="28"/>
        </w:rPr>
        <w:t xml:space="preserve">                  </w:t>
      </w:r>
      <w:r>
        <w:rPr>
          <w:b/>
          <w:bCs/>
          <w:sz w:val="28"/>
          <w:szCs w:val="28"/>
        </w:rPr>
        <w:t xml:space="preserve">  </w:t>
      </w:r>
      <w:r w:rsidRPr="00DC019F">
        <w:rPr>
          <w:b/>
          <w:bCs/>
          <w:sz w:val="28"/>
          <w:szCs w:val="28"/>
        </w:rPr>
        <w:t xml:space="preserve">      </w:t>
      </w:r>
      <w:r>
        <w:rPr>
          <w:b/>
          <w:bCs/>
          <w:sz w:val="28"/>
          <w:szCs w:val="28"/>
        </w:rPr>
        <w:t xml:space="preserve">   </w:t>
      </w:r>
      <w:r w:rsidRPr="00DC019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</w:t>
      </w:r>
      <w:r w:rsidRPr="00DC019F">
        <w:rPr>
          <w:b/>
          <w:bCs/>
          <w:sz w:val="28"/>
          <w:szCs w:val="28"/>
        </w:rPr>
        <w:t xml:space="preserve">               С.И.Морозов</w:t>
      </w:r>
    </w:p>
    <w:p w:rsidR="00400005" w:rsidRDefault="00400005" w:rsidP="00FD07C8">
      <w:pPr>
        <w:rPr>
          <w:b/>
          <w:bCs/>
          <w:sz w:val="28"/>
          <w:szCs w:val="28"/>
        </w:rPr>
      </w:pPr>
    </w:p>
    <w:p w:rsidR="00400005" w:rsidRDefault="00400005" w:rsidP="00FD07C8">
      <w:pPr>
        <w:rPr>
          <w:b/>
          <w:bCs/>
          <w:sz w:val="28"/>
          <w:szCs w:val="28"/>
        </w:rPr>
      </w:pPr>
    </w:p>
    <w:p w:rsidR="00400005" w:rsidRPr="00DC019F" w:rsidRDefault="00400005" w:rsidP="00FD07C8">
      <w:pPr>
        <w:rPr>
          <w:b/>
          <w:bCs/>
          <w:sz w:val="28"/>
          <w:szCs w:val="28"/>
        </w:rPr>
      </w:pPr>
    </w:p>
    <w:p w:rsidR="00400005" w:rsidRPr="00DC019F" w:rsidRDefault="00400005" w:rsidP="00FD07C8">
      <w:pPr>
        <w:jc w:val="center"/>
        <w:rPr>
          <w:bCs/>
          <w:sz w:val="28"/>
          <w:szCs w:val="28"/>
        </w:rPr>
      </w:pPr>
      <w:r w:rsidRPr="00DC019F">
        <w:rPr>
          <w:bCs/>
          <w:sz w:val="28"/>
          <w:szCs w:val="28"/>
        </w:rPr>
        <w:t>г. Ульяновск</w:t>
      </w:r>
    </w:p>
    <w:p w:rsidR="00400005" w:rsidRPr="00DC019F" w:rsidRDefault="00400005" w:rsidP="00FD07C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27 октября </w:t>
      </w:r>
      <w:smartTag w:uri="urn:schemas-microsoft-com:office:smarttags" w:element="metricconverter">
        <w:smartTagPr>
          <w:attr w:name="ProductID" w:val="2016 г"/>
        </w:smartTagPr>
        <w:r w:rsidRPr="00DC019F">
          <w:rPr>
            <w:bCs/>
            <w:sz w:val="28"/>
            <w:szCs w:val="28"/>
          </w:rPr>
          <w:t>201</w:t>
        </w:r>
        <w:r>
          <w:rPr>
            <w:bCs/>
            <w:sz w:val="28"/>
            <w:szCs w:val="28"/>
          </w:rPr>
          <w:t>6</w:t>
        </w:r>
        <w:r w:rsidRPr="00DC019F">
          <w:rPr>
            <w:bCs/>
            <w:sz w:val="28"/>
            <w:szCs w:val="28"/>
          </w:rPr>
          <w:t xml:space="preserve"> г</w:t>
        </w:r>
      </w:smartTag>
      <w:r w:rsidRPr="00DC019F">
        <w:rPr>
          <w:bCs/>
          <w:sz w:val="28"/>
          <w:szCs w:val="28"/>
        </w:rPr>
        <w:t>.</w:t>
      </w:r>
    </w:p>
    <w:p w:rsidR="00400005" w:rsidRPr="004D6503" w:rsidRDefault="00400005" w:rsidP="00FD07C8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№151</w:t>
      </w:r>
      <w:r w:rsidRPr="00DC019F">
        <w:rPr>
          <w:bCs/>
          <w:sz w:val="28"/>
          <w:szCs w:val="28"/>
        </w:rPr>
        <w:t>-ЗО</w:t>
      </w:r>
    </w:p>
    <w:sectPr w:rsidR="00400005" w:rsidRPr="004D6503" w:rsidSect="00FD07C8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005" w:rsidRDefault="00400005">
      <w:r>
        <w:separator/>
      </w:r>
    </w:p>
  </w:endnote>
  <w:endnote w:type="continuationSeparator" w:id="0">
    <w:p w:rsidR="00400005" w:rsidRDefault="00400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05" w:rsidRDefault="00400005" w:rsidP="00735AE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00005" w:rsidRDefault="004000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05" w:rsidRPr="00FD07C8" w:rsidRDefault="00400005" w:rsidP="00FD07C8">
    <w:pPr>
      <w:pStyle w:val="Footer"/>
      <w:jc w:val="right"/>
      <w:rPr>
        <w:sz w:val="16"/>
        <w:szCs w:val="16"/>
      </w:rPr>
    </w:pPr>
    <w:r w:rsidRPr="00FD07C8">
      <w:rPr>
        <w:sz w:val="16"/>
        <w:szCs w:val="16"/>
      </w:rPr>
      <w:t>2009чл1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005" w:rsidRDefault="00400005">
      <w:r>
        <w:separator/>
      </w:r>
    </w:p>
  </w:footnote>
  <w:footnote w:type="continuationSeparator" w:id="0">
    <w:p w:rsidR="00400005" w:rsidRDefault="00400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05" w:rsidRDefault="00400005" w:rsidP="00735A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400005" w:rsidRDefault="004000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005" w:rsidRPr="004C7AB7" w:rsidRDefault="00400005">
    <w:pPr>
      <w:pStyle w:val="Header"/>
      <w:jc w:val="center"/>
      <w:rPr>
        <w:sz w:val="28"/>
        <w:szCs w:val="28"/>
      </w:rPr>
    </w:pPr>
    <w:r w:rsidRPr="004C7AB7">
      <w:rPr>
        <w:sz w:val="28"/>
        <w:szCs w:val="28"/>
      </w:rPr>
      <w:fldChar w:fldCharType="begin"/>
    </w:r>
    <w:r w:rsidRPr="004C7AB7">
      <w:rPr>
        <w:sz w:val="28"/>
        <w:szCs w:val="28"/>
      </w:rPr>
      <w:instrText>PAGE   \* MERGEFORMAT</w:instrText>
    </w:r>
    <w:r w:rsidRPr="004C7AB7">
      <w:rPr>
        <w:sz w:val="28"/>
        <w:szCs w:val="28"/>
      </w:rPr>
      <w:fldChar w:fldCharType="separate"/>
    </w:r>
    <w:r>
      <w:rPr>
        <w:noProof/>
        <w:sz w:val="28"/>
        <w:szCs w:val="28"/>
      </w:rPr>
      <w:t>1</w:t>
    </w:r>
    <w:r w:rsidRPr="004C7AB7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47AD"/>
    <w:multiLevelType w:val="hybridMultilevel"/>
    <w:tmpl w:val="E3CCB4BA"/>
    <w:lvl w:ilvl="0" w:tplc="DEAE490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5243048"/>
    <w:multiLevelType w:val="hybridMultilevel"/>
    <w:tmpl w:val="97B2332A"/>
    <w:lvl w:ilvl="0" w:tplc="866A0C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2B1243C"/>
    <w:multiLevelType w:val="hybridMultilevel"/>
    <w:tmpl w:val="615A5482"/>
    <w:lvl w:ilvl="0" w:tplc="2B5E20BE">
      <w:start w:val="1"/>
      <w:numFmt w:val="decimal"/>
      <w:suff w:val="space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CAE233C"/>
    <w:multiLevelType w:val="hybridMultilevel"/>
    <w:tmpl w:val="BF8CCDDE"/>
    <w:lvl w:ilvl="0" w:tplc="4768B60E">
      <w:start w:val="1"/>
      <w:numFmt w:val="bullet"/>
      <w:lvlText w:val="-"/>
      <w:lvlJc w:val="left"/>
      <w:pPr>
        <w:tabs>
          <w:tab w:val="num" w:pos="1066"/>
        </w:tabs>
        <w:ind w:left="1333" w:hanging="397"/>
      </w:pPr>
      <w:rPr>
        <w:rFonts w:ascii="Palatino" w:hAnsi="Palatino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71AC11FB"/>
    <w:multiLevelType w:val="hybridMultilevel"/>
    <w:tmpl w:val="49689A70"/>
    <w:lvl w:ilvl="0" w:tplc="EA2AD0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7F54DAE"/>
    <w:multiLevelType w:val="hybridMultilevel"/>
    <w:tmpl w:val="A1585B6C"/>
    <w:lvl w:ilvl="0" w:tplc="3F065D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617"/>
    <w:rsid w:val="00003DBF"/>
    <w:rsid w:val="00017280"/>
    <w:rsid w:val="000206CB"/>
    <w:rsid w:val="00027A00"/>
    <w:rsid w:val="00034A64"/>
    <w:rsid w:val="00052E44"/>
    <w:rsid w:val="000640DF"/>
    <w:rsid w:val="00071690"/>
    <w:rsid w:val="00071B61"/>
    <w:rsid w:val="00081DBB"/>
    <w:rsid w:val="00086E2E"/>
    <w:rsid w:val="000A32CD"/>
    <w:rsid w:val="000B036C"/>
    <w:rsid w:val="000D0F99"/>
    <w:rsid w:val="000E03FD"/>
    <w:rsid w:val="000E3EBE"/>
    <w:rsid w:val="000E5A41"/>
    <w:rsid w:val="000F5BE5"/>
    <w:rsid w:val="00110E66"/>
    <w:rsid w:val="00110EAE"/>
    <w:rsid w:val="00114704"/>
    <w:rsid w:val="00121DF0"/>
    <w:rsid w:val="00123E80"/>
    <w:rsid w:val="001248DB"/>
    <w:rsid w:val="0015625A"/>
    <w:rsid w:val="00175F6B"/>
    <w:rsid w:val="001805A5"/>
    <w:rsid w:val="00197364"/>
    <w:rsid w:val="001B2168"/>
    <w:rsid w:val="001C01D1"/>
    <w:rsid w:val="001C6CB4"/>
    <w:rsid w:val="001D35EE"/>
    <w:rsid w:val="001E23B8"/>
    <w:rsid w:val="001E466C"/>
    <w:rsid w:val="001E562B"/>
    <w:rsid w:val="00202B3E"/>
    <w:rsid w:val="00203676"/>
    <w:rsid w:val="0021006C"/>
    <w:rsid w:val="002102A1"/>
    <w:rsid w:val="00217E79"/>
    <w:rsid w:val="00223D1F"/>
    <w:rsid w:val="00235DC0"/>
    <w:rsid w:val="00263C56"/>
    <w:rsid w:val="00275B87"/>
    <w:rsid w:val="002774AE"/>
    <w:rsid w:val="00296757"/>
    <w:rsid w:val="002A4C88"/>
    <w:rsid w:val="002B179C"/>
    <w:rsid w:val="002B2A55"/>
    <w:rsid w:val="002B630B"/>
    <w:rsid w:val="002C2E25"/>
    <w:rsid w:val="002E07F1"/>
    <w:rsid w:val="003052C3"/>
    <w:rsid w:val="00307D84"/>
    <w:rsid w:val="003130BB"/>
    <w:rsid w:val="0031749C"/>
    <w:rsid w:val="00317595"/>
    <w:rsid w:val="00323753"/>
    <w:rsid w:val="00334BBF"/>
    <w:rsid w:val="00343F56"/>
    <w:rsid w:val="00345759"/>
    <w:rsid w:val="00365294"/>
    <w:rsid w:val="0037267A"/>
    <w:rsid w:val="00376A9D"/>
    <w:rsid w:val="00381597"/>
    <w:rsid w:val="00384C2B"/>
    <w:rsid w:val="00391959"/>
    <w:rsid w:val="00396F26"/>
    <w:rsid w:val="003975E7"/>
    <w:rsid w:val="003A22B6"/>
    <w:rsid w:val="003A31EB"/>
    <w:rsid w:val="003A6B43"/>
    <w:rsid w:val="003D1EF0"/>
    <w:rsid w:val="003F02B0"/>
    <w:rsid w:val="003F387A"/>
    <w:rsid w:val="00400005"/>
    <w:rsid w:val="00424779"/>
    <w:rsid w:val="0043172F"/>
    <w:rsid w:val="00431E44"/>
    <w:rsid w:val="00432645"/>
    <w:rsid w:val="0043432B"/>
    <w:rsid w:val="004446C7"/>
    <w:rsid w:val="004A5A4B"/>
    <w:rsid w:val="004B02F6"/>
    <w:rsid w:val="004C7AB7"/>
    <w:rsid w:val="004D3831"/>
    <w:rsid w:val="004D4906"/>
    <w:rsid w:val="004D6503"/>
    <w:rsid w:val="004E00B1"/>
    <w:rsid w:val="004F1E11"/>
    <w:rsid w:val="004F2650"/>
    <w:rsid w:val="004F36A4"/>
    <w:rsid w:val="004F7521"/>
    <w:rsid w:val="00501616"/>
    <w:rsid w:val="00517091"/>
    <w:rsid w:val="00523606"/>
    <w:rsid w:val="0053110E"/>
    <w:rsid w:val="0053636A"/>
    <w:rsid w:val="00545614"/>
    <w:rsid w:val="0054749E"/>
    <w:rsid w:val="00556794"/>
    <w:rsid w:val="005775D1"/>
    <w:rsid w:val="0058029D"/>
    <w:rsid w:val="00582B9D"/>
    <w:rsid w:val="00584854"/>
    <w:rsid w:val="0058771C"/>
    <w:rsid w:val="00597467"/>
    <w:rsid w:val="005A0250"/>
    <w:rsid w:val="005A6418"/>
    <w:rsid w:val="005B1846"/>
    <w:rsid w:val="005B262A"/>
    <w:rsid w:val="005B3491"/>
    <w:rsid w:val="005B3908"/>
    <w:rsid w:val="005C25C5"/>
    <w:rsid w:val="005C6A7A"/>
    <w:rsid w:val="005D19DD"/>
    <w:rsid w:val="005E0F9A"/>
    <w:rsid w:val="00611741"/>
    <w:rsid w:val="006163AE"/>
    <w:rsid w:val="00630412"/>
    <w:rsid w:val="00632C0B"/>
    <w:rsid w:val="0063591A"/>
    <w:rsid w:val="00637F6B"/>
    <w:rsid w:val="00640FBC"/>
    <w:rsid w:val="00642225"/>
    <w:rsid w:val="006422C2"/>
    <w:rsid w:val="00644B17"/>
    <w:rsid w:val="006532FE"/>
    <w:rsid w:val="0065449C"/>
    <w:rsid w:val="006574CF"/>
    <w:rsid w:val="006627D6"/>
    <w:rsid w:val="0069018E"/>
    <w:rsid w:val="006902BF"/>
    <w:rsid w:val="006937FC"/>
    <w:rsid w:val="0069617C"/>
    <w:rsid w:val="006D3CCC"/>
    <w:rsid w:val="006D4668"/>
    <w:rsid w:val="006E509C"/>
    <w:rsid w:val="006F3910"/>
    <w:rsid w:val="007053B4"/>
    <w:rsid w:val="00716B3A"/>
    <w:rsid w:val="0073476B"/>
    <w:rsid w:val="00734E71"/>
    <w:rsid w:val="00735AE8"/>
    <w:rsid w:val="00742BEA"/>
    <w:rsid w:val="007473DC"/>
    <w:rsid w:val="007503F8"/>
    <w:rsid w:val="00753030"/>
    <w:rsid w:val="007568CE"/>
    <w:rsid w:val="007658E7"/>
    <w:rsid w:val="007840B7"/>
    <w:rsid w:val="007947F8"/>
    <w:rsid w:val="0079526C"/>
    <w:rsid w:val="007A4B04"/>
    <w:rsid w:val="007B63FD"/>
    <w:rsid w:val="007C2690"/>
    <w:rsid w:val="007C3978"/>
    <w:rsid w:val="007C4BCA"/>
    <w:rsid w:val="007E0108"/>
    <w:rsid w:val="007F1360"/>
    <w:rsid w:val="008043B0"/>
    <w:rsid w:val="00810CBE"/>
    <w:rsid w:val="00821CA4"/>
    <w:rsid w:val="0082640C"/>
    <w:rsid w:val="00837085"/>
    <w:rsid w:val="008635AF"/>
    <w:rsid w:val="00863670"/>
    <w:rsid w:val="00881E8A"/>
    <w:rsid w:val="00887DBE"/>
    <w:rsid w:val="008928D3"/>
    <w:rsid w:val="00893109"/>
    <w:rsid w:val="008938F0"/>
    <w:rsid w:val="008974B9"/>
    <w:rsid w:val="008A1617"/>
    <w:rsid w:val="008A4F43"/>
    <w:rsid w:val="008B431C"/>
    <w:rsid w:val="008B5631"/>
    <w:rsid w:val="008C1F26"/>
    <w:rsid w:val="008C79D0"/>
    <w:rsid w:val="008D0805"/>
    <w:rsid w:val="008D0F5D"/>
    <w:rsid w:val="008D3510"/>
    <w:rsid w:val="00927147"/>
    <w:rsid w:val="00927BDD"/>
    <w:rsid w:val="009337CB"/>
    <w:rsid w:val="0094503A"/>
    <w:rsid w:val="00954F63"/>
    <w:rsid w:val="00961447"/>
    <w:rsid w:val="00961AB3"/>
    <w:rsid w:val="00974C58"/>
    <w:rsid w:val="00975B99"/>
    <w:rsid w:val="009802B4"/>
    <w:rsid w:val="00985BB7"/>
    <w:rsid w:val="00990C86"/>
    <w:rsid w:val="0099452E"/>
    <w:rsid w:val="00996279"/>
    <w:rsid w:val="009B0D36"/>
    <w:rsid w:val="009E52C4"/>
    <w:rsid w:val="009F7990"/>
    <w:rsid w:val="00A0243E"/>
    <w:rsid w:val="00A02BD2"/>
    <w:rsid w:val="00A051F8"/>
    <w:rsid w:val="00A15F22"/>
    <w:rsid w:val="00A262F1"/>
    <w:rsid w:val="00A33707"/>
    <w:rsid w:val="00A37B68"/>
    <w:rsid w:val="00A37D7E"/>
    <w:rsid w:val="00A61C64"/>
    <w:rsid w:val="00A637F1"/>
    <w:rsid w:val="00A729EC"/>
    <w:rsid w:val="00A760C2"/>
    <w:rsid w:val="00A80881"/>
    <w:rsid w:val="00A84AF0"/>
    <w:rsid w:val="00A8657C"/>
    <w:rsid w:val="00AA3E4A"/>
    <w:rsid w:val="00AB4D01"/>
    <w:rsid w:val="00AD2417"/>
    <w:rsid w:val="00AD48E1"/>
    <w:rsid w:val="00AD789D"/>
    <w:rsid w:val="00AE63D8"/>
    <w:rsid w:val="00AE737B"/>
    <w:rsid w:val="00AF1CCE"/>
    <w:rsid w:val="00AF681B"/>
    <w:rsid w:val="00B175C9"/>
    <w:rsid w:val="00B31981"/>
    <w:rsid w:val="00B56AE5"/>
    <w:rsid w:val="00B74E56"/>
    <w:rsid w:val="00B953E0"/>
    <w:rsid w:val="00BA7ACE"/>
    <w:rsid w:val="00BB1B0D"/>
    <w:rsid w:val="00BC5625"/>
    <w:rsid w:val="00BD4206"/>
    <w:rsid w:val="00BD5981"/>
    <w:rsid w:val="00BE6DD8"/>
    <w:rsid w:val="00C00C3B"/>
    <w:rsid w:val="00C01DB8"/>
    <w:rsid w:val="00C1254D"/>
    <w:rsid w:val="00C42248"/>
    <w:rsid w:val="00C55206"/>
    <w:rsid w:val="00C65027"/>
    <w:rsid w:val="00C66C4B"/>
    <w:rsid w:val="00C74694"/>
    <w:rsid w:val="00C84EA1"/>
    <w:rsid w:val="00C861B7"/>
    <w:rsid w:val="00C92199"/>
    <w:rsid w:val="00CA3AE3"/>
    <w:rsid w:val="00CA7C1F"/>
    <w:rsid w:val="00CB15E2"/>
    <w:rsid w:val="00CB6D8D"/>
    <w:rsid w:val="00CC30AA"/>
    <w:rsid w:val="00CC3D0E"/>
    <w:rsid w:val="00CD15C0"/>
    <w:rsid w:val="00CD7640"/>
    <w:rsid w:val="00CE2B8F"/>
    <w:rsid w:val="00CE3203"/>
    <w:rsid w:val="00CE7455"/>
    <w:rsid w:val="00CF3836"/>
    <w:rsid w:val="00CF4B4A"/>
    <w:rsid w:val="00D04FFC"/>
    <w:rsid w:val="00D13571"/>
    <w:rsid w:val="00D17495"/>
    <w:rsid w:val="00D1791A"/>
    <w:rsid w:val="00D20CF3"/>
    <w:rsid w:val="00D22661"/>
    <w:rsid w:val="00D241CD"/>
    <w:rsid w:val="00D30AAC"/>
    <w:rsid w:val="00D31C40"/>
    <w:rsid w:val="00D33998"/>
    <w:rsid w:val="00D33F4B"/>
    <w:rsid w:val="00D352F0"/>
    <w:rsid w:val="00D46AB8"/>
    <w:rsid w:val="00D53F4C"/>
    <w:rsid w:val="00D54035"/>
    <w:rsid w:val="00D727E4"/>
    <w:rsid w:val="00D72AB1"/>
    <w:rsid w:val="00D732A4"/>
    <w:rsid w:val="00D822E7"/>
    <w:rsid w:val="00D8348F"/>
    <w:rsid w:val="00D85CE1"/>
    <w:rsid w:val="00D901D9"/>
    <w:rsid w:val="00DA05CB"/>
    <w:rsid w:val="00DA1B95"/>
    <w:rsid w:val="00DA5B28"/>
    <w:rsid w:val="00DB10A8"/>
    <w:rsid w:val="00DB2CDE"/>
    <w:rsid w:val="00DB6D3A"/>
    <w:rsid w:val="00DB7335"/>
    <w:rsid w:val="00DB76E1"/>
    <w:rsid w:val="00DC019F"/>
    <w:rsid w:val="00DC4E6C"/>
    <w:rsid w:val="00DD14DA"/>
    <w:rsid w:val="00DD3231"/>
    <w:rsid w:val="00DD4385"/>
    <w:rsid w:val="00DE0537"/>
    <w:rsid w:val="00DF5E2C"/>
    <w:rsid w:val="00E10112"/>
    <w:rsid w:val="00E11B90"/>
    <w:rsid w:val="00E147DC"/>
    <w:rsid w:val="00E20128"/>
    <w:rsid w:val="00E26674"/>
    <w:rsid w:val="00E337E5"/>
    <w:rsid w:val="00E3487E"/>
    <w:rsid w:val="00E36FDD"/>
    <w:rsid w:val="00E40B78"/>
    <w:rsid w:val="00E547DD"/>
    <w:rsid w:val="00E57C60"/>
    <w:rsid w:val="00E612F3"/>
    <w:rsid w:val="00E66A94"/>
    <w:rsid w:val="00E809C8"/>
    <w:rsid w:val="00E9150A"/>
    <w:rsid w:val="00E94339"/>
    <w:rsid w:val="00EA5E6C"/>
    <w:rsid w:val="00EF067B"/>
    <w:rsid w:val="00EF3A94"/>
    <w:rsid w:val="00F12321"/>
    <w:rsid w:val="00F1591D"/>
    <w:rsid w:val="00F35357"/>
    <w:rsid w:val="00F44905"/>
    <w:rsid w:val="00F5048F"/>
    <w:rsid w:val="00F54422"/>
    <w:rsid w:val="00F55548"/>
    <w:rsid w:val="00F62453"/>
    <w:rsid w:val="00F66C84"/>
    <w:rsid w:val="00F674BF"/>
    <w:rsid w:val="00F81855"/>
    <w:rsid w:val="00F83383"/>
    <w:rsid w:val="00F8630A"/>
    <w:rsid w:val="00F921B5"/>
    <w:rsid w:val="00F93946"/>
    <w:rsid w:val="00FB2FA5"/>
    <w:rsid w:val="00FB34F9"/>
    <w:rsid w:val="00FC424A"/>
    <w:rsid w:val="00FD07C8"/>
    <w:rsid w:val="00FD2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EAE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B0D36"/>
    <w:pPr>
      <w:keepNext/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B0D36"/>
    <w:pPr>
      <w:keepNext/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customStyle="1" w:styleId="ConsNonformat">
    <w:name w:val="ConsNonformat"/>
    <w:uiPriority w:val="99"/>
    <w:rsid w:val="00D1357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D1357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rsid w:val="0007169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9B0D36"/>
    <w:rPr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B0D36"/>
    <w:pPr>
      <w:spacing w:after="120"/>
      <w:ind w:left="283"/>
    </w:pPr>
    <w:rPr>
      <w:spacing w:val="20"/>
      <w:sz w:val="28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DB10A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775D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363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735A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9310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35AE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35A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93109"/>
    <w:rPr>
      <w:rFonts w:cs="Times New Roman"/>
      <w:sz w:val="24"/>
      <w:szCs w:val="24"/>
    </w:rPr>
  </w:style>
  <w:style w:type="paragraph" w:customStyle="1" w:styleId="1">
    <w:name w:val="1"/>
    <w:basedOn w:val="Normal"/>
    <w:uiPriority w:val="99"/>
    <w:rsid w:val="00632C0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1E23B8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D31C4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5E0F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2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134</Words>
  <Characters>767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Суфиярова</dc:creator>
  <cp:keywords/>
  <dc:description/>
  <cp:lastModifiedBy>Пользователь</cp:lastModifiedBy>
  <cp:revision>8</cp:revision>
  <cp:lastPrinted>2016-10-20T08:56:00Z</cp:lastPrinted>
  <dcterms:created xsi:type="dcterms:W3CDTF">2016-09-20T05:14:00Z</dcterms:created>
  <dcterms:modified xsi:type="dcterms:W3CDTF">2016-11-01T10:35:00Z</dcterms:modified>
</cp:coreProperties>
</file>