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24B" w:rsidRDefault="009B324B" w:rsidP="001021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 УЛЬЯНОВСКОЙ ОБЛАСТИ</w:t>
      </w:r>
    </w:p>
    <w:p w:rsidR="009B324B" w:rsidRDefault="009B324B" w:rsidP="001021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324B" w:rsidRDefault="009B324B" w:rsidP="001021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324B" w:rsidRDefault="009B324B" w:rsidP="001021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324B" w:rsidRPr="007D68E3" w:rsidRDefault="009B324B" w:rsidP="001021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324B" w:rsidRPr="00E337E5" w:rsidRDefault="009B324B" w:rsidP="00A324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337E5">
        <w:rPr>
          <w:rFonts w:ascii="Times New Roman" w:hAnsi="Times New Roman" w:cs="Times New Roman"/>
          <w:b/>
          <w:bCs/>
          <w:sz w:val="28"/>
          <w:szCs w:val="28"/>
        </w:rPr>
        <w:t>О внесении изменени</w:t>
      </w:r>
      <w:r>
        <w:rPr>
          <w:rFonts w:ascii="Times New Roman" w:hAnsi="Times New Roman" w:cs="Times New Roman"/>
          <w:b/>
          <w:bCs/>
          <w:sz w:val="28"/>
          <w:szCs w:val="28"/>
        </w:rPr>
        <w:t>я в статью 1 З</w:t>
      </w:r>
      <w:r w:rsidRPr="00E337E5">
        <w:rPr>
          <w:rFonts w:ascii="Times New Roman" w:hAnsi="Times New Roman" w:cs="Times New Roman"/>
          <w:b/>
          <w:bCs/>
          <w:sz w:val="28"/>
          <w:szCs w:val="28"/>
        </w:rPr>
        <w:t>акон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E337E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Pr="00E337E5">
        <w:rPr>
          <w:rFonts w:ascii="Times New Roman" w:hAnsi="Times New Roman" w:cs="Times New Roman"/>
          <w:b/>
          <w:bCs/>
          <w:sz w:val="28"/>
          <w:szCs w:val="28"/>
        </w:rPr>
        <w:t>льяновской области</w:t>
      </w:r>
    </w:p>
    <w:p w:rsidR="009B324B" w:rsidRPr="0090420D" w:rsidRDefault="009B324B" w:rsidP="00A32489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90420D">
        <w:rPr>
          <w:rFonts w:ascii="Times New Roman" w:hAnsi="Times New Roman" w:cs="Times New Roman"/>
          <w:b/>
          <w:bCs/>
          <w:sz w:val="28"/>
          <w:szCs w:val="28"/>
        </w:rPr>
        <w:t xml:space="preserve">О некоторых вопросах регулирования торговой деятельности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90420D">
        <w:rPr>
          <w:rFonts w:ascii="Times New Roman" w:hAnsi="Times New Roman" w:cs="Times New Roman"/>
          <w:b/>
          <w:bCs/>
          <w:sz w:val="28"/>
          <w:szCs w:val="28"/>
        </w:rPr>
        <w:t>на территории Ульяновской области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9B324B" w:rsidRPr="007D68E3" w:rsidRDefault="009B324B" w:rsidP="001021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324B" w:rsidRPr="007D68E3" w:rsidRDefault="009B324B" w:rsidP="001021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324B" w:rsidRDefault="009B324B" w:rsidP="001021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B324B" w:rsidRDefault="009B324B" w:rsidP="001021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B324B" w:rsidRPr="00CB15E2" w:rsidRDefault="009B324B" w:rsidP="00396D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B15E2">
        <w:rPr>
          <w:rFonts w:ascii="Times New Roman" w:hAnsi="Times New Roman" w:cs="Times New Roman"/>
          <w:bCs/>
          <w:sz w:val="24"/>
          <w:szCs w:val="24"/>
        </w:rPr>
        <w:t xml:space="preserve">Принят </w:t>
      </w:r>
      <w:r>
        <w:rPr>
          <w:rFonts w:ascii="Times New Roman" w:hAnsi="Times New Roman" w:cs="Times New Roman"/>
          <w:bCs/>
          <w:sz w:val="24"/>
          <w:szCs w:val="24"/>
        </w:rPr>
        <w:t>Законодательным Собранием Ульяновской области 20 октября 2016 года</w:t>
      </w:r>
    </w:p>
    <w:p w:rsidR="009B324B" w:rsidRPr="00E337E5" w:rsidRDefault="009B324B" w:rsidP="001021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B324B" w:rsidRDefault="009B324B" w:rsidP="001021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324B" w:rsidRPr="00E337E5" w:rsidRDefault="009B324B" w:rsidP="001021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324B" w:rsidRDefault="009B324B" w:rsidP="000665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7E5">
        <w:rPr>
          <w:rFonts w:ascii="Times New Roman" w:hAnsi="Times New Roman" w:cs="Times New Roman"/>
          <w:sz w:val="28"/>
          <w:szCs w:val="28"/>
        </w:rPr>
        <w:t>Внести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E337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статью 1 З</w:t>
      </w:r>
      <w:r w:rsidRPr="00C644CD">
        <w:rPr>
          <w:rFonts w:ascii="Times New Roman" w:hAnsi="Times New Roman" w:cs="Times New Roman"/>
          <w:color w:val="000000"/>
          <w:sz w:val="28"/>
          <w:szCs w:val="28"/>
        </w:rPr>
        <w:t>акон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 </w:t>
      </w:r>
      <w:r w:rsidRPr="00E337E5">
        <w:rPr>
          <w:rFonts w:ascii="Times New Roman" w:hAnsi="Times New Roman" w:cs="Times New Roman"/>
          <w:sz w:val="28"/>
          <w:szCs w:val="28"/>
        </w:rPr>
        <w:t>Ульяновской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37E5">
        <w:rPr>
          <w:rFonts w:ascii="Times New Roman" w:hAnsi="Times New Roman" w:cs="Times New Roman"/>
          <w:sz w:val="28"/>
          <w:szCs w:val="28"/>
        </w:rPr>
        <w:t>от 3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E337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E337E5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ября 2011</w:t>
      </w:r>
      <w:r w:rsidRPr="00E337E5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br/>
        <w:t>№</w:t>
      </w:r>
      <w:r w:rsidRPr="00E337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208</w:t>
      </w:r>
      <w:r w:rsidRPr="00E337E5">
        <w:rPr>
          <w:rFonts w:ascii="Times New Roman" w:hAnsi="Times New Roman" w:cs="Times New Roman"/>
          <w:sz w:val="28"/>
          <w:szCs w:val="28"/>
        </w:rPr>
        <w:t xml:space="preserve">-ЗО </w:t>
      </w:r>
      <w:r w:rsidRPr="0090420D">
        <w:rPr>
          <w:rFonts w:ascii="Times New Roman" w:hAnsi="Times New Roman" w:cs="Times New Roman"/>
          <w:sz w:val="28"/>
          <w:szCs w:val="28"/>
        </w:rPr>
        <w:t>«</w:t>
      </w:r>
      <w:r w:rsidRPr="0090420D">
        <w:rPr>
          <w:rFonts w:ascii="Times New Roman" w:hAnsi="Times New Roman" w:cs="Times New Roman"/>
          <w:bCs/>
          <w:sz w:val="28"/>
          <w:szCs w:val="28"/>
        </w:rPr>
        <w:t xml:space="preserve">О некоторых вопросах регулирования торговой деятельности 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 w:rsidRPr="0090420D">
        <w:rPr>
          <w:rFonts w:ascii="Times New Roman" w:hAnsi="Times New Roman" w:cs="Times New Roman"/>
          <w:bCs/>
          <w:sz w:val="28"/>
          <w:szCs w:val="28"/>
        </w:rPr>
        <w:t>на территории Ульяновской области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90420D">
        <w:rPr>
          <w:rFonts w:ascii="Times New Roman" w:hAnsi="Times New Roman" w:cs="Times New Roman"/>
          <w:sz w:val="28"/>
          <w:szCs w:val="28"/>
        </w:rPr>
        <w:t xml:space="preserve"> («Ульяновская</w:t>
      </w:r>
      <w:bookmarkStart w:id="0" w:name="_GoBack"/>
      <w:bookmarkEnd w:id="0"/>
      <w:r w:rsidRPr="0090420D">
        <w:rPr>
          <w:rFonts w:ascii="Times New Roman" w:hAnsi="Times New Roman" w:cs="Times New Roman"/>
          <w:sz w:val="28"/>
          <w:szCs w:val="28"/>
        </w:rPr>
        <w:t xml:space="preserve"> правда» </w:t>
      </w:r>
      <w:r w:rsidRPr="00F328B7">
        <w:rPr>
          <w:rFonts w:ascii="Times New Roman" w:hAnsi="Times New Roman" w:cs="Times New Roman"/>
          <w:bCs/>
          <w:sz w:val="28"/>
          <w:szCs w:val="28"/>
        </w:rPr>
        <w:t xml:space="preserve">от 07.12.2011 </w:t>
      </w:r>
      <w:r>
        <w:rPr>
          <w:rFonts w:ascii="Times New Roman" w:hAnsi="Times New Roman" w:cs="Times New Roman"/>
          <w:bCs/>
          <w:sz w:val="28"/>
          <w:szCs w:val="28"/>
        </w:rPr>
        <w:br/>
        <w:t>№</w:t>
      </w:r>
      <w:r w:rsidRPr="00F328B7">
        <w:rPr>
          <w:rFonts w:ascii="Times New Roman" w:hAnsi="Times New Roman" w:cs="Times New Roman"/>
          <w:bCs/>
          <w:sz w:val="28"/>
          <w:szCs w:val="28"/>
        </w:rPr>
        <w:t xml:space="preserve"> 138; от 07.09.2012 </w:t>
      </w:r>
      <w:r>
        <w:rPr>
          <w:rFonts w:ascii="Times New Roman" w:hAnsi="Times New Roman" w:cs="Times New Roman"/>
          <w:bCs/>
          <w:sz w:val="28"/>
          <w:szCs w:val="28"/>
        </w:rPr>
        <w:t>№</w:t>
      </w:r>
      <w:r w:rsidRPr="00F328B7">
        <w:rPr>
          <w:rFonts w:ascii="Times New Roman" w:hAnsi="Times New Roman" w:cs="Times New Roman"/>
          <w:bCs/>
          <w:sz w:val="28"/>
          <w:szCs w:val="28"/>
        </w:rPr>
        <w:t xml:space="preserve"> 97; от 19.08.2013 </w:t>
      </w:r>
      <w:r>
        <w:rPr>
          <w:rFonts w:ascii="Times New Roman" w:hAnsi="Times New Roman" w:cs="Times New Roman"/>
          <w:bCs/>
          <w:sz w:val="28"/>
          <w:szCs w:val="28"/>
        </w:rPr>
        <w:t xml:space="preserve">№ 97; </w:t>
      </w:r>
      <w:r w:rsidRPr="00F328B7">
        <w:rPr>
          <w:rFonts w:ascii="Times New Roman" w:hAnsi="Times New Roman" w:cs="Times New Roman"/>
          <w:bCs/>
          <w:sz w:val="28"/>
          <w:szCs w:val="28"/>
        </w:rPr>
        <w:t xml:space="preserve">от 11.11.2013 </w:t>
      </w:r>
      <w:r>
        <w:rPr>
          <w:rFonts w:ascii="Times New Roman" w:hAnsi="Times New Roman" w:cs="Times New Roman"/>
          <w:bCs/>
          <w:sz w:val="28"/>
          <w:szCs w:val="28"/>
        </w:rPr>
        <w:t>№</w:t>
      </w:r>
      <w:r w:rsidRPr="00F328B7">
        <w:rPr>
          <w:rFonts w:ascii="Times New Roman" w:hAnsi="Times New Roman" w:cs="Times New Roman"/>
          <w:bCs/>
          <w:sz w:val="28"/>
          <w:szCs w:val="28"/>
        </w:rPr>
        <w:t xml:space="preserve"> 144</w:t>
      </w:r>
      <w:r>
        <w:rPr>
          <w:rFonts w:ascii="Times New Roman" w:hAnsi="Times New Roman" w:cs="Times New Roman"/>
          <w:bCs/>
          <w:sz w:val="28"/>
          <w:szCs w:val="28"/>
        </w:rPr>
        <w:t>;</w:t>
      </w:r>
      <w:r>
        <w:rPr>
          <w:rFonts w:ascii="Times New Roman" w:hAnsi="Times New Roman" w:cs="Times New Roman"/>
          <w:bCs/>
          <w:sz w:val="28"/>
          <w:szCs w:val="28"/>
        </w:rPr>
        <w:br/>
        <w:t xml:space="preserve">от </w:t>
      </w:r>
      <w:r w:rsidRPr="00F328B7">
        <w:rPr>
          <w:rFonts w:ascii="Times New Roman" w:hAnsi="Times New Roman" w:cs="Times New Roman"/>
          <w:sz w:val="28"/>
          <w:szCs w:val="28"/>
        </w:rPr>
        <w:t>29.10.2015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F328B7">
        <w:rPr>
          <w:rFonts w:ascii="Times New Roman" w:hAnsi="Times New Roman" w:cs="Times New Roman"/>
          <w:sz w:val="28"/>
          <w:szCs w:val="28"/>
        </w:rPr>
        <w:t xml:space="preserve"> 151</w:t>
      </w:r>
      <w:r>
        <w:rPr>
          <w:rFonts w:ascii="Times New Roman" w:hAnsi="Times New Roman" w:cs="Times New Roman"/>
          <w:sz w:val="28"/>
          <w:szCs w:val="28"/>
        </w:rPr>
        <w:t>; от 06.09.2016 № 109)</w:t>
      </w:r>
      <w:r w:rsidRPr="00F328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изменение, изложив пункт 2 </w:t>
      </w:r>
      <w:r>
        <w:rPr>
          <w:rFonts w:ascii="Times New Roman" w:hAnsi="Times New Roman" w:cs="Times New Roman"/>
          <w:sz w:val="28"/>
          <w:szCs w:val="28"/>
        </w:rPr>
        <w:br/>
        <w:t>в следующей редакции:</w:t>
      </w:r>
    </w:p>
    <w:p w:rsidR="009B324B" w:rsidRPr="007C51FA" w:rsidRDefault="009B324B" w:rsidP="000665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C51FA">
        <w:rPr>
          <w:rFonts w:ascii="Times New Roman" w:hAnsi="Times New Roman" w:cs="Times New Roman"/>
          <w:sz w:val="28"/>
          <w:szCs w:val="28"/>
        </w:rPr>
        <w:t>«2) у</w:t>
      </w:r>
      <w:r>
        <w:rPr>
          <w:rFonts w:ascii="Times New Roman" w:hAnsi="Times New Roman" w:cs="Times New Roman"/>
          <w:sz w:val="28"/>
          <w:szCs w:val="28"/>
        </w:rPr>
        <w:t>тверждение</w:t>
      </w:r>
      <w:r w:rsidRPr="007C51FA">
        <w:rPr>
          <w:rFonts w:ascii="Times New Roman" w:hAnsi="Times New Roman" w:cs="Times New Roman"/>
          <w:sz w:val="28"/>
          <w:szCs w:val="28"/>
        </w:rPr>
        <w:t xml:space="preserve"> </w:t>
      </w:r>
      <w:r w:rsidRPr="007C51FA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нормативов минимальной обеспеченности населения площадью торговых объектов </w:t>
      </w:r>
      <w:r>
        <w:rPr>
          <w:rFonts w:ascii="Times New Roman" w:hAnsi="Times New Roman" w:cs="Times New Roman"/>
          <w:noProof/>
          <w:color w:val="000000"/>
          <w:sz w:val="28"/>
          <w:szCs w:val="28"/>
        </w:rPr>
        <w:t>для</w:t>
      </w:r>
      <w:r w:rsidRPr="007C51FA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Ульяновской области</w:t>
      </w:r>
      <w:r>
        <w:rPr>
          <w:rFonts w:ascii="Times New Roman" w:hAnsi="Times New Roman" w:cs="Times New Roman"/>
          <w:noProof/>
          <w:color w:val="000000"/>
          <w:sz w:val="28"/>
          <w:szCs w:val="28"/>
        </w:rPr>
        <w:t>;».</w:t>
      </w:r>
    </w:p>
    <w:p w:rsidR="009B324B" w:rsidRPr="00072A5B" w:rsidRDefault="009B324B" w:rsidP="0010210B">
      <w:pPr>
        <w:pStyle w:val="ConsPlusNormal"/>
        <w:ind w:firstLine="539"/>
        <w:jc w:val="both"/>
        <w:rPr>
          <w:rFonts w:ascii="Times New Roman" w:hAnsi="Times New Roman" w:cs="Times New Roman"/>
          <w:sz w:val="16"/>
          <w:szCs w:val="28"/>
        </w:rPr>
      </w:pPr>
    </w:p>
    <w:p w:rsidR="009B324B" w:rsidRDefault="009B324B" w:rsidP="0010210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B324B" w:rsidRDefault="009B324B" w:rsidP="0010210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B324B" w:rsidRDefault="009B324B" w:rsidP="00072A5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Губернатор Ульяновской области</w:t>
      </w:r>
      <w:r w:rsidRPr="00072A5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</w:t>
      </w:r>
      <w:r w:rsidRPr="00DE3742">
        <w:rPr>
          <w:rFonts w:ascii="Times New Roman" w:hAnsi="Times New Roman" w:cs="Times New Roman"/>
          <w:b/>
          <w:bCs/>
          <w:sz w:val="28"/>
          <w:szCs w:val="28"/>
        </w:rPr>
        <w:t>С.И.Морозов</w:t>
      </w:r>
    </w:p>
    <w:p w:rsidR="009B324B" w:rsidRDefault="009B324B" w:rsidP="001021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324B" w:rsidRDefault="009B324B" w:rsidP="001021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324B" w:rsidRPr="00B9010A" w:rsidRDefault="009B324B" w:rsidP="001021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324B" w:rsidRPr="00B9010A" w:rsidRDefault="009B324B" w:rsidP="001021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9010A">
        <w:rPr>
          <w:rFonts w:ascii="Times New Roman" w:hAnsi="Times New Roman" w:cs="Times New Roman"/>
          <w:sz w:val="28"/>
          <w:szCs w:val="28"/>
        </w:rPr>
        <w:t>г. Ульяновск</w:t>
      </w:r>
    </w:p>
    <w:p w:rsidR="009B324B" w:rsidRPr="00B9010A" w:rsidRDefault="009B324B" w:rsidP="001021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27 октября </w:t>
      </w:r>
      <w:smartTag w:uri="urn:schemas-microsoft-com:office:smarttags" w:element="metricconverter">
        <w:smartTagPr>
          <w:attr w:name="ProductID" w:val="2016 г"/>
        </w:smartTagPr>
        <w:r w:rsidRPr="00B9010A">
          <w:rPr>
            <w:rFonts w:ascii="Times New Roman" w:hAnsi="Times New Roman" w:cs="Times New Roman"/>
            <w:sz w:val="28"/>
            <w:szCs w:val="28"/>
          </w:rPr>
          <w:t>201</w:t>
        </w:r>
        <w:r>
          <w:rPr>
            <w:rFonts w:ascii="Times New Roman" w:hAnsi="Times New Roman" w:cs="Times New Roman"/>
            <w:sz w:val="28"/>
            <w:szCs w:val="28"/>
          </w:rPr>
          <w:t>6</w:t>
        </w:r>
        <w:r w:rsidRPr="00B9010A">
          <w:rPr>
            <w:rFonts w:ascii="Times New Roman" w:hAnsi="Times New Roman" w:cs="Times New Roman"/>
            <w:sz w:val="28"/>
            <w:szCs w:val="28"/>
          </w:rPr>
          <w:t xml:space="preserve"> г</w:t>
        </w:r>
      </w:smartTag>
      <w:r w:rsidRPr="00B9010A">
        <w:rPr>
          <w:rFonts w:ascii="Times New Roman" w:hAnsi="Times New Roman" w:cs="Times New Roman"/>
          <w:sz w:val="28"/>
          <w:szCs w:val="28"/>
        </w:rPr>
        <w:t>.</w:t>
      </w:r>
    </w:p>
    <w:p w:rsidR="009B324B" w:rsidRPr="00E337E5" w:rsidRDefault="009B324B" w:rsidP="001021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№149</w:t>
      </w:r>
      <w:r w:rsidRPr="00B9010A">
        <w:rPr>
          <w:rFonts w:ascii="Times New Roman" w:hAnsi="Times New Roman" w:cs="Times New Roman"/>
          <w:sz w:val="28"/>
          <w:szCs w:val="28"/>
        </w:rPr>
        <w:t>-ЗО</w:t>
      </w:r>
    </w:p>
    <w:sectPr w:rsidR="009B324B" w:rsidRPr="00E337E5" w:rsidSect="00072A5B">
      <w:footerReference w:type="default" r:id="rId7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324B" w:rsidRDefault="009B324B" w:rsidP="00072A5B">
      <w:pPr>
        <w:spacing w:after="0" w:line="240" w:lineRule="auto"/>
      </w:pPr>
      <w:r>
        <w:separator/>
      </w:r>
    </w:p>
  </w:endnote>
  <w:endnote w:type="continuationSeparator" w:id="0">
    <w:p w:rsidR="009B324B" w:rsidRDefault="009B324B" w:rsidP="00072A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24B" w:rsidRPr="00072A5B" w:rsidRDefault="009B324B" w:rsidP="00072A5B">
    <w:pPr>
      <w:pStyle w:val="Footer"/>
      <w:jc w:val="right"/>
      <w:rPr>
        <w:rFonts w:ascii="Times New Roman" w:hAnsi="Times New Roman" w:cs="Times New Roman"/>
        <w:sz w:val="16"/>
        <w:szCs w:val="16"/>
      </w:rPr>
    </w:pPr>
    <w:r w:rsidRPr="00072A5B">
      <w:rPr>
        <w:rFonts w:ascii="Times New Roman" w:hAnsi="Times New Roman" w:cs="Times New Roman"/>
        <w:sz w:val="16"/>
        <w:szCs w:val="16"/>
      </w:rPr>
      <w:t>2809чл2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324B" w:rsidRDefault="009B324B" w:rsidP="00072A5B">
      <w:pPr>
        <w:spacing w:after="0" w:line="240" w:lineRule="auto"/>
      </w:pPr>
      <w:r>
        <w:separator/>
      </w:r>
    </w:p>
  </w:footnote>
  <w:footnote w:type="continuationSeparator" w:id="0">
    <w:p w:rsidR="009B324B" w:rsidRDefault="009B324B" w:rsidP="00072A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996153"/>
    <w:multiLevelType w:val="hybridMultilevel"/>
    <w:tmpl w:val="AA16A976"/>
    <w:lvl w:ilvl="0" w:tplc="D9AE937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37E5"/>
    <w:rsid w:val="000000B3"/>
    <w:rsid w:val="00000722"/>
    <w:rsid w:val="000008AC"/>
    <w:rsid w:val="00000FD1"/>
    <w:rsid w:val="0000101D"/>
    <w:rsid w:val="0000185C"/>
    <w:rsid w:val="00001CCD"/>
    <w:rsid w:val="0000354E"/>
    <w:rsid w:val="0000365F"/>
    <w:rsid w:val="00003D9F"/>
    <w:rsid w:val="000047B9"/>
    <w:rsid w:val="000048B5"/>
    <w:rsid w:val="000056A1"/>
    <w:rsid w:val="000056BB"/>
    <w:rsid w:val="0000595F"/>
    <w:rsid w:val="00005BE5"/>
    <w:rsid w:val="00010FEE"/>
    <w:rsid w:val="00011BD1"/>
    <w:rsid w:val="00011EB6"/>
    <w:rsid w:val="00014E87"/>
    <w:rsid w:val="00015264"/>
    <w:rsid w:val="000153C9"/>
    <w:rsid w:val="0001589C"/>
    <w:rsid w:val="00015F50"/>
    <w:rsid w:val="00016325"/>
    <w:rsid w:val="00017F91"/>
    <w:rsid w:val="000202E3"/>
    <w:rsid w:val="00021AD7"/>
    <w:rsid w:val="000221D8"/>
    <w:rsid w:val="00023432"/>
    <w:rsid w:val="0002395F"/>
    <w:rsid w:val="00024A21"/>
    <w:rsid w:val="00024CBE"/>
    <w:rsid w:val="00026380"/>
    <w:rsid w:val="000279E2"/>
    <w:rsid w:val="000306D4"/>
    <w:rsid w:val="00031359"/>
    <w:rsid w:val="00031821"/>
    <w:rsid w:val="00031973"/>
    <w:rsid w:val="00033CEE"/>
    <w:rsid w:val="00034E32"/>
    <w:rsid w:val="000361C3"/>
    <w:rsid w:val="00036208"/>
    <w:rsid w:val="00036839"/>
    <w:rsid w:val="00036F84"/>
    <w:rsid w:val="00040B8C"/>
    <w:rsid w:val="00040E15"/>
    <w:rsid w:val="00041F04"/>
    <w:rsid w:val="00043535"/>
    <w:rsid w:val="000437D3"/>
    <w:rsid w:val="0004390C"/>
    <w:rsid w:val="000439FB"/>
    <w:rsid w:val="0004427A"/>
    <w:rsid w:val="000451A6"/>
    <w:rsid w:val="000452A5"/>
    <w:rsid w:val="0004688B"/>
    <w:rsid w:val="000472A3"/>
    <w:rsid w:val="00051D36"/>
    <w:rsid w:val="0005227E"/>
    <w:rsid w:val="00052802"/>
    <w:rsid w:val="00052AAF"/>
    <w:rsid w:val="00053CE8"/>
    <w:rsid w:val="00054173"/>
    <w:rsid w:val="000542B2"/>
    <w:rsid w:val="0005480B"/>
    <w:rsid w:val="000555C2"/>
    <w:rsid w:val="0005653D"/>
    <w:rsid w:val="00056904"/>
    <w:rsid w:val="00056C19"/>
    <w:rsid w:val="000603B8"/>
    <w:rsid w:val="00061378"/>
    <w:rsid w:val="00061B18"/>
    <w:rsid w:val="00062870"/>
    <w:rsid w:val="000639BD"/>
    <w:rsid w:val="00065B8C"/>
    <w:rsid w:val="0006659B"/>
    <w:rsid w:val="0006665D"/>
    <w:rsid w:val="000669F0"/>
    <w:rsid w:val="000702B3"/>
    <w:rsid w:val="00070782"/>
    <w:rsid w:val="0007170F"/>
    <w:rsid w:val="00072A5B"/>
    <w:rsid w:val="00074AEB"/>
    <w:rsid w:val="00074C97"/>
    <w:rsid w:val="00076025"/>
    <w:rsid w:val="00077B1D"/>
    <w:rsid w:val="0008084A"/>
    <w:rsid w:val="00081807"/>
    <w:rsid w:val="00082883"/>
    <w:rsid w:val="000836B0"/>
    <w:rsid w:val="00083C20"/>
    <w:rsid w:val="0008512D"/>
    <w:rsid w:val="00086670"/>
    <w:rsid w:val="000866C3"/>
    <w:rsid w:val="00086D29"/>
    <w:rsid w:val="00090B27"/>
    <w:rsid w:val="00092B23"/>
    <w:rsid w:val="0009378C"/>
    <w:rsid w:val="00093F41"/>
    <w:rsid w:val="000944C4"/>
    <w:rsid w:val="00095489"/>
    <w:rsid w:val="00095A4A"/>
    <w:rsid w:val="00095D5D"/>
    <w:rsid w:val="0009637D"/>
    <w:rsid w:val="00096AC3"/>
    <w:rsid w:val="00096D10"/>
    <w:rsid w:val="0009700F"/>
    <w:rsid w:val="000A1BB7"/>
    <w:rsid w:val="000A1C49"/>
    <w:rsid w:val="000A25B7"/>
    <w:rsid w:val="000A2D5C"/>
    <w:rsid w:val="000A44BE"/>
    <w:rsid w:val="000A4A15"/>
    <w:rsid w:val="000A562E"/>
    <w:rsid w:val="000A6705"/>
    <w:rsid w:val="000A67A2"/>
    <w:rsid w:val="000A6E0B"/>
    <w:rsid w:val="000B10EA"/>
    <w:rsid w:val="000B2007"/>
    <w:rsid w:val="000B22D5"/>
    <w:rsid w:val="000B25E2"/>
    <w:rsid w:val="000B2776"/>
    <w:rsid w:val="000B2AEF"/>
    <w:rsid w:val="000B3061"/>
    <w:rsid w:val="000B33FC"/>
    <w:rsid w:val="000B34ED"/>
    <w:rsid w:val="000B4ED6"/>
    <w:rsid w:val="000B5490"/>
    <w:rsid w:val="000B5E1B"/>
    <w:rsid w:val="000B5F42"/>
    <w:rsid w:val="000B6642"/>
    <w:rsid w:val="000B7AB0"/>
    <w:rsid w:val="000C1604"/>
    <w:rsid w:val="000C29E5"/>
    <w:rsid w:val="000C508F"/>
    <w:rsid w:val="000C518E"/>
    <w:rsid w:val="000C543F"/>
    <w:rsid w:val="000C54B6"/>
    <w:rsid w:val="000C5ACF"/>
    <w:rsid w:val="000C5DA6"/>
    <w:rsid w:val="000C72D0"/>
    <w:rsid w:val="000C7B38"/>
    <w:rsid w:val="000C7D72"/>
    <w:rsid w:val="000D3739"/>
    <w:rsid w:val="000D4C02"/>
    <w:rsid w:val="000D566C"/>
    <w:rsid w:val="000D5AD4"/>
    <w:rsid w:val="000D6070"/>
    <w:rsid w:val="000D6ACC"/>
    <w:rsid w:val="000D7017"/>
    <w:rsid w:val="000D77BA"/>
    <w:rsid w:val="000D78CE"/>
    <w:rsid w:val="000E1EEC"/>
    <w:rsid w:val="000E2572"/>
    <w:rsid w:val="000E2CD6"/>
    <w:rsid w:val="000E42C2"/>
    <w:rsid w:val="000E4307"/>
    <w:rsid w:val="000E4C6D"/>
    <w:rsid w:val="000E566E"/>
    <w:rsid w:val="000E588F"/>
    <w:rsid w:val="000E6122"/>
    <w:rsid w:val="000E64F3"/>
    <w:rsid w:val="000E699A"/>
    <w:rsid w:val="000F1935"/>
    <w:rsid w:val="000F1C5E"/>
    <w:rsid w:val="000F23A0"/>
    <w:rsid w:val="000F2E3E"/>
    <w:rsid w:val="000F34E7"/>
    <w:rsid w:val="000F356E"/>
    <w:rsid w:val="000F36BB"/>
    <w:rsid w:val="000F4440"/>
    <w:rsid w:val="000F44B8"/>
    <w:rsid w:val="000F54B3"/>
    <w:rsid w:val="000F7F2E"/>
    <w:rsid w:val="0010021D"/>
    <w:rsid w:val="00101757"/>
    <w:rsid w:val="001017B0"/>
    <w:rsid w:val="00101C31"/>
    <w:rsid w:val="0010210B"/>
    <w:rsid w:val="00102741"/>
    <w:rsid w:val="00102C64"/>
    <w:rsid w:val="0010337D"/>
    <w:rsid w:val="0010599E"/>
    <w:rsid w:val="0010794B"/>
    <w:rsid w:val="0011024E"/>
    <w:rsid w:val="00110D12"/>
    <w:rsid w:val="00110EBC"/>
    <w:rsid w:val="001115EB"/>
    <w:rsid w:val="00112104"/>
    <w:rsid w:val="001128FC"/>
    <w:rsid w:val="001136E1"/>
    <w:rsid w:val="00113D17"/>
    <w:rsid w:val="00113DE3"/>
    <w:rsid w:val="00114679"/>
    <w:rsid w:val="00114B19"/>
    <w:rsid w:val="00115DB4"/>
    <w:rsid w:val="00117ABA"/>
    <w:rsid w:val="00117EBC"/>
    <w:rsid w:val="00121854"/>
    <w:rsid w:val="00121938"/>
    <w:rsid w:val="00121A7A"/>
    <w:rsid w:val="00122D6E"/>
    <w:rsid w:val="00122DCB"/>
    <w:rsid w:val="001230E8"/>
    <w:rsid w:val="00123742"/>
    <w:rsid w:val="00127B2D"/>
    <w:rsid w:val="00131C45"/>
    <w:rsid w:val="00132070"/>
    <w:rsid w:val="001325F7"/>
    <w:rsid w:val="00134717"/>
    <w:rsid w:val="001354D9"/>
    <w:rsid w:val="00136D0A"/>
    <w:rsid w:val="001373E3"/>
    <w:rsid w:val="001377FC"/>
    <w:rsid w:val="00137F0D"/>
    <w:rsid w:val="00141116"/>
    <w:rsid w:val="00142839"/>
    <w:rsid w:val="00142B4D"/>
    <w:rsid w:val="00144CF0"/>
    <w:rsid w:val="00145BC8"/>
    <w:rsid w:val="00146A17"/>
    <w:rsid w:val="001505F7"/>
    <w:rsid w:val="0015178D"/>
    <w:rsid w:val="00151EB5"/>
    <w:rsid w:val="00152C68"/>
    <w:rsid w:val="00152DA5"/>
    <w:rsid w:val="0015432F"/>
    <w:rsid w:val="00154813"/>
    <w:rsid w:val="00155EFA"/>
    <w:rsid w:val="00156B11"/>
    <w:rsid w:val="0016066F"/>
    <w:rsid w:val="00161875"/>
    <w:rsid w:val="00161D59"/>
    <w:rsid w:val="00162422"/>
    <w:rsid w:val="001626C1"/>
    <w:rsid w:val="00162FE4"/>
    <w:rsid w:val="001637BB"/>
    <w:rsid w:val="00163B6D"/>
    <w:rsid w:val="001648B4"/>
    <w:rsid w:val="00164C6E"/>
    <w:rsid w:val="00164CC1"/>
    <w:rsid w:val="00166591"/>
    <w:rsid w:val="00166E7A"/>
    <w:rsid w:val="0016786F"/>
    <w:rsid w:val="00171475"/>
    <w:rsid w:val="00171A44"/>
    <w:rsid w:val="0017281B"/>
    <w:rsid w:val="0017479A"/>
    <w:rsid w:val="00174A8E"/>
    <w:rsid w:val="0017626A"/>
    <w:rsid w:val="0017653B"/>
    <w:rsid w:val="00176957"/>
    <w:rsid w:val="00177522"/>
    <w:rsid w:val="00177B36"/>
    <w:rsid w:val="00181A7E"/>
    <w:rsid w:val="00181C28"/>
    <w:rsid w:val="00181C57"/>
    <w:rsid w:val="00181FF6"/>
    <w:rsid w:val="001829A6"/>
    <w:rsid w:val="00183B55"/>
    <w:rsid w:val="001847B6"/>
    <w:rsid w:val="001849C0"/>
    <w:rsid w:val="001860D4"/>
    <w:rsid w:val="00186181"/>
    <w:rsid w:val="0018716D"/>
    <w:rsid w:val="001878A2"/>
    <w:rsid w:val="0019089A"/>
    <w:rsid w:val="00190925"/>
    <w:rsid w:val="00190D0E"/>
    <w:rsid w:val="001911EB"/>
    <w:rsid w:val="0019125B"/>
    <w:rsid w:val="001914F0"/>
    <w:rsid w:val="00191B13"/>
    <w:rsid w:val="00192F08"/>
    <w:rsid w:val="00195419"/>
    <w:rsid w:val="0019592A"/>
    <w:rsid w:val="0019754D"/>
    <w:rsid w:val="001A12F9"/>
    <w:rsid w:val="001A1CFC"/>
    <w:rsid w:val="001A219E"/>
    <w:rsid w:val="001A28BF"/>
    <w:rsid w:val="001A30A5"/>
    <w:rsid w:val="001A330F"/>
    <w:rsid w:val="001A3ACB"/>
    <w:rsid w:val="001A431E"/>
    <w:rsid w:val="001A4C40"/>
    <w:rsid w:val="001A5C47"/>
    <w:rsid w:val="001A63EC"/>
    <w:rsid w:val="001A6A29"/>
    <w:rsid w:val="001A7176"/>
    <w:rsid w:val="001B128C"/>
    <w:rsid w:val="001B1CCC"/>
    <w:rsid w:val="001B2183"/>
    <w:rsid w:val="001B31B8"/>
    <w:rsid w:val="001B36DF"/>
    <w:rsid w:val="001B3A15"/>
    <w:rsid w:val="001B3AC0"/>
    <w:rsid w:val="001B50FE"/>
    <w:rsid w:val="001C0409"/>
    <w:rsid w:val="001C05E4"/>
    <w:rsid w:val="001C2363"/>
    <w:rsid w:val="001C262D"/>
    <w:rsid w:val="001C4A51"/>
    <w:rsid w:val="001C4C72"/>
    <w:rsid w:val="001C5A6B"/>
    <w:rsid w:val="001C5DBC"/>
    <w:rsid w:val="001C6486"/>
    <w:rsid w:val="001C6770"/>
    <w:rsid w:val="001C7D84"/>
    <w:rsid w:val="001C7E96"/>
    <w:rsid w:val="001D002E"/>
    <w:rsid w:val="001D02FC"/>
    <w:rsid w:val="001D0417"/>
    <w:rsid w:val="001D04B1"/>
    <w:rsid w:val="001D0F0A"/>
    <w:rsid w:val="001D13A7"/>
    <w:rsid w:val="001D1841"/>
    <w:rsid w:val="001D40F1"/>
    <w:rsid w:val="001D4B52"/>
    <w:rsid w:val="001D502B"/>
    <w:rsid w:val="001D57D8"/>
    <w:rsid w:val="001D77D3"/>
    <w:rsid w:val="001E01E8"/>
    <w:rsid w:val="001E20B5"/>
    <w:rsid w:val="001E2286"/>
    <w:rsid w:val="001E2964"/>
    <w:rsid w:val="001E3B05"/>
    <w:rsid w:val="001E5E32"/>
    <w:rsid w:val="001E5F11"/>
    <w:rsid w:val="001E69C8"/>
    <w:rsid w:val="001F081F"/>
    <w:rsid w:val="001F10DA"/>
    <w:rsid w:val="001F111A"/>
    <w:rsid w:val="001F3382"/>
    <w:rsid w:val="001F34BB"/>
    <w:rsid w:val="001F3C39"/>
    <w:rsid w:val="001F5DD6"/>
    <w:rsid w:val="001F627E"/>
    <w:rsid w:val="001F73C1"/>
    <w:rsid w:val="001F7BA4"/>
    <w:rsid w:val="001F7C35"/>
    <w:rsid w:val="0020108B"/>
    <w:rsid w:val="0020179D"/>
    <w:rsid w:val="00203698"/>
    <w:rsid w:val="00206591"/>
    <w:rsid w:val="00207D14"/>
    <w:rsid w:val="002103BF"/>
    <w:rsid w:val="002114F0"/>
    <w:rsid w:val="00211755"/>
    <w:rsid w:val="002123C8"/>
    <w:rsid w:val="00214C1C"/>
    <w:rsid w:val="00214D6E"/>
    <w:rsid w:val="00216329"/>
    <w:rsid w:val="002171CB"/>
    <w:rsid w:val="002178CE"/>
    <w:rsid w:val="00217B72"/>
    <w:rsid w:val="0022023D"/>
    <w:rsid w:val="00221BCF"/>
    <w:rsid w:val="00222B09"/>
    <w:rsid w:val="00222BA1"/>
    <w:rsid w:val="00223F0C"/>
    <w:rsid w:val="002252C4"/>
    <w:rsid w:val="00225FC2"/>
    <w:rsid w:val="00227C31"/>
    <w:rsid w:val="00227E85"/>
    <w:rsid w:val="00230111"/>
    <w:rsid w:val="0023081F"/>
    <w:rsid w:val="002311DC"/>
    <w:rsid w:val="002320F4"/>
    <w:rsid w:val="00232BF9"/>
    <w:rsid w:val="00233FAF"/>
    <w:rsid w:val="00234141"/>
    <w:rsid w:val="00234767"/>
    <w:rsid w:val="00237577"/>
    <w:rsid w:val="00237C18"/>
    <w:rsid w:val="00241CF4"/>
    <w:rsid w:val="00242001"/>
    <w:rsid w:val="0024334D"/>
    <w:rsid w:val="0024485C"/>
    <w:rsid w:val="002456E2"/>
    <w:rsid w:val="002461D7"/>
    <w:rsid w:val="00246872"/>
    <w:rsid w:val="00247778"/>
    <w:rsid w:val="0025087A"/>
    <w:rsid w:val="00251505"/>
    <w:rsid w:val="00251588"/>
    <w:rsid w:val="002531E2"/>
    <w:rsid w:val="00253441"/>
    <w:rsid w:val="00253835"/>
    <w:rsid w:val="00253A62"/>
    <w:rsid w:val="00254140"/>
    <w:rsid w:val="002542E3"/>
    <w:rsid w:val="002557B3"/>
    <w:rsid w:val="00255E2D"/>
    <w:rsid w:val="002563CB"/>
    <w:rsid w:val="0026130B"/>
    <w:rsid w:val="00264269"/>
    <w:rsid w:val="002649E7"/>
    <w:rsid w:val="00264EF2"/>
    <w:rsid w:val="00264F3E"/>
    <w:rsid w:val="002659BE"/>
    <w:rsid w:val="00266533"/>
    <w:rsid w:val="00267527"/>
    <w:rsid w:val="002676AE"/>
    <w:rsid w:val="00270026"/>
    <w:rsid w:val="0027017F"/>
    <w:rsid w:val="00270431"/>
    <w:rsid w:val="002713F1"/>
    <w:rsid w:val="00272336"/>
    <w:rsid w:val="002737DE"/>
    <w:rsid w:val="00274263"/>
    <w:rsid w:val="00274502"/>
    <w:rsid w:val="00274F04"/>
    <w:rsid w:val="002751DC"/>
    <w:rsid w:val="00276A51"/>
    <w:rsid w:val="00276E81"/>
    <w:rsid w:val="00276FDE"/>
    <w:rsid w:val="00277138"/>
    <w:rsid w:val="00277173"/>
    <w:rsid w:val="0027761C"/>
    <w:rsid w:val="00277811"/>
    <w:rsid w:val="0028002B"/>
    <w:rsid w:val="00280924"/>
    <w:rsid w:val="00280BC8"/>
    <w:rsid w:val="0028102B"/>
    <w:rsid w:val="00281717"/>
    <w:rsid w:val="002824C1"/>
    <w:rsid w:val="0028393F"/>
    <w:rsid w:val="00284589"/>
    <w:rsid w:val="0028463B"/>
    <w:rsid w:val="00286F1F"/>
    <w:rsid w:val="002876C2"/>
    <w:rsid w:val="002906D7"/>
    <w:rsid w:val="002909FF"/>
    <w:rsid w:val="00290E66"/>
    <w:rsid w:val="00291BAB"/>
    <w:rsid w:val="00292876"/>
    <w:rsid w:val="00294083"/>
    <w:rsid w:val="0029498E"/>
    <w:rsid w:val="00294F4A"/>
    <w:rsid w:val="002956EF"/>
    <w:rsid w:val="00295CC4"/>
    <w:rsid w:val="00295D63"/>
    <w:rsid w:val="00297B69"/>
    <w:rsid w:val="00297E30"/>
    <w:rsid w:val="002A05CE"/>
    <w:rsid w:val="002A0C34"/>
    <w:rsid w:val="002A24A8"/>
    <w:rsid w:val="002A2644"/>
    <w:rsid w:val="002A3308"/>
    <w:rsid w:val="002A4EB9"/>
    <w:rsid w:val="002A6713"/>
    <w:rsid w:val="002A6AAF"/>
    <w:rsid w:val="002A6F95"/>
    <w:rsid w:val="002A75C4"/>
    <w:rsid w:val="002B0E30"/>
    <w:rsid w:val="002B27A9"/>
    <w:rsid w:val="002B27BE"/>
    <w:rsid w:val="002B2B6A"/>
    <w:rsid w:val="002B2CCC"/>
    <w:rsid w:val="002B51E7"/>
    <w:rsid w:val="002B58B8"/>
    <w:rsid w:val="002B6834"/>
    <w:rsid w:val="002B6848"/>
    <w:rsid w:val="002B6A62"/>
    <w:rsid w:val="002B77B3"/>
    <w:rsid w:val="002B7BF1"/>
    <w:rsid w:val="002B7F34"/>
    <w:rsid w:val="002C002E"/>
    <w:rsid w:val="002C03E5"/>
    <w:rsid w:val="002C130C"/>
    <w:rsid w:val="002C2C61"/>
    <w:rsid w:val="002C341E"/>
    <w:rsid w:val="002C4135"/>
    <w:rsid w:val="002C472A"/>
    <w:rsid w:val="002C4A20"/>
    <w:rsid w:val="002C534A"/>
    <w:rsid w:val="002C71B5"/>
    <w:rsid w:val="002C7310"/>
    <w:rsid w:val="002C7ABF"/>
    <w:rsid w:val="002D0E63"/>
    <w:rsid w:val="002D11FF"/>
    <w:rsid w:val="002D28CE"/>
    <w:rsid w:val="002D2FDB"/>
    <w:rsid w:val="002D3008"/>
    <w:rsid w:val="002D5ECC"/>
    <w:rsid w:val="002D6799"/>
    <w:rsid w:val="002D6ADC"/>
    <w:rsid w:val="002D749B"/>
    <w:rsid w:val="002D7F9D"/>
    <w:rsid w:val="002E0DF3"/>
    <w:rsid w:val="002E0EA7"/>
    <w:rsid w:val="002E13EB"/>
    <w:rsid w:val="002E1C7B"/>
    <w:rsid w:val="002E1EF1"/>
    <w:rsid w:val="002E4BA4"/>
    <w:rsid w:val="002E50A6"/>
    <w:rsid w:val="002E50F8"/>
    <w:rsid w:val="002E5D6F"/>
    <w:rsid w:val="002E64B0"/>
    <w:rsid w:val="002E65B1"/>
    <w:rsid w:val="002E6BE0"/>
    <w:rsid w:val="002E7C29"/>
    <w:rsid w:val="002E7C7E"/>
    <w:rsid w:val="002F1147"/>
    <w:rsid w:val="002F2622"/>
    <w:rsid w:val="002F4995"/>
    <w:rsid w:val="002F7AC3"/>
    <w:rsid w:val="00301AD2"/>
    <w:rsid w:val="00301BD7"/>
    <w:rsid w:val="00304FBD"/>
    <w:rsid w:val="00304FFC"/>
    <w:rsid w:val="0030546C"/>
    <w:rsid w:val="0030619E"/>
    <w:rsid w:val="00307F01"/>
    <w:rsid w:val="0031108A"/>
    <w:rsid w:val="00311194"/>
    <w:rsid w:val="003133F6"/>
    <w:rsid w:val="003156F5"/>
    <w:rsid w:val="00315FDD"/>
    <w:rsid w:val="0031731E"/>
    <w:rsid w:val="00322FAF"/>
    <w:rsid w:val="0032479F"/>
    <w:rsid w:val="0032496F"/>
    <w:rsid w:val="00327227"/>
    <w:rsid w:val="003274BA"/>
    <w:rsid w:val="00327E9C"/>
    <w:rsid w:val="003311C4"/>
    <w:rsid w:val="003316A3"/>
    <w:rsid w:val="00331A89"/>
    <w:rsid w:val="00331CE6"/>
    <w:rsid w:val="00331FBB"/>
    <w:rsid w:val="00332C4F"/>
    <w:rsid w:val="00335072"/>
    <w:rsid w:val="00337476"/>
    <w:rsid w:val="00337B34"/>
    <w:rsid w:val="00340BBD"/>
    <w:rsid w:val="00340D6D"/>
    <w:rsid w:val="00341DBA"/>
    <w:rsid w:val="0034207F"/>
    <w:rsid w:val="003423B8"/>
    <w:rsid w:val="00342532"/>
    <w:rsid w:val="00343BFE"/>
    <w:rsid w:val="00344577"/>
    <w:rsid w:val="00346788"/>
    <w:rsid w:val="00350B51"/>
    <w:rsid w:val="003513F6"/>
    <w:rsid w:val="00351B00"/>
    <w:rsid w:val="0035241C"/>
    <w:rsid w:val="00353CD5"/>
    <w:rsid w:val="0035468E"/>
    <w:rsid w:val="00355710"/>
    <w:rsid w:val="0035577F"/>
    <w:rsid w:val="003558A8"/>
    <w:rsid w:val="00357DE0"/>
    <w:rsid w:val="00357F64"/>
    <w:rsid w:val="00360147"/>
    <w:rsid w:val="00362F5A"/>
    <w:rsid w:val="00363366"/>
    <w:rsid w:val="003645C7"/>
    <w:rsid w:val="003673FA"/>
    <w:rsid w:val="003675E9"/>
    <w:rsid w:val="00367667"/>
    <w:rsid w:val="00367A84"/>
    <w:rsid w:val="00370B11"/>
    <w:rsid w:val="00371C61"/>
    <w:rsid w:val="00371E18"/>
    <w:rsid w:val="00371E93"/>
    <w:rsid w:val="00374019"/>
    <w:rsid w:val="00374280"/>
    <w:rsid w:val="003750D6"/>
    <w:rsid w:val="00376418"/>
    <w:rsid w:val="003765E8"/>
    <w:rsid w:val="00377D4B"/>
    <w:rsid w:val="00380666"/>
    <w:rsid w:val="00380CF4"/>
    <w:rsid w:val="00381A69"/>
    <w:rsid w:val="00381D2F"/>
    <w:rsid w:val="00382DFC"/>
    <w:rsid w:val="003832BC"/>
    <w:rsid w:val="00383ACF"/>
    <w:rsid w:val="00383E33"/>
    <w:rsid w:val="00384F76"/>
    <w:rsid w:val="00385E28"/>
    <w:rsid w:val="0038738D"/>
    <w:rsid w:val="003876C9"/>
    <w:rsid w:val="00390490"/>
    <w:rsid w:val="00390653"/>
    <w:rsid w:val="00390C8E"/>
    <w:rsid w:val="00392BE9"/>
    <w:rsid w:val="00393015"/>
    <w:rsid w:val="00394ABF"/>
    <w:rsid w:val="003960B2"/>
    <w:rsid w:val="00396140"/>
    <w:rsid w:val="00396276"/>
    <w:rsid w:val="00396D44"/>
    <w:rsid w:val="00396DBE"/>
    <w:rsid w:val="0039723B"/>
    <w:rsid w:val="003976CF"/>
    <w:rsid w:val="003A2008"/>
    <w:rsid w:val="003A2483"/>
    <w:rsid w:val="003A2B4C"/>
    <w:rsid w:val="003A2D9B"/>
    <w:rsid w:val="003A3B01"/>
    <w:rsid w:val="003A3CBA"/>
    <w:rsid w:val="003A46A4"/>
    <w:rsid w:val="003A5480"/>
    <w:rsid w:val="003A5A36"/>
    <w:rsid w:val="003A63B4"/>
    <w:rsid w:val="003A7F4A"/>
    <w:rsid w:val="003B13E0"/>
    <w:rsid w:val="003B1BBD"/>
    <w:rsid w:val="003B21DF"/>
    <w:rsid w:val="003B2205"/>
    <w:rsid w:val="003B4733"/>
    <w:rsid w:val="003B4D67"/>
    <w:rsid w:val="003B5460"/>
    <w:rsid w:val="003B63C3"/>
    <w:rsid w:val="003B6F02"/>
    <w:rsid w:val="003B75B5"/>
    <w:rsid w:val="003B7F07"/>
    <w:rsid w:val="003C11AE"/>
    <w:rsid w:val="003C1B7D"/>
    <w:rsid w:val="003C221C"/>
    <w:rsid w:val="003C35D4"/>
    <w:rsid w:val="003C508F"/>
    <w:rsid w:val="003C64BA"/>
    <w:rsid w:val="003D03E0"/>
    <w:rsid w:val="003D09D6"/>
    <w:rsid w:val="003D10E6"/>
    <w:rsid w:val="003D14C5"/>
    <w:rsid w:val="003D1782"/>
    <w:rsid w:val="003D19E3"/>
    <w:rsid w:val="003D1B1B"/>
    <w:rsid w:val="003D1B69"/>
    <w:rsid w:val="003D2A46"/>
    <w:rsid w:val="003D5458"/>
    <w:rsid w:val="003D5F10"/>
    <w:rsid w:val="003D644D"/>
    <w:rsid w:val="003E062C"/>
    <w:rsid w:val="003E11F4"/>
    <w:rsid w:val="003E1569"/>
    <w:rsid w:val="003E15DB"/>
    <w:rsid w:val="003E1B60"/>
    <w:rsid w:val="003F0114"/>
    <w:rsid w:val="003F27DC"/>
    <w:rsid w:val="003F44FB"/>
    <w:rsid w:val="003F4C44"/>
    <w:rsid w:val="003F5F6C"/>
    <w:rsid w:val="003F7149"/>
    <w:rsid w:val="003F71F0"/>
    <w:rsid w:val="003F7A92"/>
    <w:rsid w:val="003F7AA6"/>
    <w:rsid w:val="003F7FD8"/>
    <w:rsid w:val="0040092B"/>
    <w:rsid w:val="00400DCA"/>
    <w:rsid w:val="004021B6"/>
    <w:rsid w:val="004029EB"/>
    <w:rsid w:val="00404B64"/>
    <w:rsid w:val="00404D0A"/>
    <w:rsid w:val="00405F08"/>
    <w:rsid w:val="004067CA"/>
    <w:rsid w:val="00406B62"/>
    <w:rsid w:val="00407348"/>
    <w:rsid w:val="0040751A"/>
    <w:rsid w:val="004119DD"/>
    <w:rsid w:val="00411F09"/>
    <w:rsid w:val="004122DB"/>
    <w:rsid w:val="00412675"/>
    <w:rsid w:val="0041293A"/>
    <w:rsid w:val="00412DA1"/>
    <w:rsid w:val="00413054"/>
    <w:rsid w:val="00413230"/>
    <w:rsid w:val="00414068"/>
    <w:rsid w:val="00415079"/>
    <w:rsid w:val="004150BE"/>
    <w:rsid w:val="00415C66"/>
    <w:rsid w:val="00416EC6"/>
    <w:rsid w:val="00417044"/>
    <w:rsid w:val="0041720B"/>
    <w:rsid w:val="0042127E"/>
    <w:rsid w:val="004224BC"/>
    <w:rsid w:val="0042268F"/>
    <w:rsid w:val="0042290E"/>
    <w:rsid w:val="00422D85"/>
    <w:rsid w:val="00422EB3"/>
    <w:rsid w:val="0042396C"/>
    <w:rsid w:val="00423C67"/>
    <w:rsid w:val="004251E2"/>
    <w:rsid w:val="00425549"/>
    <w:rsid w:val="004257B8"/>
    <w:rsid w:val="004259C0"/>
    <w:rsid w:val="00425A34"/>
    <w:rsid w:val="00426606"/>
    <w:rsid w:val="004272EB"/>
    <w:rsid w:val="00427447"/>
    <w:rsid w:val="00427ADE"/>
    <w:rsid w:val="00427C9E"/>
    <w:rsid w:val="004311AA"/>
    <w:rsid w:val="004314F6"/>
    <w:rsid w:val="00433781"/>
    <w:rsid w:val="0043386C"/>
    <w:rsid w:val="00434640"/>
    <w:rsid w:val="00435329"/>
    <w:rsid w:val="00435F9D"/>
    <w:rsid w:val="0043611E"/>
    <w:rsid w:val="00436C0F"/>
    <w:rsid w:val="00436C6C"/>
    <w:rsid w:val="00436DB1"/>
    <w:rsid w:val="0043717D"/>
    <w:rsid w:val="004375CE"/>
    <w:rsid w:val="00437780"/>
    <w:rsid w:val="0044051F"/>
    <w:rsid w:val="004414C8"/>
    <w:rsid w:val="00442223"/>
    <w:rsid w:val="00442487"/>
    <w:rsid w:val="004424CE"/>
    <w:rsid w:val="0044336E"/>
    <w:rsid w:val="00445B68"/>
    <w:rsid w:val="00450336"/>
    <w:rsid w:val="00450756"/>
    <w:rsid w:val="00450B66"/>
    <w:rsid w:val="00451420"/>
    <w:rsid w:val="00451891"/>
    <w:rsid w:val="0045200D"/>
    <w:rsid w:val="00453E27"/>
    <w:rsid w:val="00454517"/>
    <w:rsid w:val="00454DD2"/>
    <w:rsid w:val="00455A00"/>
    <w:rsid w:val="004563FE"/>
    <w:rsid w:val="00456B0E"/>
    <w:rsid w:val="004600AC"/>
    <w:rsid w:val="004602C3"/>
    <w:rsid w:val="004610B2"/>
    <w:rsid w:val="00461A6A"/>
    <w:rsid w:val="004620A4"/>
    <w:rsid w:val="004622CE"/>
    <w:rsid w:val="00462359"/>
    <w:rsid w:val="00463BB6"/>
    <w:rsid w:val="004646AC"/>
    <w:rsid w:val="00470FF4"/>
    <w:rsid w:val="00471347"/>
    <w:rsid w:val="00472DDD"/>
    <w:rsid w:val="004735E2"/>
    <w:rsid w:val="00473F2C"/>
    <w:rsid w:val="00474399"/>
    <w:rsid w:val="00474CA4"/>
    <w:rsid w:val="00481118"/>
    <w:rsid w:val="00481373"/>
    <w:rsid w:val="004815B6"/>
    <w:rsid w:val="00481D27"/>
    <w:rsid w:val="00481FFC"/>
    <w:rsid w:val="00483B48"/>
    <w:rsid w:val="004848CA"/>
    <w:rsid w:val="00484B97"/>
    <w:rsid w:val="0048550C"/>
    <w:rsid w:val="00485DF5"/>
    <w:rsid w:val="00485FD2"/>
    <w:rsid w:val="004876D5"/>
    <w:rsid w:val="0049041A"/>
    <w:rsid w:val="004906A3"/>
    <w:rsid w:val="0049091E"/>
    <w:rsid w:val="00490CF4"/>
    <w:rsid w:val="004921BB"/>
    <w:rsid w:val="00494B6E"/>
    <w:rsid w:val="00494C43"/>
    <w:rsid w:val="00496B70"/>
    <w:rsid w:val="0049766E"/>
    <w:rsid w:val="004A0B31"/>
    <w:rsid w:val="004A125C"/>
    <w:rsid w:val="004A13B7"/>
    <w:rsid w:val="004A2120"/>
    <w:rsid w:val="004A3B72"/>
    <w:rsid w:val="004A5F33"/>
    <w:rsid w:val="004A618C"/>
    <w:rsid w:val="004A78C9"/>
    <w:rsid w:val="004A7D22"/>
    <w:rsid w:val="004B0DCD"/>
    <w:rsid w:val="004B1C22"/>
    <w:rsid w:val="004B1EED"/>
    <w:rsid w:val="004B212A"/>
    <w:rsid w:val="004B626B"/>
    <w:rsid w:val="004B67FA"/>
    <w:rsid w:val="004B6942"/>
    <w:rsid w:val="004B6B37"/>
    <w:rsid w:val="004B752D"/>
    <w:rsid w:val="004C0232"/>
    <w:rsid w:val="004C0350"/>
    <w:rsid w:val="004C0400"/>
    <w:rsid w:val="004C0B5F"/>
    <w:rsid w:val="004C0C3E"/>
    <w:rsid w:val="004C1A8B"/>
    <w:rsid w:val="004C1B77"/>
    <w:rsid w:val="004C1F0B"/>
    <w:rsid w:val="004C242E"/>
    <w:rsid w:val="004C2DB6"/>
    <w:rsid w:val="004C3E64"/>
    <w:rsid w:val="004C3F4A"/>
    <w:rsid w:val="004C4F90"/>
    <w:rsid w:val="004C5D69"/>
    <w:rsid w:val="004C6229"/>
    <w:rsid w:val="004C639F"/>
    <w:rsid w:val="004D0164"/>
    <w:rsid w:val="004D02A2"/>
    <w:rsid w:val="004D0C5D"/>
    <w:rsid w:val="004D18D0"/>
    <w:rsid w:val="004D1F12"/>
    <w:rsid w:val="004D3AFE"/>
    <w:rsid w:val="004D558B"/>
    <w:rsid w:val="004D798E"/>
    <w:rsid w:val="004E33C5"/>
    <w:rsid w:val="004E3812"/>
    <w:rsid w:val="004E4087"/>
    <w:rsid w:val="004F04AC"/>
    <w:rsid w:val="004F093D"/>
    <w:rsid w:val="004F0B3E"/>
    <w:rsid w:val="004F11E8"/>
    <w:rsid w:val="004F1232"/>
    <w:rsid w:val="004F21D9"/>
    <w:rsid w:val="004F3943"/>
    <w:rsid w:val="004F4B9E"/>
    <w:rsid w:val="004F5315"/>
    <w:rsid w:val="004F547A"/>
    <w:rsid w:val="004F74B0"/>
    <w:rsid w:val="004F7A51"/>
    <w:rsid w:val="00500545"/>
    <w:rsid w:val="00500EAC"/>
    <w:rsid w:val="00502108"/>
    <w:rsid w:val="00502CC0"/>
    <w:rsid w:val="0050471E"/>
    <w:rsid w:val="00505CF8"/>
    <w:rsid w:val="00507583"/>
    <w:rsid w:val="00507781"/>
    <w:rsid w:val="005105EA"/>
    <w:rsid w:val="00510626"/>
    <w:rsid w:val="005124AA"/>
    <w:rsid w:val="00512605"/>
    <w:rsid w:val="0051312B"/>
    <w:rsid w:val="0051330F"/>
    <w:rsid w:val="00515850"/>
    <w:rsid w:val="0051749C"/>
    <w:rsid w:val="005202E5"/>
    <w:rsid w:val="00520C4C"/>
    <w:rsid w:val="00520CAC"/>
    <w:rsid w:val="00520DA2"/>
    <w:rsid w:val="00521E34"/>
    <w:rsid w:val="00522E39"/>
    <w:rsid w:val="00523351"/>
    <w:rsid w:val="00523C0E"/>
    <w:rsid w:val="00523D80"/>
    <w:rsid w:val="005253F7"/>
    <w:rsid w:val="0052571D"/>
    <w:rsid w:val="005260DC"/>
    <w:rsid w:val="00526632"/>
    <w:rsid w:val="00526FE3"/>
    <w:rsid w:val="005276EC"/>
    <w:rsid w:val="00530281"/>
    <w:rsid w:val="005309F9"/>
    <w:rsid w:val="00531F17"/>
    <w:rsid w:val="00532099"/>
    <w:rsid w:val="005323D5"/>
    <w:rsid w:val="00532A3E"/>
    <w:rsid w:val="00532AF6"/>
    <w:rsid w:val="00532BC6"/>
    <w:rsid w:val="00532FE9"/>
    <w:rsid w:val="005338F4"/>
    <w:rsid w:val="005340D2"/>
    <w:rsid w:val="0053619D"/>
    <w:rsid w:val="005363D2"/>
    <w:rsid w:val="00536A9C"/>
    <w:rsid w:val="005376E9"/>
    <w:rsid w:val="00537E44"/>
    <w:rsid w:val="0054059F"/>
    <w:rsid w:val="005410A4"/>
    <w:rsid w:val="00541538"/>
    <w:rsid w:val="005430EF"/>
    <w:rsid w:val="00543F1A"/>
    <w:rsid w:val="00544016"/>
    <w:rsid w:val="0054501D"/>
    <w:rsid w:val="00545FA5"/>
    <w:rsid w:val="00547770"/>
    <w:rsid w:val="005506E8"/>
    <w:rsid w:val="00550E4A"/>
    <w:rsid w:val="00551F9C"/>
    <w:rsid w:val="00553D98"/>
    <w:rsid w:val="005558B5"/>
    <w:rsid w:val="00555C19"/>
    <w:rsid w:val="00555DC5"/>
    <w:rsid w:val="005572AD"/>
    <w:rsid w:val="005579FD"/>
    <w:rsid w:val="0056069C"/>
    <w:rsid w:val="00562F72"/>
    <w:rsid w:val="005630A5"/>
    <w:rsid w:val="0056317A"/>
    <w:rsid w:val="00563507"/>
    <w:rsid w:val="00563C2F"/>
    <w:rsid w:val="005643F2"/>
    <w:rsid w:val="005644AA"/>
    <w:rsid w:val="00565213"/>
    <w:rsid w:val="00565C45"/>
    <w:rsid w:val="00566E46"/>
    <w:rsid w:val="00567399"/>
    <w:rsid w:val="005701DB"/>
    <w:rsid w:val="005718DF"/>
    <w:rsid w:val="00572676"/>
    <w:rsid w:val="00572765"/>
    <w:rsid w:val="00573535"/>
    <w:rsid w:val="00573EC6"/>
    <w:rsid w:val="0057410A"/>
    <w:rsid w:val="00575F9D"/>
    <w:rsid w:val="005775F5"/>
    <w:rsid w:val="0057789B"/>
    <w:rsid w:val="00577B8B"/>
    <w:rsid w:val="005805A9"/>
    <w:rsid w:val="005812CC"/>
    <w:rsid w:val="00581747"/>
    <w:rsid w:val="00582612"/>
    <w:rsid w:val="00582A41"/>
    <w:rsid w:val="005833E6"/>
    <w:rsid w:val="00583D37"/>
    <w:rsid w:val="00586682"/>
    <w:rsid w:val="005908B2"/>
    <w:rsid w:val="0059101D"/>
    <w:rsid w:val="00591314"/>
    <w:rsid w:val="005924DB"/>
    <w:rsid w:val="0059253D"/>
    <w:rsid w:val="00592B69"/>
    <w:rsid w:val="00593D29"/>
    <w:rsid w:val="00594F3E"/>
    <w:rsid w:val="005956BB"/>
    <w:rsid w:val="00595898"/>
    <w:rsid w:val="0059622B"/>
    <w:rsid w:val="00596571"/>
    <w:rsid w:val="00596F39"/>
    <w:rsid w:val="00597DEF"/>
    <w:rsid w:val="005A0290"/>
    <w:rsid w:val="005A02B9"/>
    <w:rsid w:val="005A0B5B"/>
    <w:rsid w:val="005A0DA5"/>
    <w:rsid w:val="005A1548"/>
    <w:rsid w:val="005A20C2"/>
    <w:rsid w:val="005A2401"/>
    <w:rsid w:val="005A24B8"/>
    <w:rsid w:val="005A28EC"/>
    <w:rsid w:val="005A2CC7"/>
    <w:rsid w:val="005A3731"/>
    <w:rsid w:val="005A4736"/>
    <w:rsid w:val="005A4EA3"/>
    <w:rsid w:val="005A57B8"/>
    <w:rsid w:val="005A59D5"/>
    <w:rsid w:val="005A6367"/>
    <w:rsid w:val="005A69FE"/>
    <w:rsid w:val="005B0390"/>
    <w:rsid w:val="005B2BFC"/>
    <w:rsid w:val="005B5F5E"/>
    <w:rsid w:val="005B62FC"/>
    <w:rsid w:val="005B6F17"/>
    <w:rsid w:val="005B6F66"/>
    <w:rsid w:val="005B71F0"/>
    <w:rsid w:val="005B724B"/>
    <w:rsid w:val="005C00A5"/>
    <w:rsid w:val="005C0C78"/>
    <w:rsid w:val="005C1541"/>
    <w:rsid w:val="005C1CCD"/>
    <w:rsid w:val="005C1F72"/>
    <w:rsid w:val="005C25D9"/>
    <w:rsid w:val="005C377D"/>
    <w:rsid w:val="005C3B82"/>
    <w:rsid w:val="005C6CDB"/>
    <w:rsid w:val="005C71F0"/>
    <w:rsid w:val="005D0106"/>
    <w:rsid w:val="005D082E"/>
    <w:rsid w:val="005D233B"/>
    <w:rsid w:val="005D234F"/>
    <w:rsid w:val="005D2BD1"/>
    <w:rsid w:val="005D4E71"/>
    <w:rsid w:val="005D5A7C"/>
    <w:rsid w:val="005D5B63"/>
    <w:rsid w:val="005D6195"/>
    <w:rsid w:val="005D7614"/>
    <w:rsid w:val="005E04E0"/>
    <w:rsid w:val="005E21DE"/>
    <w:rsid w:val="005E4AEC"/>
    <w:rsid w:val="005E6130"/>
    <w:rsid w:val="005F0BF1"/>
    <w:rsid w:val="005F11ED"/>
    <w:rsid w:val="005F1343"/>
    <w:rsid w:val="005F24CA"/>
    <w:rsid w:val="005F24DF"/>
    <w:rsid w:val="005F286F"/>
    <w:rsid w:val="005F301E"/>
    <w:rsid w:val="005F42B1"/>
    <w:rsid w:val="005F45E4"/>
    <w:rsid w:val="005F5196"/>
    <w:rsid w:val="005F5E4B"/>
    <w:rsid w:val="005F6364"/>
    <w:rsid w:val="005F6F07"/>
    <w:rsid w:val="005F7247"/>
    <w:rsid w:val="005F72DF"/>
    <w:rsid w:val="00600EB1"/>
    <w:rsid w:val="0060408C"/>
    <w:rsid w:val="00604E8C"/>
    <w:rsid w:val="00605B9C"/>
    <w:rsid w:val="00606462"/>
    <w:rsid w:val="00606B55"/>
    <w:rsid w:val="00607E0B"/>
    <w:rsid w:val="00612192"/>
    <w:rsid w:val="00612978"/>
    <w:rsid w:val="00614166"/>
    <w:rsid w:val="006146EE"/>
    <w:rsid w:val="006169FC"/>
    <w:rsid w:val="00617603"/>
    <w:rsid w:val="00617B3E"/>
    <w:rsid w:val="00620A67"/>
    <w:rsid w:val="006210CF"/>
    <w:rsid w:val="00621D65"/>
    <w:rsid w:val="006239EF"/>
    <w:rsid w:val="0062410A"/>
    <w:rsid w:val="006248F3"/>
    <w:rsid w:val="0062509E"/>
    <w:rsid w:val="006253C5"/>
    <w:rsid w:val="00625765"/>
    <w:rsid w:val="00625837"/>
    <w:rsid w:val="00626B32"/>
    <w:rsid w:val="00627131"/>
    <w:rsid w:val="0062740F"/>
    <w:rsid w:val="0063084E"/>
    <w:rsid w:val="006317B7"/>
    <w:rsid w:val="0063195C"/>
    <w:rsid w:val="00631B71"/>
    <w:rsid w:val="00631BBF"/>
    <w:rsid w:val="00634B23"/>
    <w:rsid w:val="00635153"/>
    <w:rsid w:val="00636DB9"/>
    <w:rsid w:val="0064075F"/>
    <w:rsid w:val="00640CE9"/>
    <w:rsid w:val="0064263A"/>
    <w:rsid w:val="00643B96"/>
    <w:rsid w:val="00646401"/>
    <w:rsid w:val="00647151"/>
    <w:rsid w:val="006476B4"/>
    <w:rsid w:val="00647F0F"/>
    <w:rsid w:val="006506E0"/>
    <w:rsid w:val="00650AB0"/>
    <w:rsid w:val="00652336"/>
    <w:rsid w:val="00652B11"/>
    <w:rsid w:val="00654006"/>
    <w:rsid w:val="00654B41"/>
    <w:rsid w:val="0065610B"/>
    <w:rsid w:val="00656D50"/>
    <w:rsid w:val="00657434"/>
    <w:rsid w:val="006630DC"/>
    <w:rsid w:val="00663E9C"/>
    <w:rsid w:val="00664784"/>
    <w:rsid w:val="006648A7"/>
    <w:rsid w:val="00664C69"/>
    <w:rsid w:val="00664E61"/>
    <w:rsid w:val="00665743"/>
    <w:rsid w:val="006671BD"/>
    <w:rsid w:val="00667237"/>
    <w:rsid w:val="0067051D"/>
    <w:rsid w:val="00672002"/>
    <w:rsid w:val="0067233F"/>
    <w:rsid w:val="00672656"/>
    <w:rsid w:val="00672D46"/>
    <w:rsid w:val="006732BC"/>
    <w:rsid w:val="00673A91"/>
    <w:rsid w:val="00673C91"/>
    <w:rsid w:val="00674201"/>
    <w:rsid w:val="00674309"/>
    <w:rsid w:val="006755F8"/>
    <w:rsid w:val="0067596E"/>
    <w:rsid w:val="00675B30"/>
    <w:rsid w:val="00675B6E"/>
    <w:rsid w:val="00676F73"/>
    <w:rsid w:val="00677AE3"/>
    <w:rsid w:val="00680395"/>
    <w:rsid w:val="0068150D"/>
    <w:rsid w:val="006824E8"/>
    <w:rsid w:val="0068256F"/>
    <w:rsid w:val="00682CE5"/>
    <w:rsid w:val="00683661"/>
    <w:rsid w:val="00683D0E"/>
    <w:rsid w:val="0068413E"/>
    <w:rsid w:val="006856A9"/>
    <w:rsid w:val="00686883"/>
    <w:rsid w:val="00687EE9"/>
    <w:rsid w:val="00690BD3"/>
    <w:rsid w:val="0069136C"/>
    <w:rsid w:val="006914E6"/>
    <w:rsid w:val="006954B0"/>
    <w:rsid w:val="00695E4E"/>
    <w:rsid w:val="006965A5"/>
    <w:rsid w:val="006A10E6"/>
    <w:rsid w:val="006A3880"/>
    <w:rsid w:val="006A7227"/>
    <w:rsid w:val="006B08DE"/>
    <w:rsid w:val="006B2194"/>
    <w:rsid w:val="006B2623"/>
    <w:rsid w:val="006B28DE"/>
    <w:rsid w:val="006B29EB"/>
    <w:rsid w:val="006B41E3"/>
    <w:rsid w:val="006B6454"/>
    <w:rsid w:val="006B7848"/>
    <w:rsid w:val="006C408A"/>
    <w:rsid w:val="006C47D5"/>
    <w:rsid w:val="006C53AA"/>
    <w:rsid w:val="006C6EE6"/>
    <w:rsid w:val="006D04E0"/>
    <w:rsid w:val="006D1354"/>
    <w:rsid w:val="006D135A"/>
    <w:rsid w:val="006D13F9"/>
    <w:rsid w:val="006D1AAF"/>
    <w:rsid w:val="006D1E19"/>
    <w:rsid w:val="006D27AE"/>
    <w:rsid w:val="006D2876"/>
    <w:rsid w:val="006D2BA5"/>
    <w:rsid w:val="006D4912"/>
    <w:rsid w:val="006D7394"/>
    <w:rsid w:val="006D7878"/>
    <w:rsid w:val="006E00A1"/>
    <w:rsid w:val="006E06F0"/>
    <w:rsid w:val="006E08AC"/>
    <w:rsid w:val="006E1340"/>
    <w:rsid w:val="006E1C4A"/>
    <w:rsid w:val="006E443E"/>
    <w:rsid w:val="006E545C"/>
    <w:rsid w:val="006E76A3"/>
    <w:rsid w:val="006F0892"/>
    <w:rsid w:val="006F0D6A"/>
    <w:rsid w:val="006F122E"/>
    <w:rsid w:val="006F140F"/>
    <w:rsid w:val="006F1BA6"/>
    <w:rsid w:val="006F32A9"/>
    <w:rsid w:val="006F5B37"/>
    <w:rsid w:val="006F61D3"/>
    <w:rsid w:val="006F72F3"/>
    <w:rsid w:val="006F7CC9"/>
    <w:rsid w:val="00700849"/>
    <w:rsid w:val="0070127A"/>
    <w:rsid w:val="007020C0"/>
    <w:rsid w:val="00702CF2"/>
    <w:rsid w:val="00702EFF"/>
    <w:rsid w:val="00704363"/>
    <w:rsid w:val="007046D7"/>
    <w:rsid w:val="0070503E"/>
    <w:rsid w:val="0070555D"/>
    <w:rsid w:val="00705D46"/>
    <w:rsid w:val="00705F3B"/>
    <w:rsid w:val="007066EB"/>
    <w:rsid w:val="0070695D"/>
    <w:rsid w:val="007071C4"/>
    <w:rsid w:val="0070726C"/>
    <w:rsid w:val="007077B4"/>
    <w:rsid w:val="00707ADF"/>
    <w:rsid w:val="00707DE1"/>
    <w:rsid w:val="00710DF5"/>
    <w:rsid w:val="007114CC"/>
    <w:rsid w:val="00712CDF"/>
    <w:rsid w:val="0071431F"/>
    <w:rsid w:val="00714B76"/>
    <w:rsid w:val="007169D6"/>
    <w:rsid w:val="00720158"/>
    <w:rsid w:val="007203A6"/>
    <w:rsid w:val="00720960"/>
    <w:rsid w:val="00720E17"/>
    <w:rsid w:val="0072161D"/>
    <w:rsid w:val="00721702"/>
    <w:rsid w:val="00721B25"/>
    <w:rsid w:val="00723512"/>
    <w:rsid w:val="007246FF"/>
    <w:rsid w:val="0072535C"/>
    <w:rsid w:val="007267E8"/>
    <w:rsid w:val="00726C15"/>
    <w:rsid w:val="007272A7"/>
    <w:rsid w:val="007277BE"/>
    <w:rsid w:val="00730263"/>
    <w:rsid w:val="00731041"/>
    <w:rsid w:val="00731234"/>
    <w:rsid w:val="0073177F"/>
    <w:rsid w:val="007324DF"/>
    <w:rsid w:val="0073260A"/>
    <w:rsid w:val="00733794"/>
    <w:rsid w:val="0073447C"/>
    <w:rsid w:val="00734701"/>
    <w:rsid w:val="00734B84"/>
    <w:rsid w:val="00734DEA"/>
    <w:rsid w:val="0073500C"/>
    <w:rsid w:val="007366F0"/>
    <w:rsid w:val="007367AB"/>
    <w:rsid w:val="00740056"/>
    <w:rsid w:val="0074016C"/>
    <w:rsid w:val="007424F1"/>
    <w:rsid w:val="0074458B"/>
    <w:rsid w:val="00745217"/>
    <w:rsid w:val="007462A7"/>
    <w:rsid w:val="00746CEB"/>
    <w:rsid w:val="007470F0"/>
    <w:rsid w:val="007476AD"/>
    <w:rsid w:val="00747F00"/>
    <w:rsid w:val="007512B5"/>
    <w:rsid w:val="00752500"/>
    <w:rsid w:val="007547F3"/>
    <w:rsid w:val="00754B4A"/>
    <w:rsid w:val="00754F2D"/>
    <w:rsid w:val="0075539F"/>
    <w:rsid w:val="0075596E"/>
    <w:rsid w:val="00755EA9"/>
    <w:rsid w:val="00760ACE"/>
    <w:rsid w:val="00761B35"/>
    <w:rsid w:val="007625D4"/>
    <w:rsid w:val="00767033"/>
    <w:rsid w:val="007672D4"/>
    <w:rsid w:val="00767324"/>
    <w:rsid w:val="00770216"/>
    <w:rsid w:val="00770D06"/>
    <w:rsid w:val="007722A6"/>
    <w:rsid w:val="007735AA"/>
    <w:rsid w:val="00774323"/>
    <w:rsid w:val="007746B0"/>
    <w:rsid w:val="007749A5"/>
    <w:rsid w:val="00774E20"/>
    <w:rsid w:val="00775066"/>
    <w:rsid w:val="00775FE3"/>
    <w:rsid w:val="00777307"/>
    <w:rsid w:val="007774BD"/>
    <w:rsid w:val="00777DE2"/>
    <w:rsid w:val="007805A2"/>
    <w:rsid w:val="0078086D"/>
    <w:rsid w:val="00780E11"/>
    <w:rsid w:val="00781194"/>
    <w:rsid w:val="007820A1"/>
    <w:rsid w:val="00782445"/>
    <w:rsid w:val="0078474D"/>
    <w:rsid w:val="007848EF"/>
    <w:rsid w:val="0078505E"/>
    <w:rsid w:val="00786EC7"/>
    <w:rsid w:val="0078785D"/>
    <w:rsid w:val="00787B0E"/>
    <w:rsid w:val="007916FB"/>
    <w:rsid w:val="00791BC8"/>
    <w:rsid w:val="00791D02"/>
    <w:rsid w:val="0079274C"/>
    <w:rsid w:val="00793ABE"/>
    <w:rsid w:val="00793F98"/>
    <w:rsid w:val="00795C7E"/>
    <w:rsid w:val="00795FAF"/>
    <w:rsid w:val="007972AC"/>
    <w:rsid w:val="0079752F"/>
    <w:rsid w:val="00797AFB"/>
    <w:rsid w:val="007A1C87"/>
    <w:rsid w:val="007A1FC4"/>
    <w:rsid w:val="007A3776"/>
    <w:rsid w:val="007A5C8E"/>
    <w:rsid w:val="007A6118"/>
    <w:rsid w:val="007A611A"/>
    <w:rsid w:val="007A635C"/>
    <w:rsid w:val="007A69F3"/>
    <w:rsid w:val="007A6D43"/>
    <w:rsid w:val="007B05E2"/>
    <w:rsid w:val="007B1299"/>
    <w:rsid w:val="007B27EF"/>
    <w:rsid w:val="007B3AB3"/>
    <w:rsid w:val="007B4B77"/>
    <w:rsid w:val="007B7784"/>
    <w:rsid w:val="007C0312"/>
    <w:rsid w:val="007C0E50"/>
    <w:rsid w:val="007C2AC7"/>
    <w:rsid w:val="007C3535"/>
    <w:rsid w:val="007C36FA"/>
    <w:rsid w:val="007C4D5E"/>
    <w:rsid w:val="007C51FA"/>
    <w:rsid w:val="007C52B8"/>
    <w:rsid w:val="007C5B05"/>
    <w:rsid w:val="007C6063"/>
    <w:rsid w:val="007C719C"/>
    <w:rsid w:val="007C7571"/>
    <w:rsid w:val="007C7ACD"/>
    <w:rsid w:val="007D058F"/>
    <w:rsid w:val="007D108B"/>
    <w:rsid w:val="007D1891"/>
    <w:rsid w:val="007D2A3E"/>
    <w:rsid w:val="007D68E3"/>
    <w:rsid w:val="007D6DA5"/>
    <w:rsid w:val="007E132E"/>
    <w:rsid w:val="007E1C40"/>
    <w:rsid w:val="007E271A"/>
    <w:rsid w:val="007E38A2"/>
    <w:rsid w:val="007E42B5"/>
    <w:rsid w:val="007E6484"/>
    <w:rsid w:val="007E7C26"/>
    <w:rsid w:val="007F0B0D"/>
    <w:rsid w:val="007F0CF0"/>
    <w:rsid w:val="007F1DBD"/>
    <w:rsid w:val="007F2229"/>
    <w:rsid w:val="007F3196"/>
    <w:rsid w:val="007F43DD"/>
    <w:rsid w:val="007F62A6"/>
    <w:rsid w:val="007F6B4E"/>
    <w:rsid w:val="007F6C87"/>
    <w:rsid w:val="007F7B18"/>
    <w:rsid w:val="008009E8"/>
    <w:rsid w:val="00802C5D"/>
    <w:rsid w:val="0080387F"/>
    <w:rsid w:val="00803CD9"/>
    <w:rsid w:val="00803E62"/>
    <w:rsid w:val="0080531A"/>
    <w:rsid w:val="008055CF"/>
    <w:rsid w:val="00805658"/>
    <w:rsid w:val="00805988"/>
    <w:rsid w:val="00807A77"/>
    <w:rsid w:val="00807F76"/>
    <w:rsid w:val="00810228"/>
    <w:rsid w:val="00810FF9"/>
    <w:rsid w:val="00812470"/>
    <w:rsid w:val="0081342B"/>
    <w:rsid w:val="00813AF6"/>
    <w:rsid w:val="00814027"/>
    <w:rsid w:val="00814E63"/>
    <w:rsid w:val="0081514A"/>
    <w:rsid w:val="008207EB"/>
    <w:rsid w:val="00820C02"/>
    <w:rsid w:val="008216A0"/>
    <w:rsid w:val="0082218A"/>
    <w:rsid w:val="00822C82"/>
    <w:rsid w:val="00822F08"/>
    <w:rsid w:val="008231D3"/>
    <w:rsid w:val="00823F43"/>
    <w:rsid w:val="00824B9D"/>
    <w:rsid w:val="00824FCD"/>
    <w:rsid w:val="0082547D"/>
    <w:rsid w:val="008256D4"/>
    <w:rsid w:val="008302A8"/>
    <w:rsid w:val="00831949"/>
    <w:rsid w:val="008339AA"/>
    <w:rsid w:val="00833BF5"/>
    <w:rsid w:val="00833FCA"/>
    <w:rsid w:val="00834E06"/>
    <w:rsid w:val="008354AE"/>
    <w:rsid w:val="00836E23"/>
    <w:rsid w:val="00837A7D"/>
    <w:rsid w:val="008401FF"/>
    <w:rsid w:val="00842D40"/>
    <w:rsid w:val="00842E97"/>
    <w:rsid w:val="00843764"/>
    <w:rsid w:val="00843ACF"/>
    <w:rsid w:val="00845C58"/>
    <w:rsid w:val="00845E0A"/>
    <w:rsid w:val="008475DB"/>
    <w:rsid w:val="00847678"/>
    <w:rsid w:val="00850676"/>
    <w:rsid w:val="0085097A"/>
    <w:rsid w:val="00853BBE"/>
    <w:rsid w:val="00854351"/>
    <w:rsid w:val="00854581"/>
    <w:rsid w:val="0085482F"/>
    <w:rsid w:val="00855A56"/>
    <w:rsid w:val="00855B2C"/>
    <w:rsid w:val="00860387"/>
    <w:rsid w:val="0086102E"/>
    <w:rsid w:val="00862DDA"/>
    <w:rsid w:val="0086303E"/>
    <w:rsid w:val="00864A84"/>
    <w:rsid w:val="00865CAF"/>
    <w:rsid w:val="00866F84"/>
    <w:rsid w:val="0087004D"/>
    <w:rsid w:val="00870842"/>
    <w:rsid w:val="0087164F"/>
    <w:rsid w:val="00873199"/>
    <w:rsid w:val="008734A5"/>
    <w:rsid w:val="008745AB"/>
    <w:rsid w:val="00875B99"/>
    <w:rsid w:val="00877E26"/>
    <w:rsid w:val="00880C7A"/>
    <w:rsid w:val="00881DFC"/>
    <w:rsid w:val="0088294D"/>
    <w:rsid w:val="00882AB8"/>
    <w:rsid w:val="00882AC0"/>
    <w:rsid w:val="00883A8E"/>
    <w:rsid w:val="00883BB6"/>
    <w:rsid w:val="00883BEC"/>
    <w:rsid w:val="00884000"/>
    <w:rsid w:val="00884887"/>
    <w:rsid w:val="00884BD3"/>
    <w:rsid w:val="008852B5"/>
    <w:rsid w:val="00886774"/>
    <w:rsid w:val="008878D5"/>
    <w:rsid w:val="008906A7"/>
    <w:rsid w:val="008912B9"/>
    <w:rsid w:val="008912F0"/>
    <w:rsid w:val="008914AA"/>
    <w:rsid w:val="008935AF"/>
    <w:rsid w:val="008939F6"/>
    <w:rsid w:val="008945B3"/>
    <w:rsid w:val="008950EF"/>
    <w:rsid w:val="008953C6"/>
    <w:rsid w:val="008964C6"/>
    <w:rsid w:val="00897BA9"/>
    <w:rsid w:val="008A06F7"/>
    <w:rsid w:val="008A0A4E"/>
    <w:rsid w:val="008A14B5"/>
    <w:rsid w:val="008A1C7B"/>
    <w:rsid w:val="008A204E"/>
    <w:rsid w:val="008A2257"/>
    <w:rsid w:val="008A472D"/>
    <w:rsid w:val="008A54EB"/>
    <w:rsid w:val="008A6DAB"/>
    <w:rsid w:val="008A7C37"/>
    <w:rsid w:val="008B0BA0"/>
    <w:rsid w:val="008B1007"/>
    <w:rsid w:val="008B2B3E"/>
    <w:rsid w:val="008B2E4E"/>
    <w:rsid w:val="008B3FA3"/>
    <w:rsid w:val="008B4363"/>
    <w:rsid w:val="008B5253"/>
    <w:rsid w:val="008B54A8"/>
    <w:rsid w:val="008B54FB"/>
    <w:rsid w:val="008B5769"/>
    <w:rsid w:val="008B5FAF"/>
    <w:rsid w:val="008B68DD"/>
    <w:rsid w:val="008B7363"/>
    <w:rsid w:val="008B78FE"/>
    <w:rsid w:val="008C29F9"/>
    <w:rsid w:val="008C302A"/>
    <w:rsid w:val="008C36F1"/>
    <w:rsid w:val="008C3C92"/>
    <w:rsid w:val="008C43D0"/>
    <w:rsid w:val="008C4568"/>
    <w:rsid w:val="008C62B9"/>
    <w:rsid w:val="008C63FA"/>
    <w:rsid w:val="008C7247"/>
    <w:rsid w:val="008D0489"/>
    <w:rsid w:val="008D0F02"/>
    <w:rsid w:val="008D1D5D"/>
    <w:rsid w:val="008D1F58"/>
    <w:rsid w:val="008D3006"/>
    <w:rsid w:val="008D3B32"/>
    <w:rsid w:val="008D4CE7"/>
    <w:rsid w:val="008D5008"/>
    <w:rsid w:val="008D59C5"/>
    <w:rsid w:val="008D5BAD"/>
    <w:rsid w:val="008D6E3F"/>
    <w:rsid w:val="008D77F1"/>
    <w:rsid w:val="008E14FD"/>
    <w:rsid w:val="008E2ACF"/>
    <w:rsid w:val="008E3CA7"/>
    <w:rsid w:val="008E61D4"/>
    <w:rsid w:val="008E6D59"/>
    <w:rsid w:val="008E7064"/>
    <w:rsid w:val="008E73C8"/>
    <w:rsid w:val="008F1176"/>
    <w:rsid w:val="008F52E2"/>
    <w:rsid w:val="00900325"/>
    <w:rsid w:val="00900BC1"/>
    <w:rsid w:val="009041F3"/>
    <w:rsid w:val="0090420D"/>
    <w:rsid w:val="0090511F"/>
    <w:rsid w:val="00905E57"/>
    <w:rsid w:val="009060BD"/>
    <w:rsid w:val="00906233"/>
    <w:rsid w:val="00906E18"/>
    <w:rsid w:val="00907EEC"/>
    <w:rsid w:val="00910025"/>
    <w:rsid w:val="0091114E"/>
    <w:rsid w:val="00916162"/>
    <w:rsid w:val="00917099"/>
    <w:rsid w:val="0092091F"/>
    <w:rsid w:val="00920EC9"/>
    <w:rsid w:val="00921E08"/>
    <w:rsid w:val="00922350"/>
    <w:rsid w:val="00922B0D"/>
    <w:rsid w:val="0092476D"/>
    <w:rsid w:val="00924E64"/>
    <w:rsid w:val="009256E4"/>
    <w:rsid w:val="0092765E"/>
    <w:rsid w:val="00931106"/>
    <w:rsid w:val="0093147E"/>
    <w:rsid w:val="00931A5C"/>
    <w:rsid w:val="00931F5D"/>
    <w:rsid w:val="00932501"/>
    <w:rsid w:val="009334D1"/>
    <w:rsid w:val="00933D99"/>
    <w:rsid w:val="009342DE"/>
    <w:rsid w:val="00934BEE"/>
    <w:rsid w:val="00934D81"/>
    <w:rsid w:val="00935990"/>
    <w:rsid w:val="009361CA"/>
    <w:rsid w:val="009375E7"/>
    <w:rsid w:val="00940FAB"/>
    <w:rsid w:val="009423EB"/>
    <w:rsid w:val="009429EF"/>
    <w:rsid w:val="009438DD"/>
    <w:rsid w:val="00943B57"/>
    <w:rsid w:val="00944B16"/>
    <w:rsid w:val="00945F29"/>
    <w:rsid w:val="00946E1D"/>
    <w:rsid w:val="009473F3"/>
    <w:rsid w:val="00947624"/>
    <w:rsid w:val="00950A1A"/>
    <w:rsid w:val="0095202B"/>
    <w:rsid w:val="00954298"/>
    <w:rsid w:val="00954446"/>
    <w:rsid w:val="00954519"/>
    <w:rsid w:val="009547B5"/>
    <w:rsid w:val="009548B2"/>
    <w:rsid w:val="00954A58"/>
    <w:rsid w:val="00954CF1"/>
    <w:rsid w:val="0095604F"/>
    <w:rsid w:val="009565C5"/>
    <w:rsid w:val="00956908"/>
    <w:rsid w:val="00956C9D"/>
    <w:rsid w:val="009575DB"/>
    <w:rsid w:val="00957916"/>
    <w:rsid w:val="00961B50"/>
    <w:rsid w:val="00962624"/>
    <w:rsid w:val="009626CC"/>
    <w:rsid w:val="00962E76"/>
    <w:rsid w:val="00963BE0"/>
    <w:rsid w:val="0096561C"/>
    <w:rsid w:val="00966992"/>
    <w:rsid w:val="00967260"/>
    <w:rsid w:val="009677B5"/>
    <w:rsid w:val="0096790E"/>
    <w:rsid w:val="0097004D"/>
    <w:rsid w:val="00972658"/>
    <w:rsid w:val="009729B8"/>
    <w:rsid w:val="00972A02"/>
    <w:rsid w:val="00972E90"/>
    <w:rsid w:val="00975A5B"/>
    <w:rsid w:val="00976B3C"/>
    <w:rsid w:val="00977476"/>
    <w:rsid w:val="009778D5"/>
    <w:rsid w:val="0098177E"/>
    <w:rsid w:val="00982366"/>
    <w:rsid w:val="00982EEB"/>
    <w:rsid w:val="0098396B"/>
    <w:rsid w:val="00984F28"/>
    <w:rsid w:val="009859B3"/>
    <w:rsid w:val="00987071"/>
    <w:rsid w:val="00994461"/>
    <w:rsid w:val="00994506"/>
    <w:rsid w:val="00996679"/>
    <w:rsid w:val="00996AA1"/>
    <w:rsid w:val="00997393"/>
    <w:rsid w:val="00997650"/>
    <w:rsid w:val="00997E0E"/>
    <w:rsid w:val="009A0283"/>
    <w:rsid w:val="009A16B9"/>
    <w:rsid w:val="009A1A53"/>
    <w:rsid w:val="009A1BF0"/>
    <w:rsid w:val="009A43F6"/>
    <w:rsid w:val="009A4581"/>
    <w:rsid w:val="009A5889"/>
    <w:rsid w:val="009A595E"/>
    <w:rsid w:val="009A5B7E"/>
    <w:rsid w:val="009A74B4"/>
    <w:rsid w:val="009B03B6"/>
    <w:rsid w:val="009B09FB"/>
    <w:rsid w:val="009B0EC1"/>
    <w:rsid w:val="009B1A71"/>
    <w:rsid w:val="009B324B"/>
    <w:rsid w:val="009B579E"/>
    <w:rsid w:val="009B5E8C"/>
    <w:rsid w:val="009B675E"/>
    <w:rsid w:val="009B6774"/>
    <w:rsid w:val="009B7318"/>
    <w:rsid w:val="009B79A3"/>
    <w:rsid w:val="009B7EC9"/>
    <w:rsid w:val="009C13EB"/>
    <w:rsid w:val="009C195A"/>
    <w:rsid w:val="009C1ACD"/>
    <w:rsid w:val="009C22D0"/>
    <w:rsid w:val="009C24C7"/>
    <w:rsid w:val="009C25DB"/>
    <w:rsid w:val="009C2B13"/>
    <w:rsid w:val="009C3A4C"/>
    <w:rsid w:val="009C3C16"/>
    <w:rsid w:val="009C4782"/>
    <w:rsid w:val="009C676E"/>
    <w:rsid w:val="009C6F23"/>
    <w:rsid w:val="009C7ED0"/>
    <w:rsid w:val="009D0559"/>
    <w:rsid w:val="009D0BF1"/>
    <w:rsid w:val="009D176B"/>
    <w:rsid w:val="009D1FB1"/>
    <w:rsid w:val="009D3913"/>
    <w:rsid w:val="009D4274"/>
    <w:rsid w:val="009D53CA"/>
    <w:rsid w:val="009D5FCD"/>
    <w:rsid w:val="009D72B1"/>
    <w:rsid w:val="009D75BE"/>
    <w:rsid w:val="009D7B3D"/>
    <w:rsid w:val="009E0647"/>
    <w:rsid w:val="009E1678"/>
    <w:rsid w:val="009E30E3"/>
    <w:rsid w:val="009E3653"/>
    <w:rsid w:val="009E3BB4"/>
    <w:rsid w:val="009E5E6D"/>
    <w:rsid w:val="009E7676"/>
    <w:rsid w:val="009E7B8F"/>
    <w:rsid w:val="009F07FE"/>
    <w:rsid w:val="009F2C0D"/>
    <w:rsid w:val="009F67DA"/>
    <w:rsid w:val="009F6C33"/>
    <w:rsid w:val="009F72B6"/>
    <w:rsid w:val="009F7731"/>
    <w:rsid w:val="00A022B2"/>
    <w:rsid w:val="00A026D4"/>
    <w:rsid w:val="00A0364B"/>
    <w:rsid w:val="00A03993"/>
    <w:rsid w:val="00A041F6"/>
    <w:rsid w:val="00A042A7"/>
    <w:rsid w:val="00A04558"/>
    <w:rsid w:val="00A05391"/>
    <w:rsid w:val="00A05549"/>
    <w:rsid w:val="00A05819"/>
    <w:rsid w:val="00A07058"/>
    <w:rsid w:val="00A076B0"/>
    <w:rsid w:val="00A076BB"/>
    <w:rsid w:val="00A07B26"/>
    <w:rsid w:val="00A1170E"/>
    <w:rsid w:val="00A11B07"/>
    <w:rsid w:val="00A11D3D"/>
    <w:rsid w:val="00A1217F"/>
    <w:rsid w:val="00A129F0"/>
    <w:rsid w:val="00A143A4"/>
    <w:rsid w:val="00A1480E"/>
    <w:rsid w:val="00A15893"/>
    <w:rsid w:val="00A164A0"/>
    <w:rsid w:val="00A1662F"/>
    <w:rsid w:val="00A17DAF"/>
    <w:rsid w:val="00A24B48"/>
    <w:rsid w:val="00A25CFE"/>
    <w:rsid w:val="00A25ECD"/>
    <w:rsid w:val="00A26386"/>
    <w:rsid w:val="00A267ED"/>
    <w:rsid w:val="00A26E3B"/>
    <w:rsid w:val="00A26EE0"/>
    <w:rsid w:val="00A307C3"/>
    <w:rsid w:val="00A30CA1"/>
    <w:rsid w:val="00A32222"/>
    <w:rsid w:val="00A32489"/>
    <w:rsid w:val="00A33140"/>
    <w:rsid w:val="00A333F2"/>
    <w:rsid w:val="00A35157"/>
    <w:rsid w:val="00A35238"/>
    <w:rsid w:val="00A35DE0"/>
    <w:rsid w:val="00A36315"/>
    <w:rsid w:val="00A36570"/>
    <w:rsid w:val="00A36BCA"/>
    <w:rsid w:val="00A412E8"/>
    <w:rsid w:val="00A416D4"/>
    <w:rsid w:val="00A42475"/>
    <w:rsid w:val="00A42B66"/>
    <w:rsid w:val="00A43CE0"/>
    <w:rsid w:val="00A508F3"/>
    <w:rsid w:val="00A5093C"/>
    <w:rsid w:val="00A532F2"/>
    <w:rsid w:val="00A53E26"/>
    <w:rsid w:val="00A54916"/>
    <w:rsid w:val="00A555DA"/>
    <w:rsid w:val="00A5582E"/>
    <w:rsid w:val="00A55D5C"/>
    <w:rsid w:val="00A5737E"/>
    <w:rsid w:val="00A57397"/>
    <w:rsid w:val="00A606BB"/>
    <w:rsid w:val="00A61B36"/>
    <w:rsid w:val="00A63506"/>
    <w:rsid w:val="00A65D12"/>
    <w:rsid w:val="00A71B30"/>
    <w:rsid w:val="00A7277B"/>
    <w:rsid w:val="00A72D08"/>
    <w:rsid w:val="00A73289"/>
    <w:rsid w:val="00A73296"/>
    <w:rsid w:val="00A75143"/>
    <w:rsid w:val="00A754E8"/>
    <w:rsid w:val="00A756E9"/>
    <w:rsid w:val="00A75FA2"/>
    <w:rsid w:val="00A765C0"/>
    <w:rsid w:val="00A7683D"/>
    <w:rsid w:val="00A82C45"/>
    <w:rsid w:val="00A831A9"/>
    <w:rsid w:val="00A839D0"/>
    <w:rsid w:val="00A83B26"/>
    <w:rsid w:val="00A83D81"/>
    <w:rsid w:val="00A84352"/>
    <w:rsid w:val="00A857A4"/>
    <w:rsid w:val="00A86D5A"/>
    <w:rsid w:val="00A875A1"/>
    <w:rsid w:val="00A87B56"/>
    <w:rsid w:val="00A91157"/>
    <w:rsid w:val="00A92FCF"/>
    <w:rsid w:val="00A93DE4"/>
    <w:rsid w:val="00A942F7"/>
    <w:rsid w:val="00A94CB6"/>
    <w:rsid w:val="00A94E5C"/>
    <w:rsid w:val="00A9610D"/>
    <w:rsid w:val="00A965E2"/>
    <w:rsid w:val="00A9727A"/>
    <w:rsid w:val="00A97AE2"/>
    <w:rsid w:val="00AA05AC"/>
    <w:rsid w:val="00AA0AFD"/>
    <w:rsid w:val="00AA0F0F"/>
    <w:rsid w:val="00AA0FA9"/>
    <w:rsid w:val="00AA1A18"/>
    <w:rsid w:val="00AA32B5"/>
    <w:rsid w:val="00AA3B51"/>
    <w:rsid w:val="00AA3D66"/>
    <w:rsid w:val="00AA4186"/>
    <w:rsid w:val="00AA451D"/>
    <w:rsid w:val="00AA485D"/>
    <w:rsid w:val="00AA5E0D"/>
    <w:rsid w:val="00AA625D"/>
    <w:rsid w:val="00AA6407"/>
    <w:rsid w:val="00AA75E2"/>
    <w:rsid w:val="00AA7C1F"/>
    <w:rsid w:val="00AB1557"/>
    <w:rsid w:val="00AB1EEC"/>
    <w:rsid w:val="00AB21E9"/>
    <w:rsid w:val="00AB2CD9"/>
    <w:rsid w:val="00AB3412"/>
    <w:rsid w:val="00AB49E2"/>
    <w:rsid w:val="00AB4E64"/>
    <w:rsid w:val="00AB6875"/>
    <w:rsid w:val="00AB692A"/>
    <w:rsid w:val="00AB70B9"/>
    <w:rsid w:val="00AC0B66"/>
    <w:rsid w:val="00AC119C"/>
    <w:rsid w:val="00AC15AB"/>
    <w:rsid w:val="00AC22FA"/>
    <w:rsid w:val="00AC36C2"/>
    <w:rsid w:val="00AC399B"/>
    <w:rsid w:val="00AC3CB4"/>
    <w:rsid w:val="00AC4F80"/>
    <w:rsid w:val="00AC6B58"/>
    <w:rsid w:val="00AC7F5B"/>
    <w:rsid w:val="00AD05FB"/>
    <w:rsid w:val="00AD08E1"/>
    <w:rsid w:val="00AD0DB9"/>
    <w:rsid w:val="00AD120A"/>
    <w:rsid w:val="00AD1A1A"/>
    <w:rsid w:val="00AD1AA9"/>
    <w:rsid w:val="00AD1EA7"/>
    <w:rsid w:val="00AD20CE"/>
    <w:rsid w:val="00AD2BBA"/>
    <w:rsid w:val="00AD2EB9"/>
    <w:rsid w:val="00AD4B74"/>
    <w:rsid w:val="00AD58E4"/>
    <w:rsid w:val="00AD5C7F"/>
    <w:rsid w:val="00AD79B2"/>
    <w:rsid w:val="00AD79E6"/>
    <w:rsid w:val="00AE1EF8"/>
    <w:rsid w:val="00AE1FC7"/>
    <w:rsid w:val="00AE367C"/>
    <w:rsid w:val="00AE4117"/>
    <w:rsid w:val="00AE506D"/>
    <w:rsid w:val="00AE550B"/>
    <w:rsid w:val="00AE635C"/>
    <w:rsid w:val="00AE6679"/>
    <w:rsid w:val="00AE6CEB"/>
    <w:rsid w:val="00AE7A73"/>
    <w:rsid w:val="00AF163F"/>
    <w:rsid w:val="00AF2230"/>
    <w:rsid w:val="00AF2254"/>
    <w:rsid w:val="00AF303B"/>
    <w:rsid w:val="00AF33E5"/>
    <w:rsid w:val="00AF4139"/>
    <w:rsid w:val="00AF4922"/>
    <w:rsid w:val="00AF6BE4"/>
    <w:rsid w:val="00AF7A31"/>
    <w:rsid w:val="00B016E0"/>
    <w:rsid w:val="00B023FC"/>
    <w:rsid w:val="00B02946"/>
    <w:rsid w:val="00B02DD9"/>
    <w:rsid w:val="00B03C35"/>
    <w:rsid w:val="00B0594B"/>
    <w:rsid w:val="00B05FD1"/>
    <w:rsid w:val="00B067C9"/>
    <w:rsid w:val="00B0741C"/>
    <w:rsid w:val="00B07FDB"/>
    <w:rsid w:val="00B1063E"/>
    <w:rsid w:val="00B107FC"/>
    <w:rsid w:val="00B10C65"/>
    <w:rsid w:val="00B10F71"/>
    <w:rsid w:val="00B114FD"/>
    <w:rsid w:val="00B1266D"/>
    <w:rsid w:val="00B13942"/>
    <w:rsid w:val="00B172C6"/>
    <w:rsid w:val="00B17303"/>
    <w:rsid w:val="00B20D8A"/>
    <w:rsid w:val="00B20F1F"/>
    <w:rsid w:val="00B215C7"/>
    <w:rsid w:val="00B23045"/>
    <w:rsid w:val="00B23284"/>
    <w:rsid w:val="00B23BE1"/>
    <w:rsid w:val="00B256AB"/>
    <w:rsid w:val="00B2589C"/>
    <w:rsid w:val="00B277EF"/>
    <w:rsid w:val="00B30455"/>
    <w:rsid w:val="00B31F34"/>
    <w:rsid w:val="00B32524"/>
    <w:rsid w:val="00B3297D"/>
    <w:rsid w:val="00B32F91"/>
    <w:rsid w:val="00B33C78"/>
    <w:rsid w:val="00B3623C"/>
    <w:rsid w:val="00B40540"/>
    <w:rsid w:val="00B417C6"/>
    <w:rsid w:val="00B42114"/>
    <w:rsid w:val="00B42B01"/>
    <w:rsid w:val="00B42CAF"/>
    <w:rsid w:val="00B45542"/>
    <w:rsid w:val="00B4638D"/>
    <w:rsid w:val="00B46AC4"/>
    <w:rsid w:val="00B50135"/>
    <w:rsid w:val="00B5130D"/>
    <w:rsid w:val="00B51E41"/>
    <w:rsid w:val="00B51FAA"/>
    <w:rsid w:val="00B520BB"/>
    <w:rsid w:val="00B52832"/>
    <w:rsid w:val="00B528C2"/>
    <w:rsid w:val="00B531C4"/>
    <w:rsid w:val="00B53C8D"/>
    <w:rsid w:val="00B543E3"/>
    <w:rsid w:val="00B5491D"/>
    <w:rsid w:val="00B54D4D"/>
    <w:rsid w:val="00B5501E"/>
    <w:rsid w:val="00B5545A"/>
    <w:rsid w:val="00B5548A"/>
    <w:rsid w:val="00B554BF"/>
    <w:rsid w:val="00B57C28"/>
    <w:rsid w:val="00B602B3"/>
    <w:rsid w:val="00B60E55"/>
    <w:rsid w:val="00B62A4E"/>
    <w:rsid w:val="00B62FE5"/>
    <w:rsid w:val="00B63192"/>
    <w:rsid w:val="00B6331D"/>
    <w:rsid w:val="00B63B00"/>
    <w:rsid w:val="00B6491A"/>
    <w:rsid w:val="00B64CDD"/>
    <w:rsid w:val="00B64EC5"/>
    <w:rsid w:val="00B65C00"/>
    <w:rsid w:val="00B65C3A"/>
    <w:rsid w:val="00B6768C"/>
    <w:rsid w:val="00B67E03"/>
    <w:rsid w:val="00B70068"/>
    <w:rsid w:val="00B71130"/>
    <w:rsid w:val="00B7367D"/>
    <w:rsid w:val="00B737F4"/>
    <w:rsid w:val="00B738F0"/>
    <w:rsid w:val="00B73DAE"/>
    <w:rsid w:val="00B75513"/>
    <w:rsid w:val="00B7618B"/>
    <w:rsid w:val="00B77FD7"/>
    <w:rsid w:val="00B82C4F"/>
    <w:rsid w:val="00B8311E"/>
    <w:rsid w:val="00B84ACD"/>
    <w:rsid w:val="00B85260"/>
    <w:rsid w:val="00B85ADF"/>
    <w:rsid w:val="00B85E3F"/>
    <w:rsid w:val="00B87086"/>
    <w:rsid w:val="00B87357"/>
    <w:rsid w:val="00B9010A"/>
    <w:rsid w:val="00B90942"/>
    <w:rsid w:val="00B90C2D"/>
    <w:rsid w:val="00B9179B"/>
    <w:rsid w:val="00B918B4"/>
    <w:rsid w:val="00B91961"/>
    <w:rsid w:val="00B928ED"/>
    <w:rsid w:val="00B92D3F"/>
    <w:rsid w:val="00B9362B"/>
    <w:rsid w:val="00B94C57"/>
    <w:rsid w:val="00B9558F"/>
    <w:rsid w:val="00B960EF"/>
    <w:rsid w:val="00BA0393"/>
    <w:rsid w:val="00BA0F1C"/>
    <w:rsid w:val="00BA1EA9"/>
    <w:rsid w:val="00BA2508"/>
    <w:rsid w:val="00BA2BC0"/>
    <w:rsid w:val="00BA2BC8"/>
    <w:rsid w:val="00BA3983"/>
    <w:rsid w:val="00BA3F3D"/>
    <w:rsid w:val="00BA5497"/>
    <w:rsid w:val="00BB0464"/>
    <w:rsid w:val="00BB16FC"/>
    <w:rsid w:val="00BB1CE4"/>
    <w:rsid w:val="00BB2374"/>
    <w:rsid w:val="00BB2949"/>
    <w:rsid w:val="00BB3F31"/>
    <w:rsid w:val="00BB4393"/>
    <w:rsid w:val="00BB4AB6"/>
    <w:rsid w:val="00BB5481"/>
    <w:rsid w:val="00BB59A0"/>
    <w:rsid w:val="00BB5BA4"/>
    <w:rsid w:val="00BB6632"/>
    <w:rsid w:val="00BB6E3E"/>
    <w:rsid w:val="00BC12AA"/>
    <w:rsid w:val="00BC25B8"/>
    <w:rsid w:val="00BC2DC6"/>
    <w:rsid w:val="00BC3914"/>
    <w:rsid w:val="00BC44DA"/>
    <w:rsid w:val="00BC6BB5"/>
    <w:rsid w:val="00BC74A2"/>
    <w:rsid w:val="00BD09AE"/>
    <w:rsid w:val="00BD0D3C"/>
    <w:rsid w:val="00BD1350"/>
    <w:rsid w:val="00BD1E53"/>
    <w:rsid w:val="00BD2AD7"/>
    <w:rsid w:val="00BD3455"/>
    <w:rsid w:val="00BD403D"/>
    <w:rsid w:val="00BD4A93"/>
    <w:rsid w:val="00BD4E70"/>
    <w:rsid w:val="00BD58F8"/>
    <w:rsid w:val="00BD61E7"/>
    <w:rsid w:val="00BE0937"/>
    <w:rsid w:val="00BE0A2B"/>
    <w:rsid w:val="00BE0D48"/>
    <w:rsid w:val="00BE14AC"/>
    <w:rsid w:val="00BE1A4F"/>
    <w:rsid w:val="00BE268C"/>
    <w:rsid w:val="00BE3AFA"/>
    <w:rsid w:val="00BE3FEA"/>
    <w:rsid w:val="00BE4480"/>
    <w:rsid w:val="00BE479F"/>
    <w:rsid w:val="00BE6229"/>
    <w:rsid w:val="00BE691B"/>
    <w:rsid w:val="00BE79F4"/>
    <w:rsid w:val="00BF007E"/>
    <w:rsid w:val="00BF45B2"/>
    <w:rsid w:val="00BF4956"/>
    <w:rsid w:val="00BF77CE"/>
    <w:rsid w:val="00BF793E"/>
    <w:rsid w:val="00C002D5"/>
    <w:rsid w:val="00C00AE1"/>
    <w:rsid w:val="00C00C0B"/>
    <w:rsid w:val="00C02382"/>
    <w:rsid w:val="00C03260"/>
    <w:rsid w:val="00C03C51"/>
    <w:rsid w:val="00C0591D"/>
    <w:rsid w:val="00C05FFD"/>
    <w:rsid w:val="00C10708"/>
    <w:rsid w:val="00C1099E"/>
    <w:rsid w:val="00C13606"/>
    <w:rsid w:val="00C16FC7"/>
    <w:rsid w:val="00C22C2A"/>
    <w:rsid w:val="00C251D9"/>
    <w:rsid w:val="00C270F0"/>
    <w:rsid w:val="00C31371"/>
    <w:rsid w:val="00C3137C"/>
    <w:rsid w:val="00C3213C"/>
    <w:rsid w:val="00C332D6"/>
    <w:rsid w:val="00C35340"/>
    <w:rsid w:val="00C3643A"/>
    <w:rsid w:val="00C36643"/>
    <w:rsid w:val="00C40AEB"/>
    <w:rsid w:val="00C41069"/>
    <w:rsid w:val="00C4165C"/>
    <w:rsid w:val="00C42203"/>
    <w:rsid w:val="00C429EE"/>
    <w:rsid w:val="00C4370F"/>
    <w:rsid w:val="00C43743"/>
    <w:rsid w:val="00C443B3"/>
    <w:rsid w:val="00C44C7D"/>
    <w:rsid w:val="00C45465"/>
    <w:rsid w:val="00C4553C"/>
    <w:rsid w:val="00C45834"/>
    <w:rsid w:val="00C47D3C"/>
    <w:rsid w:val="00C50898"/>
    <w:rsid w:val="00C5165B"/>
    <w:rsid w:val="00C52280"/>
    <w:rsid w:val="00C52AD8"/>
    <w:rsid w:val="00C53860"/>
    <w:rsid w:val="00C53866"/>
    <w:rsid w:val="00C53A8A"/>
    <w:rsid w:val="00C55362"/>
    <w:rsid w:val="00C55718"/>
    <w:rsid w:val="00C56DF1"/>
    <w:rsid w:val="00C578E4"/>
    <w:rsid w:val="00C62ADE"/>
    <w:rsid w:val="00C62E09"/>
    <w:rsid w:val="00C63579"/>
    <w:rsid w:val="00C63C3F"/>
    <w:rsid w:val="00C63D9B"/>
    <w:rsid w:val="00C644BA"/>
    <w:rsid w:val="00C644CD"/>
    <w:rsid w:val="00C64808"/>
    <w:rsid w:val="00C64937"/>
    <w:rsid w:val="00C65711"/>
    <w:rsid w:val="00C65E82"/>
    <w:rsid w:val="00C660DA"/>
    <w:rsid w:val="00C66231"/>
    <w:rsid w:val="00C708B4"/>
    <w:rsid w:val="00C714D6"/>
    <w:rsid w:val="00C72153"/>
    <w:rsid w:val="00C72353"/>
    <w:rsid w:val="00C73DF3"/>
    <w:rsid w:val="00C73E90"/>
    <w:rsid w:val="00C742C2"/>
    <w:rsid w:val="00C76AE8"/>
    <w:rsid w:val="00C771E4"/>
    <w:rsid w:val="00C77731"/>
    <w:rsid w:val="00C80BD0"/>
    <w:rsid w:val="00C80F45"/>
    <w:rsid w:val="00C822E3"/>
    <w:rsid w:val="00C82534"/>
    <w:rsid w:val="00C8258D"/>
    <w:rsid w:val="00C83417"/>
    <w:rsid w:val="00C8418F"/>
    <w:rsid w:val="00C84DF5"/>
    <w:rsid w:val="00C87FEF"/>
    <w:rsid w:val="00C9145A"/>
    <w:rsid w:val="00C9151A"/>
    <w:rsid w:val="00C92C0E"/>
    <w:rsid w:val="00C93546"/>
    <w:rsid w:val="00C95FBF"/>
    <w:rsid w:val="00C9782D"/>
    <w:rsid w:val="00C97C22"/>
    <w:rsid w:val="00C97CA6"/>
    <w:rsid w:val="00CA0A12"/>
    <w:rsid w:val="00CA0F99"/>
    <w:rsid w:val="00CA2668"/>
    <w:rsid w:val="00CA37A1"/>
    <w:rsid w:val="00CA3CFD"/>
    <w:rsid w:val="00CA4631"/>
    <w:rsid w:val="00CA4A7A"/>
    <w:rsid w:val="00CA4C71"/>
    <w:rsid w:val="00CA4D21"/>
    <w:rsid w:val="00CB0308"/>
    <w:rsid w:val="00CB081B"/>
    <w:rsid w:val="00CB15E2"/>
    <w:rsid w:val="00CB27A7"/>
    <w:rsid w:val="00CB2954"/>
    <w:rsid w:val="00CB2AEA"/>
    <w:rsid w:val="00CB2E76"/>
    <w:rsid w:val="00CB5D12"/>
    <w:rsid w:val="00CC067E"/>
    <w:rsid w:val="00CC10DE"/>
    <w:rsid w:val="00CC332A"/>
    <w:rsid w:val="00CC4B5C"/>
    <w:rsid w:val="00CC5228"/>
    <w:rsid w:val="00CC6DB3"/>
    <w:rsid w:val="00CD09BF"/>
    <w:rsid w:val="00CD21C7"/>
    <w:rsid w:val="00CD2200"/>
    <w:rsid w:val="00CD2BA4"/>
    <w:rsid w:val="00CD2E92"/>
    <w:rsid w:val="00CD3B0E"/>
    <w:rsid w:val="00CD4231"/>
    <w:rsid w:val="00CD4296"/>
    <w:rsid w:val="00CD5835"/>
    <w:rsid w:val="00CD5B2A"/>
    <w:rsid w:val="00CD5F69"/>
    <w:rsid w:val="00CD68E6"/>
    <w:rsid w:val="00CE105C"/>
    <w:rsid w:val="00CE22F3"/>
    <w:rsid w:val="00CE2624"/>
    <w:rsid w:val="00CE44FB"/>
    <w:rsid w:val="00CE48DD"/>
    <w:rsid w:val="00CE51A4"/>
    <w:rsid w:val="00CE6121"/>
    <w:rsid w:val="00CE6731"/>
    <w:rsid w:val="00CE72AA"/>
    <w:rsid w:val="00CE7DCD"/>
    <w:rsid w:val="00CF0D0B"/>
    <w:rsid w:val="00CF1EB2"/>
    <w:rsid w:val="00CF5CA4"/>
    <w:rsid w:val="00CF6307"/>
    <w:rsid w:val="00CF795F"/>
    <w:rsid w:val="00CF7C05"/>
    <w:rsid w:val="00D001F5"/>
    <w:rsid w:val="00D00D91"/>
    <w:rsid w:val="00D027D4"/>
    <w:rsid w:val="00D02B1B"/>
    <w:rsid w:val="00D034D0"/>
    <w:rsid w:val="00D03808"/>
    <w:rsid w:val="00D0392F"/>
    <w:rsid w:val="00D03A31"/>
    <w:rsid w:val="00D05916"/>
    <w:rsid w:val="00D05C58"/>
    <w:rsid w:val="00D075A8"/>
    <w:rsid w:val="00D105AE"/>
    <w:rsid w:val="00D116D2"/>
    <w:rsid w:val="00D11CEB"/>
    <w:rsid w:val="00D1258E"/>
    <w:rsid w:val="00D13A0C"/>
    <w:rsid w:val="00D13A2B"/>
    <w:rsid w:val="00D14C2B"/>
    <w:rsid w:val="00D17391"/>
    <w:rsid w:val="00D173F0"/>
    <w:rsid w:val="00D177A6"/>
    <w:rsid w:val="00D21C86"/>
    <w:rsid w:val="00D23B6F"/>
    <w:rsid w:val="00D244FB"/>
    <w:rsid w:val="00D24819"/>
    <w:rsid w:val="00D249F7"/>
    <w:rsid w:val="00D30249"/>
    <w:rsid w:val="00D30483"/>
    <w:rsid w:val="00D3131C"/>
    <w:rsid w:val="00D3198F"/>
    <w:rsid w:val="00D31C35"/>
    <w:rsid w:val="00D3244A"/>
    <w:rsid w:val="00D325DC"/>
    <w:rsid w:val="00D32BF2"/>
    <w:rsid w:val="00D34364"/>
    <w:rsid w:val="00D3448E"/>
    <w:rsid w:val="00D35665"/>
    <w:rsid w:val="00D37380"/>
    <w:rsid w:val="00D4124A"/>
    <w:rsid w:val="00D4170B"/>
    <w:rsid w:val="00D42993"/>
    <w:rsid w:val="00D42A05"/>
    <w:rsid w:val="00D434EE"/>
    <w:rsid w:val="00D439CF"/>
    <w:rsid w:val="00D448AC"/>
    <w:rsid w:val="00D456EF"/>
    <w:rsid w:val="00D45922"/>
    <w:rsid w:val="00D45A1A"/>
    <w:rsid w:val="00D45DD2"/>
    <w:rsid w:val="00D471A2"/>
    <w:rsid w:val="00D475D2"/>
    <w:rsid w:val="00D50B04"/>
    <w:rsid w:val="00D50C2E"/>
    <w:rsid w:val="00D51497"/>
    <w:rsid w:val="00D51F97"/>
    <w:rsid w:val="00D52101"/>
    <w:rsid w:val="00D52244"/>
    <w:rsid w:val="00D5248A"/>
    <w:rsid w:val="00D56F5D"/>
    <w:rsid w:val="00D57556"/>
    <w:rsid w:val="00D57720"/>
    <w:rsid w:val="00D609BB"/>
    <w:rsid w:val="00D60DF8"/>
    <w:rsid w:val="00D61212"/>
    <w:rsid w:val="00D64E83"/>
    <w:rsid w:val="00D662B2"/>
    <w:rsid w:val="00D67951"/>
    <w:rsid w:val="00D67A29"/>
    <w:rsid w:val="00D67CC9"/>
    <w:rsid w:val="00D71883"/>
    <w:rsid w:val="00D71CAD"/>
    <w:rsid w:val="00D7270A"/>
    <w:rsid w:val="00D73EB8"/>
    <w:rsid w:val="00D7514D"/>
    <w:rsid w:val="00D75582"/>
    <w:rsid w:val="00D767A3"/>
    <w:rsid w:val="00D819C7"/>
    <w:rsid w:val="00D81A43"/>
    <w:rsid w:val="00D83AD9"/>
    <w:rsid w:val="00D83E4F"/>
    <w:rsid w:val="00D84531"/>
    <w:rsid w:val="00D85121"/>
    <w:rsid w:val="00D86757"/>
    <w:rsid w:val="00D86E8D"/>
    <w:rsid w:val="00D871C6"/>
    <w:rsid w:val="00D91467"/>
    <w:rsid w:val="00D921EC"/>
    <w:rsid w:val="00D929D3"/>
    <w:rsid w:val="00D92C0B"/>
    <w:rsid w:val="00D930A1"/>
    <w:rsid w:val="00D93499"/>
    <w:rsid w:val="00D93685"/>
    <w:rsid w:val="00D93E21"/>
    <w:rsid w:val="00D94228"/>
    <w:rsid w:val="00D94EED"/>
    <w:rsid w:val="00D97225"/>
    <w:rsid w:val="00DA02AB"/>
    <w:rsid w:val="00DA054B"/>
    <w:rsid w:val="00DA0C53"/>
    <w:rsid w:val="00DA12CE"/>
    <w:rsid w:val="00DA1587"/>
    <w:rsid w:val="00DA277F"/>
    <w:rsid w:val="00DA2852"/>
    <w:rsid w:val="00DA2B04"/>
    <w:rsid w:val="00DA361C"/>
    <w:rsid w:val="00DA3B2F"/>
    <w:rsid w:val="00DA3FB5"/>
    <w:rsid w:val="00DA4168"/>
    <w:rsid w:val="00DA4DD8"/>
    <w:rsid w:val="00DA5B04"/>
    <w:rsid w:val="00DA6109"/>
    <w:rsid w:val="00DB1666"/>
    <w:rsid w:val="00DB182B"/>
    <w:rsid w:val="00DB1A06"/>
    <w:rsid w:val="00DB3769"/>
    <w:rsid w:val="00DB4A77"/>
    <w:rsid w:val="00DB4A97"/>
    <w:rsid w:val="00DB4C2D"/>
    <w:rsid w:val="00DB6F94"/>
    <w:rsid w:val="00DB7005"/>
    <w:rsid w:val="00DB70D3"/>
    <w:rsid w:val="00DB716D"/>
    <w:rsid w:val="00DB76C2"/>
    <w:rsid w:val="00DB788A"/>
    <w:rsid w:val="00DC0F3D"/>
    <w:rsid w:val="00DC1F58"/>
    <w:rsid w:val="00DC23E3"/>
    <w:rsid w:val="00DC29B2"/>
    <w:rsid w:val="00DC30D0"/>
    <w:rsid w:val="00DC641C"/>
    <w:rsid w:val="00DC6D9F"/>
    <w:rsid w:val="00DC7B09"/>
    <w:rsid w:val="00DD04B2"/>
    <w:rsid w:val="00DD1E22"/>
    <w:rsid w:val="00DD2066"/>
    <w:rsid w:val="00DD2983"/>
    <w:rsid w:val="00DD2E4B"/>
    <w:rsid w:val="00DD3229"/>
    <w:rsid w:val="00DD3569"/>
    <w:rsid w:val="00DD3B87"/>
    <w:rsid w:val="00DD582F"/>
    <w:rsid w:val="00DD5BA9"/>
    <w:rsid w:val="00DD6E46"/>
    <w:rsid w:val="00DD7869"/>
    <w:rsid w:val="00DD7C08"/>
    <w:rsid w:val="00DE07FA"/>
    <w:rsid w:val="00DE34F6"/>
    <w:rsid w:val="00DE3742"/>
    <w:rsid w:val="00DE40F7"/>
    <w:rsid w:val="00DE43CA"/>
    <w:rsid w:val="00DE4700"/>
    <w:rsid w:val="00DE667C"/>
    <w:rsid w:val="00DF04C2"/>
    <w:rsid w:val="00DF2985"/>
    <w:rsid w:val="00DF36B8"/>
    <w:rsid w:val="00DF3BB8"/>
    <w:rsid w:val="00DF54A7"/>
    <w:rsid w:val="00DF59AA"/>
    <w:rsid w:val="00DF59D1"/>
    <w:rsid w:val="00DF71B1"/>
    <w:rsid w:val="00E03412"/>
    <w:rsid w:val="00E03C2B"/>
    <w:rsid w:val="00E04B9E"/>
    <w:rsid w:val="00E050C8"/>
    <w:rsid w:val="00E05683"/>
    <w:rsid w:val="00E05C59"/>
    <w:rsid w:val="00E0664B"/>
    <w:rsid w:val="00E069A6"/>
    <w:rsid w:val="00E076B5"/>
    <w:rsid w:val="00E11C83"/>
    <w:rsid w:val="00E12D3B"/>
    <w:rsid w:val="00E12EA1"/>
    <w:rsid w:val="00E1523D"/>
    <w:rsid w:val="00E20BFB"/>
    <w:rsid w:val="00E22575"/>
    <w:rsid w:val="00E22C74"/>
    <w:rsid w:val="00E22F9E"/>
    <w:rsid w:val="00E2308E"/>
    <w:rsid w:val="00E23678"/>
    <w:rsid w:val="00E2385C"/>
    <w:rsid w:val="00E243F0"/>
    <w:rsid w:val="00E244E2"/>
    <w:rsid w:val="00E25988"/>
    <w:rsid w:val="00E26704"/>
    <w:rsid w:val="00E26C79"/>
    <w:rsid w:val="00E26E5B"/>
    <w:rsid w:val="00E27DA6"/>
    <w:rsid w:val="00E3022E"/>
    <w:rsid w:val="00E3045C"/>
    <w:rsid w:val="00E3119F"/>
    <w:rsid w:val="00E328B0"/>
    <w:rsid w:val="00E337E5"/>
    <w:rsid w:val="00E33804"/>
    <w:rsid w:val="00E34BFB"/>
    <w:rsid w:val="00E36417"/>
    <w:rsid w:val="00E36452"/>
    <w:rsid w:val="00E365DD"/>
    <w:rsid w:val="00E36E95"/>
    <w:rsid w:val="00E373B8"/>
    <w:rsid w:val="00E37748"/>
    <w:rsid w:val="00E37DD8"/>
    <w:rsid w:val="00E4142C"/>
    <w:rsid w:val="00E430B8"/>
    <w:rsid w:val="00E43FAD"/>
    <w:rsid w:val="00E443EB"/>
    <w:rsid w:val="00E44897"/>
    <w:rsid w:val="00E44B39"/>
    <w:rsid w:val="00E45282"/>
    <w:rsid w:val="00E45782"/>
    <w:rsid w:val="00E505CB"/>
    <w:rsid w:val="00E513EC"/>
    <w:rsid w:val="00E513F7"/>
    <w:rsid w:val="00E521FC"/>
    <w:rsid w:val="00E53C60"/>
    <w:rsid w:val="00E56A1B"/>
    <w:rsid w:val="00E57966"/>
    <w:rsid w:val="00E6045C"/>
    <w:rsid w:val="00E612CC"/>
    <w:rsid w:val="00E634CC"/>
    <w:rsid w:val="00E644BE"/>
    <w:rsid w:val="00E64B1F"/>
    <w:rsid w:val="00E64B21"/>
    <w:rsid w:val="00E66F0A"/>
    <w:rsid w:val="00E7126F"/>
    <w:rsid w:val="00E73361"/>
    <w:rsid w:val="00E74530"/>
    <w:rsid w:val="00E75024"/>
    <w:rsid w:val="00E757D2"/>
    <w:rsid w:val="00E802B3"/>
    <w:rsid w:val="00E805BC"/>
    <w:rsid w:val="00E807BF"/>
    <w:rsid w:val="00E81957"/>
    <w:rsid w:val="00E8255A"/>
    <w:rsid w:val="00E8484F"/>
    <w:rsid w:val="00E86070"/>
    <w:rsid w:val="00E86F10"/>
    <w:rsid w:val="00E90EE7"/>
    <w:rsid w:val="00E91CB6"/>
    <w:rsid w:val="00E91FB8"/>
    <w:rsid w:val="00E9220D"/>
    <w:rsid w:val="00E9283C"/>
    <w:rsid w:val="00E93EF0"/>
    <w:rsid w:val="00E9418B"/>
    <w:rsid w:val="00E94393"/>
    <w:rsid w:val="00E9458F"/>
    <w:rsid w:val="00E94B3B"/>
    <w:rsid w:val="00E9583B"/>
    <w:rsid w:val="00E95F45"/>
    <w:rsid w:val="00E9637F"/>
    <w:rsid w:val="00EA0143"/>
    <w:rsid w:val="00EA089F"/>
    <w:rsid w:val="00EA271A"/>
    <w:rsid w:val="00EA2D0E"/>
    <w:rsid w:val="00EA31A1"/>
    <w:rsid w:val="00EA52EC"/>
    <w:rsid w:val="00EB1115"/>
    <w:rsid w:val="00EB166D"/>
    <w:rsid w:val="00EB2A07"/>
    <w:rsid w:val="00EB2AFB"/>
    <w:rsid w:val="00EB2F3D"/>
    <w:rsid w:val="00EB4A6C"/>
    <w:rsid w:val="00EB5946"/>
    <w:rsid w:val="00EB6298"/>
    <w:rsid w:val="00EB66BA"/>
    <w:rsid w:val="00EC01FA"/>
    <w:rsid w:val="00EC112F"/>
    <w:rsid w:val="00EC153D"/>
    <w:rsid w:val="00EC23D2"/>
    <w:rsid w:val="00EC24FE"/>
    <w:rsid w:val="00EC31EC"/>
    <w:rsid w:val="00EC4AA4"/>
    <w:rsid w:val="00EC51C8"/>
    <w:rsid w:val="00EC54FE"/>
    <w:rsid w:val="00EC7C78"/>
    <w:rsid w:val="00ED1468"/>
    <w:rsid w:val="00ED1B8B"/>
    <w:rsid w:val="00ED2546"/>
    <w:rsid w:val="00ED3C31"/>
    <w:rsid w:val="00ED4C24"/>
    <w:rsid w:val="00ED4DCC"/>
    <w:rsid w:val="00ED70E2"/>
    <w:rsid w:val="00EE05E5"/>
    <w:rsid w:val="00EE0BFD"/>
    <w:rsid w:val="00EE0E7E"/>
    <w:rsid w:val="00EE1D2B"/>
    <w:rsid w:val="00EE3C9C"/>
    <w:rsid w:val="00EE429A"/>
    <w:rsid w:val="00EE460D"/>
    <w:rsid w:val="00EE6FE8"/>
    <w:rsid w:val="00EE7F25"/>
    <w:rsid w:val="00EF0854"/>
    <w:rsid w:val="00EF096D"/>
    <w:rsid w:val="00EF0C54"/>
    <w:rsid w:val="00EF1687"/>
    <w:rsid w:val="00EF5579"/>
    <w:rsid w:val="00EF5913"/>
    <w:rsid w:val="00F00A14"/>
    <w:rsid w:val="00F00DD8"/>
    <w:rsid w:val="00F011AF"/>
    <w:rsid w:val="00F02AE7"/>
    <w:rsid w:val="00F02CA1"/>
    <w:rsid w:val="00F03010"/>
    <w:rsid w:val="00F03AF6"/>
    <w:rsid w:val="00F03AFD"/>
    <w:rsid w:val="00F0416F"/>
    <w:rsid w:val="00F04194"/>
    <w:rsid w:val="00F04833"/>
    <w:rsid w:val="00F05A7E"/>
    <w:rsid w:val="00F05ADF"/>
    <w:rsid w:val="00F06FA6"/>
    <w:rsid w:val="00F077F0"/>
    <w:rsid w:val="00F1004F"/>
    <w:rsid w:val="00F11EF4"/>
    <w:rsid w:val="00F122C2"/>
    <w:rsid w:val="00F142CD"/>
    <w:rsid w:val="00F148E1"/>
    <w:rsid w:val="00F149BE"/>
    <w:rsid w:val="00F15252"/>
    <w:rsid w:val="00F15552"/>
    <w:rsid w:val="00F15CF5"/>
    <w:rsid w:val="00F16F60"/>
    <w:rsid w:val="00F172DA"/>
    <w:rsid w:val="00F177C3"/>
    <w:rsid w:val="00F20453"/>
    <w:rsid w:val="00F20BC2"/>
    <w:rsid w:val="00F20F09"/>
    <w:rsid w:val="00F2115D"/>
    <w:rsid w:val="00F23C62"/>
    <w:rsid w:val="00F24DAB"/>
    <w:rsid w:val="00F25D7E"/>
    <w:rsid w:val="00F25F05"/>
    <w:rsid w:val="00F27CC4"/>
    <w:rsid w:val="00F27E94"/>
    <w:rsid w:val="00F31826"/>
    <w:rsid w:val="00F3225F"/>
    <w:rsid w:val="00F322AB"/>
    <w:rsid w:val="00F328B7"/>
    <w:rsid w:val="00F342EB"/>
    <w:rsid w:val="00F346DF"/>
    <w:rsid w:val="00F347B0"/>
    <w:rsid w:val="00F34C64"/>
    <w:rsid w:val="00F3617C"/>
    <w:rsid w:val="00F37C48"/>
    <w:rsid w:val="00F40DBD"/>
    <w:rsid w:val="00F4216B"/>
    <w:rsid w:val="00F42633"/>
    <w:rsid w:val="00F42B56"/>
    <w:rsid w:val="00F42D88"/>
    <w:rsid w:val="00F46C10"/>
    <w:rsid w:val="00F5098D"/>
    <w:rsid w:val="00F50C70"/>
    <w:rsid w:val="00F52D01"/>
    <w:rsid w:val="00F5389E"/>
    <w:rsid w:val="00F5518C"/>
    <w:rsid w:val="00F556DD"/>
    <w:rsid w:val="00F558AF"/>
    <w:rsid w:val="00F5740B"/>
    <w:rsid w:val="00F610FD"/>
    <w:rsid w:val="00F6172B"/>
    <w:rsid w:val="00F61E1F"/>
    <w:rsid w:val="00F62970"/>
    <w:rsid w:val="00F62B1E"/>
    <w:rsid w:val="00F6354B"/>
    <w:rsid w:val="00F63979"/>
    <w:rsid w:val="00F65153"/>
    <w:rsid w:val="00F6597F"/>
    <w:rsid w:val="00F677F5"/>
    <w:rsid w:val="00F70423"/>
    <w:rsid w:val="00F72A0C"/>
    <w:rsid w:val="00F73079"/>
    <w:rsid w:val="00F74807"/>
    <w:rsid w:val="00F74AC6"/>
    <w:rsid w:val="00F75A66"/>
    <w:rsid w:val="00F76C22"/>
    <w:rsid w:val="00F775B0"/>
    <w:rsid w:val="00F776C9"/>
    <w:rsid w:val="00F77EEB"/>
    <w:rsid w:val="00F81B44"/>
    <w:rsid w:val="00F85734"/>
    <w:rsid w:val="00F8628B"/>
    <w:rsid w:val="00F86516"/>
    <w:rsid w:val="00F87EB1"/>
    <w:rsid w:val="00F905C8"/>
    <w:rsid w:val="00F90D11"/>
    <w:rsid w:val="00F91444"/>
    <w:rsid w:val="00F925E6"/>
    <w:rsid w:val="00F94335"/>
    <w:rsid w:val="00F94E79"/>
    <w:rsid w:val="00F9572C"/>
    <w:rsid w:val="00F9646F"/>
    <w:rsid w:val="00F96606"/>
    <w:rsid w:val="00F968C5"/>
    <w:rsid w:val="00F96AE7"/>
    <w:rsid w:val="00FA0607"/>
    <w:rsid w:val="00FA071D"/>
    <w:rsid w:val="00FA0AF1"/>
    <w:rsid w:val="00FA2443"/>
    <w:rsid w:val="00FA52EA"/>
    <w:rsid w:val="00FA6E90"/>
    <w:rsid w:val="00FA7093"/>
    <w:rsid w:val="00FA70AC"/>
    <w:rsid w:val="00FB014E"/>
    <w:rsid w:val="00FB12D1"/>
    <w:rsid w:val="00FB16DD"/>
    <w:rsid w:val="00FB2F0E"/>
    <w:rsid w:val="00FB3C80"/>
    <w:rsid w:val="00FB40F5"/>
    <w:rsid w:val="00FB4664"/>
    <w:rsid w:val="00FB4821"/>
    <w:rsid w:val="00FB4B0D"/>
    <w:rsid w:val="00FB4BBF"/>
    <w:rsid w:val="00FB77B6"/>
    <w:rsid w:val="00FC08A4"/>
    <w:rsid w:val="00FC1C91"/>
    <w:rsid w:val="00FC35A2"/>
    <w:rsid w:val="00FC3989"/>
    <w:rsid w:val="00FC4E78"/>
    <w:rsid w:val="00FC5CA3"/>
    <w:rsid w:val="00FC5D39"/>
    <w:rsid w:val="00FC653C"/>
    <w:rsid w:val="00FD1680"/>
    <w:rsid w:val="00FD1744"/>
    <w:rsid w:val="00FD2039"/>
    <w:rsid w:val="00FD20FE"/>
    <w:rsid w:val="00FD36BA"/>
    <w:rsid w:val="00FD4002"/>
    <w:rsid w:val="00FD4482"/>
    <w:rsid w:val="00FD49DA"/>
    <w:rsid w:val="00FD5551"/>
    <w:rsid w:val="00FD5859"/>
    <w:rsid w:val="00FD6286"/>
    <w:rsid w:val="00FD639E"/>
    <w:rsid w:val="00FD6753"/>
    <w:rsid w:val="00FD6F14"/>
    <w:rsid w:val="00FD7B23"/>
    <w:rsid w:val="00FD7C64"/>
    <w:rsid w:val="00FE031A"/>
    <w:rsid w:val="00FE1114"/>
    <w:rsid w:val="00FE1121"/>
    <w:rsid w:val="00FE1293"/>
    <w:rsid w:val="00FE2703"/>
    <w:rsid w:val="00FE2CAF"/>
    <w:rsid w:val="00FE2F58"/>
    <w:rsid w:val="00FE3F02"/>
    <w:rsid w:val="00FE427D"/>
    <w:rsid w:val="00FE5779"/>
    <w:rsid w:val="00FE733F"/>
    <w:rsid w:val="00FF029F"/>
    <w:rsid w:val="00FF31DF"/>
    <w:rsid w:val="00FF4113"/>
    <w:rsid w:val="00FF58D8"/>
    <w:rsid w:val="00FF71EB"/>
    <w:rsid w:val="00FF7D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1BCF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E337E5"/>
    <w:pPr>
      <w:ind w:left="720"/>
    </w:pPr>
  </w:style>
  <w:style w:type="paragraph" w:customStyle="1" w:styleId="ConsPlusNormal">
    <w:name w:val="ConsPlusNormal"/>
    <w:uiPriority w:val="99"/>
    <w:rsid w:val="002C731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locked/>
    <w:rsid w:val="0056350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072A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072A5B"/>
    <w:rPr>
      <w:rFonts w:cs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072A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072A5B"/>
    <w:rPr>
      <w:rFonts w:cs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072A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72A5B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1</Pages>
  <Words>127</Words>
  <Characters>724</Characters>
  <Application>Microsoft Office Outlook</Application>
  <DocSecurity>0</DocSecurity>
  <Lines>0</Lines>
  <Paragraphs>0</Paragraphs>
  <ScaleCrop>false</ScaleCrop>
  <Company>Fabrika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</dc:title>
  <dc:subject/>
  <dc:creator>TimohinIN</dc:creator>
  <cp:keywords/>
  <dc:description/>
  <cp:lastModifiedBy>Пользователь</cp:lastModifiedBy>
  <cp:revision>11</cp:revision>
  <cp:lastPrinted>2016-10-20T08:54:00Z</cp:lastPrinted>
  <dcterms:created xsi:type="dcterms:W3CDTF">2016-09-28T10:06:00Z</dcterms:created>
  <dcterms:modified xsi:type="dcterms:W3CDTF">2016-11-01T11:00:00Z</dcterms:modified>
</cp:coreProperties>
</file>