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EB" w:rsidRDefault="00D879EB" w:rsidP="00FC5806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D879EB" w:rsidRDefault="00D879E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D879EB" w:rsidRDefault="00D879E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D879EB" w:rsidRDefault="00D879E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D879EB" w:rsidRPr="00C9380D" w:rsidRDefault="00D879E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D879EB" w:rsidRPr="00811ADC" w:rsidRDefault="00D879EB" w:rsidP="00811ADC">
      <w:pPr>
        <w:jc w:val="center"/>
        <w:rPr>
          <w:b/>
          <w:sz w:val="28"/>
          <w:szCs w:val="28"/>
        </w:rPr>
      </w:pPr>
      <w:bookmarkStart w:id="0" w:name="OLE_LINK3"/>
      <w:r w:rsidRPr="00811ADC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811ADC">
        <w:rPr>
          <w:b/>
          <w:sz w:val="28"/>
          <w:szCs w:val="28"/>
        </w:rPr>
        <w:t xml:space="preserve"> в</w:t>
      </w:r>
      <w:bookmarkEnd w:id="0"/>
      <w:r>
        <w:rPr>
          <w:b/>
          <w:sz w:val="28"/>
          <w:szCs w:val="28"/>
        </w:rPr>
        <w:t xml:space="preserve"> статью 4 Закона Ульяновской области </w:t>
      </w:r>
      <w:r>
        <w:rPr>
          <w:b/>
          <w:sz w:val="28"/>
          <w:szCs w:val="28"/>
        </w:rPr>
        <w:br/>
        <w:t>«Об образовании в Ульяновской области»</w:t>
      </w: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Pr="00CC69EF" w:rsidRDefault="00D879EB" w:rsidP="00CE7677">
      <w:pPr>
        <w:suppressAutoHyphens/>
        <w:ind w:firstLine="1"/>
        <w:jc w:val="center"/>
        <w:rPr>
          <w:color w:val="000000"/>
        </w:rPr>
      </w:pPr>
      <w:r w:rsidRPr="00CC69EF">
        <w:rPr>
          <w:color w:val="000000"/>
        </w:rPr>
        <w:t xml:space="preserve">Принят Законодательным Собранием Ульяновской области </w:t>
      </w:r>
      <w:r>
        <w:rPr>
          <w:color w:val="000000"/>
        </w:rPr>
        <w:t>20 октября</w:t>
      </w:r>
      <w:r w:rsidRPr="00CC69EF">
        <w:rPr>
          <w:color w:val="000000"/>
        </w:rPr>
        <w:t xml:space="preserve"> 2016 года </w:t>
      </w: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Default="00D879EB" w:rsidP="007C7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9EB" w:rsidRPr="008D54BD" w:rsidRDefault="00D879EB" w:rsidP="008D54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D54BD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пункт 9 части 1 статьи 4 </w:t>
      </w:r>
      <w:r w:rsidRPr="008D54B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8D54BD">
        <w:rPr>
          <w:sz w:val="28"/>
          <w:szCs w:val="28"/>
        </w:rPr>
        <w:t xml:space="preserve"> Уль</w:t>
      </w:r>
      <w:bookmarkStart w:id="1" w:name="_GoBack"/>
      <w:bookmarkEnd w:id="1"/>
      <w:r w:rsidRPr="008D54BD">
        <w:rPr>
          <w:sz w:val="28"/>
          <w:szCs w:val="28"/>
        </w:rPr>
        <w:t xml:space="preserve">яновской области от 13 августа </w:t>
      </w:r>
      <w:r>
        <w:rPr>
          <w:sz w:val="28"/>
          <w:szCs w:val="28"/>
        </w:rPr>
        <w:br/>
      </w:r>
      <w:r w:rsidRPr="008D54BD">
        <w:rPr>
          <w:sz w:val="28"/>
          <w:szCs w:val="28"/>
        </w:rPr>
        <w:t>2013 года № 134-ЗО</w:t>
      </w:r>
      <w:r>
        <w:rPr>
          <w:sz w:val="28"/>
          <w:szCs w:val="28"/>
        </w:rPr>
        <w:t xml:space="preserve"> </w:t>
      </w:r>
      <w:r w:rsidRPr="008D54BD">
        <w:rPr>
          <w:sz w:val="28"/>
          <w:szCs w:val="28"/>
        </w:rPr>
        <w:t>«Об образовании в Ульяновской области» («Ульяновская правда» от 19.08.2013</w:t>
      </w:r>
      <w:r>
        <w:rPr>
          <w:sz w:val="28"/>
          <w:szCs w:val="28"/>
        </w:rPr>
        <w:t xml:space="preserve"> </w:t>
      </w:r>
      <w:r w:rsidRPr="008D54BD">
        <w:rPr>
          <w:sz w:val="28"/>
          <w:szCs w:val="28"/>
        </w:rPr>
        <w:t>№ 97; от 06.02.2014 № 16; от 31.03.2014 № 45; от 08.05.2014 № 65; от 09.10.2014 № 149; от 05.03.2015 № 28; от 08.06.2015 № 76-77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>от 07.09.2015 № 124; от 05.10.2015 № 139; от 29.10.2015 № 151)</w:t>
      </w:r>
      <w:r w:rsidRPr="008D54BD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е, заменив в нём слова «и нормативы» словами «нормативы и правила».</w:t>
      </w:r>
    </w:p>
    <w:p w:rsidR="00D879EB" w:rsidRPr="007C7374" w:rsidRDefault="00D879EB" w:rsidP="007C7374">
      <w:pPr>
        <w:tabs>
          <w:tab w:val="left" w:pos="8120"/>
        </w:tabs>
        <w:suppressAutoHyphens/>
        <w:autoSpaceDE w:val="0"/>
        <w:autoSpaceDN w:val="0"/>
        <w:adjustRightInd w:val="0"/>
        <w:rPr>
          <w:b/>
          <w:sz w:val="16"/>
          <w:szCs w:val="28"/>
        </w:rPr>
      </w:pPr>
    </w:p>
    <w:p w:rsidR="00D879EB" w:rsidRDefault="00D879EB" w:rsidP="007C7374">
      <w:pPr>
        <w:tabs>
          <w:tab w:val="left" w:pos="8120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879EB" w:rsidRDefault="00D879EB" w:rsidP="007C7374">
      <w:pPr>
        <w:tabs>
          <w:tab w:val="left" w:pos="8120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879EB" w:rsidRPr="00C9380D" w:rsidRDefault="00D879EB" w:rsidP="00C446A2">
      <w:pPr>
        <w:tabs>
          <w:tab w:val="left" w:pos="81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D879EB" w:rsidRPr="007C7374" w:rsidRDefault="00D879EB" w:rsidP="006B18F6">
      <w:pPr>
        <w:suppressAutoHyphens/>
        <w:autoSpaceDE w:val="0"/>
        <w:autoSpaceDN w:val="0"/>
        <w:adjustRightInd w:val="0"/>
        <w:jc w:val="center"/>
        <w:rPr>
          <w:sz w:val="16"/>
          <w:szCs w:val="28"/>
        </w:rPr>
      </w:pPr>
    </w:p>
    <w:p w:rsidR="00D879EB" w:rsidRDefault="00D879E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9EB" w:rsidRDefault="00D879E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9EB" w:rsidRPr="00C9380D" w:rsidRDefault="00D879E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D879EB" w:rsidRPr="00C9380D" w:rsidRDefault="00D879E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27 октября</w:t>
      </w:r>
      <w:r w:rsidRPr="00C9380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 г"/>
        </w:smartTagPr>
        <w:r w:rsidRPr="00C9380D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C9380D">
          <w:rPr>
            <w:sz w:val="28"/>
            <w:szCs w:val="28"/>
          </w:rPr>
          <w:t> г</w:t>
        </w:r>
      </w:smartTag>
      <w:r w:rsidRPr="00C9380D">
        <w:rPr>
          <w:sz w:val="28"/>
          <w:szCs w:val="28"/>
        </w:rPr>
        <w:t>.</w:t>
      </w:r>
    </w:p>
    <w:p w:rsidR="00D879EB" w:rsidRPr="0089494F" w:rsidRDefault="00D879EB" w:rsidP="0089494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 xml:space="preserve">№ </w:t>
      </w:r>
      <w:r>
        <w:rPr>
          <w:sz w:val="28"/>
          <w:szCs w:val="28"/>
        </w:rPr>
        <w:t>148</w:t>
      </w:r>
      <w:r w:rsidRPr="00C9380D">
        <w:rPr>
          <w:sz w:val="28"/>
          <w:szCs w:val="28"/>
        </w:rPr>
        <w:t>-ЗО</w:t>
      </w:r>
    </w:p>
    <w:sectPr w:rsidR="00D879EB" w:rsidRPr="0089494F" w:rsidSect="007C737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9EB" w:rsidRDefault="00D879EB" w:rsidP="007E1987">
      <w:r>
        <w:separator/>
      </w:r>
    </w:p>
  </w:endnote>
  <w:endnote w:type="continuationSeparator" w:id="0">
    <w:p w:rsidR="00D879EB" w:rsidRDefault="00D879EB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EB" w:rsidRPr="007C7374" w:rsidRDefault="00D879EB" w:rsidP="007C7374">
    <w:pPr>
      <w:pStyle w:val="Footer"/>
      <w:jc w:val="right"/>
      <w:rPr>
        <w:sz w:val="16"/>
      </w:rPr>
    </w:pPr>
    <w:r w:rsidRPr="007C7374">
      <w:rPr>
        <w:sz w:val="16"/>
      </w:rPr>
      <w:t>3108ка1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9EB" w:rsidRDefault="00D879EB" w:rsidP="007E1987">
      <w:r>
        <w:separator/>
      </w:r>
    </w:p>
  </w:footnote>
  <w:footnote w:type="continuationSeparator" w:id="0">
    <w:p w:rsidR="00D879EB" w:rsidRDefault="00D879EB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EB" w:rsidRDefault="00D879EB" w:rsidP="00EC7EAB">
    <w:pPr>
      <w:pStyle w:val="a0"/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D879EB" w:rsidRDefault="00D879EB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EB" w:rsidRDefault="00D879EB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5"/>
  </w:num>
  <w:num w:numId="14">
    <w:abstractNumId w:val="4"/>
  </w:num>
  <w:num w:numId="15">
    <w:abstractNumId w:val="6"/>
  </w:num>
  <w:num w:numId="16">
    <w:abstractNumId w:val="1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D2C"/>
    <w:rsid w:val="00183061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0BF9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64C"/>
    <w:rsid w:val="003D53B0"/>
    <w:rsid w:val="003D5BFC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B57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47CA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C7374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17B9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3DB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0FCE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2F3D"/>
    <w:rsid w:val="00CA3333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69EF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E7677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01DC"/>
    <w:rsid w:val="00D81231"/>
    <w:rsid w:val="00D82CE3"/>
    <w:rsid w:val="00D8380F"/>
    <w:rsid w:val="00D84758"/>
    <w:rsid w:val="00D85BE5"/>
    <w:rsid w:val="00D863C2"/>
    <w:rsid w:val="00D867C3"/>
    <w:rsid w:val="00D879EB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C6999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23A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6267"/>
    <w:rsid w:val="00F26527"/>
    <w:rsid w:val="00F278CC"/>
    <w:rsid w:val="00F3105B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06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numPr>
        <w:numId w:val="2"/>
      </w:numPr>
      <w:jc w:val="both"/>
      <w:outlineLvl w:val="0"/>
    </w:pPr>
    <w:rPr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Гипертекстовая ссылка"/>
    <w:basedOn w:val="DefaultParagraphFont"/>
    <w:uiPriority w:val="99"/>
    <w:rsid w:val="00EC7EAB"/>
    <w:rPr>
      <w:rFonts w:cs="Times New Roman"/>
      <w:b/>
      <w:bCs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7374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910E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110</Words>
  <Characters>632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7</cp:revision>
  <cp:lastPrinted>2016-09-26T06:00:00Z</cp:lastPrinted>
  <dcterms:created xsi:type="dcterms:W3CDTF">2016-08-31T10:40:00Z</dcterms:created>
  <dcterms:modified xsi:type="dcterms:W3CDTF">2016-11-01T10:57:00Z</dcterms:modified>
</cp:coreProperties>
</file>