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2" w:type="dxa"/>
        <w:tblInd w:w="36" w:type="dxa"/>
        <w:tblLook w:val="01E0" w:firstRow="1" w:lastRow="1" w:firstColumn="1" w:lastColumn="1" w:noHBand="0" w:noVBand="0"/>
      </w:tblPr>
      <w:tblGrid>
        <w:gridCol w:w="4152"/>
        <w:gridCol w:w="1104"/>
        <w:gridCol w:w="4416"/>
      </w:tblGrid>
      <w:tr w:rsidR="00DC2128" w:rsidRPr="00971861" w:rsidTr="00DC2128">
        <w:trPr>
          <w:trHeight w:val="2218"/>
        </w:trPr>
        <w:tc>
          <w:tcPr>
            <w:tcW w:w="4152" w:type="dxa"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1104" w:type="dxa"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Align w:val="bottom"/>
          </w:tcPr>
          <w:p w:rsidR="00DC2128" w:rsidRPr="00971861" w:rsidRDefault="00DC2128" w:rsidP="00992F4B">
            <w:pPr>
              <w:jc w:val="center"/>
              <w:rPr>
                <w:b/>
                <w:sz w:val="28"/>
                <w:szCs w:val="28"/>
              </w:rPr>
            </w:pPr>
            <w:r w:rsidRPr="00A443F1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DC2128" w:rsidRPr="00971861" w:rsidTr="00DC2128">
        <w:trPr>
          <w:trHeight w:val="1125"/>
        </w:trPr>
        <w:tc>
          <w:tcPr>
            <w:tcW w:w="4152" w:type="dxa"/>
            <w:vAlign w:val="bottom"/>
          </w:tcPr>
          <w:p w:rsidR="00DC2128" w:rsidRPr="00971861" w:rsidRDefault="00DC2128" w:rsidP="00DC2128">
            <w:pPr>
              <w:rPr>
                <w:color w:val="000000"/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Merge w:val="restart"/>
          </w:tcPr>
          <w:p w:rsidR="00DC2128" w:rsidRPr="00A443F1" w:rsidRDefault="00992F4B" w:rsidP="00992F4B">
            <w:pPr>
              <w:jc w:val="center"/>
              <w:rPr>
                <w:b/>
                <w:sz w:val="28"/>
              </w:rPr>
            </w:pPr>
            <w:r w:rsidRPr="00A443F1">
              <w:rPr>
                <w:b/>
                <w:sz w:val="28"/>
                <w:szCs w:val="28"/>
              </w:rPr>
              <w:t>Законодательного</w:t>
            </w:r>
            <w:r w:rsidRPr="00A443F1">
              <w:rPr>
                <w:b/>
                <w:sz w:val="28"/>
              </w:rPr>
              <w:t xml:space="preserve"> </w:t>
            </w:r>
            <w:r w:rsidR="00DC2128" w:rsidRPr="00A443F1">
              <w:rPr>
                <w:b/>
                <w:sz w:val="28"/>
              </w:rPr>
              <w:t>Собрания Ульяновской области</w:t>
            </w:r>
          </w:p>
          <w:p w:rsidR="00DC2128" w:rsidRPr="00A443F1" w:rsidRDefault="00DC2128" w:rsidP="00992F4B">
            <w:pPr>
              <w:jc w:val="center"/>
              <w:rPr>
                <w:b/>
                <w:sz w:val="28"/>
              </w:rPr>
            </w:pPr>
          </w:p>
          <w:p w:rsidR="00DC2128" w:rsidRPr="00A443F1" w:rsidRDefault="00802E9C" w:rsidP="00992F4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А.А.Бакаеву</w:t>
            </w:r>
          </w:p>
          <w:p w:rsidR="00DC2128" w:rsidRDefault="00DC2128" w:rsidP="00992F4B">
            <w:pPr>
              <w:jc w:val="center"/>
              <w:rPr>
                <w:b/>
                <w:sz w:val="28"/>
                <w:szCs w:val="28"/>
              </w:rPr>
            </w:pPr>
          </w:p>
          <w:p w:rsidR="00DC2128" w:rsidRDefault="00DC2128" w:rsidP="00992F4B">
            <w:pPr>
              <w:jc w:val="center"/>
              <w:rPr>
                <w:b/>
                <w:sz w:val="28"/>
                <w:szCs w:val="28"/>
              </w:rPr>
            </w:pPr>
          </w:p>
          <w:p w:rsidR="00DC2128" w:rsidRPr="00971861" w:rsidRDefault="00DC2128" w:rsidP="00992F4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C2128" w:rsidRPr="00971861" w:rsidTr="00DC2128">
        <w:trPr>
          <w:trHeight w:val="745"/>
        </w:trPr>
        <w:tc>
          <w:tcPr>
            <w:tcW w:w="4152" w:type="dxa"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1104" w:type="dxa"/>
            <w:vMerge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  <w:tc>
          <w:tcPr>
            <w:tcW w:w="4416" w:type="dxa"/>
            <w:vMerge/>
          </w:tcPr>
          <w:p w:rsidR="00DC2128" w:rsidRPr="00971861" w:rsidRDefault="00DC2128" w:rsidP="00DC2128">
            <w:pPr>
              <w:rPr>
                <w:color w:val="000000"/>
                <w:sz w:val="28"/>
              </w:rPr>
            </w:pPr>
          </w:p>
        </w:tc>
      </w:tr>
    </w:tbl>
    <w:p w:rsidR="00C93ECF" w:rsidRDefault="00C93ECF" w:rsidP="0057004F">
      <w:pPr>
        <w:jc w:val="center"/>
        <w:rPr>
          <w:b/>
          <w:sz w:val="28"/>
        </w:rPr>
      </w:pPr>
      <w:r>
        <w:rPr>
          <w:b/>
          <w:sz w:val="28"/>
        </w:rPr>
        <w:t xml:space="preserve">Уважаемый </w:t>
      </w:r>
      <w:r w:rsidR="00802E9C">
        <w:rPr>
          <w:b/>
          <w:sz w:val="28"/>
        </w:rPr>
        <w:t>Анатолий Александрович</w:t>
      </w:r>
      <w:r>
        <w:rPr>
          <w:b/>
          <w:sz w:val="28"/>
        </w:rPr>
        <w:t>!</w:t>
      </w:r>
    </w:p>
    <w:p w:rsidR="00C93ECF" w:rsidRPr="00992F4B" w:rsidRDefault="00C93ECF" w:rsidP="00992F4B">
      <w:pPr>
        <w:jc w:val="both"/>
        <w:rPr>
          <w:sz w:val="28"/>
        </w:rPr>
      </w:pPr>
    </w:p>
    <w:p w:rsidR="00545434" w:rsidRPr="00914E1D" w:rsidRDefault="00C93ECF" w:rsidP="00545434">
      <w:pPr>
        <w:ind w:firstLine="709"/>
        <w:jc w:val="both"/>
        <w:rPr>
          <w:bCs/>
          <w:sz w:val="28"/>
        </w:rPr>
      </w:pPr>
      <w:r w:rsidRPr="00992F4B">
        <w:rPr>
          <w:sz w:val="28"/>
        </w:rPr>
        <w:t xml:space="preserve">На основании части 1 статьи 15 Устава Ульяновской области </w:t>
      </w:r>
      <w:r w:rsidR="00096082" w:rsidRPr="00992F4B">
        <w:rPr>
          <w:sz w:val="28"/>
        </w:rPr>
        <w:t>направляется для рассмотрения на заседании</w:t>
      </w:r>
      <w:r w:rsidRPr="00992F4B">
        <w:rPr>
          <w:sz w:val="28"/>
        </w:rPr>
        <w:t xml:space="preserve"> Законодательного Собрания </w:t>
      </w:r>
      <w:r w:rsidR="00935F3E" w:rsidRPr="00992F4B">
        <w:rPr>
          <w:sz w:val="28"/>
        </w:rPr>
        <w:t xml:space="preserve">Ульяновской </w:t>
      </w:r>
      <w:r w:rsidRPr="00992F4B">
        <w:rPr>
          <w:sz w:val="28"/>
        </w:rPr>
        <w:t xml:space="preserve">области </w:t>
      </w:r>
      <w:r w:rsidR="00545434" w:rsidRPr="007825B9">
        <w:rPr>
          <w:sz w:val="28"/>
        </w:rPr>
        <w:t xml:space="preserve">проект </w:t>
      </w:r>
      <w:r w:rsidR="00914E1D">
        <w:rPr>
          <w:sz w:val="28"/>
        </w:rPr>
        <w:t xml:space="preserve">закона Ульяновской области </w:t>
      </w:r>
      <w:r w:rsidR="00914E1D" w:rsidRPr="00914E1D">
        <w:rPr>
          <w:sz w:val="28"/>
          <w:szCs w:val="28"/>
        </w:rPr>
        <w:t>«О внесении изменения в статью 19 Закона Ульяновской области «Об особенностях бюджетного процесса в Ульяновской области»</w:t>
      </w:r>
      <w:r w:rsidR="00914E1D" w:rsidRPr="00914E1D">
        <w:rPr>
          <w:sz w:val="28"/>
        </w:rPr>
        <w:t>.</w:t>
      </w:r>
    </w:p>
    <w:p w:rsidR="00C93ECF" w:rsidRPr="00992F4B" w:rsidRDefault="00C93ECF" w:rsidP="00992F4B">
      <w:pPr>
        <w:jc w:val="both"/>
        <w:rPr>
          <w:sz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751"/>
        <w:gridCol w:w="325"/>
        <w:gridCol w:w="7813"/>
      </w:tblGrid>
      <w:tr w:rsidR="00DC2128" w:rsidRPr="00992F4B" w:rsidTr="00BC5EF5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992F4B" w:rsidRDefault="00DC2128" w:rsidP="007240B5">
            <w:pPr>
              <w:ind w:lef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Проект закона на</w:t>
            </w:r>
            <w:r w:rsidR="00E20651">
              <w:rPr>
                <w:sz w:val="28"/>
              </w:rPr>
              <w:t xml:space="preserve"> </w:t>
            </w:r>
            <w:r w:rsidR="00AC2671">
              <w:rPr>
                <w:sz w:val="28"/>
              </w:rPr>
              <w:t>1</w:t>
            </w:r>
            <w:r w:rsidRPr="00992F4B">
              <w:rPr>
                <w:sz w:val="28"/>
              </w:rPr>
              <w:t xml:space="preserve"> л. в 1 экз.</w:t>
            </w:r>
          </w:p>
        </w:tc>
      </w:tr>
      <w:tr w:rsidR="00DC2128" w:rsidRPr="00992F4B" w:rsidTr="00BC5EF5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992F4B" w:rsidRDefault="00DC2128" w:rsidP="00DB3261">
            <w:pPr>
              <w:ind w:lef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Сопроводительные документы к проекту закона на  л. </w:t>
            </w:r>
            <w:r w:rsidR="0084557B">
              <w:rPr>
                <w:sz w:val="28"/>
              </w:rPr>
              <w:br/>
            </w:r>
            <w:r w:rsidRPr="00992F4B">
              <w:rPr>
                <w:sz w:val="28"/>
              </w:rPr>
              <w:t>в 1 экз.</w:t>
            </w:r>
          </w:p>
        </w:tc>
      </w:tr>
      <w:tr w:rsidR="00DC2128" w:rsidRPr="00992F4B" w:rsidTr="00BC5EF5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992F4B" w:rsidRDefault="00DC2128" w:rsidP="00E20651">
            <w:pPr>
              <w:ind w:lef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Лист согласования проекта закона на </w:t>
            </w:r>
            <w:r w:rsidR="00E20651">
              <w:rPr>
                <w:sz w:val="28"/>
              </w:rPr>
              <w:t>1</w:t>
            </w:r>
            <w:r w:rsidRPr="00992F4B">
              <w:rPr>
                <w:sz w:val="28"/>
              </w:rPr>
              <w:t xml:space="preserve"> л. в 1 экз.</w:t>
            </w:r>
          </w:p>
        </w:tc>
      </w:tr>
      <w:tr w:rsidR="00DC2128" w:rsidRPr="00992F4B" w:rsidTr="00BC5EF5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992F4B" w:rsidRDefault="00DC2128" w:rsidP="00914E1D">
            <w:pPr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Копия распоряжения </w:t>
            </w:r>
            <w:r w:rsidR="0012646F">
              <w:rPr>
                <w:sz w:val="28"/>
              </w:rPr>
              <w:t>Правительств</w:t>
            </w:r>
            <w:r w:rsidR="007240B5">
              <w:rPr>
                <w:sz w:val="28"/>
              </w:rPr>
              <w:t>а</w:t>
            </w:r>
            <w:r w:rsidR="00D15158" w:rsidRPr="00992F4B">
              <w:rPr>
                <w:sz w:val="28"/>
              </w:rPr>
              <w:t xml:space="preserve"> Ульяновской области</w:t>
            </w:r>
            <w:r w:rsidRPr="00992F4B">
              <w:rPr>
                <w:sz w:val="28"/>
              </w:rPr>
              <w:br/>
            </w:r>
            <w:r w:rsidRPr="003D46C1">
              <w:rPr>
                <w:sz w:val="28"/>
              </w:rPr>
              <w:t>«</w:t>
            </w:r>
            <w:r w:rsidR="0012646F">
              <w:rPr>
                <w:sz w:val="28"/>
              </w:rPr>
              <w:t>О проекте закона Ульяновской области «</w:t>
            </w:r>
            <w:r w:rsidR="0012646F">
              <w:rPr>
                <w:sz w:val="28"/>
                <w:szCs w:val="28"/>
              </w:rPr>
              <w:t xml:space="preserve">О </w:t>
            </w:r>
            <w:r w:rsidR="00914E1D">
              <w:rPr>
                <w:sz w:val="28"/>
                <w:szCs w:val="28"/>
              </w:rPr>
              <w:t xml:space="preserve">внесении изменения в статью 19 Закона Ульяновской области </w:t>
            </w:r>
            <w:r w:rsidR="00BC5EF5">
              <w:rPr>
                <w:sz w:val="28"/>
                <w:szCs w:val="28"/>
              </w:rPr>
              <w:br/>
            </w:r>
            <w:r w:rsidR="00914E1D">
              <w:rPr>
                <w:sz w:val="28"/>
                <w:szCs w:val="28"/>
              </w:rPr>
              <w:t>«Об особенностях бюджетного процесса в Ульяновской области</w:t>
            </w:r>
            <w:r w:rsidR="00B07DEE" w:rsidRPr="003D46C1">
              <w:rPr>
                <w:sz w:val="28"/>
                <w:szCs w:val="28"/>
              </w:rPr>
              <w:t>»</w:t>
            </w:r>
            <w:r w:rsidR="00B07DEE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992F4B">
                <w:rPr>
                  <w:sz w:val="28"/>
                </w:rPr>
                <w:t>1 л</w:t>
              </w:r>
            </w:smartTag>
            <w:r w:rsidRPr="00992F4B">
              <w:rPr>
                <w:sz w:val="28"/>
              </w:rPr>
              <w:t>. в 1 экз.</w:t>
            </w:r>
          </w:p>
        </w:tc>
      </w:tr>
    </w:tbl>
    <w:p w:rsidR="00D15158" w:rsidRPr="00992F4B" w:rsidRDefault="00D15158" w:rsidP="00D15158">
      <w:pPr>
        <w:jc w:val="both"/>
        <w:rPr>
          <w:sz w:val="28"/>
        </w:rPr>
      </w:pPr>
    </w:p>
    <w:p w:rsidR="00D15158" w:rsidRDefault="00D15158" w:rsidP="00D15158">
      <w:pPr>
        <w:jc w:val="both"/>
        <w:rPr>
          <w:sz w:val="28"/>
        </w:rPr>
      </w:pPr>
    </w:p>
    <w:p w:rsidR="00AB0BB6" w:rsidRDefault="00AB0BB6" w:rsidP="00D15158">
      <w:pPr>
        <w:jc w:val="both"/>
        <w:rPr>
          <w:sz w:val="28"/>
        </w:rPr>
      </w:pPr>
    </w:p>
    <w:p w:rsidR="00BC5EF5" w:rsidRDefault="00A7586F" w:rsidP="00BC5E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BC5EF5" w:rsidRPr="00A753AD">
        <w:rPr>
          <w:sz w:val="28"/>
          <w:szCs w:val="28"/>
        </w:rPr>
        <w:t xml:space="preserve">                                                 </w:t>
      </w:r>
      <w:r w:rsidR="00D4295D">
        <w:rPr>
          <w:sz w:val="28"/>
          <w:szCs w:val="28"/>
        </w:rPr>
        <w:t xml:space="preserve">  </w:t>
      </w:r>
      <w:r w:rsidR="00BC5EF5" w:rsidRPr="00A753AD">
        <w:rPr>
          <w:sz w:val="28"/>
          <w:szCs w:val="28"/>
        </w:rPr>
        <w:t xml:space="preserve">                     С.И.Морозов</w:t>
      </w:r>
    </w:p>
    <w:p w:rsidR="00AB0BB6" w:rsidRPr="002F1916" w:rsidRDefault="00AB0BB6" w:rsidP="00AB0BB6"/>
    <w:p w:rsidR="00D15158" w:rsidRDefault="00D15158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  <w:bookmarkStart w:id="0" w:name="_GoBack"/>
      <w:bookmarkEnd w:id="0"/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BC5EF5" w:rsidRDefault="00BC5EF5" w:rsidP="00D15158">
      <w:pPr>
        <w:jc w:val="both"/>
        <w:rPr>
          <w:sz w:val="28"/>
        </w:rPr>
      </w:pPr>
    </w:p>
    <w:p w:rsidR="00A7586F" w:rsidRDefault="00A7586F" w:rsidP="00D15158">
      <w:pPr>
        <w:jc w:val="both"/>
        <w:rPr>
          <w:sz w:val="28"/>
        </w:rPr>
      </w:pPr>
    </w:p>
    <w:p w:rsidR="00BC5EF5" w:rsidRPr="00BC5EF5" w:rsidRDefault="00BC5EF5" w:rsidP="00D15158">
      <w:pPr>
        <w:jc w:val="both"/>
      </w:pPr>
      <w:proofErr w:type="spellStart"/>
      <w:r w:rsidRPr="00BC5EF5">
        <w:t>Буцкая</w:t>
      </w:r>
      <w:proofErr w:type="spellEnd"/>
      <w:r w:rsidRPr="00BC5EF5">
        <w:t xml:space="preserve"> Екатерина Владимировна</w:t>
      </w:r>
    </w:p>
    <w:p w:rsidR="00BC5EF5" w:rsidRDefault="00BC5EF5" w:rsidP="00D15158">
      <w:pPr>
        <w:jc w:val="both"/>
      </w:pPr>
      <w:r w:rsidRPr="00BC5EF5">
        <w:t>44-06-99</w:t>
      </w:r>
    </w:p>
    <w:p w:rsidR="00D4295D" w:rsidRPr="00BC5EF5" w:rsidRDefault="00D4295D" w:rsidP="00D15158">
      <w:pPr>
        <w:jc w:val="both"/>
      </w:pPr>
      <w:r>
        <w:t>2209ка3</w:t>
      </w:r>
    </w:p>
    <w:sectPr w:rsidR="00D4295D" w:rsidRPr="00BC5EF5" w:rsidSect="00D4295D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A"/>
    <w:rsid w:val="0000076A"/>
    <w:rsid w:val="00003C72"/>
    <w:rsid w:val="000559F7"/>
    <w:rsid w:val="000603FB"/>
    <w:rsid w:val="000660B3"/>
    <w:rsid w:val="0007422A"/>
    <w:rsid w:val="00087BCC"/>
    <w:rsid w:val="00096082"/>
    <w:rsid w:val="000F5AB2"/>
    <w:rsid w:val="0012646F"/>
    <w:rsid w:val="00152623"/>
    <w:rsid w:val="001574B8"/>
    <w:rsid w:val="001B675A"/>
    <w:rsid w:val="001E0D54"/>
    <w:rsid w:val="001F4E36"/>
    <w:rsid w:val="002203C5"/>
    <w:rsid w:val="00222753"/>
    <w:rsid w:val="00222FB4"/>
    <w:rsid w:val="00237C79"/>
    <w:rsid w:val="00253E10"/>
    <w:rsid w:val="00271998"/>
    <w:rsid w:val="00276876"/>
    <w:rsid w:val="00291741"/>
    <w:rsid w:val="002A5C96"/>
    <w:rsid w:val="002C1FAB"/>
    <w:rsid w:val="002E06B8"/>
    <w:rsid w:val="002E0AC6"/>
    <w:rsid w:val="002F0CFF"/>
    <w:rsid w:val="003003A1"/>
    <w:rsid w:val="00315102"/>
    <w:rsid w:val="003350B5"/>
    <w:rsid w:val="003726B3"/>
    <w:rsid w:val="003D46C1"/>
    <w:rsid w:val="004108DF"/>
    <w:rsid w:val="0042007E"/>
    <w:rsid w:val="0044310A"/>
    <w:rsid w:val="0047297C"/>
    <w:rsid w:val="0047320D"/>
    <w:rsid w:val="00477906"/>
    <w:rsid w:val="004879D3"/>
    <w:rsid w:val="00490212"/>
    <w:rsid w:val="00497B56"/>
    <w:rsid w:val="004A4BCF"/>
    <w:rsid w:val="004C21CA"/>
    <w:rsid w:val="004D2E8B"/>
    <w:rsid w:val="00504A22"/>
    <w:rsid w:val="0050715E"/>
    <w:rsid w:val="00520690"/>
    <w:rsid w:val="00544CB0"/>
    <w:rsid w:val="00545434"/>
    <w:rsid w:val="00561825"/>
    <w:rsid w:val="00567B63"/>
    <w:rsid w:val="0057004F"/>
    <w:rsid w:val="00590C46"/>
    <w:rsid w:val="005923DF"/>
    <w:rsid w:val="005971D8"/>
    <w:rsid w:val="005B4F61"/>
    <w:rsid w:val="005D0393"/>
    <w:rsid w:val="005D7393"/>
    <w:rsid w:val="00613790"/>
    <w:rsid w:val="0064059D"/>
    <w:rsid w:val="00650C6A"/>
    <w:rsid w:val="0065237F"/>
    <w:rsid w:val="006639D8"/>
    <w:rsid w:val="00667E8C"/>
    <w:rsid w:val="006808FD"/>
    <w:rsid w:val="006B0C37"/>
    <w:rsid w:val="006D099B"/>
    <w:rsid w:val="006F055D"/>
    <w:rsid w:val="00701B99"/>
    <w:rsid w:val="007164EF"/>
    <w:rsid w:val="007240B5"/>
    <w:rsid w:val="007304FB"/>
    <w:rsid w:val="007320A6"/>
    <w:rsid w:val="00754D4D"/>
    <w:rsid w:val="007605A8"/>
    <w:rsid w:val="00781080"/>
    <w:rsid w:val="007934B5"/>
    <w:rsid w:val="007D6270"/>
    <w:rsid w:val="007D6C21"/>
    <w:rsid w:val="00802E9C"/>
    <w:rsid w:val="00807AE0"/>
    <w:rsid w:val="0084557B"/>
    <w:rsid w:val="00853782"/>
    <w:rsid w:val="0086262B"/>
    <w:rsid w:val="00871782"/>
    <w:rsid w:val="00875F3D"/>
    <w:rsid w:val="0088471F"/>
    <w:rsid w:val="00896726"/>
    <w:rsid w:val="008B08DE"/>
    <w:rsid w:val="00910634"/>
    <w:rsid w:val="00914E1D"/>
    <w:rsid w:val="00935F3E"/>
    <w:rsid w:val="00953067"/>
    <w:rsid w:val="009571DF"/>
    <w:rsid w:val="0099011F"/>
    <w:rsid w:val="00992F4B"/>
    <w:rsid w:val="009B5709"/>
    <w:rsid w:val="009D37F9"/>
    <w:rsid w:val="009D7842"/>
    <w:rsid w:val="009F4AC9"/>
    <w:rsid w:val="00A1332A"/>
    <w:rsid w:val="00A443F1"/>
    <w:rsid w:val="00A51C0B"/>
    <w:rsid w:val="00A7586F"/>
    <w:rsid w:val="00AA725F"/>
    <w:rsid w:val="00AB0BB6"/>
    <w:rsid w:val="00AB5313"/>
    <w:rsid w:val="00AB63AF"/>
    <w:rsid w:val="00AC2671"/>
    <w:rsid w:val="00AE34FD"/>
    <w:rsid w:val="00B07DEE"/>
    <w:rsid w:val="00B1096D"/>
    <w:rsid w:val="00B32CE4"/>
    <w:rsid w:val="00B61D61"/>
    <w:rsid w:val="00B94FBD"/>
    <w:rsid w:val="00BC5EF5"/>
    <w:rsid w:val="00BC7AD2"/>
    <w:rsid w:val="00BF389C"/>
    <w:rsid w:val="00C5148E"/>
    <w:rsid w:val="00C745AB"/>
    <w:rsid w:val="00C75B2F"/>
    <w:rsid w:val="00C769AA"/>
    <w:rsid w:val="00C80E61"/>
    <w:rsid w:val="00C91881"/>
    <w:rsid w:val="00C93ECF"/>
    <w:rsid w:val="00CA42DC"/>
    <w:rsid w:val="00CA6724"/>
    <w:rsid w:val="00CB1528"/>
    <w:rsid w:val="00CC1F70"/>
    <w:rsid w:val="00CC4502"/>
    <w:rsid w:val="00CC5EF9"/>
    <w:rsid w:val="00CD3B3C"/>
    <w:rsid w:val="00CD3DCF"/>
    <w:rsid w:val="00CF1E65"/>
    <w:rsid w:val="00CF6C56"/>
    <w:rsid w:val="00D12058"/>
    <w:rsid w:val="00D15158"/>
    <w:rsid w:val="00D15C04"/>
    <w:rsid w:val="00D22696"/>
    <w:rsid w:val="00D22C23"/>
    <w:rsid w:val="00D4295D"/>
    <w:rsid w:val="00D468D0"/>
    <w:rsid w:val="00D53338"/>
    <w:rsid w:val="00D65586"/>
    <w:rsid w:val="00D67DDB"/>
    <w:rsid w:val="00D7435D"/>
    <w:rsid w:val="00DB3261"/>
    <w:rsid w:val="00DB7EB4"/>
    <w:rsid w:val="00DC2128"/>
    <w:rsid w:val="00E010FD"/>
    <w:rsid w:val="00E13B8B"/>
    <w:rsid w:val="00E20651"/>
    <w:rsid w:val="00E3124E"/>
    <w:rsid w:val="00E72A87"/>
    <w:rsid w:val="00E87CDF"/>
    <w:rsid w:val="00EC4456"/>
    <w:rsid w:val="00EC7C2C"/>
    <w:rsid w:val="00ED61AC"/>
    <w:rsid w:val="00EE06C7"/>
    <w:rsid w:val="00EE24A2"/>
    <w:rsid w:val="00EE2D75"/>
    <w:rsid w:val="00F10F13"/>
    <w:rsid w:val="00F34E28"/>
    <w:rsid w:val="00F530AF"/>
    <w:rsid w:val="00F73379"/>
    <w:rsid w:val="00F81A75"/>
    <w:rsid w:val="00FB5ECD"/>
    <w:rsid w:val="00FE096A"/>
    <w:rsid w:val="00FE524C"/>
    <w:rsid w:val="00FE5E58"/>
    <w:rsid w:val="00FE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  <w:style w:type="paragraph" w:customStyle="1" w:styleId="ConsPlusNormal">
    <w:name w:val="ConsPlusNormal"/>
    <w:rsid w:val="00AB0BB6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  <w:style w:type="paragraph" w:customStyle="1" w:styleId="ConsPlusNormal">
    <w:name w:val="ConsPlusNormal"/>
    <w:rsid w:val="00AB0BB6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5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Кадирова Алина Абдулловна</cp:lastModifiedBy>
  <cp:revision>3</cp:revision>
  <cp:lastPrinted>2016-09-22T08:10:00Z</cp:lastPrinted>
  <dcterms:created xsi:type="dcterms:W3CDTF">2016-09-22T08:04:00Z</dcterms:created>
  <dcterms:modified xsi:type="dcterms:W3CDTF">2016-09-22T08:11:00Z</dcterms:modified>
</cp:coreProperties>
</file>