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C30" w:rsidRPr="00ED627C" w:rsidRDefault="00543C30" w:rsidP="00ED62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ЗАКОН УЛЬЯНОВСКОЙ ОБЛАСТИ</w:t>
      </w:r>
    </w:p>
    <w:p w:rsidR="00543C30" w:rsidRDefault="00543C30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43C30" w:rsidRDefault="00543C30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43C30" w:rsidRDefault="00543C30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43C30" w:rsidRDefault="00543C30" w:rsidP="007F02B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543C30" w:rsidRDefault="00543C30" w:rsidP="00F164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внесении изменения в статью 19 Закона Ульяновской области</w:t>
      </w:r>
    </w:p>
    <w:p w:rsidR="00543C30" w:rsidRDefault="00543C30" w:rsidP="00490BE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«Об особенностях бюджетного процесса в Ульяновской области» </w:t>
      </w:r>
    </w:p>
    <w:p w:rsidR="00543C30" w:rsidRPr="009727BC" w:rsidRDefault="00543C30" w:rsidP="00071C1E">
      <w:pPr>
        <w:pStyle w:val="a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3C30" w:rsidRDefault="00543C30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3C30" w:rsidRDefault="00543C30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3C30" w:rsidRDefault="00543C30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3C30" w:rsidRDefault="00543C30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3C30" w:rsidRDefault="00543C30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3C30" w:rsidRDefault="00543C30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3C30" w:rsidRDefault="00543C30" w:rsidP="00A02F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3C30" w:rsidRPr="00D47448" w:rsidRDefault="00543C30" w:rsidP="003A03B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7448">
        <w:rPr>
          <w:rFonts w:ascii="Times New Roman" w:hAnsi="Times New Roman"/>
          <w:bCs/>
          <w:sz w:val="28"/>
          <w:szCs w:val="28"/>
          <w:lang w:eastAsia="ru-RU"/>
        </w:rPr>
        <w:t xml:space="preserve">Внести в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часть 2 статьи 19 </w:t>
      </w:r>
      <w:hyperlink r:id="rId6" w:history="1">
        <w:r w:rsidRPr="00D47448">
          <w:rPr>
            <w:rFonts w:ascii="Times New Roman" w:hAnsi="Times New Roman"/>
            <w:bCs/>
            <w:sz w:val="28"/>
            <w:szCs w:val="28"/>
            <w:lang w:eastAsia="ru-RU"/>
          </w:rPr>
          <w:t>Закон</w:t>
        </w:r>
      </w:hyperlink>
      <w:r>
        <w:rPr>
          <w:rFonts w:ascii="Times New Roman" w:hAnsi="Times New Roman"/>
          <w:sz w:val="28"/>
          <w:szCs w:val="28"/>
        </w:rPr>
        <w:t>а</w:t>
      </w:r>
      <w:r w:rsidRPr="00D47448">
        <w:rPr>
          <w:rFonts w:ascii="Times New Roman" w:hAnsi="Times New Roman"/>
          <w:bCs/>
          <w:sz w:val="28"/>
          <w:szCs w:val="28"/>
          <w:lang w:eastAsia="ru-RU"/>
        </w:rPr>
        <w:t xml:space="preserve"> Ульяновской области </w:t>
      </w:r>
      <w:r w:rsidRPr="00D47448">
        <w:rPr>
          <w:rFonts w:ascii="Times New Roman" w:hAnsi="Times New Roman"/>
          <w:bCs/>
          <w:sz w:val="28"/>
          <w:szCs w:val="28"/>
        </w:rPr>
        <w:t xml:space="preserve">от 2 октября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2012 года № 123-ЗО «Об особенностях бюджетного процесса в Ульяновской области» («Ульяновская правда» от 05.10.2012 № 109; от 02.11.2012 № 121;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от 19.08.2013 № 97; от 08.11.2013 № 143; от 11.09.2014 № 133; от 04.12.2014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 xml:space="preserve">№ 178; от 31.12.2014 № 196; от 08.06.2015 № 76-77; </w:t>
      </w:r>
      <w:r w:rsidRPr="00D47448">
        <w:rPr>
          <w:rFonts w:ascii="Times New Roman" w:hAnsi="Times New Roman"/>
          <w:bCs/>
          <w:color w:val="000000"/>
          <w:sz w:val="28"/>
          <w:szCs w:val="28"/>
        </w:rPr>
        <w:t>от</w:t>
      </w:r>
      <w:r w:rsidRPr="00D47448">
        <w:rPr>
          <w:rFonts w:ascii="Times New Roman" w:hAnsi="Times New Roman"/>
          <w:bCs/>
          <w:sz w:val="28"/>
          <w:szCs w:val="28"/>
        </w:rPr>
        <w:t xml:space="preserve"> 07.09.2015 № 124; </w:t>
      </w:r>
      <w:r>
        <w:rPr>
          <w:rFonts w:ascii="Times New Roman" w:hAnsi="Times New Roman"/>
          <w:bCs/>
          <w:sz w:val="28"/>
          <w:szCs w:val="28"/>
        </w:rPr>
        <w:br/>
      </w:r>
      <w:r w:rsidRPr="00D47448">
        <w:rPr>
          <w:rFonts w:ascii="Times New Roman" w:hAnsi="Times New Roman"/>
          <w:bCs/>
          <w:sz w:val="28"/>
          <w:szCs w:val="28"/>
        </w:rPr>
        <w:t>от 13.10.2015 № 143</w:t>
      </w:r>
      <w:r>
        <w:rPr>
          <w:rFonts w:ascii="Times New Roman" w:hAnsi="Times New Roman"/>
          <w:bCs/>
          <w:sz w:val="28"/>
          <w:szCs w:val="28"/>
        </w:rPr>
        <w:t>;</w:t>
      </w:r>
      <w:r w:rsidRPr="00D47448">
        <w:rPr>
          <w:rFonts w:ascii="Times New Roman" w:hAnsi="Times New Roman"/>
          <w:bCs/>
          <w:sz w:val="28"/>
          <w:szCs w:val="28"/>
        </w:rPr>
        <w:t xml:space="preserve"> от 07.12.2015 № 170</w:t>
      </w:r>
      <w:r>
        <w:rPr>
          <w:rFonts w:ascii="Times New Roman" w:hAnsi="Times New Roman"/>
          <w:bCs/>
          <w:sz w:val="28"/>
          <w:szCs w:val="28"/>
        </w:rPr>
        <w:t>;</w:t>
      </w:r>
      <w:r w:rsidRPr="00F30354">
        <w:rPr>
          <w:bCs/>
          <w:sz w:val="28"/>
          <w:szCs w:val="28"/>
        </w:rPr>
        <w:t xml:space="preserve"> </w:t>
      </w:r>
      <w:r w:rsidRPr="00F30354">
        <w:rPr>
          <w:rFonts w:ascii="Times New Roman" w:hAnsi="Times New Roman"/>
          <w:bCs/>
          <w:sz w:val="28"/>
          <w:szCs w:val="28"/>
        </w:rPr>
        <w:t xml:space="preserve">от </w:t>
      </w:r>
      <w:bookmarkStart w:id="0" w:name="_GoBack"/>
      <w:bookmarkEnd w:id="0"/>
      <w:r w:rsidRPr="00F30354">
        <w:rPr>
          <w:rFonts w:ascii="Times New Roman" w:hAnsi="Times New Roman"/>
          <w:bCs/>
          <w:sz w:val="28"/>
          <w:szCs w:val="28"/>
        </w:rPr>
        <w:t>30.12.2015 № 192; от</w:t>
      </w:r>
      <w:r>
        <w:rPr>
          <w:rFonts w:ascii="Times New Roman" w:hAnsi="Times New Roman"/>
          <w:bCs/>
          <w:sz w:val="28"/>
          <w:szCs w:val="28"/>
        </w:rPr>
        <w:t xml:space="preserve"> 02.08.2016</w:t>
      </w:r>
      <w:r>
        <w:rPr>
          <w:rFonts w:ascii="Times New Roman" w:hAnsi="Times New Roman"/>
          <w:bCs/>
          <w:sz w:val="28"/>
          <w:szCs w:val="28"/>
        </w:rPr>
        <w:br/>
        <w:t>№ 99;</w:t>
      </w:r>
      <w:r w:rsidRPr="00F30354">
        <w:rPr>
          <w:rFonts w:ascii="Times New Roman" w:hAnsi="Times New Roman"/>
          <w:bCs/>
          <w:sz w:val="28"/>
          <w:szCs w:val="28"/>
        </w:rPr>
        <w:t xml:space="preserve"> от 06.09.2016 № 109</w:t>
      </w:r>
      <w:r w:rsidRPr="00D47448">
        <w:rPr>
          <w:rFonts w:ascii="Times New Roman" w:hAnsi="Times New Roman"/>
          <w:bCs/>
          <w:sz w:val="28"/>
          <w:szCs w:val="28"/>
        </w:rPr>
        <w:t xml:space="preserve">) изменение, дополнив </w:t>
      </w:r>
      <w:r>
        <w:rPr>
          <w:rFonts w:ascii="Times New Roman" w:hAnsi="Times New Roman"/>
          <w:bCs/>
          <w:sz w:val="28"/>
          <w:szCs w:val="28"/>
        </w:rPr>
        <w:t>её</w:t>
      </w:r>
      <w:r w:rsidRPr="00D47448">
        <w:rPr>
          <w:rFonts w:ascii="Times New Roman" w:hAnsi="Times New Roman"/>
          <w:bCs/>
          <w:sz w:val="28"/>
          <w:szCs w:val="28"/>
        </w:rPr>
        <w:t xml:space="preserve"> пунктом 12</w:t>
      </w:r>
      <w:r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D47448">
        <w:rPr>
          <w:rFonts w:ascii="Times New Roman" w:hAnsi="Times New Roman"/>
          <w:bCs/>
          <w:sz w:val="28"/>
          <w:szCs w:val="28"/>
        </w:rPr>
        <w:t xml:space="preserve"> следующего содержания:</w:t>
      </w:r>
    </w:p>
    <w:p w:rsidR="00543C30" w:rsidRPr="00D47448" w:rsidRDefault="00543C30" w:rsidP="003A03B5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7448">
        <w:rPr>
          <w:rFonts w:ascii="Times New Roman" w:hAnsi="Times New Roman"/>
          <w:bCs/>
          <w:sz w:val="28"/>
          <w:szCs w:val="28"/>
        </w:rPr>
        <w:t>«12</w:t>
      </w:r>
      <w:r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D47448">
        <w:rPr>
          <w:rFonts w:ascii="Times New Roman" w:hAnsi="Times New Roman"/>
          <w:bCs/>
          <w:sz w:val="28"/>
          <w:szCs w:val="28"/>
        </w:rPr>
        <w:t xml:space="preserve">) </w:t>
      </w:r>
      <w:r w:rsidRPr="00D47448">
        <w:rPr>
          <w:rFonts w:ascii="Times New Roman" w:hAnsi="Times New Roman" w:cs="Times New Roman"/>
          <w:sz w:val="28"/>
          <w:szCs w:val="28"/>
        </w:rPr>
        <w:t xml:space="preserve">приложение к закону об областном бюджете Ульяновской области, устанавливающее 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на финансовое обеспечение государственной поддержки семьи и детей, в том числе развития социальной инфраструктуры для детей</w:t>
      </w:r>
      <w:r w:rsidRPr="00D47448">
        <w:rPr>
          <w:rFonts w:ascii="Times New Roman" w:hAnsi="Times New Roman" w:cs="Times New Roman"/>
          <w:sz w:val="28"/>
          <w:szCs w:val="28"/>
        </w:rPr>
        <w:t>;</w:t>
      </w:r>
      <w:r w:rsidRPr="00D47448">
        <w:rPr>
          <w:rFonts w:ascii="Times New Roman" w:hAnsi="Times New Roman"/>
          <w:bCs/>
          <w:sz w:val="28"/>
          <w:szCs w:val="28"/>
        </w:rPr>
        <w:t>».</w:t>
      </w:r>
    </w:p>
    <w:p w:rsidR="00543C30" w:rsidRPr="003A03B5" w:rsidRDefault="00543C30" w:rsidP="00A02F61">
      <w:pPr>
        <w:pStyle w:val="ConsPlusNormal"/>
        <w:ind w:firstLine="709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543C30" w:rsidRPr="00A7478E" w:rsidRDefault="00543C30" w:rsidP="00A7478E">
      <w:pPr>
        <w:tabs>
          <w:tab w:val="left" w:pos="825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43C30" w:rsidRPr="007B6C00" w:rsidRDefault="00543C30" w:rsidP="003A03B5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543C30" w:rsidRPr="004C3F30" w:rsidRDefault="00543C30" w:rsidP="00A02F61">
      <w:pPr>
        <w:spacing w:after="0" w:line="240" w:lineRule="auto"/>
        <w:contextualSpacing/>
        <w:jc w:val="center"/>
        <w:rPr>
          <w:rFonts w:ascii="Times New Roman" w:hAnsi="Times New Roman"/>
          <w:sz w:val="16"/>
          <w:szCs w:val="28"/>
          <w:lang w:eastAsia="ru-RU"/>
        </w:rPr>
      </w:pPr>
    </w:p>
    <w:p w:rsidR="00543C30" w:rsidRDefault="00543C30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43C30" w:rsidRDefault="00543C30" w:rsidP="00A02F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43C30" w:rsidRPr="007B6C00" w:rsidRDefault="00543C30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543C30" w:rsidRPr="007B6C00" w:rsidRDefault="00543C30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27 октября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6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43C30" w:rsidRDefault="00543C30" w:rsidP="00A02F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146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-ЗО</w:t>
      </w:r>
    </w:p>
    <w:sectPr w:rsidR="00543C30" w:rsidSect="004C3F30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C30" w:rsidRDefault="00543C30" w:rsidP="003E4759">
      <w:pPr>
        <w:spacing w:after="0" w:line="240" w:lineRule="auto"/>
      </w:pPr>
      <w:r>
        <w:separator/>
      </w:r>
    </w:p>
  </w:endnote>
  <w:endnote w:type="continuationSeparator" w:id="0">
    <w:p w:rsidR="00543C30" w:rsidRDefault="00543C30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30" w:rsidRPr="004C3F30" w:rsidRDefault="00543C30" w:rsidP="004C3F30">
    <w:pPr>
      <w:pStyle w:val="Footer"/>
      <w:spacing w:after="0" w:line="360" w:lineRule="auto"/>
      <w:jc w:val="right"/>
      <w:rPr>
        <w:rFonts w:ascii="Times New Roman" w:hAnsi="Times New Roman"/>
        <w:sz w:val="16"/>
      </w:rPr>
    </w:pPr>
    <w:r w:rsidRPr="004C3F30">
      <w:rPr>
        <w:rFonts w:ascii="Times New Roman" w:hAnsi="Times New Roman"/>
        <w:sz w:val="16"/>
      </w:rPr>
      <w:t>2209ка1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C30" w:rsidRDefault="00543C30" w:rsidP="003E4759">
      <w:pPr>
        <w:spacing w:after="0" w:line="240" w:lineRule="auto"/>
      </w:pPr>
      <w:r>
        <w:separator/>
      </w:r>
    </w:p>
  </w:footnote>
  <w:footnote w:type="continuationSeparator" w:id="0">
    <w:p w:rsidR="00543C30" w:rsidRDefault="00543C30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30" w:rsidRDefault="00543C30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43C30" w:rsidRDefault="00543C30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C30" w:rsidRPr="00190E29" w:rsidRDefault="00543C30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1228"/>
    <w:rsid w:val="000012B3"/>
    <w:rsid w:val="00001FBC"/>
    <w:rsid w:val="00002170"/>
    <w:rsid w:val="000025C2"/>
    <w:rsid w:val="00005DEE"/>
    <w:rsid w:val="000060AB"/>
    <w:rsid w:val="000120FB"/>
    <w:rsid w:val="0001794E"/>
    <w:rsid w:val="00017A69"/>
    <w:rsid w:val="000229A0"/>
    <w:rsid w:val="00025259"/>
    <w:rsid w:val="0002769E"/>
    <w:rsid w:val="0002771A"/>
    <w:rsid w:val="000278EB"/>
    <w:rsid w:val="00031BD5"/>
    <w:rsid w:val="000474A7"/>
    <w:rsid w:val="00051017"/>
    <w:rsid w:val="00052A84"/>
    <w:rsid w:val="00055EF5"/>
    <w:rsid w:val="00060438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337B"/>
    <w:rsid w:val="00093CD7"/>
    <w:rsid w:val="000960AB"/>
    <w:rsid w:val="000B10D4"/>
    <w:rsid w:val="000B137D"/>
    <w:rsid w:val="000B2975"/>
    <w:rsid w:val="000B3509"/>
    <w:rsid w:val="000B4770"/>
    <w:rsid w:val="000B58AB"/>
    <w:rsid w:val="000B72A7"/>
    <w:rsid w:val="000C20A7"/>
    <w:rsid w:val="000C27B5"/>
    <w:rsid w:val="000C357B"/>
    <w:rsid w:val="000D0F13"/>
    <w:rsid w:val="000D5DDE"/>
    <w:rsid w:val="000D63D6"/>
    <w:rsid w:val="000D7C55"/>
    <w:rsid w:val="000E1225"/>
    <w:rsid w:val="000E1516"/>
    <w:rsid w:val="000E2915"/>
    <w:rsid w:val="000E3978"/>
    <w:rsid w:val="000E40B4"/>
    <w:rsid w:val="000E438D"/>
    <w:rsid w:val="000F5B1F"/>
    <w:rsid w:val="000F6889"/>
    <w:rsid w:val="000F6FFC"/>
    <w:rsid w:val="00103AD9"/>
    <w:rsid w:val="00104938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4B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1C8F"/>
    <w:rsid w:val="00192E0D"/>
    <w:rsid w:val="0019651D"/>
    <w:rsid w:val="0019757C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644A"/>
    <w:rsid w:val="001C7B62"/>
    <w:rsid w:val="001D197B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388C"/>
    <w:rsid w:val="0020389C"/>
    <w:rsid w:val="00203F7D"/>
    <w:rsid w:val="00207DFD"/>
    <w:rsid w:val="002101C2"/>
    <w:rsid w:val="00211110"/>
    <w:rsid w:val="002115A7"/>
    <w:rsid w:val="002136DA"/>
    <w:rsid w:val="00220B54"/>
    <w:rsid w:val="00222EB6"/>
    <w:rsid w:val="00223959"/>
    <w:rsid w:val="0022549A"/>
    <w:rsid w:val="00227E18"/>
    <w:rsid w:val="00227F13"/>
    <w:rsid w:val="00230FC3"/>
    <w:rsid w:val="00233986"/>
    <w:rsid w:val="00234513"/>
    <w:rsid w:val="00243E20"/>
    <w:rsid w:val="002500A1"/>
    <w:rsid w:val="002526BE"/>
    <w:rsid w:val="00255376"/>
    <w:rsid w:val="002554A7"/>
    <w:rsid w:val="00255AE3"/>
    <w:rsid w:val="002568F1"/>
    <w:rsid w:val="00260C91"/>
    <w:rsid w:val="002624F5"/>
    <w:rsid w:val="0026371F"/>
    <w:rsid w:val="00263C17"/>
    <w:rsid w:val="002653AB"/>
    <w:rsid w:val="002708C6"/>
    <w:rsid w:val="00270A59"/>
    <w:rsid w:val="0027289E"/>
    <w:rsid w:val="00273352"/>
    <w:rsid w:val="00276364"/>
    <w:rsid w:val="002830DA"/>
    <w:rsid w:val="002900F5"/>
    <w:rsid w:val="00292A91"/>
    <w:rsid w:val="0029318A"/>
    <w:rsid w:val="0029526A"/>
    <w:rsid w:val="00296556"/>
    <w:rsid w:val="002A0265"/>
    <w:rsid w:val="002A1046"/>
    <w:rsid w:val="002A1423"/>
    <w:rsid w:val="002A37B7"/>
    <w:rsid w:val="002A4009"/>
    <w:rsid w:val="002A4868"/>
    <w:rsid w:val="002A4B29"/>
    <w:rsid w:val="002A6BDC"/>
    <w:rsid w:val="002A6F8D"/>
    <w:rsid w:val="002B06B1"/>
    <w:rsid w:val="002B0A19"/>
    <w:rsid w:val="002B3CB5"/>
    <w:rsid w:val="002B5996"/>
    <w:rsid w:val="002B5B8B"/>
    <w:rsid w:val="002B6578"/>
    <w:rsid w:val="002B735D"/>
    <w:rsid w:val="002C2D78"/>
    <w:rsid w:val="002C5630"/>
    <w:rsid w:val="002D12DE"/>
    <w:rsid w:val="002D4F50"/>
    <w:rsid w:val="002D7F18"/>
    <w:rsid w:val="002E0A27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10370"/>
    <w:rsid w:val="003104C3"/>
    <w:rsid w:val="00312BB4"/>
    <w:rsid w:val="00313A22"/>
    <w:rsid w:val="0031520B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36AF3"/>
    <w:rsid w:val="003453F7"/>
    <w:rsid w:val="0035124D"/>
    <w:rsid w:val="003537C3"/>
    <w:rsid w:val="00357C6B"/>
    <w:rsid w:val="003604FB"/>
    <w:rsid w:val="00367AE3"/>
    <w:rsid w:val="00372921"/>
    <w:rsid w:val="003756D7"/>
    <w:rsid w:val="00377951"/>
    <w:rsid w:val="00381704"/>
    <w:rsid w:val="00387241"/>
    <w:rsid w:val="003903A8"/>
    <w:rsid w:val="0039066A"/>
    <w:rsid w:val="00390750"/>
    <w:rsid w:val="003945EE"/>
    <w:rsid w:val="00397831"/>
    <w:rsid w:val="003A03B5"/>
    <w:rsid w:val="003A2CF2"/>
    <w:rsid w:val="003A434A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F16FD"/>
    <w:rsid w:val="003F1D36"/>
    <w:rsid w:val="003F6A89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26EA0"/>
    <w:rsid w:val="00431E0E"/>
    <w:rsid w:val="00433A56"/>
    <w:rsid w:val="00434203"/>
    <w:rsid w:val="004359E0"/>
    <w:rsid w:val="00436546"/>
    <w:rsid w:val="00441CD9"/>
    <w:rsid w:val="00444FD8"/>
    <w:rsid w:val="00445337"/>
    <w:rsid w:val="004505F5"/>
    <w:rsid w:val="00450981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7CF5"/>
    <w:rsid w:val="00487E70"/>
    <w:rsid w:val="00490156"/>
    <w:rsid w:val="00490BE7"/>
    <w:rsid w:val="00492D1B"/>
    <w:rsid w:val="004964A5"/>
    <w:rsid w:val="00496CA6"/>
    <w:rsid w:val="004A42CA"/>
    <w:rsid w:val="004A44AF"/>
    <w:rsid w:val="004A5BD3"/>
    <w:rsid w:val="004A781D"/>
    <w:rsid w:val="004B5303"/>
    <w:rsid w:val="004B79CA"/>
    <w:rsid w:val="004C0BAD"/>
    <w:rsid w:val="004C334E"/>
    <w:rsid w:val="004C3995"/>
    <w:rsid w:val="004C3F30"/>
    <w:rsid w:val="004C5B2F"/>
    <w:rsid w:val="004C5E0D"/>
    <w:rsid w:val="004C79AC"/>
    <w:rsid w:val="004C7FEE"/>
    <w:rsid w:val="004D0164"/>
    <w:rsid w:val="004D0838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3BA2"/>
    <w:rsid w:val="004F40FA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30D05"/>
    <w:rsid w:val="00534DC7"/>
    <w:rsid w:val="005410FF"/>
    <w:rsid w:val="00541476"/>
    <w:rsid w:val="00541586"/>
    <w:rsid w:val="005432EE"/>
    <w:rsid w:val="00543C30"/>
    <w:rsid w:val="00546F6D"/>
    <w:rsid w:val="005528A7"/>
    <w:rsid w:val="005534DA"/>
    <w:rsid w:val="0055504C"/>
    <w:rsid w:val="00556640"/>
    <w:rsid w:val="00560DEA"/>
    <w:rsid w:val="00560F32"/>
    <w:rsid w:val="00560FCD"/>
    <w:rsid w:val="00565C22"/>
    <w:rsid w:val="00573AC9"/>
    <w:rsid w:val="0057746E"/>
    <w:rsid w:val="00581D55"/>
    <w:rsid w:val="00590770"/>
    <w:rsid w:val="005934B0"/>
    <w:rsid w:val="005960D4"/>
    <w:rsid w:val="005968AF"/>
    <w:rsid w:val="005A18C6"/>
    <w:rsid w:val="005A2E5D"/>
    <w:rsid w:val="005A34CD"/>
    <w:rsid w:val="005A3712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E0789"/>
    <w:rsid w:val="005E29A0"/>
    <w:rsid w:val="005E3AB6"/>
    <w:rsid w:val="005E6E98"/>
    <w:rsid w:val="005E71E2"/>
    <w:rsid w:val="005E786F"/>
    <w:rsid w:val="005F17B1"/>
    <w:rsid w:val="005F279B"/>
    <w:rsid w:val="005F2BF4"/>
    <w:rsid w:val="005F2E25"/>
    <w:rsid w:val="005F3EBA"/>
    <w:rsid w:val="005F4346"/>
    <w:rsid w:val="005F4DD9"/>
    <w:rsid w:val="00601F2C"/>
    <w:rsid w:val="006038F8"/>
    <w:rsid w:val="00610372"/>
    <w:rsid w:val="00611268"/>
    <w:rsid w:val="00611FC0"/>
    <w:rsid w:val="0061213D"/>
    <w:rsid w:val="006147A9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1335"/>
    <w:rsid w:val="006364EB"/>
    <w:rsid w:val="00642D0F"/>
    <w:rsid w:val="00643004"/>
    <w:rsid w:val="00643F1C"/>
    <w:rsid w:val="00644A92"/>
    <w:rsid w:val="00645432"/>
    <w:rsid w:val="00646BF4"/>
    <w:rsid w:val="00654257"/>
    <w:rsid w:val="00657515"/>
    <w:rsid w:val="00664A58"/>
    <w:rsid w:val="00667DC1"/>
    <w:rsid w:val="00670190"/>
    <w:rsid w:val="00670726"/>
    <w:rsid w:val="00670D78"/>
    <w:rsid w:val="0067184C"/>
    <w:rsid w:val="00674630"/>
    <w:rsid w:val="006751DC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7DAB"/>
    <w:rsid w:val="006D053A"/>
    <w:rsid w:val="006D2B73"/>
    <w:rsid w:val="006D6554"/>
    <w:rsid w:val="006E21D1"/>
    <w:rsid w:val="006E2344"/>
    <w:rsid w:val="006E672E"/>
    <w:rsid w:val="006F0EC4"/>
    <w:rsid w:val="006F58A0"/>
    <w:rsid w:val="006F6EDA"/>
    <w:rsid w:val="00702B36"/>
    <w:rsid w:val="00714954"/>
    <w:rsid w:val="00715EA0"/>
    <w:rsid w:val="00720D23"/>
    <w:rsid w:val="007267FF"/>
    <w:rsid w:val="00726E36"/>
    <w:rsid w:val="00727A1E"/>
    <w:rsid w:val="0073441E"/>
    <w:rsid w:val="00744BF2"/>
    <w:rsid w:val="00745E14"/>
    <w:rsid w:val="00747389"/>
    <w:rsid w:val="007532B8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87722"/>
    <w:rsid w:val="00790F5B"/>
    <w:rsid w:val="0079115E"/>
    <w:rsid w:val="0079224D"/>
    <w:rsid w:val="00795506"/>
    <w:rsid w:val="007962AA"/>
    <w:rsid w:val="00796F7D"/>
    <w:rsid w:val="007970E9"/>
    <w:rsid w:val="007A163B"/>
    <w:rsid w:val="007A1734"/>
    <w:rsid w:val="007A516B"/>
    <w:rsid w:val="007A762F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210"/>
    <w:rsid w:val="007E3461"/>
    <w:rsid w:val="007E4B0C"/>
    <w:rsid w:val="007E66E0"/>
    <w:rsid w:val="007E7BD7"/>
    <w:rsid w:val="007F02BA"/>
    <w:rsid w:val="007F3936"/>
    <w:rsid w:val="007F4FF9"/>
    <w:rsid w:val="007F6693"/>
    <w:rsid w:val="007F7983"/>
    <w:rsid w:val="0080151B"/>
    <w:rsid w:val="00801591"/>
    <w:rsid w:val="0080728B"/>
    <w:rsid w:val="00812BA8"/>
    <w:rsid w:val="00813707"/>
    <w:rsid w:val="0081402E"/>
    <w:rsid w:val="008152DC"/>
    <w:rsid w:val="00816350"/>
    <w:rsid w:val="008209B4"/>
    <w:rsid w:val="00823BD8"/>
    <w:rsid w:val="0082419F"/>
    <w:rsid w:val="00824A5C"/>
    <w:rsid w:val="00824EB0"/>
    <w:rsid w:val="008259C6"/>
    <w:rsid w:val="00827B9C"/>
    <w:rsid w:val="00841169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2FBC"/>
    <w:rsid w:val="00874EE6"/>
    <w:rsid w:val="00875BBE"/>
    <w:rsid w:val="00877592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0824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33EDE"/>
    <w:rsid w:val="009346CF"/>
    <w:rsid w:val="00935F29"/>
    <w:rsid w:val="00936AF3"/>
    <w:rsid w:val="009371A0"/>
    <w:rsid w:val="009416B1"/>
    <w:rsid w:val="00943883"/>
    <w:rsid w:val="00946A83"/>
    <w:rsid w:val="0095161A"/>
    <w:rsid w:val="00951B50"/>
    <w:rsid w:val="00951D6E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27BC"/>
    <w:rsid w:val="00973D9A"/>
    <w:rsid w:val="009747D2"/>
    <w:rsid w:val="00974B2D"/>
    <w:rsid w:val="00976CCE"/>
    <w:rsid w:val="00976F6C"/>
    <w:rsid w:val="0098064A"/>
    <w:rsid w:val="00984614"/>
    <w:rsid w:val="00987247"/>
    <w:rsid w:val="00987835"/>
    <w:rsid w:val="00987E66"/>
    <w:rsid w:val="00990E60"/>
    <w:rsid w:val="00991703"/>
    <w:rsid w:val="00991707"/>
    <w:rsid w:val="00992C5F"/>
    <w:rsid w:val="00992E04"/>
    <w:rsid w:val="009951CE"/>
    <w:rsid w:val="00995D32"/>
    <w:rsid w:val="0099616B"/>
    <w:rsid w:val="009961E4"/>
    <w:rsid w:val="00997181"/>
    <w:rsid w:val="009A06CA"/>
    <w:rsid w:val="009A4BB4"/>
    <w:rsid w:val="009A5ECB"/>
    <w:rsid w:val="009A6204"/>
    <w:rsid w:val="009A7327"/>
    <w:rsid w:val="009B1102"/>
    <w:rsid w:val="009B1D5B"/>
    <w:rsid w:val="009B353B"/>
    <w:rsid w:val="009B6778"/>
    <w:rsid w:val="009B7B8B"/>
    <w:rsid w:val="009C0BC4"/>
    <w:rsid w:val="009C1839"/>
    <w:rsid w:val="009C21B3"/>
    <w:rsid w:val="009D1E8E"/>
    <w:rsid w:val="009D5486"/>
    <w:rsid w:val="009D617A"/>
    <w:rsid w:val="009E0A54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2F61"/>
    <w:rsid w:val="00A03187"/>
    <w:rsid w:val="00A0479A"/>
    <w:rsid w:val="00A0481B"/>
    <w:rsid w:val="00A0559D"/>
    <w:rsid w:val="00A05C4E"/>
    <w:rsid w:val="00A065DD"/>
    <w:rsid w:val="00A10DB9"/>
    <w:rsid w:val="00A145A3"/>
    <w:rsid w:val="00A14DBE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7030"/>
    <w:rsid w:val="00A47C61"/>
    <w:rsid w:val="00A511D1"/>
    <w:rsid w:val="00A514BB"/>
    <w:rsid w:val="00A529A4"/>
    <w:rsid w:val="00A52D1E"/>
    <w:rsid w:val="00A54C14"/>
    <w:rsid w:val="00A54F48"/>
    <w:rsid w:val="00A553F3"/>
    <w:rsid w:val="00A5595F"/>
    <w:rsid w:val="00A55B9F"/>
    <w:rsid w:val="00A55E1A"/>
    <w:rsid w:val="00A57584"/>
    <w:rsid w:val="00A61E9E"/>
    <w:rsid w:val="00A62088"/>
    <w:rsid w:val="00A64F61"/>
    <w:rsid w:val="00A676F8"/>
    <w:rsid w:val="00A67917"/>
    <w:rsid w:val="00A6793F"/>
    <w:rsid w:val="00A7054C"/>
    <w:rsid w:val="00A7076A"/>
    <w:rsid w:val="00A709E1"/>
    <w:rsid w:val="00A72B79"/>
    <w:rsid w:val="00A7478E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4A44"/>
    <w:rsid w:val="00AA6164"/>
    <w:rsid w:val="00AA6663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19CF"/>
    <w:rsid w:val="00AE57FE"/>
    <w:rsid w:val="00AF0220"/>
    <w:rsid w:val="00AF23A1"/>
    <w:rsid w:val="00AF3607"/>
    <w:rsid w:val="00AF5CBD"/>
    <w:rsid w:val="00B01085"/>
    <w:rsid w:val="00B0197E"/>
    <w:rsid w:val="00B0637D"/>
    <w:rsid w:val="00B06C3F"/>
    <w:rsid w:val="00B06C91"/>
    <w:rsid w:val="00B12077"/>
    <w:rsid w:val="00B14FB3"/>
    <w:rsid w:val="00B15075"/>
    <w:rsid w:val="00B15A8A"/>
    <w:rsid w:val="00B200D4"/>
    <w:rsid w:val="00B22A4D"/>
    <w:rsid w:val="00B22D22"/>
    <w:rsid w:val="00B24525"/>
    <w:rsid w:val="00B26043"/>
    <w:rsid w:val="00B273FE"/>
    <w:rsid w:val="00B30CBB"/>
    <w:rsid w:val="00B32548"/>
    <w:rsid w:val="00B351CF"/>
    <w:rsid w:val="00B41718"/>
    <w:rsid w:val="00B433B1"/>
    <w:rsid w:val="00B445FA"/>
    <w:rsid w:val="00B447D0"/>
    <w:rsid w:val="00B50042"/>
    <w:rsid w:val="00B51A13"/>
    <w:rsid w:val="00B5515E"/>
    <w:rsid w:val="00B556AE"/>
    <w:rsid w:val="00B56162"/>
    <w:rsid w:val="00B61E7B"/>
    <w:rsid w:val="00B6266B"/>
    <w:rsid w:val="00B6397E"/>
    <w:rsid w:val="00B67539"/>
    <w:rsid w:val="00B703B5"/>
    <w:rsid w:val="00B72A6C"/>
    <w:rsid w:val="00B7555A"/>
    <w:rsid w:val="00B7731A"/>
    <w:rsid w:val="00B80149"/>
    <w:rsid w:val="00B80D2F"/>
    <w:rsid w:val="00B8134D"/>
    <w:rsid w:val="00B83276"/>
    <w:rsid w:val="00B8440B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2FED"/>
    <w:rsid w:val="00BB4589"/>
    <w:rsid w:val="00BB4F4B"/>
    <w:rsid w:val="00BB50A5"/>
    <w:rsid w:val="00BB6BB6"/>
    <w:rsid w:val="00BC063C"/>
    <w:rsid w:val="00BC1904"/>
    <w:rsid w:val="00BC1ED0"/>
    <w:rsid w:val="00BC28E2"/>
    <w:rsid w:val="00BC3162"/>
    <w:rsid w:val="00BC73B2"/>
    <w:rsid w:val="00BD2B4C"/>
    <w:rsid w:val="00BD5F6E"/>
    <w:rsid w:val="00BD79D7"/>
    <w:rsid w:val="00BE2165"/>
    <w:rsid w:val="00BE3B0C"/>
    <w:rsid w:val="00BE4B05"/>
    <w:rsid w:val="00BF0FBD"/>
    <w:rsid w:val="00BF3B8F"/>
    <w:rsid w:val="00BF5630"/>
    <w:rsid w:val="00BF5ED2"/>
    <w:rsid w:val="00BF5F51"/>
    <w:rsid w:val="00BF7257"/>
    <w:rsid w:val="00C00AD4"/>
    <w:rsid w:val="00C0303F"/>
    <w:rsid w:val="00C06050"/>
    <w:rsid w:val="00C16DF7"/>
    <w:rsid w:val="00C1708E"/>
    <w:rsid w:val="00C2591D"/>
    <w:rsid w:val="00C2712F"/>
    <w:rsid w:val="00C30CE9"/>
    <w:rsid w:val="00C31AFE"/>
    <w:rsid w:val="00C3267A"/>
    <w:rsid w:val="00C3390B"/>
    <w:rsid w:val="00C35F51"/>
    <w:rsid w:val="00C37D28"/>
    <w:rsid w:val="00C41014"/>
    <w:rsid w:val="00C419C3"/>
    <w:rsid w:val="00C4241F"/>
    <w:rsid w:val="00C431A6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553A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2039"/>
    <w:rsid w:val="00C83743"/>
    <w:rsid w:val="00C8416A"/>
    <w:rsid w:val="00C845B5"/>
    <w:rsid w:val="00C856DF"/>
    <w:rsid w:val="00C94E07"/>
    <w:rsid w:val="00C97665"/>
    <w:rsid w:val="00C97B2B"/>
    <w:rsid w:val="00CA24B2"/>
    <w:rsid w:val="00CA3632"/>
    <w:rsid w:val="00CA3BBA"/>
    <w:rsid w:val="00CA62CE"/>
    <w:rsid w:val="00CA7030"/>
    <w:rsid w:val="00CA7235"/>
    <w:rsid w:val="00CA7787"/>
    <w:rsid w:val="00CB04F6"/>
    <w:rsid w:val="00CB5097"/>
    <w:rsid w:val="00CB7186"/>
    <w:rsid w:val="00CC02F4"/>
    <w:rsid w:val="00CC6610"/>
    <w:rsid w:val="00CD0842"/>
    <w:rsid w:val="00CD0E9D"/>
    <w:rsid w:val="00CD1C59"/>
    <w:rsid w:val="00CD4726"/>
    <w:rsid w:val="00CD5193"/>
    <w:rsid w:val="00CD7007"/>
    <w:rsid w:val="00CE19F3"/>
    <w:rsid w:val="00CE1DEF"/>
    <w:rsid w:val="00CE206A"/>
    <w:rsid w:val="00CE2673"/>
    <w:rsid w:val="00CF0723"/>
    <w:rsid w:val="00CF1071"/>
    <w:rsid w:val="00CF2512"/>
    <w:rsid w:val="00CF3608"/>
    <w:rsid w:val="00CF4BA5"/>
    <w:rsid w:val="00D00BFD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241B6"/>
    <w:rsid w:val="00D3118B"/>
    <w:rsid w:val="00D3182A"/>
    <w:rsid w:val="00D32B23"/>
    <w:rsid w:val="00D334EA"/>
    <w:rsid w:val="00D416E1"/>
    <w:rsid w:val="00D4267C"/>
    <w:rsid w:val="00D4376F"/>
    <w:rsid w:val="00D43937"/>
    <w:rsid w:val="00D46CE7"/>
    <w:rsid w:val="00D47448"/>
    <w:rsid w:val="00D50995"/>
    <w:rsid w:val="00D50ABC"/>
    <w:rsid w:val="00D5292A"/>
    <w:rsid w:val="00D5323E"/>
    <w:rsid w:val="00D53857"/>
    <w:rsid w:val="00D65CCD"/>
    <w:rsid w:val="00D673F6"/>
    <w:rsid w:val="00D67B12"/>
    <w:rsid w:val="00D70726"/>
    <w:rsid w:val="00D708C0"/>
    <w:rsid w:val="00D713E0"/>
    <w:rsid w:val="00D75E7A"/>
    <w:rsid w:val="00D763D3"/>
    <w:rsid w:val="00D77316"/>
    <w:rsid w:val="00D80FB4"/>
    <w:rsid w:val="00D82845"/>
    <w:rsid w:val="00D82C01"/>
    <w:rsid w:val="00D84BBF"/>
    <w:rsid w:val="00D86CE4"/>
    <w:rsid w:val="00D911EB"/>
    <w:rsid w:val="00D91703"/>
    <w:rsid w:val="00D96CCC"/>
    <w:rsid w:val="00DA23A7"/>
    <w:rsid w:val="00DA277C"/>
    <w:rsid w:val="00DA324C"/>
    <w:rsid w:val="00DB109A"/>
    <w:rsid w:val="00DB5851"/>
    <w:rsid w:val="00DB7DC2"/>
    <w:rsid w:val="00DC19D0"/>
    <w:rsid w:val="00DC20FD"/>
    <w:rsid w:val="00DC2230"/>
    <w:rsid w:val="00DC2CB5"/>
    <w:rsid w:val="00DC2F7C"/>
    <w:rsid w:val="00DC4384"/>
    <w:rsid w:val="00DC5DD6"/>
    <w:rsid w:val="00DD1324"/>
    <w:rsid w:val="00DD218D"/>
    <w:rsid w:val="00DE4EC6"/>
    <w:rsid w:val="00DE78AF"/>
    <w:rsid w:val="00DF00CD"/>
    <w:rsid w:val="00DF05DD"/>
    <w:rsid w:val="00DF08BB"/>
    <w:rsid w:val="00DF12F2"/>
    <w:rsid w:val="00DF53FA"/>
    <w:rsid w:val="00DF559D"/>
    <w:rsid w:val="00DF5920"/>
    <w:rsid w:val="00DF5B4D"/>
    <w:rsid w:val="00DF5D41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0F61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6165"/>
    <w:rsid w:val="00E930A8"/>
    <w:rsid w:val="00E948EA"/>
    <w:rsid w:val="00E95532"/>
    <w:rsid w:val="00EA382A"/>
    <w:rsid w:val="00EA74F5"/>
    <w:rsid w:val="00EA78B3"/>
    <w:rsid w:val="00EA79D6"/>
    <w:rsid w:val="00EB0389"/>
    <w:rsid w:val="00EB33B3"/>
    <w:rsid w:val="00EB4376"/>
    <w:rsid w:val="00EB5068"/>
    <w:rsid w:val="00EB6B29"/>
    <w:rsid w:val="00EC1D24"/>
    <w:rsid w:val="00EC2284"/>
    <w:rsid w:val="00EC29E4"/>
    <w:rsid w:val="00EC6F3D"/>
    <w:rsid w:val="00ED5147"/>
    <w:rsid w:val="00ED627C"/>
    <w:rsid w:val="00EE623A"/>
    <w:rsid w:val="00EE77E4"/>
    <w:rsid w:val="00EF0C31"/>
    <w:rsid w:val="00EF259B"/>
    <w:rsid w:val="00EF25CA"/>
    <w:rsid w:val="00F0019B"/>
    <w:rsid w:val="00F01A7B"/>
    <w:rsid w:val="00F07DFE"/>
    <w:rsid w:val="00F125CF"/>
    <w:rsid w:val="00F132EC"/>
    <w:rsid w:val="00F14E6D"/>
    <w:rsid w:val="00F164D7"/>
    <w:rsid w:val="00F201A3"/>
    <w:rsid w:val="00F20AA9"/>
    <w:rsid w:val="00F24025"/>
    <w:rsid w:val="00F24DC8"/>
    <w:rsid w:val="00F26CB1"/>
    <w:rsid w:val="00F30354"/>
    <w:rsid w:val="00F3038C"/>
    <w:rsid w:val="00F31B6A"/>
    <w:rsid w:val="00F3265D"/>
    <w:rsid w:val="00F37775"/>
    <w:rsid w:val="00F404FC"/>
    <w:rsid w:val="00F4178B"/>
    <w:rsid w:val="00F41BDD"/>
    <w:rsid w:val="00F420C1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712E"/>
    <w:rsid w:val="00F704AB"/>
    <w:rsid w:val="00F727D3"/>
    <w:rsid w:val="00F73992"/>
    <w:rsid w:val="00F7648E"/>
    <w:rsid w:val="00F7731F"/>
    <w:rsid w:val="00F8022C"/>
    <w:rsid w:val="00F84B7A"/>
    <w:rsid w:val="00F90A77"/>
    <w:rsid w:val="00F91796"/>
    <w:rsid w:val="00F928A7"/>
    <w:rsid w:val="00F92B3B"/>
    <w:rsid w:val="00F9347D"/>
    <w:rsid w:val="00F95524"/>
    <w:rsid w:val="00F955FD"/>
    <w:rsid w:val="00F9738A"/>
    <w:rsid w:val="00FA309A"/>
    <w:rsid w:val="00FB1E0F"/>
    <w:rsid w:val="00FB5043"/>
    <w:rsid w:val="00FB6DDA"/>
    <w:rsid w:val="00FC189B"/>
    <w:rsid w:val="00FC23A3"/>
    <w:rsid w:val="00FC4045"/>
    <w:rsid w:val="00FC57C9"/>
    <w:rsid w:val="00FD038A"/>
    <w:rsid w:val="00FD4D65"/>
    <w:rsid w:val="00FE04D0"/>
    <w:rsid w:val="00FE130A"/>
    <w:rsid w:val="00FF019A"/>
    <w:rsid w:val="00FF1008"/>
    <w:rsid w:val="00FF48E9"/>
    <w:rsid w:val="00FF5413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645432"/>
    <w:rPr>
      <w:rFonts w:cs="Times New Roman"/>
      <w:color w:val="106BBE"/>
    </w:rPr>
  </w:style>
  <w:style w:type="table" w:styleId="TableGrid">
    <w:name w:val="Table Grid"/>
    <w:basedOn w:val="TableNormal"/>
    <w:uiPriority w:val="99"/>
    <w:rsid w:val="00EA38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7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478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C4F91C828477192A20E1DC23B4B9AB0615757151F9727172C7396081929A76n734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169</Words>
  <Characters>966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Пользователь</cp:lastModifiedBy>
  <cp:revision>4</cp:revision>
  <cp:lastPrinted>2016-09-22T08:02:00Z</cp:lastPrinted>
  <dcterms:created xsi:type="dcterms:W3CDTF">2016-09-22T08:01:00Z</dcterms:created>
  <dcterms:modified xsi:type="dcterms:W3CDTF">2016-11-01T11:05:00Z</dcterms:modified>
</cp:coreProperties>
</file>