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FC6" w:rsidRPr="00923E31" w:rsidRDefault="00E25FC6" w:rsidP="00287245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ЗАКОН УЛЬЯНОВСКОЙ ОБЛАСТИ</w:t>
      </w:r>
    </w:p>
    <w:p w:rsidR="00E25FC6" w:rsidRPr="00923E31" w:rsidRDefault="00E25FC6" w:rsidP="00287245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25FC6" w:rsidRPr="00923E31" w:rsidRDefault="00E25FC6" w:rsidP="00923E31">
      <w:pPr>
        <w:tabs>
          <w:tab w:val="left" w:pos="2610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E25FC6" w:rsidRPr="00923E31" w:rsidRDefault="00E25FC6" w:rsidP="00287245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25FC6" w:rsidRPr="00923E31" w:rsidRDefault="00E25FC6" w:rsidP="00287245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25FC6" w:rsidRPr="00923E31" w:rsidRDefault="00E25FC6" w:rsidP="00287245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25FC6" w:rsidRDefault="00E25FC6" w:rsidP="0098795F">
      <w:pPr>
        <w:jc w:val="center"/>
        <w:rPr>
          <w:b/>
          <w:sz w:val="28"/>
          <w:szCs w:val="28"/>
        </w:rPr>
      </w:pPr>
      <w:r w:rsidRPr="00D65B00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разграничении полномочий органов государственной власти </w:t>
      </w:r>
    </w:p>
    <w:p w:rsidR="00E25FC6" w:rsidRDefault="00E25FC6" w:rsidP="009879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Ульяновской области в сфере гражданской обороны</w:t>
      </w:r>
    </w:p>
    <w:p w:rsidR="00E25FC6" w:rsidRPr="00923E31" w:rsidRDefault="00E25FC6" w:rsidP="00191C1B">
      <w:pPr>
        <w:jc w:val="both"/>
        <w:rPr>
          <w:b/>
          <w:sz w:val="28"/>
          <w:szCs w:val="28"/>
        </w:rPr>
      </w:pPr>
    </w:p>
    <w:p w:rsidR="00E25FC6" w:rsidRPr="00923E31" w:rsidRDefault="00E25FC6" w:rsidP="000126CD">
      <w:pPr>
        <w:pStyle w:val="ConsNonformat"/>
        <w:rPr>
          <w:rFonts w:ascii="Times New Roman" w:hAnsi="Times New Roman" w:cs="Times New Roman"/>
          <w:b/>
          <w:sz w:val="28"/>
          <w:szCs w:val="28"/>
        </w:rPr>
      </w:pPr>
    </w:p>
    <w:p w:rsidR="00E25FC6" w:rsidRDefault="00E25FC6" w:rsidP="00D655A0">
      <w:pPr>
        <w:pStyle w:val="ConsNormal"/>
        <w:spacing w:line="240" w:lineRule="auto"/>
        <w:ind w:right="0" w:firstLine="0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Принят Законодательным Собранием Ульяновской области 22  ноября 2017 года</w:t>
      </w:r>
    </w:p>
    <w:p w:rsidR="00E25FC6" w:rsidRPr="00923E31" w:rsidRDefault="00E25FC6" w:rsidP="00923E31">
      <w:pPr>
        <w:pStyle w:val="ConsNonformat"/>
        <w:rPr>
          <w:rFonts w:ascii="Times New Roman" w:hAnsi="Times New Roman" w:cs="Times New Roman"/>
          <w:b/>
          <w:sz w:val="28"/>
          <w:szCs w:val="28"/>
        </w:rPr>
      </w:pPr>
    </w:p>
    <w:p w:rsidR="00E25FC6" w:rsidRPr="00923E31" w:rsidRDefault="00E25FC6" w:rsidP="00923E31">
      <w:pPr>
        <w:suppressAutoHyphens/>
        <w:jc w:val="both"/>
        <w:rPr>
          <w:b/>
          <w:sz w:val="28"/>
          <w:szCs w:val="28"/>
        </w:rPr>
      </w:pPr>
    </w:p>
    <w:p w:rsidR="00E25FC6" w:rsidRPr="00923E31" w:rsidRDefault="00E25FC6" w:rsidP="00923E31">
      <w:pPr>
        <w:suppressAutoHyphens/>
        <w:jc w:val="both"/>
        <w:rPr>
          <w:b/>
          <w:i/>
          <w:sz w:val="28"/>
          <w:szCs w:val="28"/>
        </w:rPr>
      </w:pPr>
    </w:p>
    <w:tbl>
      <w:tblPr>
        <w:tblW w:w="0" w:type="auto"/>
        <w:tblLook w:val="00A0"/>
      </w:tblPr>
      <w:tblGrid>
        <w:gridCol w:w="2235"/>
        <w:gridCol w:w="7903"/>
      </w:tblGrid>
      <w:tr w:rsidR="00E25FC6" w:rsidTr="00F13CB3">
        <w:tc>
          <w:tcPr>
            <w:tcW w:w="2235" w:type="dxa"/>
          </w:tcPr>
          <w:p w:rsidR="00E25FC6" w:rsidRPr="00F13CB3" w:rsidRDefault="00E25FC6" w:rsidP="00F13CB3">
            <w:pPr>
              <w:suppressAutoHyphens/>
              <w:spacing w:line="360" w:lineRule="auto"/>
              <w:ind w:firstLine="709"/>
              <w:jc w:val="both"/>
              <w:rPr>
                <w:i/>
                <w:sz w:val="28"/>
                <w:szCs w:val="28"/>
              </w:rPr>
            </w:pPr>
            <w:r w:rsidRPr="00F13CB3">
              <w:rPr>
                <w:sz w:val="28"/>
                <w:szCs w:val="28"/>
              </w:rPr>
              <w:t>Статья 1.</w:t>
            </w:r>
          </w:p>
        </w:tc>
        <w:tc>
          <w:tcPr>
            <w:tcW w:w="7903" w:type="dxa"/>
          </w:tcPr>
          <w:p w:rsidR="00E25FC6" w:rsidRPr="00F13CB3" w:rsidRDefault="00E25FC6" w:rsidP="00F13CB3">
            <w:pPr>
              <w:ind w:left="-108"/>
              <w:jc w:val="both"/>
              <w:rPr>
                <w:i/>
                <w:sz w:val="28"/>
                <w:szCs w:val="28"/>
              </w:rPr>
            </w:pPr>
            <w:r w:rsidRPr="00F13CB3">
              <w:rPr>
                <w:b/>
                <w:sz w:val="28"/>
                <w:szCs w:val="28"/>
              </w:rPr>
              <w:t>Полномочия Губернатора Ульяновской области в сфере гражданской обороны</w:t>
            </w:r>
          </w:p>
        </w:tc>
      </w:tr>
    </w:tbl>
    <w:p w:rsidR="00E25FC6" w:rsidRPr="00923E31" w:rsidRDefault="00E25FC6" w:rsidP="00923E31">
      <w:pPr>
        <w:ind w:left="1980" w:hanging="1260"/>
        <w:jc w:val="both"/>
        <w:rPr>
          <w:b/>
          <w:sz w:val="28"/>
          <w:szCs w:val="28"/>
        </w:rPr>
      </w:pPr>
    </w:p>
    <w:p w:rsidR="00E25FC6" w:rsidRPr="00923E31" w:rsidRDefault="00E25FC6" w:rsidP="00923E31">
      <w:pPr>
        <w:ind w:left="1980" w:hanging="1260"/>
        <w:jc w:val="both"/>
        <w:rPr>
          <w:b/>
          <w:sz w:val="28"/>
          <w:szCs w:val="28"/>
        </w:rPr>
      </w:pPr>
    </w:p>
    <w:p w:rsidR="00E25FC6" w:rsidRDefault="00E25FC6" w:rsidP="00923E31">
      <w:pPr>
        <w:spacing w:line="384" w:lineRule="auto"/>
        <w:ind w:firstLine="709"/>
        <w:jc w:val="both"/>
        <w:rPr>
          <w:sz w:val="28"/>
          <w:szCs w:val="28"/>
        </w:rPr>
      </w:pPr>
      <w:r w:rsidRPr="003526A2">
        <w:rPr>
          <w:sz w:val="28"/>
          <w:szCs w:val="28"/>
        </w:rPr>
        <w:t>Губернатор Ульяновской области</w:t>
      </w:r>
      <w:r>
        <w:rPr>
          <w:sz w:val="28"/>
          <w:szCs w:val="28"/>
        </w:rPr>
        <w:t>:</w:t>
      </w:r>
    </w:p>
    <w:p w:rsidR="00E25FC6" w:rsidRDefault="00E25FC6" w:rsidP="00923E31">
      <w:pPr>
        <w:spacing w:line="384" w:lineRule="auto"/>
        <w:ind w:firstLine="709"/>
        <w:jc w:val="both"/>
        <w:rPr>
          <w:sz w:val="28"/>
          <w:szCs w:val="28"/>
        </w:rPr>
      </w:pPr>
      <w:r w:rsidRPr="003526A2">
        <w:rPr>
          <w:sz w:val="28"/>
          <w:szCs w:val="28"/>
        </w:rPr>
        <w:t>1) осуществляет руководство гражданской обороной на территории Ульяновской области;</w:t>
      </w:r>
    </w:p>
    <w:p w:rsidR="00E25FC6" w:rsidRDefault="00E25FC6" w:rsidP="00923E31">
      <w:pPr>
        <w:spacing w:line="38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издаёт нормативные правовые акты в сфере гражданской обороны;</w:t>
      </w:r>
    </w:p>
    <w:p w:rsidR="00E25FC6" w:rsidRDefault="00E25FC6" w:rsidP="00923E31">
      <w:pPr>
        <w:spacing w:line="38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3526A2">
        <w:rPr>
          <w:sz w:val="28"/>
          <w:szCs w:val="28"/>
        </w:rPr>
        <w:t xml:space="preserve">обеспечивает согласованное функционирование </w:t>
      </w:r>
      <w:r>
        <w:rPr>
          <w:sz w:val="28"/>
          <w:szCs w:val="28"/>
        </w:rPr>
        <w:t xml:space="preserve">органов </w:t>
      </w:r>
      <w:r w:rsidRPr="003526A2">
        <w:rPr>
          <w:sz w:val="28"/>
          <w:szCs w:val="28"/>
        </w:rPr>
        <w:t xml:space="preserve">государственной власти Ульяновской области при решении задач </w:t>
      </w:r>
      <w:r>
        <w:rPr>
          <w:sz w:val="28"/>
          <w:szCs w:val="28"/>
        </w:rPr>
        <w:t>в сфере</w:t>
      </w:r>
      <w:r w:rsidRPr="003526A2">
        <w:rPr>
          <w:sz w:val="28"/>
          <w:szCs w:val="28"/>
        </w:rPr>
        <w:t xml:space="preserve"> гражданской</w:t>
      </w:r>
      <w:r>
        <w:rPr>
          <w:sz w:val="28"/>
          <w:szCs w:val="28"/>
        </w:rPr>
        <w:t xml:space="preserve"> обор</w:t>
      </w:r>
      <w:r w:rsidRPr="003526A2">
        <w:rPr>
          <w:sz w:val="28"/>
          <w:szCs w:val="28"/>
        </w:rPr>
        <w:t>он</w:t>
      </w:r>
      <w:r>
        <w:rPr>
          <w:sz w:val="28"/>
          <w:szCs w:val="28"/>
        </w:rPr>
        <w:t>ы</w:t>
      </w:r>
      <w:r>
        <w:rPr>
          <w:sz w:val="28"/>
          <w:szCs w:val="28"/>
        </w:rPr>
        <w:br/>
        <w:t xml:space="preserve">и </w:t>
      </w:r>
      <w:r w:rsidRPr="003526A2">
        <w:rPr>
          <w:sz w:val="28"/>
          <w:szCs w:val="28"/>
        </w:rPr>
        <w:t>выполнении мероприятий</w:t>
      </w:r>
      <w:r>
        <w:rPr>
          <w:sz w:val="28"/>
          <w:szCs w:val="28"/>
        </w:rPr>
        <w:t xml:space="preserve"> </w:t>
      </w:r>
      <w:r w:rsidRPr="003526A2">
        <w:rPr>
          <w:sz w:val="28"/>
          <w:szCs w:val="28"/>
        </w:rPr>
        <w:t>по</w:t>
      </w:r>
      <w:r>
        <w:rPr>
          <w:sz w:val="28"/>
          <w:szCs w:val="28"/>
        </w:rPr>
        <w:t xml:space="preserve"> гражданской обороне</w:t>
      </w:r>
      <w:r w:rsidRPr="003526A2">
        <w:rPr>
          <w:sz w:val="28"/>
          <w:szCs w:val="28"/>
        </w:rPr>
        <w:t xml:space="preserve"> на территории Ульяновской области;</w:t>
      </w:r>
    </w:p>
    <w:p w:rsidR="00E25FC6" w:rsidRPr="003526A2" w:rsidRDefault="00E25FC6" w:rsidP="00923E31">
      <w:pPr>
        <w:spacing w:line="38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526A2">
        <w:rPr>
          <w:sz w:val="28"/>
          <w:szCs w:val="28"/>
        </w:rPr>
        <w:t xml:space="preserve">) создаёт </w:t>
      </w:r>
      <w:r>
        <w:rPr>
          <w:sz w:val="28"/>
          <w:szCs w:val="28"/>
        </w:rPr>
        <w:t xml:space="preserve">в пределах своих полномочий комиссии </w:t>
      </w:r>
      <w:r w:rsidRPr="003526A2">
        <w:rPr>
          <w:sz w:val="28"/>
          <w:szCs w:val="28"/>
        </w:rPr>
        <w:t>и ины</w:t>
      </w:r>
      <w:r>
        <w:rPr>
          <w:sz w:val="28"/>
          <w:szCs w:val="28"/>
        </w:rPr>
        <w:t>е</w:t>
      </w:r>
      <w:r w:rsidRPr="003526A2">
        <w:rPr>
          <w:sz w:val="28"/>
          <w:szCs w:val="28"/>
        </w:rPr>
        <w:t xml:space="preserve"> коллегиальны</w:t>
      </w:r>
      <w:r>
        <w:rPr>
          <w:sz w:val="28"/>
          <w:szCs w:val="28"/>
        </w:rPr>
        <w:t>е</w:t>
      </w:r>
      <w:r w:rsidRPr="003526A2">
        <w:rPr>
          <w:sz w:val="28"/>
          <w:szCs w:val="28"/>
        </w:rPr>
        <w:t xml:space="preserve"> орган</w:t>
      </w:r>
      <w:r>
        <w:rPr>
          <w:sz w:val="28"/>
          <w:szCs w:val="28"/>
        </w:rPr>
        <w:t>ы</w:t>
      </w:r>
      <w:r w:rsidRPr="003526A2">
        <w:rPr>
          <w:sz w:val="28"/>
          <w:szCs w:val="28"/>
        </w:rPr>
        <w:t xml:space="preserve"> в целях организации выполнения мероприятий</w:t>
      </w:r>
      <w:r w:rsidRPr="00052323">
        <w:rPr>
          <w:sz w:val="28"/>
          <w:szCs w:val="28"/>
        </w:rPr>
        <w:t xml:space="preserve"> </w:t>
      </w:r>
      <w:r>
        <w:rPr>
          <w:sz w:val="28"/>
          <w:szCs w:val="28"/>
        </w:rPr>
        <w:t>регионального уровня</w:t>
      </w:r>
      <w:r>
        <w:rPr>
          <w:sz w:val="28"/>
          <w:szCs w:val="28"/>
        </w:rPr>
        <w:br/>
      </w:r>
      <w:r w:rsidRPr="003526A2">
        <w:rPr>
          <w:sz w:val="28"/>
          <w:szCs w:val="28"/>
        </w:rPr>
        <w:t>по гражданской обороне</w:t>
      </w:r>
      <w:r>
        <w:rPr>
          <w:sz w:val="28"/>
          <w:szCs w:val="28"/>
        </w:rPr>
        <w:t>, утверждает их состав и определяет порядок деятельности;</w:t>
      </w:r>
    </w:p>
    <w:p w:rsidR="00E25FC6" w:rsidRDefault="00E25FC6" w:rsidP="00923E31">
      <w:pPr>
        <w:autoSpaceDE w:val="0"/>
        <w:autoSpaceDN w:val="0"/>
        <w:adjustRightInd w:val="0"/>
        <w:spacing w:line="38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осуществляет иные полномочия в сфере гражданской обороны, установленные федеральными законами, Уставом Ульяновской области</w:t>
      </w:r>
      <w:r>
        <w:rPr>
          <w:sz w:val="28"/>
          <w:szCs w:val="28"/>
        </w:rPr>
        <w:br/>
        <w:t>и законами Ульяновской области.</w:t>
      </w:r>
    </w:p>
    <w:p w:rsidR="00E25FC6" w:rsidRDefault="00E25FC6" w:rsidP="00F81B4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5FC6" w:rsidRDefault="00E25FC6" w:rsidP="00F81B4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2235"/>
        <w:gridCol w:w="7903"/>
      </w:tblGrid>
      <w:tr w:rsidR="00E25FC6" w:rsidTr="00F13CB3">
        <w:tc>
          <w:tcPr>
            <w:tcW w:w="2235" w:type="dxa"/>
          </w:tcPr>
          <w:p w:rsidR="00E25FC6" w:rsidRPr="00F13CB3" w:rsidRDefault="00E25FC6" w:rsidP="00F13CB3">
            <w:pPr>
              <w:suppressAutoHyphens/>
              <w:spacing w:line="360" w:lineRule="auto"/>
              <w:ind w:firstLine="709"/>
              <w:jc w:val="both"/>
              <w:rPr>
                <w:i/>
                <w:sz w:val="28"/>
                <w:szCs w:val="28"/>
              </w:rPr>
            </w:pPr>
            <w:r w:rsidRPr="00F13CB3">
              <w:rPr>
                <w:sz w:val="28"/>
                <w:szCs w:val="28"/>
              </w:rPr>
              <w:t>Статья 2.</w:t>
            </w:r>
          </w:p>
        </w:tc>
        <w:tc>
          <w:tcPr>
            <w:tcW w:w="7903" w:type="dxa"/>
          </w:tcPr>
          <w:p w:rsidR="00E25FC6" w:rsidRPr="00F13CB3" w:rsidRDefault="00E25FC6" w:rsidP="00F13CB3">
            <w:pPr>
              <w:ind w:left="-108"/>
              <w:jc w:val="both"/>
              <w:rPr>
                <w:i/>
                <w:sz w:val="28"/>
                <w:szCs w:val="28"/>
              </w:rPr>
            </w:pPr>
            <w:r w:rsidRPr="00F13CB3">
              <w:rPr>
                <w:b/>
                <w:sz w:val="28"/>
                <w:szCs w:val="28"/>
              </w:rPr>
              <w:t>Полномочия Законодательного Собрания Ульяновской области в сфере гражданской обороны</w:t>
            </w:r>
          </w:p>
        </w:tc>
      </w:tr>
    </w:tbl>
    <w:p w:rsidR="00E25FC6" w:rsidRDefault="00E25FC6" w:rsidP="00F81B45">
      <w:pPr>
        <w:spacing w:line="360" w:lineRule="auto"/>
        <w:ind w:firstLine="709"/>
        <w:jc w:val="both"/>
        <w:rPr>
          <w:sz w:val="28"/>
          <w:szCs w:val="28"/>
        </w:rPr>
      </w:pPr>
    </w:p>
    <w:p w:rsidR="00E25FC6" w:rsidRDefault="00E25FC6" w:rsidP="00C94183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Законодательное Собрание Ульяновской области осуществляет законодательное регулирование в сфере гражданской обороны в случаях</w:t>
      </w:r>
      <w:r>
        <w:rPr>
          <w:sz w:val="28"/>
          <w:szCs w:val="28"/>
        </w:rPr>
        <w:br/>
        <w:t>и в пределах, установленных федеральными законами, Уставом</w:t>
      </w:r>
      <w:r w:rsidRPr="0027273D">
        <w:rPr>
          <w:sz w:val="28"/>
          <w:szCs w:val="28"/>
        </w:rPr>
        <w:t xml:space="preserve"> </w:t>
      </w:r>
      <w:r>
        <w:rPr>
          <w:sz w:val="28"/>
          <w:szCs w:val="28"/>
        </w:rPr>
        <w:t>Ульяновской области и законами Ульяновской области.</w:t>
      </w:r>
    </w:p>
    <w:p w:rsidR="00E25FC6" w:rsidRDefault="00E25FC6" w:rsidP="00947159">
      <w:pPr>
        <w:jc w:val="both"/>
        <w:rPr>
          <w:b/>
          <w:sz w:val="28"/>
          <w:szCs w:val="28"/>
        </w:rPr>
      </w:pPr>
    </w:p>
    <w:tbl>
      <w:tblPr>
        <w:tblW w:w="0" w:type="auto"/>
        <w:tblLook w:val="00A0"/>
      </w:tblPr>
      <w:tblGrid>
        <w:gridCol w:w="2093"/>
        <w:gridCol w:w="8045"/>
      </w:tblGrid>
      <w:tr w:rsidR="00E25FC6" w:rsidTr="00F13CB3">
        <w:tc>
          <w:tcPr>
            <w:tcW w:w="2093" w:type="dxa"/>
          </w:tcPr>
          <w:p w:rsidR="00E25FC6" w:rsidRPr="00F13CB3" w:rsidRDefault="00E25FC6" w:rsidP="00F13CB3">
            <w:pPr>
              <w:suppressAutoHyphens/>
              <w:spacing w:line="360" w:lineRule="auto"/>
              <w:ind w:firstLine="709"/>
              <w:jc w:val="both"/>
              <w:rPr>
                <w:i/>
                <w:sz w:val="28"/>
                <w:szCs w:val="28"/>
              </w:rPr>
            </w:pPr>
            <w:r w:rsidRPr="00F13CB3">
              <w:rPr>
                <w:sz w:val="28"/>
                <w:szCs w:val="28"/>
              </w:rPr>
              <w:t>Статья 3.</w:t>
            </w:r>
          </w:p>
        </w:tc>
        <w:tc>
          <w:tcPr>
            <w:tcW w:w="8045" w:type="dxa"/>
          </w:tcPr>
          <w:p w:rsidR="00E25FC6" w:rsidRPr="00F13CB3" w:rsidRDefault="00E25FC6" w:rsidP="00F13CB3">
            <w:pPr>
              <w:ind w:left="-108"/>
              <w:jc w:val="both"/>
              <w:rPr>
                <w:i/>
                <w:sz w:val="28"/>
                <w:szCs w:val="28"/>
              </w:rPr>
            </w:pPr>
            <w:r w:rsidRPr="00F13CB3">
              <w:rPr>
                <w:b/>
                <w:sz w:val="28"/>
                <w:szCs w:val="28"/>
              </w:rPr>
              <w:t>Полномочия Правительства Ульяновской области в сфере гражданской обороны</w:t>
            </w:r>
          </w:p>
        </w:tc>
      </w:tr>
    </w:tbl>
    <w:p w:rsidR="00E25FC6" w:rsidRPr="00E94D28" w:rsidRDefault="00E25FC6" w:rsidP="00F81B4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25FC6" w:rsidRDefault="00E25FC6" w:rsidP="00F81B45">
      <w:pPr>
        <w:spacing w:line="360" w:lineRule="auto"/>
        <w:ind w:firstLine="709"/>
        <w:jc w:val="both"/>
        <w:rPr>
          <w:sz w:val="28"/>
          <w:szCs w:val="28"/>
        </w:rPr>
      </w:pPr>
      <w:r w:rsidRPr="00E94D28">
        <w:rPr>
          <w:sz w:val="28"/>
          <w:szCs w:val="28"/>
        </w:rPr>
        <w:t>Правительств</w:t>
      </w:r>
      <w:r>
        <w:rPr>
          <w:sz w:val="28"/>
          <w:szCs w:val="28"/>
        </w:rPr>
        <w:t>о</w:t>
      </w:r>
      <w:r w:rsidRPr="00E94D28">
        <w:rPr>
          <w:sz w:val="28"/>
          <w:szCs w:val="28"/>
        </w:rPr>
        <w:t xml:space="preserve"> Ульяновской области:</w:t>
      </w:r>
    </w:p>
    <w:p w:rsidR="00E25FC6" w:rsidRDefault="00E25FC6" w:rsidP="00F81B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издаёт нормативные правовые акты в сфере гражданской обороны;</w:t>
      </w:r>
    </w:p>
    <w:p w:rsidR="00E25FC6" w:rsidRDefault="00E25FC6" w:rsidP="00F81B4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организует проведение мероприятий регионального уровня</w:t>
      </w:r>
      <w:r>
        <w:rPr>
          <w:sz w:val="28"/>
          <w:szCs w:val="28"/>
        </w:rPr>
        <w:br/>
        <w:t>по гражданской обороне, разрабатывает и реализует планы гражданской обороны и защиты населения;</w:t>
      </w:r>
    </w:p>
    <w:p w:rsidR="00E25FC6" w:rsidRDefault="00E25FC6" w:rsidP="00F81B45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создаёт и поддерживает в пределах своих полномочий в состоянии готовности силы и средства гражданской обороны;</w:t>
      </w:r>
    </w:p>
    <w:p w:rsidR="00E25FC6" w:rsidRDefault="00E25FC6" w:rsidP="00F81B45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организует подготовку населения в области гражданской обороны;</w:t>
      </w:r>
    </w:p>
    <w:p w:rsidR="00E25FC6" w:rsidRDefault="00E25FC6" w:rsidP="00F81B45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создаёт и поддерживает в состоянии постоянной готовности</w:t>
      </w:r>
      <w:r>
        <w:rPr>
          <w:sz w:val="28"/>
          <w:szCs w:val="28"/>
        </w:rPr>
        <w:br/>
        <w:t>к использованию технические системы управления гражданской обороны, системы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характера, защитные сооружения и другие объекты гражданской обороны;</w:t>
      </w:r>
    </w:p>
    <w:p w:rsidR="00E25FC6" w:rsidRDefault="00E25FC6" w:rsidP="00F81B45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планирует мероприятия по подготовке к эвакуации населения, материальных и культурных ценностей в безопасные районы, их размещению, развёртыванию лечебных и других учреждений, необходимых для первоочередного обеспечения пострадавшего населения;</w:t>
      </w:r>
    </w:p>
    <w:p w:rsidR="00E25FC6" w:rsidRDefault="00E25FC6" w:rsidP="00F81B4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планирует мероприятия по поддержанию устойчивого функционирования организаций в военное время;</w:t>
      </w:r>
    </w:p>
    <w:p w:rsidR="00E25FC6" w:rsidRDefault="00E25FC6" w:rsidP="00F81B45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создаёт и содержит в целях гражданской обороны запасы материально-технических, продовольственных, медицинских и иных средств;</w:t>
      </w:r>
    </w:p>
    <w:p w:rsidR="00E25FC6" w:rsidRDefault="00E25FC6" w:rsidP="00F81B4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 обеспечивает своевременное оповещение населения, в том числе экстренное оповещение населения,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E25FC6" w:rsidRDefault="00E25FC6" w:rsidP="00F81B4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10) определяет перечень организаций, обеспечивающих выполнение мероприятий регионального уровня по гражданской обороне;</w:t>
      </w:r>
    </w:p>
    <w:p w:rsidR="00E25FC6" w:rsidRDefault="00E25FC6" w:rsidP="00F81B4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11) осуществляет функции и полномочия учредителя областного государственного казённого учреждения, уполномоченного на решение задач</w:t>
      </w:r>
      <w:r>
        <w:rPr>
          <w:sz w:val="28"/>
          <w:szCs w:val="28"/>
        </w:rPr>
        <w:br/>
        <w:t>в сфере гражданской обороны;</w:t>
      </w:r>
    </w:p>
    <w:p w:rsidR="00E25FC6" w:rsidRDefault="00E25FC6" w:rsidP="00F81B4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12) осуществляет иные полномочия в области гражданской обороны, установленные федеральными законами, Уставом Ульяновской области</w:t>
      </w:r>
      <w:r>
        <w:rPr>
          <w:sz w:val="28"/>
          <w:szCs w:val="28"/>
        </w:rPr>
        <w:br/>
        <w:t>и законами Ульяновской области, а также соглашениями с федеральными органами исполнительной власти, предусмотренные статьёй 78 Конституции Российской Федерации.</w:t>
      </w:r>
    </w:p>
    <w:p w:rsidR="00E25FC6" w:rsidRDefault="00E25FC6" w:rsidP="00556C5F">
      <w:pPr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2093"/>
        <w:gridCol w:w="8045"/>
      </w:tblGrid>
      <w:tr w:rsidR="00E25FC6" w:rsidTr="00F13CB3">
        <w:tc>
          <w:tcPr>
            <w:tcW w:w="2093" w:type="dxa"/>
          </w:tcPr>
          <w:p w:rsidR="00E25FC6" w:rsidRPr="00F13CB3" w:rsidRDefault="00E25FC6" w:rsidP="00F13CB3">
            <w:pPr>
              <w:suppressAutoHyphens/>
              <w:spacing w:line="360" w:lineRule="auto"/>
              <w:ind w:firstLine="709"/>
              <w:jc w:val="both"/>
              <w:rPr>
                <w:i/>
                <w:sz w:val="28"/>
                <w:szCs w:val="28"/>
              </w:rPr>
            </w:pPr>
            <w:r w:rsidRPr="00F13CB3">
              <w:rPr>
                <w:sz w:val="28"/>
                <w:szCs w:val="28"/>
              </w:rPr>
              <w:t>Статья 4.</w:t>
            </w:r>
          </w:p>
        </w:tc>
        <w:tc>
          <w:tcPr>
            <w:tcW w:w="8045" w:type="dxa"/>
          </w:tcPr>
          <w:p w:rsidR="00E25FC6" w:rsidRPr="00F13CB3" w:rsidRDefault="00E25FC6" w:rsidP="00F13CB3">
            <w:pPr>
              <w:ind w:left="-108"/>
              <w:jc w:val="both"/>
              <w:rPr>
                <w:i/>
                <w:sz w:val="28"/>
                <w:szCs w:val="28"/>
              </w:rPr>
            </w:pPr>
            <w:r w:rsidRPr="00F13CB3">
              <w:rPr>
                <w:b/>
                <w:sz w:val="28"/>
                <w:szCs w:val="28"/>
              </w:rPr>
              <w:t>Полномочия возглавляемых Правительством Ульяновской области исполнительных органов государственной власти Ульяновской области в сфере гражданской обороны</w:t>
            </w:r>
          </w:p>
        </w:tc>
      </w:tr>
    </w:tbl>
    <w:p w:rsidR="00E25FC6" w:rsidRPr="00244F92" w:rsidRDefault="00E25FC6" w:rsidP="00244F9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25FC6" w:rsidRDefault="00E25FC6" w:rsidP="00D1113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Возглавляемые Правительством Ульяновской области и</w:t>
      </w:r>
      <w:r w:rsidRPr="00D65B00">
        <w:rPr>
          <w:rFonts w:ascii="Times New Roman" w:hAnsi="Times New Roman" w:cs="Times New Roman"/>
          <w:sz w:val="28"/>
          <w:szCs w:val="28"/>
        </w:rPr>
        <w:t>сполнительные органы государственной власти</w:t>
      </w:r>
      <w:r>
        <w:rPr>
          <w:rFonts w:ascii="Times New Roman" w:hAnsi="Times New Roman" w:cs="Times New Roman"/>
          <w:sz w:val="28"/>
          <w:szCs w:val="28"/>
        </w:rPr>
        <w:t xml:space="preserve"> Ульяновской области </w:t>
      </w:r>
      <w:r w:rsidRPr="00D65B00">
        <w:rPr>
          <w:rFonts w:ascii="Times New Roman" w:hAnsi="Times New Roman" w:cs="Times New Roman"/>
          <w:sz w:val="28"/>
          <w:szCs w:val="28"/>
        </w:rPr>
        <w:t>в установленном Правительством Ульяновской области порядке</w:t>
      </w:r>
      <w:r>
        <w:rPr>
          <w:rFonts w:ascii="Times New Roman" w:hAnsi="Times New Roman" w:cs="Times New Roman"/>
          <w:sz w:val="28"/>
          <w:szCs w:val="28"/>
        </w:rPr>
        <w:t xml:space="preserve"> создают на территории Ульяновской области силы гражданской обороны; </w:t>
      </w:r>
      <w:r w:rsidRPr="00E605EB">
        <w:rPr>
          <w:rFonts w:ascii="Times New Roman" w:hAnsi="Times New Roman" w:cs="Times New Roman"/>
          <w:sz w:val="28"/>
          <w:szCs w:val="28"/>
        </w:rPr>
        <w:t>созда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605EB">
        <w:rPr>
          <w:rFonts w:ascii="Times New Roman" w:hAnsi="Times New Roman" w:cs="Times New Roman"/>
          <w:sz w:val="28"/>
          <w:szCs w:val="28"/>
        </w:rPr>
        <w:t>т и содерж</w:t>
      </w:r>
      <w:r>
        <w:rPr>
          <w:rFonts w:ascii="Times New Roman" w:hAnsi="Times New Roman" w:cs="Times New Roman"/>
          <w:sz w:val="28"/>
          <w:szCs w:val="28"/>
        </w:rPr>
        <w:t>ат</w:t>
      </w:r>
      <w:r w:rsidRPr="00E605EB">
        <w:rPr>
          <w:rFonts w:ascii="Times New Roman" w:hAnsi="Times New Roman" w:cs="Times New Roman"/>
          <w:sz w:val="28"/>
          <w:szCs w:val="28"/>
        </w:rPr>
        <w:t xml:space="preserve"> в целях гражданской обороны запасы материально-технических, продовольствен</w:t>
      </w:r>
      <w:r>
        <w:rPr>
          <w:rFonts w:ascii="Times New Roman" w:hAnsi="Times New Roman" w:cs="Times New Roman"/>
          <w:sz w:val="28"/>
          <w:szCs w:val="28"/>
        </w:rPr>
        <w:t xml:space="preserve">ных, медицинских и иных средств; участвуют в </w:t>
      </w:r>
      <w:r w:rsidRPr="00E605EB">
        <w:rPr>
          <w:rFonts w:ascii="Times New Roman" w:hAnsi="Times New Roman" w:cs="Times New Roman"/>
          <w:sz w:val="28"/>
          <w:szCs w:val="28"/>
        </w:rPr>
        <w:t>поддержа</w:t>
      </w:r>
      <w:r>
        <w:rPr>
          <w:rFonts w:ascii="Times New Roman" w:hAnsi="Times New Roman" w:cs="Times New Roman"/>
          <w:sz w:val="28"/>
          <w:szCs w:val="28"/>
        </w:rPr>
        <w:t>нии</w:t>
      </w:r>
      <w:r w:rsidRPr="00E605EB">
        <w:rPr>
          <w:rFonts w:ascii="Times New Roman" w:hAnsi="Times New Roman" w:cs="Times New Roman"/>
          <w:sz w:val="28"/>
          <w:szCs w:val="28"/>
        </w:rPr>
        <w:t xml:space="preserve"> в состоянии постоянной готовности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05EB">
        <w:rPr>
          <w:rFonts w:ascii="Times New Roman" w:hAnsi="Times New Roman" w:cs="Times New Roman"/>
          <w:sz w:val="28"/>
          <w:szCs w:val="28"/>
        </w:rPr>
        <w:t>к использованию техническ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E605EB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605EB">
        <w:rPr>
          <w:rFonts w:ascii="Times New Roman" w:hAnsi="Times New Roman" w:cs="Times New Roman"/>
          <w:sz w:val="28"/>
          <w:szCs w:val="28"/>
        </w:rPr>
        <w:t xml:space="preserve"> управления гражданской обороны, систем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605EB">
        <w:rPr>
          <w:rFonts w:ascii="Times New Roman" w:hAnsi="Times New Roman" w:cs="Times New Roman"/>
          <w:sz w:val="28"/>
          <w:szCs w:val="28"/>
        </w:rPr>
        <w:t xml:space="preserve"> оповещения населения об опасностях, возникающих при военных конфликтах или вследствие этих конфликтов, а также при чрезвычайных ситуациях природного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05EB">
        <w:rPr>
          <w:rFonts w:ascii="Times New Roman" w:hAnsi="Times New Roman" w:cs="Times New Roman"/>
          <w:sz w:val="28"/>
          <w:szCs w:val="28"/>
        </w:rPr>
        <w:t>и техногенного характера, защитны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605EB">
        <w:rPr>
          <w:rFonts w:ascii="Times New Roman" w:hAnsi="Times New Roman" w:cs="Times New Roman"/>
          <w:sz w:val="28"/>
          <w:szCs w:val="28"/>
        </w:rPr>
        <w:t xml:space="preserve"> сооружени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605EB">
        <w:rPr>
          <w:rFonts w:ascii="Times New Roman" w:hAnsi="Times New Roman" w:cs="Times New Roman"/>
          <w:sz w:val="28"/>
          <w:szCs w:val="28"/>
        </w:rPr>
        <w:t xml:space="preserve"> и други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605EB">
        <w:rPr>
          <w:rFonts w:ascii="Times New Roman" w:hAnsi="Times New Roman" w:cs="Times New Roman"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605EB">
        <w:rPr>
          <w:rFonts w:ascii="Times New Roman" w:hAnsi="Times New Roman" w:cs="Times New Roman"/>
          <w:sz w:val="28"/>
          <w:szCs w:val="28"/>
        </w:rPr>
        <w:t xml:space="preserve"> гражданской обороны</w:t>
      </w:r>
      <w:r>
        <w:rPr>
          <w:rFonts w:ascii="Times New Roman" w:hAnsi="Times New Roman" w:cs="Times New Roman"/>
          <w:sz w:val="28"/>
          <w:szCs w:val="28"/>
        </w:rPr>
        <w:t xml:space="preserve">, а также осуществляют иные полномочия в сфере гражданской обороны, установленные </w:t>
      </w:r>
      <w:r w:rsidRPr="004044FC">
        <w:rPr>
          <w:rFonts w:ascii="Times New Roman" w:hAnsi="Times New Roman" w:cs="Times New Roman"/>
          <w:sz w:val="28"/>
          <w:szCs w:val="28"/>
        </w:rPr>
        <w:t>федеральными законами, Уставом Ульяновской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44FC">
        <w:rPr>
          <w:rFonts w:ascii="Times New Roman" w:hAnsi="Times New Roman" w:cs="Times New Roman"/>
          <w:sz w:val="28"/>
          <w:szCs w:val="28"/>
        </w:rPr>
        <w:t>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44FC">
        <w:rPr>
          <w:rFonts w:ascii="Times New Roman" w:hAnsi="Times New Roman" w:cs="Times New Roman"/>
          <w:sz w:val="28"/>
          <w:szCs w:val="28"/>
        </w:rPr>
        <w:t>и законами Ульяновской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нормативными правовыми актами Губернатора Ульяновской области и Правительства Ульяновской области. </w:t>
      </w:r>
    </w:p>
    <w:p w:rsidR="00E25FC6" w:rsidRDefault="00E25FC6" w:rsidP="00244F92">
      <w:pPr>
        <w:spacing w:line="360" w:lineRule="auto"/>
        <w:ind w:firstLine="709"/>
        <w:jc w:val="both"/>
        <w:rPr>
          <w:sz w:val="28"/>
          <w:szCs w:val="28"/>
        </w:rPr>
      </w:pPr>
    </w:p>
    <w:p w:rsidR="00E25FC6" w:rsidRDefault="00E25FC6" w:rsidP="00244F92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10048" w:type="dxa"/>
        <w:tblLook w:val="01E0"/>
      </w:tblPr>
      <w:tblGrid>
        <w:gridCol w:w="5008"/>
        <w:gridCol w:w="5040"/>
      </w:tblGrid>
      <w:tr w:rsidR="00E25FC6" w:rsidRPr="00EF2312" w:rsidTr="00F13CB3">
        <w:tc>
          <w:tcPr>
            <w:tcW w:w="5008" w:type="dxa"/>
          </w:tcPr>
          <w:p w:rsidR="00E25FC6" w:rsidRPr="00F13CB3" w:rsidRDefault="00E25FC6" w:rsidP="008619C1">
            <w:pPr>
              <w:rPr>
                <w:sz w:val="28"/>
                <w:szCs w:val="28"/>
              </w:rPr>
            </w:pPr>
            <w:r w:rsidRPr="00F13CB3">
              <w:rPr>
                <w:b/>
                <w:sz w:val="28"/>
                <w:szCs w:val="28"/>
              </w:rPr>
              <w:t>Губернатор Ульяновской области</w:t>
            </w:r>
            <w:r w:rsidRPr="00F13CB3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40" w:type="dxa"/>
          </w:tcPr>
          <w:p w:rsidR="00E25FC6" w:rsidRPr="00F13CB3" w:rsidRDefault="00E25FC6" w:rsidP="00F13CB3">
            <w:pPr>
              <w:jc w:val="right"/>
              <w:rPr>
                <w:b/>
                <w:sz w:val="28"/>
                <w:szCs w:val="28"/>
              </w:rPr>
            </w:pPr>
            <w:r w:rsidRPr="00F13CB3">
              <w:rPr>
                <w:b/>
                <w:sz w:val="28"/>
                <w:szCs w:val="28"/>
              </w:rPr>
              <w:t>С.И.Морозов</w:t>
            </w:r>
          </w:p>
        </w:tc>
      </w:tr>
    </w:tbl>
    <w:p w:rsidR="00E25FC6" w:rsidRPr="00EF2312" w:rsidRDefault="00E25FC6" w:rsidP="00EF2312">
      <w:pPr>
        <w:rPr>
          <w:sz w:val="28"/>
          <w:szCs w:val="28"/>
        </w:rPr>
      </w:pPr>
    </w:p>
    <w:p w:rsidR="00E25FC6" w:rsidRPr="00EF2312" w:rsidRDefault="00E25FC6" w:rsidP="00EF2312">
      <w:pPr>
        <w:rPr>
          <w:sz w:val="28"/>
          <w:szCs w:val="28"/>
        </w:rPr>
      </w:pPr>
    </w:p>
    <w:p w:rsidR="00E25FC6" w:rsidRPr="00EF2312" w:rsidRDefault="00E25FC6" w:rsidP="003B0F7D">
      <w:pPr>
        <w:jc w:val="center"/>
        <w:rPr>
          <w:sz w:val="28"/>
          <w:szCs w:val="28"/>
        </w:rPr>
      </w:pPr>
      <w:r w:rsidRPr="00EF2312">
        <w:rPr>
          <w:sz w:val="28"/>
          <w:szCs w:val="28"/>
        </w:rPr>
        <w:t>г. Ульяновск</w:t>
      </w:r>
    </w:p>
    <w:p w:rsidR="00E25FC6" w:rsidRPr="00EF2312" w:rsidRDefault="00E25FC6" w:rsidP="003B0F7D">
      <w:pPr>
        <w:jc w:val="center"/>
        <w:rPr>
          <w:sz w:val="28"/>
          <w:szCs w:val="28"/>
        </w:rPr>
      </w:pPr>
      <w:r>
        <w:rPr>
          <w:sz w:val="28"/>
          <w:szCs w:val="28"/>
        </w:rPr>
        <w:t>27 ноября</w:t>
      </w:r>
      <w:r w:rsidRPr="00EF2312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 w:rsidRPr="00EF2312">
          <w:rPr>
            <w:sz w:val="28"/>
            <w:szCs w:val="28"/>
          </w:rPr>
          <w:t>2017 г</w:t>
        </w:r>
      </w:smartTag>
      <w:r w:rsidRPr="00EF2312">
        <w:rPr>
          <w:sz w:val="28"/>
          <w:szCs w:val="28"/>
        </w:rPr>
        <w:t>.</w:t>
      </w:r>
    </w:p>
    <w:p w:rsidR="00E25FC6" w:rsidRPr="00EF2312" w:rsidRDefault="00E25FC6" w:rsidP="003B0F7D">
      <w:pPr>
        <w:jc w:val="center"/>
        <w:rPr>
          <w:sz w:val="28"/>
          <w:szCs w:val="28"/>
        </w:rPr>
      </w:pPr>
      <w:r w:rsidRPr="00EF2312">
        <w:rPr>
          <w:sz w:val="28"/>
          <w:szCs w:val="28"/>
        </w:rPr>
        <w:t xml:space="preserve">№ </w:t>
      </w:r>
      <w:r>
        <w:rPr>
          <w:sz w:val="28"/>
          <w:szCs w:val="28"/>
        </w:rPr>
        <w:t>141-</w:t>
      </w:r>
      <w:r w:rsidRPr="00EF2312">
        <w:rPr>
          <w:sz w:val="28"/>
          <w:szCs w:val="28"/>
        </w:rPr>
        <w:t>ЗО</w:t>
      </w:r>
    </w:p>
    <w:p w:rsidR="00E25FC6" w:rsidRDefault="00E25FC6" w:rsidP="003B0F7D">
      <w:pPr>
        <w:jc w:val="both"/>
        <w:rPr>
          <w:sz w:val="28"/>
          <w:szCs w:val="28"/>
        </w:rPr>
      </w:pPr>
    </w:p>
    <w:p w:rsidR="00E25FC6" w:rsidRDefault="00E25FC6" w:rsidP="003D6DEE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E25FC6" w:rsidSect="00923E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567" w:bottom="1134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FC6" w:rsidRDefault="00E25FC6">
      <w:r>
        <w:separator/>
      </w:r>
    </w:p>
  </w:endnote>
  <w:endnote w:type="continuationSeparator" w:id="0">
    <w:p w:rsidR="00E25FC6" w:rsidRDefault="00E25F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FC6" w:rsidRDefault="00E25FC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FC6" w:rsidRDefault="00E25FC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FC6" w:rsidRPr="00310B2A" w:rsidRDefault="00E25FC6" w:rsidP="00AD5D1E">
    <w:pPr>
      <w:pStyle w:val="Footer"/>
      <w:jc w:val="right"/>
      <w:rPr>
        <w:sz w:val="16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FC6" w:rsidRDefault="00E25FC6">
      <w:r>
        <w:separator/>
      </w:r>
    </w:p>
  </w:footnote>
  <w:footnote w:type="continuationSeparator" w:id="0">
    <w:p w:rsidR="00E25FC6" w:rsidRDefault="00E25F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FC6" w:rsidRDefault="00E25FC6" w:rsidP="001133A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25FC6" w:rsidRDefault="00E25FC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FC6" w:rsidRPr="00310B2A" w:rsidRDefault="00E25FC6" w:rsidP="00310B2A">
    <w:pPr>
      <w:pStyle w:val="Header"/>
      <w:jc w:val="center"/>
      <w:rPr>
        <w:sz w:val="28"/>
        <w:szCs w:val="28"/>
      </w:rPr>
    </w:pPr>
    <w:r w:rsidRPr="001133A9">
      <w:rPr>
        <w:rStyle w:val="PageNumber"/>
        <w:sz w:val="28"/>
        <w:szCs w:val="28"/>
      </w:rPr>
      <w:fldChar w:fldCharType="begin"/>
    </w:r>
    <w:r w:rsidRPr="001133A9">
      <w:rPr>
        <w:rStyle w:val="PageNumber"/>
        <w:sz w:val="28"/>
        <w:szCs w:val="28"/>
      </w:rPr>
      <w:instrText xml:space="preserve">PAGE  </w:instrText>
    </w:r>
    <w:r w:rsidRPr="001133A9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4</w:t>
    </w:r>
    <w:r w:rsidRPr="001133A9">
      <w:rPr>
        <w:rStyle w:val="PageNumber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FC6" w:rsidRDefault="00E25FC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D5EB3"/>
    <w:multiLevelType w:val="hybridMultilevel"/>
    <w:tmpl w:val="30B0499C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28243D5"/>
    <w:multiLevelType w:val="hybridMultilevel"/>
    <w:tmpl w:val="1896AC18"/>
    <w:lvl w:ilvl="0" w:tplc="D2C2E55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18F109C1"/>
    <w:multiLevelType w:val="hybridMultilevel"/>
    <w:tmpl w:val="69020AB6"/>
    <w:lvl w:ilvl="0" w:tplc="D5BC1D3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1E02614E"/>
    <w:multiLevelType w:val="hybridMultilevel"/>
    <w:tmpl w:val="69C4EFAA"/>
    <w:lvl w:ilvl="0" w:tplc="FA88B60C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2142090C"/>
    <w:multiLevelType w:val="hybridMultilevel"/>
    <w:tmpl w:val="4D0C5282"/>
    <w:lvl w:ilvl="0" w:tplc="0F1C1300">
      <w:start w:val="6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5">
    <w:nsid w:val="280A36EB"/>
    <w:multiLevelType w:val="hybridMultilevel"/>
    <w:tmpl w:val="02F4A490"/>
    <w:lvl w:ilvl="0" w:tplc="9DE041EA">
      <w:start w:val="6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6">
    <w:nsid w:val="2C946A66"/>
    <w:multiLevelType w:val="hybridMultilevel"/>
    <w:tmpl w:val="DEDE96AE"/>
    <w:lvl w:ilvl="0" w:tplc="A40A9A4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7">
    <w:nsid w:val="2EE24D6B"/>
    <w:multiLevelType w:val="hybridMultilevel"/>
    <w:tmpl w:val="5C826B3E"/>
    <w:lvl w:ilvl="0" w:tplc="2A6E1176">
      <w:start w:val="3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31F37FD0"/>
    <w:multiLevelType w:val="hybridMultilevel"/>
    <w:tmpl w:val="8B1C249C"/>
    <w:lvl w:ilvl="0" w:tplc="06C640AC">
      <w:start w:val="4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>
    <w:nsid w:val="32A052D6"/>
    <w:multiLevelType w:val="hybridMultilevel"/>
    <w:tmpl w:val="57E07E1E"/>
    <w:lvl w:ilvl="0" w:tplc="64A68DEE">
      <w:start w:val="3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34E319BA"/>
    <w:multiLevelType w:val="hybridMultilevel"/>
    <w:tmpl w:val="AA2850E0"/>
    <w:lvl w:ilvl="0" w:tplc="F9943BA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3CAA0331"/>
    <w:multiLevelType w:val="hybridMultilevel"/>
    <w:tmpl w:val="8D02042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524402E"/>
    <w:multiLevelType w:val="hybridMultilevel"/>
    <w:tmpl w:val="9C34EA30"/>
    <w:lvl w:ilvl="0" w:tplc="DFC29084">
      <w:start w:val="5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13">
    <w:nsid w:val="4D1C60D2"/>
    <w:multiLevelType w:val="hybridMultilevel"/>
    <w:tmpl w:val="9F24A8CC"/>
    <w:lvl w:ilvl="0" w:tplc="5352C992">
      <w:start w:val="5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>
    <w:nsid w:val="5D5437E9"/>
    <w:multiLevelType w:val="hybridMultilevel"/>
    <w:tmpl w:val="85CEC78C"/>
    <w:lvl w:ilvl="0" w:tplc="34AC21D0">
      <w:start w:val="6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15">
    <w:nsid w:val="5F2733F6"/>
    <w:multiLevelType w:val="hybridMultilevel"/>
    <w:tmpl w:val="D80025BA"/>
    <w:lvl w:ilvl="0" w:tplc="51848C40">
      <w:start w:val="5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16">
    <w:nsid w:val="61FE0BA0"/>
    <w:multiLevelType w:val="hybridMultilevel"/>
    <w:tmpl w:val="AA2850E0"/>
    <w:lvl w:ilvl="0" w:tplc="F9943BA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62F94924"/>
    <w:multiLevelType w:val="multilevel"/>
    <w:tmpl w:val="9B4E7D98"/>
    <w:lvl w:ilvl="0">
      <w:start w:val="4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18">
    <w:nsid w:val="76461ED4"/>
    <w:multiLevelType w:val="hybridMultilevel"/>
    <w:tmpl w:val="AA2850E0"/>
    <w:lvl w:ilvl="0" w:tplc="F9943BA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765A208B"/>
    <w:multiLevelType w:val="multilevel"/>
    <w:tmpl w:val="9F24A8CC"/>
    <w:lvl w:ilvl="0">
      <w:start w:val="5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0">
    <w:nsid w:val="771B0A63"/>
    <w:multiLevelType w:val="hybridMultilevel"/>
    <w:tmpl w:val="9B4E7D98"/>
    <w:lvl w:ilvl="0" w:tplc="6FF20552">
      <w:start w:val="4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21">
    <w:nsid w:val="7CC57848"/>
    <w:multiLevelType w:val="hybridMultilevel"/>
    <w:tmpl w:val="1096A3BE"/>
    <w:lvl w:ilvl="0" w:tplc="1E82D63A">
      <w:start w:val="1"/>
      <w:numFmt w:val="decimal"/>
      <w:lvlText w:val="%1)"/>
      <w:lvlJc w:val="left"/>
      <w:pPr>
        <w:tabs>
          <w:tab w:val="num" w:pos="1084"/>
        </w:tabs>
        <w:ind w:left="1084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>
    <w:nsid w:val="7F972997"/>
    <w:multiLevelType w:val="hybridMultilevel"/>
    <w:tmpl w:val="C598DCE2"/>
    <w:lvl w:ilvl="0" w:tplc="2E386C00">
      <w:start w:val="1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num w:numId="1">
    <w:abstractNumId w:val="7"/>
  </w:num>
  <w:num w:numId="2">
    <w:abstractNumId w:val="13"/>
  </w:num>
  <w:num w:numId="3">
    <w:abstractNumId w:val="19"/>
  </w:num>
  <w:num w:numId="4">
    <w:abstractNumId w:val="8"/>
  </w:num>
  <w:num w:numId="5">
    <w:abstractNumId w:val="20"/>
  </w:num>
  <w:num w:numId="6">
    <w:abstractNumId w:val="17"/>
  </w:num>
  <w:num w:numId="7">
    <w:abstractNumId w:val="4"/>
  </w:num>
  <w:num w:numId="8">
    <w:abstractNumId w:val="12"/>
  </w:num>
  <w:num w:numId="9">
    <w:abstractNumId w:val="15"/>
  </w:num>
  <w:num w:numId="10">
    <w:abstractNumId w:val="5"/>
  </w:num>
  <w:num w:numId="11">
    <w:abstractNumId w:val="14"/>
  </w:num>
  <w:num w:numId="12">
    <w:abstractNumId w:val="21"/>
  </w:num>
  <w:num w:numId="13">
    <w:abstractNumId w:val="2"/>
  </w:num>
  <w:num w:numId="14">
    <w:abstractNumId w:val="6"/>
  </w:num>
  <w:num w:numId="15">
    <w:abstractNumId w:val="18"/>
  </w:num>
  <w:num w:numId="16">
    <w:abstractNumId w:val="10"/>
  </w:num>
  <w:num w:numId="17">
    <w:abstractNumId w:val="16"/>
  </w:num>
  <w:num w:numId="18">
    <w:abstractNumId w:val="9"/>
  </w:num>
  <w:num w:numId="19">
    <w:abstractNumId w:val="3"/>
  </w:num>
  <w:num w:numId="20">
    <w:abstractNumId w:val="1"/>
  </w:num>
  <w:num w:numId="21">
    <w:abstractNumId w:val="22"/>
  </w:num>
  <w:num w:numId="22">
    <w:abstractNumId w:val="11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23BB"/>
    <w:rsid w:val="00001858"/>
    <w:rsid w:val="0000403D"/>
    <w:rsid w:val="00004AE8"/>
    <w:rsid w:val="00011253"/>
    <w:rsid w:val="000126CD"/>
    <w:rsid w:val="000172D2"/>
    <w:rsid w:val="00021FEA"/>
    <w:rsid w:val="00024643"/>
    <w:rsid w:val="000255DB"/>
    <w:rsid w:val="00027602"/>
    <w:rsid w:val="00031657"/>
    <w:rsid w:val="000319B7"/>
    <w:rsid w:val="00035ACE"/>
    <w:rsid w:val="00037F96"/>
    <w:rsid w:val="000464F4"/>
    <w:rsid w:val="00052323"/>
    <w:rsid w:val="00061845"/>
    <w:rsid w:val="00067B3D"/>
    <w:rsid w:val="00082872"/>
    <w:rsid w:val="00093355"/>
    <w:rsid w:val="00097E5D"/>
    <w:rsid w:val="000A0380"/>
    <w:rsid w:val="000A749E"/>
    <w:rsid w:val="000A7DC9"/>
    <w:rsid w:val="000B29CC"/>
    <w:rsid w:val="000B4E74"/>
    <w:rsid w:val="000D4283"/>
    <w:rsid w:val="000E360A"/>
    <w:rsid w:val="000E3903"/>
    <w:rsid w:val="000F7244"/>
    <w:rsid w:val="000F7E5C"/>
    <w:rsid w:val="0010567F"/>
    <w:rsid w:val="00107D84"/>
    <w:rsid w:val="00111EDC"/>
    <w:rsid w:val="0011268F"/>
    <w:rsid w:val="001132C3"/>
    <w:rsid w:val="001133A9"/>
    <w:rsid w:val="00122C9F"/>
    <w:rsid w:val="0014135F"/>
    <w:rsid w:val="001434FB"/>
    <w:rsid w:val="00151644"/>
    <w:rsid w:val="00166ED9"/>
    <w:rsid w:val="00175CA0"/>
    <w:rsid w:val="001769E2"/>
    <w:rsid w:val="0019049E"/>
    <w:rsid w:val="00191C1B"/>
    <w:rsid w:val="001928E3"/>
    <w:rsid w:val="001949CE"/>
    <w:rsid w:val="00196D3D"/>
    <w:rsid w:val="001976BC"/>
    <w:rsid w:val="001A3568"/>
    <w:rsid w:val="001B136C"/>
    <w:rsid w:val="001C5A41"/>
    <w:rsid w:val="001D0304"/>
    <w:rsid w:val="001D13B1"/>
    <w:rsid w:val="001D696D"/>
    <w:rsid w:val="001E0166"/>
    <w:rsid w:val="001E623F"/>
    <w:rsid w:val="001F11E9"/>
    <w:rsid w:val="001F6F19"/>
    <w:rsid w:val="00204007"/>
    <w:rsid w:val="00215FD3"/>
    <w:rsid w:val="00220F87"/>
    <w:rsid w:val="002216F4"/>
    <w:rsid w:val="00230E8C"/>
    <w:rsid w:val="002331D2"/>
    <w:rsid w:val="0023347B"/>
    <w:rsid w:val="002364CC"/>
    <w:rsid w:val="00244BCE"/>
    <w:rsid w:val="00244F92"/>
    <w:rsid w:val="00247D69"/>
    <w:rsid w:val="002539A2"/>
    <w:rsid w:val="002625A8"/>
    <w:rsid w:val="00271A3E"/>
    <w:rsid w:val="0027273D"/>
    <w:rsid w:val="0027698A"/>
    <w:rsid w:val="00280ABC"/>
    <w:rsid w:val="0028327D"/>
    <w:rsid w:val="00287245"/>
    <w:rsid w:val="00295877"/>
    <w:rsid w:val="002969FA"/>
    <w:rsid w:val="00296D2D"/>
    <w:rsid w:val="002A21CB"/>
    <w:rsid w:val="002A5A55"/>
    <w:rsid w:val="002A5F4F"/>
    <w:rsid w:val="002B170F"/>
    <w:rsid w:val="002B761C"/>
    <w:rsid w:val="002B7D25"/>
    <w:rsid w:val="002C1D4B"/>
    <w:rsid w:val="002D54E7"/>
    <w:rsid w:val="002E72B5"/>
    <w:rsid w:val="002F271E"/>
    <w:rsid w:val="00301AB8"/>
    <w:rsid w:val="00301E5C"/>
    <w:rsid w:val="00304CFD"/>
    <w:rsid w:val="00310B2A"/>
    <w:rsid w:val="003157F2"/>
    <w:rsid w:val="00323510"/>
    <w:rsid w:val="00324F45"/>
    <w:rsid w:val="00326362"/>
    <w:rsid w:val="00327594"/>
    <w:rsid w:val="00330D9A"/>
    <w:rsid w:val="003341A6"/>
    <w:rsid w:val="003526A2"/>
    <w:rsid w:val="003672CE"/>
    <w:rsid w:val="003745FA"/>
    <w:rsid w:val="00375686"/>
    <w:rsid w:val="00382EAD"/>
    <w:rsid w:val="003A072F"/>
    <w:rsid w:val="003A1DC7"/>
    <w:rsid w:val="003A3944"/>
    <w:rsid w:val="003B0F7D"/>
    <w:rsid w:val="003B429D"/>
    <w:rsid w:val="003B644F"/>
    <w:rsid w:val="003C0441"/>
    <w:rsid w:val="003C32BD"/>
    <w:rsid w:val="003C3BA1"/>
    <w:rsid w:val="003D06AB"/>
    <w:rsid w:val="003D6DEE"/>
    <w:rsid w:val="003E55A6"/>
    <w:rsid w:val="003F0CE2"/>
    <w:rsid w:val="003F10E4"/>
    <w:rsid w:val="004044FC"/>
    <w:rsid w:val="004075BF"/>
    <w:rsid w:val="0041350C"/>
    <w:rsid w:val="00414937"/>
    <w:rsid w:val="00424DEC"/>
    <w:rsid w:val="004320D5"/>
    <w:rsid w:val="00436BBD"/>
    <w:rsid w:val="00444137"/>
    <w:rsid w:val="004512FD"/>
    <w:rsid w:val="004600AF"/>
    <w:rsid w:val="00466A60"/>
    <w:rsid w:val="00471D12"/>
    <w:rsid w:val="004721A3"/>
    <w:rsid w:val="00472B28"/>
    <w:rsid w:val="00484F28"/>
    <w:rsid w:val="0048636F"/>
    <w:rsid w:val="004918BA"/>
    <w:rsid w:val="00492808"/>
    <w:rsid w:val="00493C8F"/>
    <w:rsid w:val="004A3204"/>
    <w:rsid w:val="004A64E3"/>
    <w:rsid w:val="004A6A04"/>
    <w:rsid w:val="004C0667"/>
    <w:rsid w:val="004C5EBD"/>
    <w:rsid w:val="004D0E0B"/>
    <w:rsid w:val="004E2278"/>
    <w:rsid w:val="004E2F1A"/>
    <w:rsid w:val="004E47E7"/>
    <w:rsid w:val="004E5021"/>
    <w:rsid w:val="004F4D9B"/>
    <w:rsid w:val="00515F1F"/>
    <w:rsid w:val="00520D33"/>
    <w:rsid w:val="00523006"/>
    <w:rsid w:val="00526775"/>
    <w:rsid w:val="00532E6A"/>
    <w:rsid w:val="005360E1"/>
    <w:rsid w:val="00541E68"/>
    <w:rsid w:val="00550278"/>
    <w:rsid w:val="00552105"/>
    <w:rsid w:val="005533D5"/>
    <w:rsid w:val="00556C5F"/>
    <w:rsid w:val="00562CEF"/>
    <w:rsid w:val="00567B65"/>
    <w:rsid w:val="00575399"/>
    <w:rsid w:val="005758C4"/>
    <w:rsid w:val="00586460"/>
    <w:rsid w:val="00587151"/>
    <w:rsid w:val="0059655C"/>
    <w:rsid w:val="00597F46"/>
    <w:rsid w:val="005A28A9"/>
    <w:rsid w:val="005A32D7"/>
    <w:rsid w:val="005B3FE5"/>
    <w:rsid w:val="005B42C4"/>
    <w:rsid w:val="005B7B75"/>
    <w:rsid w:val="005B7FE5"/>
    <w:rsid w:val="005C02D7"/>
    <w:rsid w:val="005C0E46"/>
    <w:rsid w:val="005C56EE"/>
    <w:rsid w:val="005E19B3"/>
    <w:rsid w:val="005E5F49"/>
    <w:rsid w:val="005F19C6"/>
    <w:rsid w:val="005F3F7B"/>
    <w:rsid w:val="0060116C"/>
    <w:rsid w:val="00612307"/>
    <w:rsid w:val="006128EC"/>
    <w:rsid w:val="0061542D"/>
    <w:rsid w:val="006157AD"/>
    <w:rsid w:val="00622750"/>
    <w:rsid w:val="00624620"/>
    <w:rsid w:val="006424CF"/>
    <w:rsid w:val="006449F6"/>
    <w:rsid w:val="00670E2B"/>
    <w:rsid w:val="00685436"/>
    <w:rsid w:val="00692ED4"/>
    <w:rsid w:val="0069495A"/>
    <w:rsid w:val="006952EB"/>
    <w:rsid w:val="006A0ACF"/>
    <w:rsid w:val="006A1AF4"/>
    <w:rsid w:val="006A5334"/>
    <w:rsid w:val="006B2248"/>
    <w:rsid w:val="006B2F27"/>
    <w:rsid w:val="0070217F"/>
    <w:rsid w:val="00702E59"/>
    <w:rsid w:val="007038BB"/>
    <w:rsid w:val="007147FB"/>
    <w:rsid w:val="00731362"/>
    <w:rsid w:val="007320A3"/>
    <w:rsid w:val="007365FD"/>
    <w:rsid w:val="0074424B"/>
    <w:rsid w:val="00744973"/>
    <w:rsid w:val="00750814"/>
    <w:rsid w:val="00752826"/>
    <w:rsid w:val="0076237D"/>
    <w:rsid w:val="00780019"/>
    <w:rsid w:val="00797D8B"/>
    <w:rsid w:val="007B04B0"/>
    <w:rsid w:val="007B339E"/>
    <w:rsid w:val="007D6755"/>
    <w:rsid w:val="007E7F62"/>
    <w:rsid w:val="007F07AD"/>
    <w:rsid w:val="007F418F"/>
    <w:rsid w:val="00802772"/>
    <w:rsid w:val="00805ABA"/>
    <w:rsid w:val="00816208"/>
    <w:rsid w:val="00816592"/>
    <w:rsid w:val="008210E0"/>
    <w:rsid w:val="00822FBF"/>
    <w:rsid w:val="00824253"/>
    <w:rsid w:val="00824DC5"/>
    <w:rsid w:val="0082703C"/>
    <w:rsid w:val="00837244"/>
    <w:rsid w:val="00837B38"/>
    <w:rsid w:val="0084016A"/>
    <w:rsid w:val="0084332C"/>
    <w:rsid w:val="00844A34"/>
    <w:rsid w:val="00851893"/>
    <w:rsid w:val="0085525B"/>
    <w:rsid w:val="008619C1"/>
    <w:rsid w:val="00873B80"/>
    <w:rsid w:val="008843E5"/>
    <w:rsid w:val="00886747"/>
    <w:rsid w:val="00895D14"/>
    <w:rsid w:val="00896298"/>
    <w:rsid w:val="008A00B7"/>
    <w:rsid w:val="008A0437"/>
    <w:rsid w:val="008A171B"/>
    <w:rsid w:val="008D4A15"/>
    <w:rsid w:val="008D7F67"/>
    <w:rsid w:val="008E3335"/>
    <w:rsid w:val="008E3701"/>
    <w:rsid w:val="008F4B68"/>
    <w:rsid w:val="008F5317"/>
    <w:rsid w:val="009022F7"/>
    <w:rsid w:val="00906BD6"/>
    <w:rsid w:val="00910AF0"/>
    <w:rsid w:val="00914D51"/>
    <w:rsid w:val="009210D0"/>
    <w:rsid w:val="00923E31"/>
    <w:rsid w:val="00936EED"/>
    <w:rsid w:val="00937E4A"/>
    <w:rsid w:val="009441AB"/>
    <w:rsid w:val="00947159"/>
    <w:rsid w:val="00947904"/>
    <w:rsid w:val="00951EA4"/>
    <w:rsid w:val="00952377"/>
    <w:rsid w:val="00965FCD"/>
    <w:rsid w:val="00971AC3"/>
    <w:rsid w:val="00981D23"/>
    <w:rsid w:val="00985645"/>
    <w:rsid w:val="0098795F"/>
    <w:rsid w:val="00992290"/>
    <w:rsid w:val="00997B91"/>
    <w:rsid w:val="009A2B91"/>
    <w:rsid w:val="009B75CF"/>
    <w:rsid w:val="009C1FB4"/>
    <w:rsid w:val="009C7F22"/>
    <w:rsid w:val="009D6070"/>
    <w:rsid w:val="009E6A5E"/>
    <w:rsid w:val="009F11FF"/>
    <w:rsid w:val="009F47FF"/>
    <w:rsid w:val="009F4D36"/>
    <w:rsid w:val="009F6B12"/>
    <w:rsid w:val="00A00E44"/>
    <w:rsid w:val="00A02F41"/>
    <w:rsid w:val="00A05307"/>
    <w:rsid w:val="00A0566B"/>
    <w:rsid w:val="00A23CFE"/>
    <w:rsid w:val="00A26DEE"/>
    <w:rsid w:val="00A30F51"/>
    <w:rsid w:val="00A31458"/>
    <w:rsid w:val="00A33989"/>
    <w:rsid w:val="00A42BBE"/>
    <w:rsid w:val="00A42BE3"/>
    <w:rsid w:val="00A459D8"/>
    <w:rsid w:val="00A53E49"/>
    <w:rsid w:val="00A5595A"/>
    <w:rsid w:val="00A56740"/>
    <w:rsid w:val="00A619F7"/>
    <w:rsid w:val="00A70146"/>
    <w:rsid w:val="00A73683"/>
    <w:rsid w:val="00A8583F"/>
    <w:rsid w:val="00A876C8"/>
    <w:rsid w:val="00A928A3"/>
    <w:rsid w:val="00AA2660"/>
    <w:rsid w:val="00AC215C"/>
    <w:rsid w:val="00AC600C"/>
    <w:rsid w:val="00AC6061"/>
    <w:rsid w:val="00AD10D6"/>
    <w:rsid w:val="00AD187D"/>
    <w:rsid w:val="00AD5D1E"/>
    <w:rsid w:val="00AF53BC"/>
    <w:rsid w:val="00B01C92"/>
    <w:rsid w:val="00B03E2C"/>
    <w:rsid w:val="00B03F9C"/>
    <w:rsid w:val="00B10D61"/>
    <w:rsid w:val="00B143EE"/>
    <w:rsid w:val="00B15D36"/>
    <w:rsid w:val="00B23CD0"/>
    <w:rsid w:val="00B2593C"/>
    <w:rsid w:val="00B33752"/>
    <w:rsid w:val="00B40762"/>
    <w:rsid w:val="00B410A4"/>
    <w:rsid w:val="00B60036"/>
    <w:rsid w:val="00B62F62"/>
    <w:rsid w:val="00B650E5"/>
    <w:rsid w:val="00B849CA"/>
    <w:rsid w:val="00B86459"/>
    <w:rsid w:val="00B876C9"/>
    <w:rsid w:val="00B94105"/>
    <w:rsid w:val="00BA3B7E"/>
    <w:rsid w:val="00BA5404"/>
    <w:rsid w:val="00BC4E8C"/>
    <w:rsid w:val="00BD01D2"/>
    <w:rsid w:val="00BD7F11"/>
    <w:rsid w:val="00BE11ED"/>
    <w:rsid w:val="00BE4E13"/>
    <w:rsid w:val="00BF05C6"/>
    <w:rsid w:val="00C14560"/>
    <w:rsid w:val="00C22790"/>
    <w:rsid w:val="00C31C4F"/>
    <w:rsid w:val="00C32935"/>
    <w:rsid w:val="00C46353"/>
    <w:rsid w:val="00C47C84"/>
    <w:rsid w:val="00C51DCA"/>
    <w:rsid w:val="00C60A39"/>
    <w:rsid w:val="00C60C1E"/>
    <w:rsid w:val="00C82AA2"/>
    <w:rsid w:val="00C833C3"/>
    <w:rsid w:val="00C84FD5"/>
    <w:rsid w:val="00C94183"/>
    <w:rsid w:val="00CB19E5"/>
    <w:rsid w:val="00CB42E0"/>
    <w:rsid w:val="00CB4FDF"/>
    <w:rsid w:val="00CC0A2F"/>
    <w:rsid w:val="00CC3E92"/>
    <w:rsid w:val="00CC5C02"/>
    <w:rsid w:val="00CC7076"/>
    <w:rsid w:val="00CD0856"/>
    <w:rsid w:val="00CE0B17"/>
    <w:rsid w:val="00CF06F0"/>
    <w:rsid w:val="00CF45A4"/>
    <w:rsid w:val="00CF61D8"/>
    <w:rsid w:val="00D010AE"/>
    <w:rsid w:val="00D11132"/>
    <w:rsid w:val="00D11E42"/>
    <w:rsid w:val="00D14907"/>
    <w:rsid w:val="00D1531F"/>
    <w:rsid w:val="00D15A98"/>
    <w:rsid w:val="00D265E1"/>
    <w:rsid w:val="00D2690E"/>
    <w:rsid w:val="00D272F4"/>
    <w:rsid w:val="00D30DE6"/>
    <w:rsid w:val="00D54EA1"/>
    <w:rsid w:val="00D57CA3"/>
    <w:rsid w:val="00D623BB"/>
    <w:rsid w:val="00D632C5"/>
    <w:rsid w:val="00D63368"/>
    <w:rsid w:val="00D655A0"/>
    <w:rsid w:val="00D65AE4"/>
    <w:rsid w:val="00D65B00"/>
    <w:rsid w:val="00D674CD"/>
    <w:rsid w:val="00D71D7B"/>
    <w:rsid w:val="00D9449D"/>
    <w:rsid w:val="00D94567"/>
    <w:rsid w:val="00DA1817"/>
    <w:rsid w:val="00DA245A"/>
    <w:rsid w:val="00DA539C"/>
    <w:rsid w:val="00DB3A75"/>
    <w:rsid w:val="00DC16B1"/>
    <w:rsid w:val="00DC2602"/>
    <w:rsid w:val="00DF4D79"/>
    <w:rsid w:val="00E00377"/>
    <w:rsid w:val="00E078EB"/>
    <w:rsid w:val="00E17720"/>
    <w:rsid w:val="00E2449D"/>
    <w:rsid w:val="00E252DA"/>
    <w:rsid w:val="00E25FC6"/>
    <w:rsid w:val="00E2751A"/>
    <w:rsid w:val="00E3656B"/>
    <w:rsid w:val="00E36633"/>
    <w:rsid w:val="00E431C6"/>
    <w:rsid w:val="00E44AE2"/>
    <w:rsid w:val="00E4765C"/>
    <w:rsid w:val="00E47F0B"/>
    <w:rsid w:val="00E511B5"/>
    <w:rsid w:val="00E57F6B"/>
    <w:rsid w:val="00E605EB"/>
    <w:rsid w:val="00E619C9"/>
    <w:rsid w:val="00E763BC"/>
    <w:rsid w:val="00E80769"/>
    <w:rsid w:val="00E84CFF"/>
    <w:rsid w:val="00E87CB2"/>
    <w:rsid w:val="00E91797"/>
    <w:rsid w:val="00E94D28"/>
    <w:rsid w:val="00EA0C9E"/>
    <w:rsid w:val="00EB05D3"/>
    <w:rsid w:val="00EB1FE8"/>
    <w:rsid w:val="00ED439C"/>
    <w:rsid w:val="00ED5C8B"/>
    <w:rsid w:val="00ED6E2F"/>
    <w:rsid w:val="00EE27B6"/>
    <w:rsid w:val="00EF0B93"/>
    <w:rsid w:val="00EF2312"/>
    <w:rsid w:val="00EF3372"/>
    <w:rsid w:val="00F07474"/>
    <w:rsid w:val="00F13CB3"/>
    <w:rsid w:val="00F16E4A"/>
    <w:rsid w:val="00F271CA"/>
    <w:rsid w:val="00F3372F"/>
    <w:rsid w:val="00F40DB7"/>
    <w:rsid w:val="00F41F7E"/>
    <w:rsid w:val="00F450FA"/>
    <w:rsid w:val="00F45765"/>
    <w:rsid w:val="00F475BB"/>
    <w:rsid w:val="00F47F47"/>
    <w:rsid w:val="00F51A3F"/>
    <w:rsid w:val="00F62411"/>
    <w:rsid w:val="00F63220"/>
    <w:rsid w:val="00F63874"/>
    <w:rsid w:val="00F67570"/>
    <w:rsid w:val="00F71484"/>
    <w:rsid w:val="00F816F8"/>
    <w:rsid w:val="00F81B45"/>
    <w:rsid w:val="00F825FF"/>
    <w:rsid w:val="00F923A2"/>
    <w:rsid w:val="00F92C99"/>
    <w:rsid w:val="00FA4F2D"/>
    <w:rsid w:val="00FA7165"/>
    <w:rsid w:val="00FC2BF4"/>
    <w:rsid w:val="00FD34A9"/>
    <w:rsid w:val="00FD4287"/>
    <w:rsid w:val="00FF229E"/>
    <w:rsid w:val="00FF4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C9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9049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30F51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D623B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30F51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623B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30F51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F3F7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633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30F51"/>
    <w:rPr>
      <w:rFonts w:cs="Times New Roman"/>
      <w:sz w:val="2"/>
    </w:rPr>
  </w:style>
  <w:style w:type="character" w:customStyle="1" w:styleId="a">
    <w:name w:val="Гипертекстовая ссылка"/>
    <w:uiPriority w:val="99"/>
    <w:rsid w:val="0019049E"/>
    <w:rPr>
      <w:color w:val="008000"/>
    </w:rPr>
  </w:style>
  <w:style w:type="paragraph" w:customStyle="1" w:styleId="a0">
    <w:name w:val="Прижатый влево"/>
    <w:basedOn w:val="Normal"/>
    <w:next w:val="Normal"/>
    <w:uiPriority w:val="99"/>
    <w:rsid w:val="008843E5"/>
    <w:pPr>
      <w:autoSpaceDE w:val="0"/>
      <w:autoSpaceDN w:val="0"/>
      <w:adjustRightInd w:val="0"/>
    </w:pPr>
    <w:rPr>
      <w:rFonts w:ascii="Arial" w:hAnsi="Arial"/>
    </w:rPr>
  </w:style>
  <w:style w:type="character" w:customStyle="1" w:styleId="a1">
    <w:name w:val="Цветовое выделение"/>
    <w:uiPriority w:val="99"/>
    <w:rsid w:val="00471D12"/>
    <w:rPr>
      <w:b/>
      <w:color w:val="000080"/>
    </w:rPr>
  </w:style>
  <w:style w:type="paragraph" w:customStyle="1" w:styleId="a2">
    <w:name w:val="Заголовок статьи"/>
    <w:basedOn w:val="Normal"/>
    <w:next w:val="Normal"/>
    <w:uiPriority w:val="99"/>
    <w:rsid w:val="00471D12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styleId="Hyperlink">
    <w:name w:val="Hyperlink"/>
    <w:basedOn w:val="DefaultParagraphFont"/>
    <w:uiPriority w:val="99"/>
    <w:rsid w:val="006B2248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60116C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3">
    <w:name w:val="Знак Знак Знак Знак"/>
    <w:basedOn w:val="Normal"/>
    <w:uiPriority w:val="99"/>
    <w:rsid w:val="009C1FB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520D3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a4">
    <w:name w:val="Основной текст_"/>
    <w:link w:val="2"/>
    <w:uiPriority w:val="99"/>
    <w:locked/>
    <w:rsid w:val="00F62411"/>
    <w:rPr>
      <w:sz w:val="26"/>
      <w:shd w:val="clear" w:color="auto" w:fill="FFFFFF"/>
    </w:rPr>
  </w:style>
  <w:style w:type="paragraph" w:customStyle="1" w:styleId="2">
    <w:name w:val="Основной текст2"/>
    <w:basedOn w:val="Normal"/>
    <w:link w:val="a4"/>
    <w:uiPriority w:val="99"/>
    <w:rsid w:val="00F62411"/>
    <w:pPr>
      <w:widowControl w:val="0"/>
      <w:shd w:val="clear" w:color="auto" w:fill="FFFFFF"/>
      <w:spacing w:after="420" w:line="240" w:lineRule="atLeast"/>
      <w:jc w:val="right"/>
    </w:pPr>
    <w:rPr>
      <w:sz w:val="26"/>
      <w:szCs w:val="20"/>
    </w:rPr>
  </w:style>
  <w:style w:type="character" w:customStyle="1" w:styleId="4">
    <w:name w:val="Основной текст (4)_"/>
    <w:link w:val="40"/>
    <w:uiPriority w:val="99"/>
    <w:locked/>
    <w:rsid w:val="00F62411"/>
    <w:rPr>
      <w:i/>
      <w:spacing w:val="-4"/>
      <w:sz w:val="26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F62411"/>
    <w:pPr>
      <w:widowControl w:val="0"/>
      <w:shd w:val="clear" w:color="auto" w:fill="FFFFFF"/>
      <w:spacing w:line="317" w:lineRule="exact"/>
      <w:ind w:firstLine="680"/>
      <w:jc w:val="both"/>
    </w:pPr>
    <w:rPr>
      <w:i/>
      <w:spacing w:val="-4"/>
      <w:sz w:val="26"/>
      <w:szCs w:val="20"/>
    </w:rPr>
  </w:style>
  <w:style w:type="character" w:customStyle="1" w:styleId="BodyTextChar1">
    <w:name w:val="Body Text Char1"/>
    <w:uiPriority w:val="99"/>
    <w:locked/>
    <w:rsid w:val="004E2278"/>
    <w:rPr>
      <w:sz w:val="26"/>
      <w:shd w:val="clear" w:color="auto" w:fill="FFFFFF"/>
    </w:rPr>
  </w:style>
  <w:style w:type="character" w:customStyle="1" w:styleId="20">
    <w:name w:val="Основной текст (2)_"/>
    <w:link w:val="21"/>
    <w:uiPriority w:val="99"/>
    <w:locked/>
    <w:rsid w:val="004E2278"/>
    <w:rPr>
      <w:b/>
      <w:spacing w:val="1"/>
      <w:sz w:val="25"/>
      <w:shd w:val="clear" w:color="auto" w:fill="FFFFFF"/>
    </w:rPr>
  </w:style>
  <w:style w:type="paragraph" w:styleId="BodyText">
    <w:name w:val="Body Text"/>
    <w:basedOn w:val="Normal"/>
    <w:link w:val="BodyTextChar"/>
    <w:uiPriority w:val="99"/>
    <w:rsid w:val="004E2278"/>
    <w:pPr>
      <w:widowControl w:val="0"/>
      <w:shd w:val="clear" w:color="auto" w:fill="FFFFFF"/>
      <w:spacing w:line="355" w:lineRule="exact"/>
      <w:jc w:val="right"/>
    </w:pPr>
    <w:rPr>
      <w:sz w:val="26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128EC"/>
    <w:rPr>
      <w:rFonts w:cs="Times New Roman"/>
      <w:sz w:val="26"/>
    </w:rPr>
  </w:style>
  <w:style w:type="character" w:customStyle="1" w:styleId="1">
    <w:name w:val="Основной текст Знак1"/>
    <w:uiPriority w:val="99"/>
    <w:rsid w:val="004E2278"/>
    <w:rPr>
      <w:sz w:val="24"/>
    </w:rPr>
  </w:style>
  <w:style w:type="paragraph" w:customStyle="1" w:styleId="21">
    <w:name w:val="Основной текст (2)"/>
    <w:basedOn w:val="Normal"/>
    <w:link w:val="20"/>
    <w:uiPriority w:val="99"/>
    <w:rsid w:val="004E2278"/>
    <w:pPr>
      <w:widowControl w:val="0"/>
      <w:shd w:val="clear" w:color="auto" w:fill="FFFFFF"/>
      <w:spacing w:line="355" w:lineRule="exact"/>
      <w:ind w:hanging="1720"/>
      <w:jc w:val="right"/>
    </w:pPr>
    <w:rPr>
      <w:b/>
      <w:spacing w:val="1"/>
      <w:sz w:val="25"/>
      <w:szCs w:val="20"/>
    </w:rPr>
  </w:style>
  <w:style w:type="table" w:styleId="TableGrid">
    <w:name w:val="Table Grid"/>
    <w:basedOn w:val="TableNormal"/>
    <w:uiPriority w:val="99"/>
    <w:rsid w:val="00EF231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D655A0"/>
    <w:pPr>
      <w:suppressAutoHyphens/>
      <w:spacing w:after="160" w:line="254" w:lineRule="auto"/>
      <w:ind w:right="19772" w:firstLine="720"/>
    </w:pPr>
    <w:rPr>
      <w:rFonts w:ascii="Arial" w:hAnsi="Arial" w:cs="Arial Unicode MS"/>
      <w:color w:val="000000"/>
      <w:sz w:val="20"/>
      <w:szCs w:val="20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84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4</Pages>
  <Words>725</Words>
  <Characters>4139</Characters>
  <Application>Microsoft Office Outlook</Application>
  <DocSecurity>0</DocSecurity>
  <Lines>0</Lines>
  <Paragraphs>0</Paragraphs>
  <ScaleCrop>false</ScaleCrop>
  <Company>-O-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-U-</dc:creator>
  <cp:keywords/>
  <dc:description/>
  <cp:lastModifiedBy>Пользователь</cp:lastModifiedBy>
  <cp:revision>13</cp:revision>
  <cp:lastPrinted>2017-11-21T08:28:00Z</cp:lastPrinted>
  <dcterms:created xsi:type="dcterms:W3CDTF">2017-10-31T06:03:00Z</dcterms:created>
  <dcterms:modified xsi:type="dcterms:W3CDTF">2017-12-01T10:46:00Z</dcterms:modified>
</cp:coreProperties>
</file>