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203" w:rsidRDefault="007B1203" w:rsidP="00E24FCA">
      <w:pPr>
        <w:jc w:val="center"/>
        <w:rPr>
          <w:rStyle w:val="xml-punctuation"/>
          <w:rFonts w:cs="Arial"/>
          <w:b/>
          <w:color w:val="000000"/>
        </w:rPr>
      </w:pPr>
      <w:r w:rsidRPr="003D1C31">
        <w:rPr>
          <w:rStyle w:val="xml-punctuation"/>
          <w:rFonts w:ascii="Times New Roman" w:hAnsi="Times New Roman"/>
          <w:b/>
          <w:color w:val="000000"/>
          <w:sz w:val="28"/>
          <w:szCs w:val="28"/>
        </w:rPr>
        <w:t>ЗАКОН УЛЬЯНОВСКОЙ ОБЛАСТИ</w:t>
      </w:r>
    </w:p>
    <w:p w:rsidR="007B1203" w:rsidRDefault="007B1203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203" w:rsidRDefault="007B1203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203" w:rsidRDefault="007B1203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203" w:rsidRDefault="007B1203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признании утратившим силу Закона Ульяновской области </w:t>
      </w:r>
    </w:p>
    <w:p w:rsidR="007B1203" w:rsidRPr="00CA7DD5" w:rsidRDefault="007B1203" w:rsidP="00264222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статьи 6 и 11 Закона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br/>
        <w:t>«О наделении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D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образований</w:t>
      </w:r>
      <w:r w:rsidRPr="00CA7DD5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  <w:r w:rsidRPr="00CA7DD5">
        <w:rPr>
          <w:rFonts w:ascii="Times New Roman" w:hAnsi="Times New Roman" w:cs="Times New Roman"/>
          <w:b/>
          <w:sz w:val="28"/>
          <w:szCs w:val="28"/>
        </w:rPr>
        <w:t>государственны</w:t>
      </w:r>
      <w:r>
        <w:rPr>
          <w:rFonts w:ascii="Times New Roman" w:hAnsi="Times New Roman" w:cs="Times New Roman"/>
          <w:b/>
          <w:sz w:val="28"/>
          <w:szCs w:val="28"/>
        </w:rPr>
        <w:t>ми полномочиями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A7DD5">
        <w:rPr>
          <w:rFonts w:ascii="Times New Roman" w:hAnsi="Times New Roman" w:cs="Times New Roman"/>
          <w:b/>
          <w:sz w:val="28"/>
          <w:szCs w:val="28"/>
        </w:rPr>
        <w:t>на государственную регистрацию актов гражданского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DD5">
        <w:rPr>
          <w:rFonts w:ascii="Times New Roman" w:hAnsi="Times New Roman" w:cs="Times New Roman"/>
          <w:b/>
          <w:sz w:val="28"/>
          <w:szCs w:val="28"/>
        </w:rPr>
        <w:t>состояния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B1203" w:rsidRDefault="007B1203" w:rsidP="004D1733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4D1733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4D1733">
      <w:pPr>
        <w:jc w:val="center"/>
        <w:rPr>
          <w:sz w:val="24"/>
        </w:rPr>
      </w:pPr>
      <w:bookmarkStart w:id="0" w:name="_GoBack"/>
      <w:bookmarkEnd w:id="0"/>
      <w:r w:rsidRPr="004D1733">
        <w:rPr>
          <w:rFonts w:ascii="Times New Roman" w:hAnsi="Times New Roman" w:cs="Times New Roman"/>
          <w:sz w:val="24"/>
        </w:rPr>
        <w:t>Принят Законодательным Собранием Ульяновской области 22 сентября 2016</w:t>
      </w:r>
      <w:r>
        <w:rPr>
          <w:sz w:val="24"/>
        </w:rPr>
        <w:t xml:space="preserve"> года</w:t>
      </w:r>
    </w:p>
    <w:p w:rsidR="007B1203" w:rsidRDefault="007B1203" w:rsidP="004D1733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4D1733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4D1733">
      <w:pPr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Pr="004E4028" w:rsidRDefault="007B1203" w:rsidP="000F3778">
      <w:pPr>
        <w:pStyle w:val="NoSpacing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E402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B1203" w:rsidRDefault="007B1203" w:rsidP="000F3778">
      <w:pPr>
        <w:pStyle w:val="NoSpacing"/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Pr="004E4028" w:rsidRDefault="007B1203" w:rsidP="000F3778">
      <w:pPr>
        <w:pStyle w:val="NoSpacing"/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Pr="004E4028" w:rsidRDefault="007B1203" w:rsidP="000F3778">
      <w:pPr>
        <w:pStyle w:val="NoSpacing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E4028">
        <w:rPr>
          <w:rFonts w:ascii="Times New Roman" w:hAnsi="Times New Roman" w:cs="Times New Roman"/>
          <w:sz w:val="28"/>
          <w:szCs w:val="28"/>
        </w:rPr>
        <w:t xml:space="preserve">Признать Закон Ульяновской области от 2 сентября 2015 года № 111-ЗО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4E4028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6 и 11 Закона Ульяновской области </w:t>
      </w:r>
      <w:r w:rsidRPr="004E4028">
        <w:rPr>
          <w:rFonts w:ascii="Times New Roman" w:hAnsi="Times New Roman" w:cs="Times New Roman"/>
          <w:sz w:val="28"/>
          <w:szCs w:val="28"/>
        </w:rPr>
        <w:br/>
        <w:t xml:space="preserve">«О наделении органов местного самоуправления муниципальных образований Ульяновской области государственными полномочиями на государственную регистрацию актов гражданского состояния» («Ульяновская правда» </w:t>
      </w:r>
      <w:r w:rsidRPr="004E4028">
        <w:rPr>
          <w:rFonts w:ascii="Times New Roman" w:hAnsi="Times New Roman" w:cs="Times New Roman"/>
          <w:sz w:val="28"/>
          <w:szCs w:val="28"/>
        </w:rPr>
        <w:br/>
        <w:t>от 07.09.2015 № 124) утратившим силу.</w:t>
      </w:r>
    </w:p>
    <w:p w:rsidR="007B1203" w:rsidRPr="000F3778" w:rsidRDefault="007B1203" w:rsidP="000F3778">
      <w:pPr>
        <w:pStyle w:val="NoSpacing"/>
        <w:ind w:firstLine="709"/>
        <w:rPr>
          <w:rFonts w:ascii="Times New Roman" w:hAnsi="Times New Roman" w:cs="Times New Roman"/>
          <w:sz w:val="16"/>
          <w:szCs w:val="28"/>
        </w:rPr>
      </w:pPr>
    </w:p>
    <w:p w:rsidR="007B1203" w:rsidRPr="004E4028" w:rsidRDefault="007B1203" w:rsidP="000F3778">
      <w:pPr>
        <w:pStyle w:val="NoSpacing"/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Pr="004E4028" w:rsidRDefault="007B1203" w:rsidP="000F3778">
      <w:pPr>
        <w:pStyle w:val="NoSpacing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E4028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7B1203" w:rsidRDefault="007B1203" w:rsidP="000F3778">
      <w:pPr>
        <w:pStyle w:val="NoSpacing"/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Pr="004E4028" w:rsidRDefault="007B1203" w:rsidP="000F3778">
      <w:pPr>
        <w:pStyle w:val="NoSpacing"/>
        <w:ind w:firstLine="709"/>
        <w:rPr>
          <w:rFonts w:ascii="Times New Roman" w:hAnsi="Times New Roman" w:cs="Times New Roman"/>
          <w:sz w:val="28"/>
          <w:szCs w:val="28"/>
        </w:rPr>
      </w:pPr>
    </w:p>
    <w:p w:rsidR="007B1203" w:rsidRPr="004E4028" w:rsidRDefault="007B1203" w:rsidP="000F3778">
      <w:pPr>
        <w:pStyle w:val="NoSpacing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E4028">
        <w:rPr>
          <w:rFonts w:ascii="Times New Roman" w:hAnsi="Times New Roman" w:cs="Times New Roman"/>
          <w:sz w:val="28"/>
          <w:szCs w:val="28"/>
        </w:rPr>
        <w:t>Настоящий Закон вступает в силу с 1 июля 2018 года.</w:t>
      </w:r>
    </w:p>
    <w:p w:rsidR="007B1203" w:rsidRPr="000F3778" w:rsidRDefault="007B1203" w:rsidP="000F3778">
      <w:pPr>
        <w:pStyle w:val="NoSpacing"/>
        <w:rPr>
          <w:rFonts w:ascii="Times New Roman" w:hAnsi="Times New Roman" w:cs="Times New Roman"/>
          <w:sz w:val="16"/>
          <w:szCs w:val="28"/>
        </w:rPr>
      </w:pPr>
    </w:p>
    <w:p w:rsidR="007B1203" w:rsidRDefault="007B1203" w:rsidP="000F3778">
      <w:pPr>
        <w:widowControl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0F3778">
      <w:pPr>
        <w:widowControl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0F3778">
      <w:pPr>
        <w:pStyle w:val="formattext"/>
        <w:spacing w:before="0" w:beforeAutospacing="0" w:after="0" w:afterAutospacing="0"/>
        <w:rPr>
          <w:b/>
          <w:sz w:val="28"/>
          <w:szCs w:val="28"/>
        </w:rPr>
      </w:pPr>
      <w:bookmarkStart w:id="1" w:name="Par21"/>
      <w:bookmarkEnd w:id="1"/>
      <w:r>
        <w:rPr>
          <w:b/>
          <w:sz w:val="28"/>
          <w:szCs w:val="28"/>
        </w:rPr>
        <w:t>Временно исполняющий обязанности</w:t>
      </w:r>
    </w:p>
    <w:p w:rsidR="007B1203" w:rsidRPr="00197240" w:rsidRDefault="007B1203" w:rsidP="000F3778">
      <w:pPr>
        <w:pStyle w:val="formattext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97240">
        <w:rPr>
          <w:b/>
          <w:sz w:val="28"/>
          <w:szCs w:val="28"/>
        </w:rPr>
        <w:t>убернатор</w:t>
      </w:r>
      <w:r>
        <w:rPr>
          <w:b/>
          <w:sz w:val="28"/>
          <w:szCs w:val="28"/>
        </w:rPr>
        <w:t>а</w:t>
      </w:r>
      <w:r w:rsidRPr="00197240">
        <w:rPr>
          <w:b/>
          <w:sz w:val="28"/>
          <w:szCs w:val="28"/>
        </w:rPr>
        <w:t xml:space="preserve"> Ульяновской области </w:t>
      </w:r>
      <w:r w:rsidRPr="0019724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</w:t>
      </w:r>
      <w:r w:rsidRPr="00197240">
        <w:rPr>
          <w:b/>
          <w:sz w:val="28"/>
          <w:szCs w:val="28"/>
        </w:rPr>
        <w:t>С.И.М</w:t>
      </w:r>
      <w:r>
        <w:rPr>
          <w:b/>
          <w:sz w:val="28"/>
          <w:szCs w:val="28"/>
        </w:rPr>
        <w:t>орозов</w:t>
      </w:r>
      <w:r w:rsidRPr="00197240">
        <w:rPr>
          <w:b/>
          <w:sz w:val="28"/>
          <w:szCs w:val="28"/>
        </w:rPr>
        <w:t xml:space="preserve"> </w:t>
      </w:r>
    </w:p>
    <w:p w:rsidR="007B1203" w:rsidRDefault="007B1203" w:rsidP="000F37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0F37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0F37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1203" w:rsidRDefault="007B1203" w:rsidP="000F37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7B1203" w:rsidRPr="00CA7DD5" w:rsidRDefault="007B1203" w:rsidP="000F377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 w:rsidRPr="00CA7DD5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CA7DD5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7B1203" w:rsidRPr="00CA7DD5" w:rsidRDefault="007B1203" w:rsidP="000F3778">
      <w:pPr>
        <w:ind w:firstLine="0"/>
        <w:jc w:val="center"/>
        <w:rPr>
          <w:sz w:val="28"/>
          <w:szCs w:val="28"/>
        </w:rPr>
      </w:pPr>
      <w:r w:rsidRPr="00CA7DD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136-ЗО</w:t>
      </w:r>
    </w:p>
    <w:sectPr w:rsidR="007B1203" w:rsidRPr="00CA7DD5" w:rsidSect="000F3778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203" w:rsidRDefault="007B1203">
      <w:r>
        <w:separator/>
      </w:r>
    </w:p>
  </w:endnote>
  <w:endnote w:type="continuationSeparator" w:id="0">
    <w:p w:rsidR="007B1203" w:rsidRDefault="007B1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203" w:rsidRDefault="007B1203">
      <w:r>
        <w:separator/>
      </w:r>
    </w:p>
  </w:footnote>
  <w:footnote w:type="continuationSeparator" w:id="0">
    <w:p w:rsidR="007B1203" w:rsidRDefault="007B1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203" w:rsidRDefault="007B1203" w:rsidP="00D2492B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  <w:p w:rsidR="007B1203" w:rsidRDefault="007B12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203" w:rsidRPr="00257FA3" w:rsidRDefault="007B1203" w:rsidP="00257FA3">
    <w:pPr>
      <w:pStyle w:val="Header"/>
      <w:ind w:firstLine="0"/>
      <w:jc w:val="center"/>
      <w:rPr>
        <w:rFonts w:ascii="Times New Roman" w:hAnsi="Times New Roman" w:cs="Times New Roman"/>
        <w:sz w:val="28"/>
        <w:szCs w:val="28"/>
      </w:rPr>
    </w:pPr>
    <w:r w:rsidRPr="008842FF">
      <w:rPr>
        <w:rStyle w:val="PageNumber"/>
        <w:rFonts w:ascii="Times New Roman" w:hAnsi="Times New Roman"/>
        <w:sz w:val="28"/>
        <w:szCs w:val="28"/>
      </w:rPr>
      <w:fldChar w:fldCharType="begin"/>
    </w:r>
    <w:r w:rsidRPr="008842F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842F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8842F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E7D"/>
    <w:multiLevelType w:val="hybridMultilevel"/>
    <w:tmpl w:val="9DDEBB06"/>
    <w:lvl w:ilvl="0" w:tplc="2918CA00">
      <w:start w:val="2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570959"/>
    <w:multiLevelType w:val="hybridMultilevel"/>
    <w:tmpl w:val="A802D1D0"/>
    <w:lvl w:ilvl="0" w:tplc="509CECB2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D67FE6"/>
    <w:multiLevelType w:val="hybridMultilevel"/>
    <w:tmpl w:val="527CCA08"/>
    <w:lvl w:ilvl="0" w:tplc="00180996">
      <w:start w:val="1"/>
      <w:numFmt w:val="russianLower"/>
      <w:lvlText w:val="%1)"/>
      <w:lvlJc w:val="left"/>
      <w:pPr>
        <w:ind w:left="1069" w:hanging="360"/>
      </w:pPr>
      <w:rPr>
        <w:rFonts w:cs="Times New Roman" w:hint="default"/>
      </w:rPr>
    </w:lvl>
    <w:lvl w:ilvl="1" w:tplc="AE602EAA">
      <w:start w:val="2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2D533F"/>
    <w:multiLevelType w:val="hybridMultilevel"/>
    <w:tmpl w:val="BE6240D6"/>
    <w:lvl w:ilvl="0" w:tplc="AE602EAA">
      <w:start w:val="2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C06AC2"/>
    <w:multiLevelType w:val="hybridMultilevel"/>
    <w:tmpl w:val="CF20841C"/>
    <w:lvl w:ilvl="0" w:tplc="BFD24F4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5F371C8"/>
    <w:multiLevelType w:val="hybridMultilevel"/>
    <w:tmpl w:val="08561E04"/>
    <w:lvl w:ilvl="0" w:tplc="B186FB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FC810A2"/>
    <w:multiLevelType w:val="hybridMultilevel"/>
    <w:tmpl w:val="25EAD036"/>
    <w:lvl w:ilvl="0" w:tplc="0419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B095D7A"/>
    <w:multiLevelType w:val="hybridMultilevel"/>
    <w:tmpl w:val="CB923CC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D8E08AE"/>
    <w:multiLevelType w:val="hybridMultilevel"/>
    <w:tmpl w:val="3C806720"/>
    <w:lvl w:ilvl="0" w:tplc="AE602EAA">
      <w:start w:val="2"/>
      <w:numFmt w:val="russianLower"/>
      <w:lvlText w:val="%1)"/>
      <w:lvlJc w:val="left"/>
      <w:pPr>
        <w:ind w:left="2062" w:hanging="360"/>
      </w:pPr>
      <w:rPr>
        <w:rFonts w:cs="Times New Roman" w:hint="default"/>
      </w:rPr>
    </w:lvl>
    <w:lvl w:ilvl="1" w:tplc="AE602EAA">
      <w:start w:val="2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233780"/>
    <w:multiLevelType w:val="hybridMultilevel"/>
    <w:tmpl w:val="71207D04"/>
    <w:lvl w:ilvl="0" w:tplc="6DDADB8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3C06A1"/>
    <w:multiLevelType w:val="hybridMultilevel"/>
    <w:tmpl w:val="F65E1DDC"/>
    <w:lvl w:ilvl="0" w:tplc="7690D8F0">
      <w:start w:val="1"/>
      <w:numFmt w:val="russianLower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926F1E"/>
    <w:multiLevelType w:val="hybridMultilevel"/>
    <w:tmpl w:val="A1FEF5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4FA7A52"/>
    <w:multiLevelType w:val="hybridMultilevel"/>
    <w:tmpl w:val="C498A7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7DAC0BE2"/>
    <w:multiLevelType w:val="hybridMultilevel"/>
    <w:tmpl w:val="E242A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6"/>
  </w:num>
  <w:num w:numId="5">
    <w:abstractNumId w:val="12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E9F"/>
    <w:rsid w:val="00001A3E"/>
    <w:rsid w:val="00004D64"/>
    <w:rsid w:val="00006F1B"/>
    <w:rsid w:val="00010019"/>
    <w:rsid w:val="0001108C"/>
    <w:rsid w:val="000113C8"/>
    <w:rsid w:val="00011B21"/>
    <w:rsid w:val="00012DDE"/>
    <w:rsid w:val="0001456C"/>
    <w:rsid w:val="000173C6"/>
    <w:rsid w:val="00017AD8"/>
    <w:rsid w:val="000225C6"/>
    <w:rsid w:val="00022B7C"/>
    <w:rsid w:val="00023CE3"/>
    <w:rsid w:val="00024349"/>
    <w:rsid w:val="00025403"/>
    <w:rsid w:val="000262E7"/>
    <w:rsid w:val="00026FCD"/>
    <w:rsid w:val="00027FDA"/>
    <w:rsid w:val="00031CBC"/>
    <w:rsid w:val="00035A4F"/>
    <w:rsid w:val="00035C91"/>
    <w:rsid w:val="000426B5"/>
    <w:rsid w:val="0005114D"/>
    <w:rsid w:val="0005117F"/>
    <w:rsid w:val="00052388"/>
    <w:rsid w:val="00052FA8"/>
    <w:rsid w:val="000535FE"/>
    <w:rsid w:val="00055CB4"/>
    <w:rsid w:val="00060472"/>
    <w:rsid w:val="00060D0D"/>
    <w:rsid w:val="00062C0E"/>
    <w:rsid w:val="00065F83"/>
    <w:rsid w:val="0006680C"/>
    <w:rsid w:val="00070842"/>
    <w:rsid w:val="00070941"/>
    <w:rsid w:val="00071EFA"/>
    <w:rsid w:val="00072276"/>
    <w:rsid w:val="000808F0"/>
    <w:rsid w:val="00082695"/>
    <w:rsid w:val="0008437A"/>
    <w:rsid w:val="00085B0B"/>
    <w:rsid w:val="00087542"/>
    <w:rsid w:val="00090F58"/>
    <w:rsid w:val="00093172"/>
    <w:rsid w:val="00096AAB"/>
    <w:rsid w:val="00097180"/>
    <w:rsid w:val="00097430"/>
    <w:rsid w:val="00097F52"/>
    <w:rsid w:val="000A07F5"/>
    <w:rsid w:val="000A0EEC"/>
    <w:rsid w:val="000A24C6"/>
    <w:rsid w:val="000A35AD"/>
    <w:rsid w:val="000A6C98"/>
    <w:rsid w:val="000B0A0F"/>
    <w:rsid w:val="000B0C43"/>
    <w:rsid w:val="000B1C20"/>
    <w:rsid w:val="000B230F"/>
    <w:rsid w:val="000B66CA"/>
    <w:rsid w:val="000C2A55"/>
    <w:rsid w:val="000C3189"/>
    <w:rsid w:val="000C5510"/>
    <w:rsid w:val="000C73D3"/>
    <w:rsid w:val="000D1C4E"/>
    <w:rsid w:val="000D537E"/>
    <w:rsid w:val="000D5425"/>
    <w:rsid w:val="000D6C04"/>
    <w:rsid w:val="000E1612"/>
    <w:rsid w:val="000E17FA"/>
    <w:rsid w:val="000E291F"/>
    <w:rsid w:val="000E48C9"/>
    <w:rsid w:val="000E5AA0"/>
    <w:rsid w:val="000E5CF1"/>
    <w:rsid w:val="000E71CE"/>
    <w:rsid w:val="000E7ECB"/>
    <w:rsid w:val="000F3003"/>
    <w:rsid w:val="000F32CB"/>
    <w:rsid w:val="000F3778"/>
    <w:rsid w:val="000F3944"/>
    <w:rsid w:val="000F3AD0"/>
    <w:rsid w:val="00107203"/>
    <w:rsid w:val="00116B64"/>
    <w:rsid w:val="00120001"/>
    <w:rsid w:val="00120103"/>
    <w:rsid w:val="001246A3"/>
    <w:rsid w:val="001279BB"/>
    <w:rsid w:val="001338D2"/>
    <w:rsid w:val="00134793"/>
    <w:rsid w:val="00134821"/>
    <w:rsid w:val="00135236"/>
    <w:rsid w:val="001402BC"/>
    <w:rsid w:val="001458C1"/>
    <w:rsid w:val="00146183"/>
    <w:rsid w:val="0015183C"/>
    <w:rsid w:val="001523A1"/>
    <w:rsid w:val="0015316B"/>
    <w:rsid w:val="001567DD"/>
    <w:rsid w:val="0016107A"/>
    <w:rsid w:val="001612E1"/>
    <w:rsid w:val="001620C7"/>
    <w:rsid w:val="001651C5"/>
    <w:rsid w:val="001660BD"/>
    <w:rsid w:val="001668D9"/>
    <w:rsid w:val="00166C5A"/>
    <w:rsid w:val="001673EE"/>
    <w:rsid w:val="00167725"/>
    <w:rsid w:val="001709F7"/>
    <w:rsid w:val="00173779"/>
    <w:rsid w:val="00175493"/>
    <w:rsid w:val="00176864"/>
    <w:rsid w:val="00182927"/>
    <w:rsid w:val="00183476"/>
    <w:rsid w:val="001847AF"/>
    <w:rsid w:val="00185122"/>
    <w:rsid w:val="0018563A"/>
    <w:rsid w:val="00187F48"/>
    <w:rsid w:val="00187F73"/>
    <w:rsid w:val="00191B9F"/>
    <w:rsid w:val="00192C99"/>
    <w:rsid w:val="0019324B"/>
    <w:rsid w:val="00194E00"/>
    <w:rsid w:val="001957DE"/>
    <w:rsid w:val="00195D1B"/>
    <w:rsid w:val="00196DC3"/>
    <w:rsid w:val="00197240"/>
    <w:rsid w:val="001975DA"/>
    <w:rsid w:val="001A3A89"/>
    <w:rsid w:val="001A41C8"/>
    <w:rsid w:val="001A4988"/>
    <w:rsid w:val="001A5ACC"/>
    <w:rsid w:val="001B4FCD"/>
    <w:rsid w:val="001B5D11"/>
    <w:rsid w:val="001B6654"/>
    <w:rsid w:val="001B71E6"/>
    <w:rsid w:val="001B77EF"/>
    <w:rsid w:val="001C0B99"/>
    <w:rsid w:val="001C1C08"/>
    <w:rsid w:val="001C3AB0"/>
    <w:rsid w:val="001C6C1E"/>
    <w:rsid w:val="001C7B2B"/>
    <w:rsid w:val="001C7C8B"/>
    <w:rsid w:val="001E28DC"/>
    <w:rsid w:val="001E4343"/>
    <w:rsid w:val="001E47DF"/>
    <w:rsid w:val="001E4F59"/>
    <w:rsid w:val="001E70B1"/>
    <w:rsid w:val="001F2283"/>
    <w:rsid w:val="001F2831"/>
    <w:rsid w:val="001F2E80"/>
    <w:rsid w:val="001F3D07"/>
    <w:rsid w:val="001F4EF6"/>
    <w:rsid w:val="001F78BA"/>
    <w:rsid w:val="00202C8A"/>
    <w:rsid w:val="002048F6"/>
    <w:rsid w:val="00205EF0"/>
    <w:rsid w:val="002116BB"/>
    <w:rsid w:val="0021222E"/>
    <w:rsid w:val="002124A4"/>
    <w:rsid w:val="0021613F"/>
    <w:rsid w:val="00216B27"/>
    <w:rsid w:val="00221689"/>
    <w:rsid w:val="002222E0"/>
    <w:rsid w:val="00223F3C"/>
    <w:rsid w:val="00224CCE"/>
    <w:rsid w:val="00224E18"/>
    <w:rsid w:val="0022510B"/>
    <w:rsid w:val="00225CFF"/>
    <w:rsid w:val="002307A4"/>
    <w:rsid w:val="002311F0"/>
    <w:rsid w:val="00231D3B"/>
    <w:rsid w:val="00232DEA"/>
    <w:rsid w:val="002367EC"/>
    <w:rsid w:val="00236A11"/>
    <w:rsid w:val="002429A7"/>
    <w:rsid w:val="00242E6E"/>
    <w:rsid w:val="00243155"/>
    <w:rsid w:val="002443E4"/>
    <w:rsid w:val="0024516C"/>
    <w:rsid w:val="00245581"/>
    <w:rsid w:val="00245E7F"/>
    <w:rsid w:val="00246F4E"/>
    <w:rsid w:val="002536D1"/>
    <w:rsid w:val="00253C91"/>
    <w:rsid w:val="00256A5C"/>
    <w:rsid w:val="00257623"/>
    <w:rsid w:val="00257EC5"/>
    <w:rsid w:val="00257FA3"/>
    <w:rsid w:val="00260478"/>
    <w:rsid w:val="00263524"/>
    <w:rsid w:val="00264222"/>
    <w:rsid w:val="00265E8E"/>
    <w:rsid w:val="002678D4"/>
    <w:rsid w:val="002678F3"/>
    <w:rsid w:val="00267FFD"/>
    <w:rsid w:val="0027062F"/>
    <w:rsid w:val="002723B3"/>
    <w:rsid w:val="00272B12"/>
    <w:rsid w:val="002741A7"/>
    <w:rsid w:val="002768D3"/>
    <w:rsid w:val="00277863"/>
    <w:rsid w:val="00281018"/>
    <w:rsid w:val="00281D94"/>
    <w:rsid w:val="00287D9F"/>
    <w:rsid w:val="00287E12"/>
    <w:rsid w:val="002902E5"/>
    <w:rsid w:val="00292D09"/>
    <w:rsid w:val="0029583D"/>
    <w:rsid w:val="00296AEB"/>
    <w:rsid w:val="002A24A9"/>
    <w:rsid w:val="002A4644"/>
    <w:rsid w:val="002A727A"/>
    <w:rsid w:val="002B0C3B"/>
    <w:rsid w:val="002B2F5B"/>
    <w:rsid w:val="002B47EE"/>
    <w:rsid w:val="002B60AA"/>
    <w:rsid w:val="002B6E11"/>
    <w:rsid w:val="002B7357"/>
    <w:rsid w:val="002C0009"/>
    <w:rsid w:val="002C1341"/>
    <w:rsid w:val="002C3208"/>
    <w:rsid w:val="002C5C3C"/>
    <w:rsid w:val="002C6D88"/>
    <w:rsid w:val="002D0099"/>
    <w:rsid w:val="002D03D9"/>
    <w:rsid w:val="002D1F5D"/>
    <w:rsid w:val="002D2400"/>
    <w:rsid w:val="002D4EC0"/>
    <w:rsid w:val="002E17C0"/>
    <w:rsid w:val="002E1ACE"/>
    <w:rsid w:val="002E4FCD"/>
    <w:rsid w:val="002E6C4C"/>
    <w:rsid w:val="002F01BB"/>
    <w:rsid w:val="002F17ED"/>
    <w:rsid w:val="002F1831"/>
    <w:rsid w:val="00300D67"/>
    <w:rsid w:val="003013A3"/>
    <w:rsid w:val="00302340"/>
    <w:rsid w:val="00303FC9"/>
    <w:rsid w:val="00304D70"/>
    <w:rsid w:val="003130BD"/>
    <w:rsid w:val="00314069"/>
    <w:rsid w:val="0031717E"/>
    <w:rsid w:val="00320054"/>
    <w:rsid w:val="003229AB"/>
    <w:rsid w:val="00326E7A"/>
    <w:rsid w:val="0033203A"/>
    <w:rsid w:val="003330E0"/>
    <w:rsid w:val="0034081A"/>
    <w:rsid w:val="00340CFD"/>
    <w:rsid w:val="00344CEC"/>
    <w:rsid w:val="00351C52"/>
    <w:rsid w:val="003525E2"/>
    <w:rsid w:val="003531EE"/>
    <w:rsid w:val="00354433"/>
    <w:rsid w:val="0036089C"/>
    <w:rsid w:val="00360F2F"/>
    <w:rsid w:val="003634F8"/>
    <w:rsid w:val="003636D1"/>
    <w:rsid w:val="003707E5"/>
    <w:rsid w:val="00370AF4"/>
    <w:rsid w:val="00371367"/>
    <w:rsid w:val="00375982"/>
    <w:rsid w:val="00376A15"/>
    <w:rsid w:val="0038067B"/>
    <w:rsid w:val="00381A78"/>
    <w:rsid w:val="00381B0F"/>
    <w:rsid w:val="00382C37"/>
    <w:rsid w:val="003832E3"/>
    <w:rsid w:val="0038579E"/>
    <w:rsid w:val="00385C73"/>
    <w:rsid w:val="003866EA"/>
    <w:rsid w:val="00386B78"/>
    <w:rsid w:val="00386C06"/>
    <w:rsid w:val="003909C5"/>
    <w:rsid w:val="003937D7"/>
    <w:rsid w:val="003961FF"/>
    <w:rsid w:val="00396D2D"/>
    <w:rsid w:val="003A00C5"/>
    <w:rsid w:val="003A0895"/>
    <w:rsid w:val="003A0FC1"/>
    <w:rsid w:val="003A3B62"/>
    <w:rsid w:val="003A4757"/>
    <w:rsid w:val="003B000D"/>
    <w:rsid w:val="003B16E6"/>
    <w:rsid w:val="003B22F6"/>
    <w:rsid w:val="003B35F0"/>
    <w:rsid w:val="003B37A3"/>
    <w:rsid w:val="003B4623"/>
    <w:rsid w:val="003C3474"/>
    <w:rsid w:val="003C3ECA"/>
    <w:rsid w:val="003C596B"/>
    <w:rsid w:val="003C6298"/>
    <w:rsid w:val="003C76A1"/>
    <w:rsid w:val="003D1C31"/>
    <w:rsid w:val="003D241C"/>
    <w:rsid w:val="003D565A"/>
    <w:rsid w:val="003D6BE1"/>
    <w:rsid w:val="003D7D06"/>
    <w:rsid w:val="003E57D6"/>
    <w:rsid w:val="003E6D96"/>
    <w:rsid w:val="003E6E8F"/>
    <w:rsid w:val="003E743B"/>
    <w:rsid w:val="003F1D69"/>
    <w:rsid w:val="003F41D1"/>
    <w:rsid w:val="004040FC"/>
    <w:rsid w:val="004042DF"/>
    <w:rsid w:val="00404B20"/>
    <w:rsid w:val="004054FB"/>
    <w:rsid w:val="00405BCF"/>
    <w:rsid w:val="00407176"/>
    <w:rsid w:val="00412890"/>
    <w:rsid w:val="004142C4"/>
    <w:rsid w:val="00414EF5"/>
    <w:rsid w:val="0041718D"/>
    <w:rsid w:val="004229A8"/>
    <w:rsid w:val="00423A14"/>
    <w:rsid w:val="00425BD0"/>
    <w:rsid w:val="00426C5A"/>
    <w:rsid w:val="004328BF"/>
    <w:rsid w:val="00441973"/>
    <w:rsid w:val="004420E6"/>
    <w:rsid w:val="00442518"/>
    <w:rsid w:val="00443EFD"/>
    <w:rsid w:val="00444450"/>
    <w:rsid w:val="00444536"/>
    <w:rsid w:val="00447018"/>
    <w:rsid w:val="00447AF5"/>
    <w:rsid w:val="0045161A"/>
    <w:rsid w:val="00451EDE"/>
    <w:rsid w:val="004523B8"/>
    <w:rsid w:val="00455131"/>
    <w:rsid w:val="00455919"/>
    <w:rsid w:val="00460410"/>
    <w:rsid w:val="004606BC"/>
    <w:rsid w:val="00463912"/>
    <w:rsid w:val="004651AE"/>
    <w:rsid w:val="0046544F"/>
    <w:rsid w:val="00465E22"/>
    <w:rsid w:val="00467862"/>
    <w:rsid w:val="004720EF"/>
    <w:rsid w:val="00474A95"/>
    <w:rsid w:val="00476F55"/>
    <w:rsid w:val="0047728E"/>
    <w:rsid w:val="0048137D"/>
    <w:rsid w:val="0048283C"/>
    <w:rsid w:val="00483A2F"/>
    <w:rsid w:val="004847E4"/>
    <w:rsid w:val="0048729F"/>
    <w:rsid w:val="00490EAE"/>
    <w:rsid w:val="00495A68"/>
    <w:rsid w:val="00496D2A"/>
    <w:rsid w:val="004A1E60"/>
    <w:rsid w:val="004A2A43"/>
    <w:rsid w:val="004A3C0A"/>
    <w:rsid w:val="004A3DB5"/>
    <w:rsid w:val="004A4287"/>
    <w:rsid w:val="004A5750"/>
    <w:rsid w:val="004B1244"/>
    <w:rsid w:val="004B2028"/>
    <w:rsid w:val="004B4B14"/>
    <w:rsid w:val="004C0B66"/>
    <w:rsid w:val="004C1906"/>
    <w:rsid w:val="004C2290"/>
    <w:rsid w:val="004C2A61"/>
    <w:rsid w:val="004C56CE"/>
    <w:rsid w:val="004C6061"/>
    <w:rsid w:val="004C6298"/>
    <w:rsid w:val="004C7474"/>
    <w:rsid w:val="004D098F"/>
    <w:rsid w:val="004D1733"/>
    <w:rsid w:val="004D5282"/>
    <w:rsid w:val="004D5C08"/>
    <w:rsid w:val="004D693C"/>
    <w:rsid w:val="004E192F"/>
    <w:rsid w:val="004E1EC8"/>
    <w:rsid w:val="004E3B6E"/>
    <w:rsid w:val="004E4028"/>
    <w:rsid w:val="004F68A3"/>
    <w:rsid w:val="00500E68"/>
    <w:rsid w:val="00501CD6"/>
    <w:rsid w:val="00502B60"/>
    <w:rsid w:val="00502EF0"/>
    <w:rsid w:val="00503057"/>
    <w:rsid w:val="00503445"/>
    <w:rsid w:val="005036FE"/>
    <w:rsid w:val="00503D8E"/>
    <w:rsid w:val="00505341"/>
    <w:rsid w:val="00506E0D"/>
    <w:rsid w:val="005076ED"/>
    <w:rsid w:val="00511AFF"/>
    <w:rsid w:val="0051210F"/>
    <w:rsid w:val="00513ADE"/>
    <w:rsid w:val="0051767D"/>
    <w:rsid w:val="005204C6"/>
    <w:rsid w:val="00521E63"/>
    <w:rsid w:val="005221B3"/>
    <w:rsid w:val="00522A77"/>
    <w:rsid w:val="00523091"/>
    <w:rsid w:val="00524EDC"/>
    <w:rsid w:val="00526AFB"/>
    <w:rsid w:val="0052773D"/>
    <w:rsid w:val="00527C26"/>
    <w:rsid w:val="00527D01"/>
    <w:rsid w:val="00530C8F"/>
    <w:rsid w:val="00531EC6"/>
    <w:rsid w:val="005366AF"/>
    <w:rsid w:val="0053769F"/>
    <w:rsid w:val="00540210"/>
    <w:rsid w:val="0054332E"/>
    <w:rsid w:val="00543B0C"/>
    <w:rsid w:val="00544153"/>
    <w:rsid w:val="00546F1F"/>
    <w:rsid w:val="00547856"/>
    <w:rsid w:val="00550F6F"/>
    <w:rsid w:val="005517C6"/>
    <w:rsid w:val="0055302F"/>
    <w:rsid w:val="00555FD4"/>
    <w:rsid w:val="00556183"/>
    <w:rsid w:val="00561B85"/>
    <w:rsid w:val="0056213E"/>
    <w:rsid w:val="00562D18"/>
    <w:rsid w:val="00563612"/>
    <w:rsid w:val="0056458D"/>
    <w:rsid w:val="005654D9"/>
    <w:rsid w:val="00570446"/>
    <w:rsid w:val="00571E5C"/>
    <w:rsid w:val="0057253B"/>
    <w:rsid w:val="005728E3"/>
    <w:rsid w:val="00574955"/>
    <w:rsid w:val="00575DE7"/>
    <w:rsid w:val="00575E23"/>
    <w:rsid w:val="00580B4C"/>
    <w:rsid w:val="005819DD"/>
    <w:rsid w:val="00582194"/>
    <w:rsid w:val="00584B1C"/>
    <w:rsid w:val="00586B36"/>
    <w:rsid w:val="00587012"/>
    <w:rsid w:val="00587573"/>
    <w:rsid w:val="00593126"/>
    <w:rsid w:val="0059581F"/>
    <w:rsid w:val="00595E7B"/>
    <w:rsid w:val="005961F6"/>
    <w:rsid w:val="00596514"/>
    <w:rsid w:val="005A0BE3"/>
    <w:rsid w:val="005A1A85"/>
    <w:rsid w:val="005A5727"/>
    <w:rsid w:val="005A5BE7"/>
    <w:rsid w:val="005A6A53"/>
    <w:rsid w:val="005A70D4"/>
    <w:rsid w:val="005B51A3"/>
    <w:rsid w:val="005C1F58"/>
    <w:rsid w:val="005C36FB"/>
    <w:rsid w:val="005C6142"/>
    <w:rsid w:val="005D00F4"/>
    <w:rsid w:val="005D47D3"/>
    <w:rsid w:val="005D5C92"/>
    <w:rsid w:val="005E04E6"/>
    <w:rsid w:val="005E0972"/>
    <w:rsid w:val="005E51A6"/>
    <w:rsid w:val="005E5E32"/>
    <w:rsid w:val="005F0D12"/>
    <w:rsid w:val="005F4DB1"/>
    <w:rsid w:val="00601686"/>
    <w:rsid w:val="00602F06"/>
    <w:rsid w:val="006171F8"/>
    <w:rsid w:val="006236DA"/>
    <w:rsid w:val="00623E9C"/>
    <w:rsid w:val="00626095"/>
    <w:rsid w:val="0063005A"/>
    <w:rsid w:val="00630D49"/>
    <w:rsid w:val="00632389"/>
    <w:rsid w:val="006329AC"/>
    <w:rsid w:val="006379DE"/>
    <w:rsid w:val="00637C5F"/>
    <w:rsid w:val="00637E98"/>
    <w:rsid w:val="00640E9F"/>
    <w:rsid w:val="00642E79"/>
    <w:rsid w:val="00646AC1"/>
    <w:rsid w:val="00651256"/>
    <w:rsid w:val="00651903"/>
    <w:rsid w:val="00652926"/>
    <w:rsid w:val="00652B2F"/>
    <w:rsid w:val="006535D3"/>
    <w:rsid w:val="00656A0F"/>
    <w:rsid w:val="00657A6E"/>
    <w:rsid w:val="006607D9"/>
    <w:rsid w:val="00661A4D"/>
    <w:rsid w:val="0066318A"/>
    <w:rsid w:val="00664E20"/>
    <w:rsid w:val="00666C74"/>
    <w:rsid w:val="0066782C"/>
    <w:rsid w:val="00667BF6"/>
    <w:rsid w:val="00672BAC"/>
    <w:rsid w:val="006735E1"/>
    <w:rsid w:val="0067735F"/>
    <w:rsid w:val="00681C17"/>
    <w:rsid w:val="0068210C"/>
    <w:rsid w:val="00682D23"/>
    <w:rsid w:val="00686B4E"/>
    <w:rsid w:val="00686FE0"/>
    <w:rsid w:val="006911F7"/>
    <w:rsid w:val="006954AA"/>
    <w:rsid w:val="00696219"/>
    <w:rsid w:val="006962F4"/>
    <w:rsid w:val="006A4766"/>
    <w:rsid w:val="006A78AF"/>
    <w:rsid w:val="006B0238"/>
    <w:rsid w:val="006B09E2"/>
    <w:rsid w:val="006B33F8"/>
    <w:rsid w:val="006B3D68"/>
    <w:rsid w:val="006B4083"/>
    <w:rsid w:val="006B5939"/>
    <w:rsid w:val="006B68FA"/>
    <w:rsid w:val="006C4AFC"/>
    <w:rsid w:val="006D1F1D"/>
    <w:rsid w:val="006D27E7"/>
    <w:rsid w:val="006D37C7"/>
    <w:rsid w:val="006D3E3F"/>
    <w:rsid w:val="006E0284"/>
    <w:rsid w:val="006E04D4"/>
    <w:rsid w:val="006E1496"/>
    <w:rsid w:val="006E43B5"/>
    <w:rsid w:val="006E6C30"/>
    <w:rsid w:val="006E73E0"/>
    <w:rsid w:val="006E78F1"/>
    <w:rsid w:val="006F23BF"/>
    <w:rsid w:val="006F3489"/>
    <w:rsid w:val="006F37AB"/>
    <w:rsid w:val="006F4546"/>
    <w:rsid w:val="006F4E71"/>
    <w:rsid w:val="006F6B07"/>
    <w:rsid w:val="00700689"/>
    <w:rsid w:val="007015AD"/>
    <w:rsid w:val="00702E10"/>
    <w:rsid w:val="0070668A"/>
    <w:rsid w:val="00706970"/>
    <w:rsid w:val="00706B21"/>
    <w:rsid w:val="00706CB1"/>
    <w:rsid w:val="00711973"/>
    <w:rsid w:val="007125BC"/>
    <w:rsid w:val="00712B05"/>
    <w:rsid w:val="00721DCE"/>
    <w:rsid w:val="00722E4C"/>
    <w:rsid w:val="0072693D"/>
    <w:rsid w:val="00726A05"/>
    <w:rsid w:val="00727068"/>
    <w:rsid w:val="00730615"/>
    <w:rsid w:val="0073438D"/>
    <w:rsid w:val="007344C7"/>
    <w:rsid w:val="00734EF4"/>
    <w:rsid w:val="00742497"/>
    <w:rsid w:val="007431D1"/>
    <w:rsid w:val="007454EC"/>
    <w:rsid w:val="00752819"/>
    <w:rsid w:val="00752AA1"/>
    <w:rsid w:val="00752D9D"/>
    <w:rsid w:val="0075489F"/>
    <w:rsid w:val="00754CD9"/>
    <w:rsid w:val="007556F5"/>
    <w:rsid w:val="007561F3"/>
    <w:rsid w:val="00756F5F"/>
    <w:rsid w:val="00757B2F"/>
    <w:rsid w:val="00762928"/>
    <w:rsid w:val="007678C6"/>
    <w:rsid w:val="00770C39"/>
    <w:rsid w:val="007714E3"/>
    <w:rsid w:val="007766FC"/>
    <w:rsid w:val="007778EF"/>
    <w:rsid w:val="007822A7"/>
    <w:rsid w:val="007825BD"/>
    <w:rsid w:val="00783924"/>
    <w:rsid w:val="00783DDB"/>
    <w:rsid w:val="00784E88"/>
    <w:rsid w:val="00784ED1"/>
    <w:rsid w:val="00785EB2"/>
    <w:rsid w:val="00791784"/>
    <w:rsid w:val="0079195F"/>
    <w:rsid w:val="00792113"/>
    <w:rsid w:val="00792454"/>
    <w:rsid w:val="00793467"/>
    <w:rsid w:val="007935B1"/>
    <w:rsid w:val="0079397E"/>
    <w:rsid w:val="00793994"/>
    <w:rsid w:val="007940C5"/>
    <w:rsid w:val="007A04E4"/>
    <w:rsid w:val="007A16C2"/>
    <w:rsid w:val="007A18BF"/>
    <w:rsid w:val="007A3127"/>
    <w:rsid w:val="007A456A"/>
    <w:rsid w:val="007A74C9"/>
    <w:rsid w:val="007B1203"/>
    <w:rsid w:val="007B2E05"/>
    <w:rsid w:val="007B5489"/>
    <w:rsid w:val="007B67E1"/>
    <w:rsid w:val="007C2295"/>
    <w:rsid w:val="007C3A89"/>
    <w:rsid w:val="007C7F3B"/>
    <w:rsid w:val="007D1F79"/>
    <w:rsid w:val="007D28A2"/>
    <w:rsid w:val="007E0BAC"/>
    <w:rsid w:val="007E2FC1"/>
    <w:rsid w:val="007E3654"/>
    <w:rsid w:val="007E3CE6"/>
    <w:rsid w:val="007F2F30"/>
    <w:rsid w:val="007F4C71"/>
    <w:rsid w:val="007F6411"/>
    <w:rsid w:val="007F64BE"/>
    <w:rsid w:val="0080401A"/>
    <w:rsid w:val="008042E2"/>
    <w:rsid w:val="00805E4B"/>
    <w:rsid w:val="00810525"/>
    <w:rsid w:val="00811D20"/>
    <w:rsid w:val="00812E88"/>
    <w:rsid w:val="00815924"/>
    <w:rsid w:val="0081781D"/>
    <w:rsid w:val="00822EE8"/>
    <w:rsid w:val="0082350B"/>
    <w:rsid w:val="00826031"/>
    <w:rsid w:val="008277ED"/>
    <w:rsid w:val="0083015E"/>
    <w:rsid w:val="00830EFF"/>
    <w:rsid w:val="00831E24"/>
    <w:rsid w:val="00843B93"/>
    <w:rsid w:val="00846E36"/>
    <w:rsid w:val="00850072"/>
    <w:rsid w:val="0085411C"/>
    <w:rsid w:val="00854E43"/>
    <w:rsid w:val="008568BE"/>
    <w:rsid w:val="008578FE"/>
    <w:rsid w:val="008614EF"/>
    <w:rsid w:val="00861CE0"/>
    <w:rsid w:val="00862443"/>
    <w:rsid w:val="00863320"/>
    <w:rsid w:val="00864240"/>
    <w:rsid w:val="0086678C"/>
    <w:rsid w:val="00866E10"/>
    <w:rsid w:val="0087127B"/>
    <w:rsid w:val="0087141A"/>
    <w:rsid w:val="00882D8F"/>
    <w:rsid w:val="008842FF"/>
    <w:rsid w:val="00884491"/>
    <w:rsid w:val="00884F19"/>
    <w:rsid w:val="008856C9"/>
    <w:rsid w:val="00887465"/>
    <w:rsid w:val="0088757B"/>
    <w:rsid w:val="00890EFE"/>
    <w:rsid w:val="008942AE"/>
    <w:rsid w:val="008A1B08"/>
    <w:rsid w:val="008A3B85"/>
    <w:rsid w:val="008A51CE"/>
    <w:rsid w:val="008A5DE7"/>
    <w:rsid w:val="008B06BD"/>
    <w:rsid w:val="008B09E5"/>
    <w:rsid w:val="008B0EBD"/>
    <w:rsid w:val="008B1147"/>
    <w:rsid w:val="008B586D"/>
    <w:rsid w:val="008B623F"/>
    <w:rsid w:val="008C17D0"/>
    <w:rsid w:val="008C73D4"/>
    <w:rsid w:val="008C7BCA"/>
    <w:rsid w:val="008C7CD9"/>
    <w:rsid w:val="008D0552"/>
    <w:rsid w:val="008D10CD"/>
    <w:rsid w:val="008D2A3B"/>
    <w:rsid w:val="008D4B6C"/>
    <w:rsid w:val="008D5032"/>
    <w:rsid w:val="008D59C5"/>
    <w:rsid w:val="008D72F7"/>
    <w:rsid w:val="008E1FF3"/>
    <w:rsid w:val="008E2C24"/>
    <w:rsid w:val="008E3D21"/>
    <w:rsid w:val="008E535E"/>
    <w:rsid w:val="008E6098"/>
    <w:rsid w:val="008E6510"/>
    <w:rsid w:val="008F0E4C"/>
    <w:rsid w:val="008F25F9"/>
    <w:rsid w:val="008F480C"/>
    <w:rsid w:val="008F610C"/>
    <w:rsid w:val="008F76FC"/>
    <w:rsid w:val="00900C75"/>
    <w:rsid w:val="00901F36"/>
    <w:rsid w:val="00903842"/>
    <w:rsid w:val="00904185"/>
    <w:rsid w:val="0091111D"/>
    <w:rsid w:val="00912DAC"/>
    <w:rsid w:val="009149B8"/>
    <w:rsid w:val="00914B01"/>
    <w:rsid w:val="00915E0A"/>
    <w:rsid w:val="00916741"/>
    <w:rsid w:val="009211DF"/>
    <w:rsid w:val="0092161B"/>
    <w:rsid w:val="009256E2"/>
    <w:rsid w:val="00930F97"/>
    <w:rsid w:val="00932D1B"/>
    <w:rsid w:val="0093634A"/>
    <w:rsid w:val="009367B3"/>
    <w:rsid w:val="00937BCE"/>
    <w:rsid w:val="00942ACC"/>
    <w:rsid w:val="00944909"/>
    <w:rsid w:val="00950B98"/>
    <w:rsid w:val="00951AED"/>
    <w:rsid w:val="009521C0"/>
    <w:rsid w:val="00952CC8"/>
    <w:rsid w:val="00963B3C"/>
    <w:rsid w:val="00964852"/>
    <w:rsid w:val="0096497B"/>
    <w:rsid w:val="00964E82"/>
    <w:rsid w:val="00971013"/>
    <w:rsid w:val="00971599"/>
    <w:rsid w:val="0097352E"/>
    <w:rsid w:val="00985A73"/>
    <w:rsid w:val="00986A2F"/>
    <w:rsid w:val="00987AFD"/>
    <w:rsid w:val="00990D7E"/>
    <w:rsid w:val="0099199F"/>
    <w:rsid w:val="009944D2"/>
    <w:rsid w:val="00995A3C"/>
    <w:rsid w:val="00997BB1"/>
    <w:rsid w:val="009A2B80"/>
    <w:rsid w:val="009A2F6F"/>
    <w:rsid w:val="009A308E"/>
    <w:rsid w:val="009A7734"/>
    <w:rsid w:val="009B04A4"/>
    <w:rsid w:val="009B4614"/>
    <w:rsid w:val="009B7E1A"/>
    <w:rsid w:val="009C0999"/>
    <w:rsid w:val="009C1C98"/>
    <w:rsid w:val="009C49EA"/>
    <w:rsid w:val="009C651D"/>
    <w:rsid w:val="009C7006"/>
    <w:rsid w:val="009C78C7"/>
    <w:rsid w:val="009C7D80"/>
    <w:rsid w:val="009D420F"/>
    <w:rsid w:val="009E0CAC"/>
    <w:rsid w:val="009F025B"/>
    <w:rsid w:val="009F180E"/>
    <w:rsid w:val="009F1DCF"/>
    <w:rsid w:val="009F6363"/>
    <w:rsid w:val="009F6855"/>
    <w:rsid w:val="009F6B5B"/>
    <w:rsid w:val="009F6EC1"/>
    <w:rsid w:val="009F7BF0"/>
    <w:rsid w:val="00A032AA"/>
    <w:rsid w:val="00A04457"/>
    <w:rsid w:val="00A0583A"/>
    <w:rsid w:val="00A07151"/>
    <w:rsid w:val="00A11C3D"/>
    <w:rsid w:val="00A12C0D"/>
    <w:rsid w:val="00A1367A"/>
    <w:rsid w:val="00A15A50"/>
    <w:rsid w:val="00A16592"/>
    <w:rsid w:val="00A1732D"/>
    <w:rsid w:val="00A21408"/>
    <w:rsid w:val="00A22F20"/>
    <w:rsid w:val="00A25F40"/>
    <w:rsid w:val="00A271DE"/>
    <w:rsid w:val="00A3307C"/>
    <w:rsid w:val="00A34500"/>
    <w:rsid w:val="00A358C2"/>
    <w:rsid w:val="00A37682"/>
    <w:rsid w:val="00A37DC6"/>
    <w:rsid w:val="00A37DDF"/>
    <w:rsid w:val="00A40470"/>
    <w:rsid w:val="00A41B02"/>
    <w:rsid w:val="00A41C25"/>
    <w:rsid w:val="00A41E7C"/>
    <w:rsid w:val="00A423D5"/>
    <w:rsid w:val="00A42ECD"/>
    <w:rsid w:val="00A444BE"/>
    <w:rsid w:val="00A4772E"/>
    <w:rsid w:val="00A4792B"/>
    <w:rsid w:val="00A52029"/>
    <w:rsid w:val="00A5369E"/>
    <w:rsid w:val="00A538D7"/>
    <w:rsid w:val="00A54C30"/>
    <w:rsid w:val="00A5504C"/>
    <w:rsid w:val="00A55381"/>
    <w:rsid w:val="00A574F8"/>
    <w:rsid w:val="00A6023E"/>
    <w:rsid w:val="00A6079B"/>
    <w:rsid w:val="00A623B1"/>
    <w:rsid w:val="00A636CE"/>
    <w:rsid w:val="00A63DF6"/>
    <w:rsid w:val="00A64529"/>
    <w:rsid w:val="00A64C62"/>
    <w:rsid w:val="00A65643"/>
    <w:rsid w:val="00A65AFA"/>
    <w:rsid w:val="00A6610A"/>
    <w:rsid w:val="00A66DE2"/>
    <w:rsid w:val="00A70569"/>
    <w:rsid w:val="00A71032"/>
    <w:rsid w:val="00A74330"/>
    <w:rsid w:val="00A82847"/>
    <w:rsid w:val="00A83B8C"/>
    <w:rsid w:val="00A8741E"/>
    <w:rsid w:val="00A87973"/>
    <w:rsid w:val="00A905EB"/>
    <w:rsid w:val="00A9366B"/>
    <w:rsid w:val="00A957E3"/>
    <w:rsid w:val="00A97C40"/>
    <w:rsid w:val="00A97F38"/>
    <w:rsid w:val="00AA0654"/>
    <w:rsid w:val="00AA1BF1"/>
    <w:rsid w:val="00AA23B3"/>
    <w:rsid w:val="00AA3CB4"/>
    <w:rsid w:val="00AA3E0A"/>
    <w:rsid w:val="00AA4743"/>
    <w:rsid w:val="00AB07F5"/>
    <w:rsid w:val="00AB3E75"/>
    <w:rsid w:val="00AB5CA9"/>
    <w:rsid w:val="00AC2156"/>
    <w:rsid w:val="00AC301E"/>
    <w:rsid w:val="00AC7804"/>
    <w:rsid w:val="00AD25D3"/>
    <w:rsid w:val="00AD54D9"/>
    <w:rsid w:val="00AD5969"/>
    <w:rsid w:val="00AD5F0B"/>
    <w:rsid w:val="00AD68B2"/>
    <w:rsid w:val="00AD7ED8"/>
    <w:rsid w:val="00AE01FB"/>
    <w:rsid w:val="00AE2BC2"/>
    <w:rsid w:val="00AF1CC0"/>
    <w:rsid w:val="00AF2886"/>
    <w:rsid w:val="00AF2F21"/>
    <w:rsid w:val="00AF41A0"/>
    <w:rsid w:val="00AF49AB"/>
    <w:rsid w:val="00AF5C40"/>
    <w:rsid w:val="00B024C9"/>
    <w:rsid w:val="00B035D6"/>
    <w:rsid w:val="00B06427"/>
    <w:rsid w:val="00B06E1C"/>
    <w:rsid w:val="00B114BD"/>
    <w:rsid w:val="00B11B96"/>
    <w:rsid w:val="00B11EDC"/>
    <w:rsid w:val="00B13B58"/>
    <w:rsid w:val="00B13E90"/>
    <w:rsid w:val="00B15457"/>
    <w:rsid w:val="00B15FF6"/>
    <w:rsid w:val="00B17160"/>
    <w:rsid w:val="00B171D7"/>
    <w:rsid w:val="00B23FC9"/>
    <w:rsid w:val="00B255AC"/>
    <w:rsid w:val="00B2575B"/>
    <w:rsid w:val="00B26A8E"/>
    <w:rsid w:val="00B304BB"/>
    <w:rsid w:val="00B319AF"/>
    <w:rsid w:val="00B3376B"/>
    <w:rsid w:val="00B37CD7"/>
    <w:rsid w:val="00B40644"/>
    <w:rsid w:val="00B40D0F"/>
    <w:rsid w:val="00B42831"/>
    <w:rsid w:val="00B430FF"/>
    <w:rsid w:val="00B431AC"/>
    <w:rsid w:val="00B45B21"/>
    <w:rsid w:val="00B4605F"/>
    <w:rsid w:val="00B46D66"/>
    <w:rsid w:val="00B4770C"/>
    <w:rsid w:val="00B50548"/>
    <w:rsid w:val="00B5331B"/>
    <w:rsid w:val="00B541C9"/>
    <w:rsid w:val="00B55C40"/>
    <w:rsid w:val="00B55C60"/>
    <w:rsid w:val="00B5602F"/>
    <w:rsid w:val="00B571D3"/>
    <w:rsid w:val="00B57510"/>
    <w:rsid w:val="00B57F68"/>
    <w:rsid w:val="00B65963"/>
    <w:rsid w:val="00B70160"/>
    <w:rsid w:val="00B72D42"/>
    <w:rsid w:val="00B73786"/>
    <w:rsid w:val="00B76E11"/>
    <w:rsid w:val="00B81A0E"/>
    <w:rsid w:val="00B84796"/>
    <w:rsid w:val="00B86935"/>
    <w:rsid w:val="00B86D19"/>
    <w:rsid w:val="00B8790B"/>
    <w:rsid w:val="00B90273"/>
    <w:rsid w:val="00B92631"/>
    <w:rsid w:val="00B9330E"/>
    <w:rsid w:val="00B94079"/>
    <w:rsid w:val="00B96BF9"/>
    <w:rsid w:val="00B97482"/>
    <w:rsid w:val="00B97506"/>
    <w:rsid w:val="00BA0210"/>
    <w:rsid w:val="00BB4A78"/>
    <w:rsid w:val="00BB6882"/>
    <w:rsid w:val="00BB7E5B"/>
    <w:rsid w:val="00BC0EC0"/>
    <w:rsid w:val="00BC2748"/>
    <w:rsid w:val="00BC6105"/>
    <w:rsid w:val="00BC7341"/>
    <w:rsid w:val="00BD0DC8"/>
    <w:rsid w:val="00BD0F16"/>
    <w:rsid w:val="00BD1562"/>
    <w:rsid w:val="00BE15F4"/>
    <w:rsid w:val="00BE6CA1"/>
    <w:rsid w:val="00BF17D1"/>
    <w:rsid w:val="00BF6B94"/>
    <w:rsid w:val="00BF6D5F"/>
    <w:rsid w:val="00C02975"/>
    <w:rsid w:val="00C034DF"/>
    <w:rsid w:val="00C06A5B"/>
    <w:rsid w:val="00C10759"/>
    <w:rsid w:val="00C132DC"/>
    <w:rsid w:val="00C14846"/>
    <w:rsid w:val="00C1769B"/>
    <w:rsid w:val="00C23853"/>
    <w:rsid w:val="00C26D0D"/>
    <w:rsid w:val="00C278F9"/>
    <w:rsid w:val="00C3023C"/>
    <w:rsid w:val="00C340DF"/>
    <w:rsid w:val="00C36117"/>
    <w:rsid w:val="00C40751"/>
    <w:rsid w:val="00C414D3"/>
    <w:rsid w:val="00C425CB"/>
    <w:rsid w:val="00C43B69"/>
    <w:rsid w:val="00C500E9"/>
    <w:rsid w:val="00C50249"/>
    <w:rsid w:val="00C50B1A"/>
    <w:rsid w:val="00C5395B"/>
    <w:rsid w:val="00C53991"/>
    <w:rsid w:val="00C53ED6"/>
    <w:rsid w:val="00C54146"/>
    <w:rsid w:val="00C54E1D"/>
    <w:rsid w:val="00C5688D"/>
    <w:rsid w:val="00C575CA"/>
    <w:rsid w:val="00C60D07"/>
    <w:rsid w:val="00C61AFC"/>
    <w:rsid w:val="00C62C92"/>
    <w:rsid w:val="00C62C99"/>
    <w:rsid w:val="00C63B16"/>
    <w:rsid w:val="00C6473E"/>
    <w:rsid w:val="00C64D79"/>
    <w:rsid w:val="00C671E5"/>
    <w:rsid w:val="00C67C6D"/>
    <w:rsid w:val="00C72901"/>
    <w:rsid w:val="00C745D7"/>
    <w:rsid w:val="00C75219"/>
    <w:rsid w:val="00C837E0"/>
    <w:rsid w:val="00C84505"/>
    <w:rsid w:val="00C84A7B"/>
    <w:rsid w:val="00C865EE"/>
    <w:rsid w:val="00C871C7"/>
    <w:rsid w:val="00C87FEC"/>
    <w:rsid w:val="00C91D62"/>
    <w:rsid w:val="00C97E29"/>
    <w:rsid w:val="00CA1D7D"/>
    <w:rsid w:val="00CA671E"/>
    <w:rsid w:val="00CA7D42"/>
    <w:rsid w:val="00CA7DD5"/>
    <w:rsid w:val="00CB21E9"/>
    <w:rsid w:val="00CB22FF"/>
    <w:rsid w:val="00CB2FCF"/>
    <w:rsid w:val="00CB36A3"/>
    <w:rsid w:val="00CB588E"/>
    <w:rsid w:val="00CC27B4"/>
    <w:rsid w:val="00CC30F7"/>
    <w:rsid w:val="00CC423E"/>
    <w:rsid w:val="00CC59DD"/>
    <w:rsid w:val="00CC7351"/>
    <w:rsid w:val="00CD25C9"/>
    <w:rsid w:val="00CD293C"/>
    <w:rsid w:val="00CD36B7"/>
    <w:rsid w:val="00CD75A0"/>
    <w:rsid w:val="00CD7A57"/>
    <w:rsid w:val="00CE1D26"/>
    <w:rsid w:val="00CE5326"/>
    <w:rsid w:val="00CF0D1B"/>
    <w:rsid w:val="00CF0EFA"/>
    <w:rsid w:val="00CF2E9E"/>
    <w:rsid w:val="00CF38E2"/>
    <w:rsid w:val="00CF3D42"/>
    <w:rsid w:val="00CF4E17"/>
    <w:rsid w:val="00CF6928"/>
    <w:rsid w:val="00CF7465"/>
    <w:rsid w:val="00D03637"/>
    <w:rsid w:val="00D037FF"/>
    <w:rsid w:val="00D0401E"/>
    <w:rsid w:val="00D10E4F"/>
    <w:rsid w:val="00D1342E"/>
    <w:rsid w:val="00D14F64"/>
    <w:rsid w:val="00D15813"/>
    <w:rsid w:val="00D1735C"/>
    <w:rsid w:val="00D17B3E"/>
    <w:rsid w:val="00D202A2"/>
    <w:rsid w:val="00D205AA"/>
    <w:rsid w:val="00D20BDE"/>
    <w:rsid w:val="00D2492B"/>
    <w:rsid w:val="00D2503A"/>
    <w:rsid w:val="00D263B0"/>
    <w:rsid w:val="00D27ECD"/>
    <w:rsid w:val="00D303C5"/>
    <w:rsid w:val="00D33390"/>
    <w:rsid w:val="00D34826"/>
    <w:rsid w:val="00D356C6"/>
    <w:rsid w:val="00D40D85"/>
    <w:rsid w:val="00D435FB"/>
    <w:rsid w:val="00D43BB4"/>
    <w:rsid w:val="00D448EE"/>
    <w:rsid w:val="00D470B4"/>
    <w:rsid w:val="00D54C94"/>
    <w:rsid w:val="00D56A66"/>
    <w:rsid w:val="00D578CF"/>
    <w:rsid w:val="00D602EC"/>
    <w:rsid w:val="00D6080A"/>
    <w:rsid w:val="00D60B10"/>
    <w:rsid w:val="00D60B32"/>
    <w:rsid w:val="00D62447"/>
    <w:rsid w:val="00D66CBB"/>
    <w:rsid w:val="00D66D99"/>
    <w:rsid w:val="00D6733B"/>
    <w:rsid w:val="00D71BCB"/>
    <w:rsid w:val="00D730DF"/>
    <w:rsid w:val="00D74240"/>
    <w:rsid w:val="00D77440"/>
    <w:rsid w:val="00D77B2D"/>
    <w:rsid w:val="00D77C0E"/>
    <w:rsid w:val="00D803C5"/>
    <w:rsid w:val="00D8164D"/>
    <w:rsid w:val="00D831AA"/>
    <w:rsid w:val="00D83C83"/>
    <w:rsid w:val="00D83EB1"/>
    <w:rsid w:val="00D879B9"/>
    <w:rsid w:val="00D87D8E"/>
    <w:rsid w:val="00D93122"/>
    <w:rsid w:val="00D93700"/>
    <w:rsid w:val="00D939D6"/>
    <w:rsid w:val="00D94CF6"/>
    <w:rsid w:val="00D95065"/>
    <w:rsid w:val="00D95F86"/>
    <w:rsid w:val="00D964A9"/>
    <w:rsid w:val="00DA104C"/>
    <w:rsid w:val="00DA115F"/>
    <w:rsid w:val="00DA28A0"/>
    <w:rsid w:val="00DA28B1"/>
    <w:rsid w:val="00DA3ABC"/>
    <w:rsid w:val="00DA3F44"/>
    <w:rsid w:val="00DA4173"/>
    <w:rsid w:val="00DA52DE"/>
    <w:rsid w:val="00DA5EAB"/>
    <w:rsid w:val="00DA67CD"/>
    <w:rsid w:val="00DA6C4F"/>
    <w:rsid w:val="00DB1471"/>
    <w:rsid w:val="00DB52E4"/>
    <w:rsid w:val="00DC2AF1"/>
    <w:rsid w:val="00DC7469"/>
    <w:rsid w:val="00DD0301"/>
    <w:rsid w:val="00DD09F8"/>
    <w:rsid w:val="00DD7118"/>
    <w:rsid w:val="00DE35B8"/>
    <w:rsid w:val="00DE4603"/>
    <w:rsid w:val="00DE5F51"/>
    <w:rsid w:val="00DF035E"/>
    <w:rsid w:val="00DF105E"/>
    <w:rsid w:val="00DF41FC"/>
    <w:rsid w:val="00DF606E"/>
    <w:rsid w:val="00E03C05"/>
    <w:rsid w:val="00E063D4"/>
    <w:rsid w:val="00E12688"/>
    <w:rsid w:val="00E22CB3"/>
    <w:rsid w:val="00E24FCA"/>
    <w:rsid w:val="00E254F4"/>
    <w:rsid w:val="00E2779A"/>
    <w:rsid w:val="00E31C86"/>
    <w:rsid w:val="00E32D8D"/>
    <w:rsid w:val="00E34435"/>
    <w:rsid w:val="00E3475A"/>
    <w:rsid w:val="00E37A01"/>
    <w:rsid w:val="00E40F10"/>
    <w:rsid w:val="00E43143"/>
    <w:rsid w:val="00E454C8"/>
    <w:rsid w:val="00E456A4"/>
    <w:rsid w:val="00E52E48"/>
    <w:rsid w:val="00E52FAB"/>
    <w:rsid w:val="00E55B75"/>
    <w:rsid w:val="00E55FF0"/>
    <w:rsid w:val="00E56C5D"/>
    <w:rsid w:val="00E63281"/>
    <w:rsid w:val="00E641FC"/>
    <w:rsid w:val="00E66032"/>
    <w:rsid w:val="00E66C71"/>
    <w:rsid w:val="00E711B1"/>
    <w:rsid w:val="00E71737"/>
    <w:rsid w:val="00E72594"/>
    <w:rsid w:val="00E768B2"/>
    <w:rsid w:val="00E83996"/>
    <w:rsid w:val="00E865A7"/>
    <w:rsid w:val="00E86780"/>
    <w:rsid w:val="00E90B93"/>
    <w:rsid w:val="00E92A65"/>
    <w:rsid w:val="00E956B2"/>
    <w:rsid w:val="00EA4842"/>
    <w:rsid w:val="00EA6A36"/>
    <w:rsid w:val="00EA7D2B"/>
    <w:rsid w:val="00EB154D"/>
    <w:rsid w:val="00EB3B04"/>
    <w:rsid w:val="00EB4AB5"/>
    <w:rsid w:val="00EB4D45"/>
    <w:rsid w:val="00EB6FD4"/>
    <w:rsid w:val="00EB71A5"/>
    <w:rsid w:val="00EC0FDC"/>
    <w:rsid w:val="00EC14F1"/>
    <w:rsid w:val="00EC1678"/>
    <w:rsid w:val="00EC5927"/>
    <w:rsid w:val="00ED055E"/>
    <w:rsid w:val="00ED23AD"/>
    <w:rsid w:val="00ED343D"/>
    <w:rsid w:val="00ED4A69"/>
    <w:rsid w:val="00ED4D5A"/>
    <w:rsid w:val="00EE13B8"/>
    <w:rsid w:val="00EE4DAB"/>
    <w:rsid w:val="00EE7B00"/>
    <w:rsid w:val="00EF4A01"/>
    <w:rsid w:val="00EF4B77"/>
    <w:rsid w:val="00EF4EC1"/>
    <w:rsid w:val="00EF6DD2"/>
    <w:rsid w:val="00F00C26"/>
    <w:rsid w:val="00F01739"/>
    <w:rsid w:val="00F019B2"/>
    <w:rsid w:val="00F0206F"/>
    <w:rsid w:val="00F028D4"/>
    <w:rsid w:val="00F04FF2"/>
    <w:rsid w:val="00F053FD"/>
    <w:rsid w:val="00F12E81"/>
    <w:rsid w:val="00F14A91"/>
    <w:rsid w:val="00F1522F"/>
    <w:rsid w:val="00F15CBB"/>
    <w:rsid w:val="00F17AB5"/>
    <w:rsid w:val="00F242BA"/>
    <w:rsid w:val="00F251F2"/>
    <w:rsid w:val="00F25DE0"/>
    <w:rsid w:val="00F26921"/>
    <w:rsid w:val="00F27F98"/>
    <w:rsid w:val="00F30AB6"/>
    <w:rsid w:val="00F31DB6"/>
    <w:rsid w:val="00F3287C"/>
    <w:rsid w:val="00F348FE"/>
    <w:rsid w:val="00F34F51"/>
    <w:rsid w:val="00F36521"/>
    <w:rsid w:val="00F369BB"/>
    <w:rsid w:val="00F36B83"/>
    <w:rsid w:val="00F3774A"/>
    <w:rsid w:val="00F44B85"/>
    <w:rsid w:val="00F462F3"/>
    <w:rsid w:val="00F470AF"/>
    <w:rsid w:val="00F51799"/>
    <w:rsid w:val="00F5314C"/>
    <w:rsid w:val="00F539EC"/>
    <w:rsid w:val="00F53D9C"/>
    <w:rsid w:val="00F544DA"/>
    <w:rsid w:val="00F550FA"/>
    <w:rsid w:val="00F5553D"/>
    <w:rsid w:val="00F56DCC"/>
    <w:rsid w:val="00F56FB8"/>
    <w:rsid w:val="00F6134C"/>
    <w:rsid w:val="00F64142"/>
    <w:rsid w:val="00F657FD"/>
    <w:rsid w:val="00F66CD9"/>
    <w:rsid w:val="00F67BB5"/>
    <w:rsid w:val="00F70BCB"/>
    <w:rsid w:val="00F72C65"/>
    <w:rsid w:val="00F76D46"/>
    <w:rsid w:val="00F773E2"/>
    <w:rsid w:val="00F84627"/>
    <w:rsid w:val="00F84921"/>
    <w:rsid w:val="00F96369"/>
    <w:rsid w:val="00F966B1"/>
    <w:rsid w:val="00F96E39"/>
    <w:rsid w:val="00F97ABE"/>
    <w:rsid w:val="00F97CCF"/>
    <w:rsid w:val="00FA20D4"/>
    <w:rsid w:val="00FA2811"/>
    <w:rsid w:val="00FA2D39"/>
    <w:rsid w:val="00FB1398"/>
    <w:rsid w:val="00FB144D"/>
    <w:rsid w:val="00FB382B"/>
    <w:rsid w:val="00FB3D7E"/>
    <w:rsid w:val="00FB454B"/>
    <w:rsid w:val="00FB48E0"/>
    <w:rsid w:val="00FB7464"/>
    <w:rsid w:val="00FC341A"/>
    <w:rsid w:val="00FC4F73"/>
    <w:rsid w:val="00FC59FD"/>
    <w:rsid w:val="00FD235A"/>
    <w:rsid w:val="00FD358C"/>
    <w:rsid w:val="00FD404D"/>
    <w:rsid w:val="00FD40FE"/>
    <w:rsid w:val="00FE17F8"/>
    <w:rsid w:val="00FE53BE"/>
    <w:rsid w:val="00FE5F85"/>
    <w:rsid w:val="00FE7C70"/>
    <w:rsid w:val="00FF0EB9"/>
    <w:rsid w:val="00FF0F50"/>
    <w:rsid w:val="00FF16DF"/>
    <w:rsid w:val="00FF2B9F"/>
    <w:rsid w:val="00FF330C"/>
    <w:rsid w:val="00FF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E9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40E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64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57F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6CD9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57F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57F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7FA3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536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6CD9"/>
    <w:rPr>
      <w:rFonts w:cs="Arial"/>
      <w:sz w:val="2"/>
    </w:rPr>
  </w:style>
  <w:style w:type="character" w:styleId="Hyperlink">
    <w:name w:val="Hyperlink"/>
    <w:basedOn w:val="DefaultParagraphFont"/>
    <w:uiPriority w:val="99"/>
    <w:rsid w:val="00DE4603"/>
    <w:rPr>
      <w:rFonts w:cs="Times New Roman"/>
      <w:color w:val="0000FF"/>
      <w:u w:val="single"/>
    </w:rPr>
  </w:style>
  <w:style w:type="paragraph" w:customStyle="1" w:styleId="formattext">
    <w:name w:val="formattext"/>
    <w:basedOn w:val="Normal"/>
    <w:uiPriority w:val="99"/>
    <w:rsid w:val="008842F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263B0"/>
    <w:pPr>
      <w:ind w:left="720"/>
      <w:contextualSpacing/>
    </w:pPr>
  </w:style>
  <w:style w:type="paragraph" w:styleId="NoSpacing">
    <w:name w:val="No Spacing"/>
    <w:uiPriority w:val="99"/>
    <w:qFormat/>
    <w:rsid w:val="004E402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xml-punctuation">
    <w:name w:val="xml-punctuation"/>
    <w:basedOn w:val="DefaultParagraphFont"/>
    <w:uiPriority w:val="99"/>
    <w:rsid w:val="00E24F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152</Words>
  <Characters>871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18</cp:revision>
  <cp:lastPrinted>2016-09-22T13:13:00Z</cp:lastPrinted>
  <dcterms:created xsi:type="dcterms:W3CDTF">2016-07-27T07:19:00Z</dcterms:created>
  <dcterms:modified xsi:type="dcterms:W3CDTF">2016-10-07T08:12:00Z</dcterms:modified>
</cp:coreProperties>
</file>