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99A" w:rsidRDefault="00F5199A" w:rsidP="00283EA1">
      <w:pPr>
        <w:jc w:val="center"/>
        <w:rPr>
          <w:rStyle w:val="xml-punctuation"/>
          <w:b/>
          <w:color w:val="000000"/>
        </w:rPr>
      </w:pPr>
      <w:r w:rsidRPr="003D1C31">
        <w:rPr>
          <w:rStyle w:val="xml-punctuation"/>
          <w:rFonts w:ascii="Times New Roman" w:hAnsi="Times New Roman"/>
          <w:b/>
          <w:color w:val="000000"/>
          <w:sz w:val="28"/>
          <w:szCs w:val="28"/>
        </w:rPr>
        <w:t>ЗАКОН УЛЬЯНОВСКОЙ ОБЛАСТИ</w:t>
      </w:r>
    </w:p>
    <w:p w:rsidR="00F5199A" w:rsidRDefault="00F5199A" w:rsidP="00475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5199A" w:rsidRDefault="00F5199A" w:rsidP="00475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5199A" w:rsidRDefault="00F5199A" w:rsidP="00475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5199A" w:rsidRDefault="00F5199A" w:rsidP="00475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5199A" w:rsidRDefault="00F5199A" w:rsidP="00475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5199A" w:rsidRDefault="00F5199A" w:rsidP="0047559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81CA2">
        <w:rPr>
          <w:rFonts w:ascii="Times New Roman" w:hAnsi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/>
          <w:b/>
          <w:bCs/>
          <w:sz w:val="28"/>
          <w:szCs w:val="28"/>
        </w:rPr>
        <w:t>внесении изменений в статьи 1 и 2 Закона Ульяновской области</w:t>
      </w:r>
    </w:p>
    <w:p w:rsidR="00F5199A" w:rsidRDefault="00F5199A" w:rsidP="0047559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некоторых мерах по привлечению в организации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br/>
        <w:t>жилищно-коммунального хозяйства, находящиеся на территории Ульяновской области, квалифицированных работников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F5199A" w:rsidRDefault="00F5199A" w:rsidP="00475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5199A" w:rsidRDefault="00F5199A" w:rsidP="00475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5199A" w:rsidRPr="00475591" w:rsidRDefault="00F5199A" w:rsidP="00475591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199A" w:rsidRDefault="00F5199A" w:rsidP="005934B2">
      <w:pPr>
        <w:pStyle w:val="ConsPlusNormal"/>
        <w:spacing w:line="360" w:lineRule="auto"/>
        <w:ind w:firstLine="709"/>
        <w:jc w:val="both"/>
        <w:rPr>
          <w:b w:val="0"/>
        </w:rPr>
      </w:pPr>
      <w:bookmarkStart w:id="0" w:name="Par17"/>
      <w:bookmarkEnd w:id="0"/>
    </w:p>
    <w:p w:rsidR="00F5199A" w:rsidRDefault="00F5199A" w:rsidP="005934B2">
      <w:pPr>
        <w:pStyle w:val="ConsPlusNormal"/>
        <w:spacing w:line="360" w:lineRule="auto"/>
        <w:ind w:firstLine="709"/>
        <w:jc w:val="both"/>
        <w:rPr>
          <w:b w:val="0"/>
        </w:rPr>
      </w:pPr>
    </w:p>
    <w:p w:rsidR="00F5199A" w:rsidRDefault="00F5199A" w:rsidP="005934B2">
      <w:pPr>
        <w:pStyle w:val="ConsPlusNormal"/>
        <w:spacing w:line="360" w:lineRule="auto"/>
        <w:ind w:firstLine="709"/>
        <w:jc w:val="both"/>
        <w:rPr>
          <w:b w:val="0"/>
        </w:rPr>
      </w:pPr>
      <w:r w:rsidRPr="00475591">
        <w:rPr>
          <w:b w:val="0"/>
        </w:rPr>
        <w:t xml:space="preserve">Внести в </w:t>
      </w:r>
      <w:r>
        <w:rPr>
          <w:b w:val="0"/>
        </w:rPr>
        <w:t>Закон</w:t>
      </w:r>
      <w:r w:rsidRPr="00475591">
        <w:rPr>
          <w:b w:val="0"/>
        </w:rPr>
        <w:t xml:space="preserve"> Ульяновской области от 2</w:t>
      </w:r>
      <w:r>
        <w:rPr>
          <w:b w:val="0"/>
        </w:rPr>
        <w:t>9</w:t>
      </w:r>
      <w:r w:rsidRPr="00475591">
        <w:rPr>
          <w:b w:val="0"/>
        </w:rPr>
        <w:t xml:space="preserve"> </w:t>
      </w:r>
      <w:r>
        <w:rPr>
          <w:b w:val="0"/>
        </w:rPr>
        <w:t>сентября 2015</w:t>
      </w:r>
      <w:r w:rsidRPr="00475591">
        <w:rPr>
          <w:b w:val="0"/>
        </w:rPr>
        <w:t xml:space="preserve"> года </w:t>
      </w:r>
      <w:r>
        <w:rPr>
          <w:b w:val="0"/>
        </w:rPr>
        <w:t>№ 131-ЗО       «О некоторых мерах по привлечению в организации жилищно-коммунального хозяйства, находящиеся на территории Ульяновской области, квалифицированных работников»</w:t>
      </w:r>
      <w:r w:rsidRPr="00475591">
        <w:rPr>
          <w:b w:val="0"/>
        </w:rPr>
        <w:t xml:space="preserve"> (</w:t>
      </w:r>
      <w:r>
        <w:rPr>
          <w:b w:val="0"/>
        </w:rPr>
        <w:t>«</w:t>
      </w:r>
      <w:r w:rsidRPr="00475591">
        <w:rPr>
          <w:b w:val="0"/>
        </w:rPr>
        <w:t>Ульяновская правда</w:t>
      </w:r>
      <w:r>
        <w:rPr>
          <w:b w:val="0"/>
        </w:rPr>
        <w:t>»</w:t>
      </w:r>
      <w:r w:rsidRPr="00475591">
        <w:rPr>
          <w:b w:val="0"/>
        </w:rPr>
        <w:t xml:space="preserve"> </w:t>
      </w:r>
      <w:r>
        <w:rPr>
          <w:b w:val="0"/>
        </w:rPr>
        <w:t xml:space="preserve">от </w:t>
      </w:r>
      <w:r w:rsidRPr="005934B2">
        <w:rPr>
          <w:b w:val="0"/>
          <w:bCs w:val="0"/>
        </w:rPr>
        <w:t>05.10.2015</w:t>
      </w:r>
      <w:r>
        <w:rPr>
          <w:b w:val="0"/>
          <w:bCs w:val="0"/>
        </w:rPr>
        <w:t xml:space="preserve"> №</w:t>
      </w:r>
      <w:r w:rsidRPr="005934B2">
        <w:rPr>
          <w:b w:val="0"/>
          <w:bCs w:val="0"/>
        </w:rPr>
        <w:t xml:space="preserve"> 139</w:t>
      </w:r>
      <w:r w:rsidRPr="00475591">
        <w:rPr>
          <w:b w:val="0"/>
        </w:rPr>
        <w:t>)</w:t>
      </w:r>
      <w:r>
        <w:rPr>
          <w:b w:val="0"/>
        </w:rPr>
        <w:t xml:space="preserve"> следующие изменения: </w:t>
      </w:r>
    </w:p>
    <w:p w:rsidR="00F5199A" w:rsidRDefault="00F5199A" w:rsidP="005934B2">
      <w:pPr>
        <w:pStyle w:val="ConsPlusNormal"/>
        <w:spacing w:line="360" w:lineRule="auto"/>
        <w:ind w:firstLine="709"/>
        <w:jc w:val="both"/>
        <w:rPr>
          <w:b w:val="0"/>
        </w:rPr>
      </w:pPr>
      <w:r>
        <w:rPr>
          <w:b w:val="0"/>
        </w:rPr>
        <w:t>1) в статье 1 слова «по программе бакалавриата по направлению подготовки 08.03.01 «строительство», направленность (профиль) образования по которой» заменить словами «по программам бакалавриата по направлению подготовки 08.03.01 «строительство» и магистратуры по направлению подготовки 08.04.01 «строительство», направленность (профиль) образования по которым»;</w:t>
      </w:r>
    </w:p>
    <w:p w:rsidR="00F5199A" w:rsidRDefault="00F5199A" w:rsidP="002317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ECA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DF4E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части</w:t>
      </w:r>
      <w:r w:rsidRPr="00DF4ECA">
        <w:rPr>
          <w:rFonts w:ascii="Times New Roman" w:hAnsi="Times New Roman"/>
          <w:sz w:val="28"/>
          <w:szCs w:val="28"/>
        </w:rPr>
        <w:t xml:space="preserve"> 1 статьи 2 слова «в 2015 году»</w:t>
      </w:r>
      <w:r>
        <w:rPr>
          <w:rFonts w:ascii="Times New Roman" w:hAnsi="Times New Roman"/>
          <w:sz w:val="28"/>
          <w:szCs w:val="28"/>
        </w:rPr>
        <w:t xml:space="preserve"> заменить</w:t>
      </w:r>
      <w:r w:rsidRPr="00DF4ECA">
        <w:rPr>
          <w:rFonts w:ascii="Times New Roman" w:hAnsi="Times New Roman"/>
          <w:sz w:val="28"/>
          <w:szCs w:val="28"/>
        </w:rPr>
        <w:t xml:space="preserve"> словами «в 2015</w:t>
      </w:r>
      <w:r>
        <w:rPr>
          <w:rFonts w:ascii="Times New Roman" w:hAnsi="Times New Roman"/>
          <w:sz w:val="28"/>
          <w:szCs w:val="28"/>
        </w:rPr>
        <w:t>-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>2018</w:t>
      </w:r>
      <w:r w:rsidRPr="00DF4ECA">
        <w:rPr>
          <w:rFonts w:ascii="Times New Roman" w:hAnsi="Times New Roman"/>
          <w:sz w:val="28"/>
          <w:szCs w:val="28"/>
        </w:rPr>
        <w:t xml:space="preserve"> годах».</w:t>
      </w:r>
    </w:p>
    <w:p w:rsidR="00F5199A" w:rsidRPr="00867DAF" w:rsidRDefault="00F5199A" w:rsidP="00867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28"/>
        </w:rPr>
      </w:pPr>
    </w:p>
    <w:p w:rsidR="00F5199A" w:rsidRDefault="00F5199A" w:rsidP="00867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199A" w:rsidRPr="002317CE" w:rsidRDefault="00F5199A" w:rsidP="00867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199A" w:rsidRPr="00532A17" w:rsidRDefault="00F5199A" w:rsidP="00475591">
      <w:pPr>
        <w:pStyle w:val="BodyText"/>
        <w:tabs>
          <w:tab w:val="left" w:pos="8100"/>
        </w:tabs>
        <w:jc w:val="left"/>
        <w:rPr>
          <w:b/>
          <w:szCs w:val="28"/>
        </w:rPr>
      </w:pPr>
      <w:r w:rsidRPr="00532A17">
        <w:rPr>
          <w:b/>
          <w:szCs w:val="28"/>
        </w:rPr>
        <w:t>Временно исполняющий обязанности</w:t>
      </w:r>
    </w:p>
    <w:p w:rsidR="00F5199A" w:rsidRPr="00532A17" w:rsidRDefault="00F5199A" w:rsidP="00475591">
      <w:pPr>
        <w:pStyle w:val="BodyText"/>
        <w:tabs>
          <w:tab w:val="left" w:pos="8100"/>
        </w:tabs>
        <w:jc w:val="left"/>
        <w:rPr>
          <w:b/>
          <w:szCs w:val="28"/>
        </w:rPr>
      </w:pPr>
      <w:r w:rsidRPr="00532A17">
        <w:rPr>
          <w:b/>
          <w:szCs w:val="28"/>
        </w:rPr>
        <w:t>Губернатора Ульяновской  области                                                    С.И.Морозов</w:t>
      </w:r>
    </w:p>
    <w:p w:rsidR="00F5199A" w:rsidRPr="00867DAF" w:rsidRDefault="00F5199A" w:rsidP="00867DAF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F5199A" w:rsidRPr="00867DAF" w:rsidRDefault="00F5199A" w:rsidP="00867DA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5199A" w:rsidRPr="00867DAF" w:rsidRDefault="00F5199A" w:rsidP="00867DA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5199A" w:rsidRPr="00475591" w:rsidRDefault="00F5199A" w:rsidP="00867D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5591">
        <w:rPr>
          <w:rFonts w:ascii="Times New Roman" w:hAnsi="Times New Roman"/>
          <w:sz w:val="28"/>
          <w:szCs w:val="28"/>
        </w:rPr>
        <w:t>г. Ульяновск</w:t>
      </w:r>
    </w:p>
    <w:p w:rsidR="00F5199A" w:rsidRPr="00475591" w:rsidRDefault="00F5199A" w:rsidP="00867D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 сентября </w:t>
      </w:r>
      <w:smartTag w:uri="urn:schemas-microsoft-com:office:smarttags" w:element="metricconverter">
        <w:smartTagPr>
          <w:attr w:name="ProductID" w:val="2016 г"/>
        </w:smartTagPr>
        <w:r w:rsidRPr="00475591">
          <w:rPr>
            <w:rFonts w:ascii="Times New Roman" w:hAnsi="Times New Roman"/>
            <w:sz w:val="28"/>
            <w:szCs w:val="28"/>
          </w:rPr>
          <w:t>2016 г</w:t>
        </w:r>
      </w:smartTag>
      <w:r w:rsidRPr="00475591">
        <w:rPr>
          <w:rFonts w:ascii="Times New Roman" w:hAnsi="Times New Roman"/>
          <w:sz w:val="28"/>
          <w:szCs w:val="28"/>
        </w:rPr>
        <w:t>.</w:t>
      </w:r>
    </w:p>
    <w:p w:rsidR="00F5199A" w:rsidRPr="00481CA2" w:rsidRDefault="00F5199A" w:rsidP="00867DAF">
      <w:pPr>
        <w:tabs>
          <w:tab w:val="center" w:pos="4960"/>
          <w:tab w:val="left" w:pos="733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7559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135</w:t>
      </w:r>
      <w:r w:rsidRPr="00475591">
        <w:rPr>
          <w:rFonts w:ascii="Times New Roman" w:hAnsi="Times New Roman"/>
          <w:sz w:val="28"/>
          <w:szCs w:val="28"/>
        </w:rPr>
        <w:t>-ЗО</w:t>
      </w:r>
      <w:r>
        <w:rPr>
          <w:rFonts w:ascii="Times New Roman" w:hAnsi="Times New Roman"/>
          <w:sz w:val="28"/>
          <w:szCs w:val="28"/>
        </w:rPr>
        <w:tab/>
      </w:r>
    </w:p>
    <w:sectPr w:rsidR="00F5199A" w:rsidRPr="00481CA2" w:rsidSect="00090835">
      <w:footerReference w:type="default" r:id="rId6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99A" w:rsidRDefault="00F5199A" w:rsidP="00CA6D59">
      <w:pPr>
        <w:spacing w:after="0" w:line="240" w:lineRule="auto"/>
      </w:pPr>
      <w:r>
        <w:separator/>
      </w:r>
    </w:p>
  </w:endnote>
  <w:endnote w:type="continuationSeparator" w:id="0">
    <w:p w:rsidR="00F5199A" w:rsidRDefault="00F5199A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99A" w:rsidRPr="00867DAF" w:rsidRDefault="00F5199A" w:rsidP="00867DAF">
    <w:pPr>
      <w:pStyle w:val="Footer"/>
      <w:jc w:val="right"/>
      <w:rPr>
        <w:rFonts w:ascii="Times New Roman" w:hAnsi="Times New Roman"/>
        <w:sz w:val="16"/>
      </w:rPr>
    </w:pPr>
    <w:r w:rsidRPr="00867DAF">
      <w:rPr>
        <w:rFonts w:ascii="Times New Roman" w:hAnsi="Times New Roman"/>
        <w:sz w:val="16"/>
      </w:rPr>
      <w:t>0108ка1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99A" w:rsidRDefault="00F5199A" w:rsidP="00CA6D59">
      <w:pPr>
        <w:spacing w:after="0" w:line="240" w:lineRule="auto"/>
      </w:pPr>
      <w:r>
        <w:separator/>
      </w:r>
    </w:p>
  </w:footnote>
  <w:footnote w:type="continuationSeparator" w:id="0">
    <w:p w:rsidR="00F5199A" w:rsidRDefault="00F5199A" w:rsidP="00CA6D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46EF"/>
    <w:rsid w:val="000837CC"/>
    <w:rsid w:val="00090835"/>
    <w:rsid w:val="00094FB5"/>
    <w:rsid w:val="000C2467"/>
    <w:rsid w:val="000D306F"/>
    <w:rsid w:val="000D5E87"/>
    <w:rsid w:val="001047C9"/>
    <w:rsid w:val="001304C8"/>
    <w:rsid w:val="00132641"/>
    <w:rsid w:val="001968AE"/>
    <w:rsid w:val="001A21FF"/>
    <w:rsid w:val="002149D9"/>
    <w:rsid w:val="00215AC9"/>
    <w:rsid w:val="002317CE"/>
    <w:rsid w:val="00247073"/>
    <w:rsid w:val="00252B43"/>
    <w:rsid w:val="00273635"/>
    <w:rsid w:val="00283EA1"/>
    <w:rsid w:val="00285BBA"/>
    <w:rsid w:val="002A1705"/>
    <w:rsid w:val="002B454E"/>
    <w:rsid w:val="002E1FB8"/>
    <w:rsid w:val="002E66E0"/>
    <w:rsid w:val="002E6F4B"/>
    <w:rsid w:val="00397C04"/>
    <w:rsid w:val="003D1C31"/>
    <w:rsid w:val="004346EF"/>
    <w:rsid w:val="004436D7"/>
    <w:rsid w:val="00475591"/>
    <w:rsid w:val="00481CA2"/>
    <w:rsid w:val="004C61B6"/>
    <w:rsid w:val="00517D47"/>
    <w:rsid w:val="00532A17"/>
    <w:rsid w:val="00552561"/>
    <w:rsid w:val="005547CA"/>
    <w:rsid w:val="00556958"/>
    <w:rsid w:val="005934B2"/>
    <w:rsid w:val="005C6D31"/>
    <w:rsid w:val="005F18BA"/>
    <w:rsid w:val="005F76D7"/>
    <w:rsid w:val="00611C16"/>
    <w:rsid w:val="006A7424"/>
    <w:rsid w:val="006F014F"/>
    <w:rsid w:val="006F1142"/>
    <w:rsid w:val="006F1EDF"/>
    <w:rsid w:val="00760962"/>
    <w:rsid w:val="00760C54"/>
    <w:rsid w:val="007C0993"/>
    <w:rsid w:val="00815B00"/>
    <w:rsid w:val="00867DAF"/>
    <w:rsid w:val="008E1DC3"/>
    <w:rsid w:val="00902ED7"/>
    <w:rsid w:val="00942781"/>
    <w:rsid w:val="00974146"/>
    <w:rsid w:val="00A415D0"/>
    <w:rsid w:val="00A53835"/>
    <w:rsid w:val="00B566FA"/>
    <w:rsid w:val="00B70831"/>
    <w:rsid w:val="00B87DA4"/>
    <w:rsid w:val="00BD182D"/>
    <w:rsid w:val="00BF6CEF"/>
    <w:rsid w:val="00C05765"/>
    <w:rsid w:val="00C17076"/>
    <w:rsid w:val="00C305B6"/>
    <w:rsid w:val="00C46A45"/>
    <w:rsid w:val="00C51E75"/>
    <w:rsid w:val="00C6468A"/>
    <w:rsid w:val="00C77143"/>
    <w:rsid w:val="00C774E8"/>
    <w:rsid w:val="00CA6D59"/>
    <w:rsid w:val="00CF49E6"/>
    <w:rsid w:val="00D0667B"/>
    <w:rsid w:val="00D150AC"/>
    <w:rsid w:val="00D16BD7"/>
    <w:rsid w:val="00D36942"/>
    <w:rsid w:val="00D460D5"/>
    <w:rsid w:val="00D6174B"/>
    <w:rsid w:val="00DD1836"/>
    <w:rsid w:val="00DF4ECA"/>
    <w:rsid w:val="00E843CF"/>
    <w:rsid w:val="00EA4EAC"/>
    <w:rsid w:val="00EE0F36"/>
    <w:rsid w:val="00EF6EF4"/>
    <w:rsid w:val="00F5199A"/>
    <w:rsid w:val="00F73B66"/>
    <w:rsid w:val="00F812AB"/>
    <w:rsid w:val="00FC371B"/>
    <w:rsid w:val="00FD2E94"/>
    <w:rsid w:val="00FE0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6E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81CA2"/>
    <w:rPr>
      <w:rFonts w:ascii="Times New Roman" w:hAnsi="Times New Roman"/>
      <w:sz w:val="24"/>
      <w:lang w:eastAsia="ru-RU"/>
    </w:rPr>
  </w:style>
  <w:style w:type="paragraph" w:styleId="Header">
    <w:name w:val="header"/>
    <w:basedOn w:val="Normal"/>
    <w:link w:val="HeaderChar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A6D5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A6D5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A6D5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6D59"/>
    <w:rPr>
      <w:rFonts w:ascii="Tahoma" w:hAnsi="Tahoma"/>
      <w:sz w:val="16"/>
    </w:rPr>
  </w:style>
  <w:style w:type="paragraph" w:customStyle="1" w:styleId="ConsPlusNormal">
    <w:name w:val="ConsPlusNormal"/>
    <w:uiPriority w:val="99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customStyle="1" w:styleId="xml-punctuation">
    <w:name w:val="xml-punctuation"/>
    <w:basedOn w:val="DefaultParagraphFont"/>
    <w:uiPriority w:val="99"/>
    <w:rsid w:val="00283EA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175</Words>
  <Characters>1000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А. Черненко</dc:creator>
  <cp:keywords/>
  <dc:description/>
  <cp:lastModifiedBy>Пользователь</cp:lastModifiedBy>
  <cp:revision>8</cp:revision>
  <cp:lastPrinted>2016-08-23T08:00:00Z</cp:lastPrinted>
  <dcterms:created xsi:type="dcterms:W3CDTF">2016-08-01T05:52:00Z</dcterms:created>
  <dcterms:modified xsi:type="dcterms:W3CDTF">2016-10-07T08:12:00Z</dcterms:modified>
</cp:coreProperties>
</file>