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06" w:rsidRDefault="00CD3A06" w:rsidP="00D22275">
      <w:pPr>
        <w:jc w:val="center"/>
        <w:rPr>
          <w:rStyle w:val="xml-punctuation"/>
          <w:b/>
          <w:color w:val="000000"/>
        </w:rPr>
      </w:pPr>
      <w:r w:rsidRPr="003D1C31">
        <w:rPr>
          <w:rStyle w:val="xml-punctuation"/>
          <w:rFonts w:ascii="Times New Roman" w:hAnsi="Times New Roman"/>
          <w:b/>
          <w:color w:val="000000"/>
          <w:sz w:val="28"/>
          <w:szCs w:val="28"/>
        </w:rPr>
        <w:t>ЗАКОН УЛЬЯНОВСКОЙ ОБЛАСТИ</w:t>
      </w:r>
    </w:p>
    <w:p w:rsidR="00CD3A06" w:rsidRPr="00D22275" w:rsidRDefault="00CD3A06" w:rsidP="00F11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3A06" w:rsidRDefault="00CD3A06" w:rsidP="00F11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3A06" w:rsidRDefault="00CD3A06" w:rsidP="00F11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3A06" w:rsidRPr="005924A4" w:rsidRDefault="00CD3A06" w:rsidP="00F11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3A06" w:rsidRPr="005924A4" w:rsidRDefault="00CD3A06" w:rsidP="00F11D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D3A06" w:rsidRPr="005924A4" w:rsidRDefault="00CD3A06" w:rsidP="00B76DE5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924A4">
        <w:rPr>
          <w:rFonts w:ascii="Times New Roman" w:hAnsi="Times New Roman"/>
          <w:b/>
          <w:sz w:val="28"/>
          <w:szCs w:val="28"/>
          <w:lang w:eastAsia="ru-RU"/>
        </w:rPr>
        <w:t>О мерах государственной поддержки сельскохозяйственных потребительских кооперативов, потребительских обществ и отдельных категорий граждан</w:t>
      </w:r>
      <w:r w:rsidRPr="005924A4">
        <w:rPr>
          <w:rFonts w:ascii="Times New Roman" w:hAnsi="Times New Roman"/>
          <w:b/>
          <w:sz w:val="28"/>
          <w:szCs w:val="28"/>
        </w:rPr>
        <w:t>, ведущих личное подсобное хозяйство</w:t>
      </w:r>
      <w:r>
        <w:rPr>
          <w:rFonts w:ascii="Times New Roman" w:hAnsi="Times New Roman"/>
          <w:b/>
          <w:sz w:val="28"/>
          <w:szCs w:val="28"/>
        </w:rPr>
        <w:t>,</w:t>
      </w:r>
      <w:r w:rsidRPr="005924A4">
        <w:rPr>
          <w:rFonts w:ascii="Times New Roman" w:hAnsi="Times New Roman"/>
          <w:b/>
          <w:sz w:val="28"/>
          <w:szCs w:val="28"/>
        </w:rPr>
        <w:t xml:space="preserve"> на территории Ульяновской области</w:t>
      </w:r>
    </w:p>
    <w:p w:rsidR="00CD3A06" w:rsidRPr="005924A4" w:rsidRDefault="00CD3A06" w:rsidP="00F11D19">
      <w:pPr>
        <w:pStyle w:val="HEADERTEXT"/>
        <w:jc w:val="center"/>
        <w:rPr>
          <w:b/>
          <w:bCs/>
          <w:color w:val="auto"/>
          <w:sz w:val="28"/>
          <w:szCs w:val="28"/>
        </w:rPr>
      </w:pPr>
    </w:p>
    <w:p w:rsidR="00CD3A06" w:rsidRPr="005924A4" w:rsidRDefault="00CD3A06" w:rsidP="00F11D19">
      <w:pPr>
        <w:pStyle w:val="HEADERTEXT"/>
        <w:jc w:val="center"/>
        <w:rPr>
          <w:b/>
          <w:bCs/>
          <w:color w:val="auto"/>
          <w:sz w:val="28"/>
          <w:szCs w:val="28"/>
        </w:rPr>
      </w:pPr>
    </w:p>
    <w:p w:rsidR="00CD3A06" w:rsidRDefault="00CD3A06" w:rsidP="00F11D19">
      <w:pPr>
        <w:pStyle w:val="HEADERTEXT"/>
        <w:spacing w:line="235" w:lineRule="auto"/>
        <w:jc w:val="center"/>
        <w:rPr>
          <w:b/>
          <w:bCs/>
          <w:color w:val="auto"/>
          <w:sz w:val="28"/>
          <w:szCs w:val="28"/>
        </w:rPr>
      </w:pPr>
    </w:p>
    <w:p w:rsidR="00CD3A06" w:rsidRDefault="00CD3A06" w:rsidP="00F11D19">
      <w:pPr>
        <w:pStyle w:val="HEADERTEXT"/>
        <w:spacing w:line="235" w:lineRule="auto"/>
        <w:jc w:val="center"/>
        <w:rPr>
          <w:b/>
          <w:bCs/>
          <w:color w:val="auto"/>
          <w:sz w:val="28"/>
          <w:szCs w:val="28"/>
        </w:rPr>
      </w:pPr>
    </w:p>
    <w:p w:rsidR="00CD3A06" w:rsidRDefault="00CD3A06" w:rsidP="00602237">
      <w:pPr>
        <w:pStyle w:val="HEADERTEXT"/>
        <w:spacing w:line="360" w:lineRule="auto"/>
        <w:jc w:val="center"/>
        <w:rPr>
          <w:bCs/>
          <w:color w:val="auto"/>
          <w:sz w:val="28"/>
          <w:szCs w:val="28"/>
        </w:rPr>
      </w:pPr>
    </w:p>
    <w:p w:rsidR="00CD3A06" w:rsidRPr="005924A4" w:rsidRDefault="00CD3A06" w:rsidP="0043143A">
      <w:pPr>
        <w:pStyle w:val="HEADERTEXT"/>
        <w:ind w:left="709"/>
        <w:jc w:val="both"/>
        <w:rPr>
          <w:b/>
          <w:bCs/>
          <w:color w:val="auto"/>
          <w:sz w:val="28"/>
          <w:szCs w:val="28"/>
        </w:rPr>
      </w:pPr>
      <w:r w:rsidRPr="005924A4">
        <w:rPr>
          <w:bCs/>
          <w:color w:val="auto"/>
          <w:sz w:val="28"/>
          <w:szCs w:val="28"/>
        </w:rPr>
        <w:t>Статья 1.</w:t>
      </w:r>
      <w:r w:rsidRPr="005924A4">
        <w:rPr>
          <w:b/>
          <w:bCs/>
          <w:color w:val="auto"/>
          <w:sz w:val="28"/>
          <w:szCs w:val="28"/>
        </w:rPr>
        <w:t xml:space="preserve"> Предмет правового регулирования настоящего Закона</w:t>
      </w:r>
    </w:p>
    <w:p w:rsidR="00CD3A06" w:rsidRDefault="00CD3A06" w:rsidP="0043143A">
      <w:pPr>
        <w:pStyle w:val="HEADERTEXT"/>
        <w:ind w:left="709"/>
        <w:jc w:val="both"/>
        <w:rPr>
          <w:b/>
          <w:bCs/>
          <w:color w:val="auto"/>
          <w:sz w:val="28"/>
          <w:szCs w:val="28"/>
        </w:rPr>
      </w:pPr>
    </w:p>
    <w:p w:rsidR="00CD3A06" w:rsidRPr="005924A4" w:rsidRDefault="00CD3A06" w:rsidP="0043143A">
      <w:pPr>
        <w:pStyle w:val="HEADERTEXT"/>
        <w:ind w:left="709"/>
        <w:jc w:val="both"/>
        <w:rPr>
          <w:b/>
          <w:bCs/>
          <w:color w:val="auto"/>
          <w:sz w:val="28"/>
          <w:szCs w:val="28"/>
        </w:rPr>
      </w:pPr>
    </w:p>
    <w:p w:rsidR="00CD3A06" w:rsidRPr="005924A4" w:rsidRDefault="00CD3A06" w:rsidP="002F6CAF">
      <w:pPr>
        <w:pStyle w:val="HEADERTEX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5924A4">
        <w:rPr>
          <w:color w:val="auto"/>
          <w:sz w:val="28"/>
          <w:szCs w:val="28"/>
        </w:rPr>
        <w:t xml:space="preserve">Настоящий Закон регулирует отношения, связанные с установлением органами государственной власти Ульяновской области мер государственной поддержки сельскохозяйственных потребительских кооперативов, потребительских обществ и </w:t>
      </w:r>
      <w:r w:rsidRPr="00771659">
        <w:rPr>
          <w:color w:val="auto"/>
          <w:sz w:val="28"/>
          <w:szCs w:val="28"/>
        </w:rPr>
        <w:t xml:space="preserve">отдельных категорий </w:t>
      </w:r>
      <w:r w:rsidRPr="005924A4">
        <w:rPr>
          <w:color w:val="auto"/>
          <w:sz w:val="28"/>
          <w:szCs w:val="28"/>
        </w:rPr>
        <w:t>граждан, ведущих личное подсобное хозяйство и</w:t>
      </w:r>
      <w:r>
        <w:rPr>
          <w:color w:val="auto"/>
          <w:sz w:val="28"/>
          <w:szCs w:val="28"/>
        </w:rPr>
        <w:t xml:space="preserve"> </w:t>
      </w:r>
      <w:r w:rsidRPr="005924A4">
        <w:rPr>
          <w:color w:val="auto"/>
          <w:sz w:val="28"/>
          <w:szCs w:val="28"/>
        </w:rPr>
        <w:t xml:space="preserve">являющихся членами сельскохозяйственных потребительских кооперативов или потребительских обществ (далее – граждане, ведущие личное подсобное хозяйство), осуществляющих деятельность </w:t>
      </w:r>
      <w:r>
        <w:rPr>
          <w:color w:val="auto"/>
          <w:sz w:val="28"/>
          <w:szCs w:val="28"/>
        </w:rPr>
        <w:br/>
      </w:r>
      <w:r w:rsidRPr="005924A4">
        <w:rPr>
          <w:color w:val="auto"/>
          <w:sz w:val="28"/>
          <w:szCs w:val="28"/>
        </w:rPr>
        <w:t>на территории Ульяновской области, а также предоставлением указанных мер государственной поддержки.</w:t>
      </w:r>
    </w:p>
    <w:p w:rsidR="00CD3A06" w:rsidRPr="005924A4" w:rsidRDefault="00CD3A06" w:rsidP="002F6CAF">
      <w:pPr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D3A06" w:rsidRPr="005924A4" w:rsidRDefault="00CD3A06" w:rsidP="00771659">
      <w:pPr>
        <w:pStyle w:val="HEADERTEXT"/>
        <w:ind w:left="2127" w:hanging="1418"/>
        <w:jc w:val="both"/>
        <w:rPr>
          <w:b/>
          <w:bCs/>
          <w:color w:val="auto"/>
          <w:sz w:val="28"/>
          <w:szCs w:val="28"/>
        </w:rPr>
      </w:pPr>
      <w:r w:rsidRPr="005924A4">
        <w:rPr>
          <w:bCs/>
          <w:color w:val="auto"/>
          <w:sz w:val="28"/>
          <w:szCs w:val="28"/>
        </w:rPr>
        <w:t>Статья 2.</w:t>
      </w:r>
      <w:r>
        <w:rPr>
          <w:b/>
          <w:bCs/>
          <w:color w:val="auto"/>
          <w:sz w:val="28"/>
          <w:szCs w:val="28"/>
        </w:rPr>
        <w:t xml:space="preserve"> </w:t>
      </w:r>
      <w:r w:rsidRPr="005924A4">
        <w:rPr>
          <w:b/>
          <w:bCs/>
          <w:color w:val="auto"/>
          <w:sz w:val="28"/>
          <w:szCs w:val="28"/>
        </w:rPr>
        <w:t xml:space="preserve">Полномочия исполнительных органов государственной власти Ульяновской области в сфере государственной поддержки сельскохозяйственных потребительских кооперативов, потребительских обществ и граждан, ведущих личное подсобное хозяйство </w:t>
      </w:r>
    </w:p>
    <w:p w:rsidR="00CD3A06" w:rsidRPr="005924A4" w:rsidRDefault="00CD3A06" w:rsidP="000503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D3A06" w:rsidRPr="005924A4" w:rsidRDefault="00CD3A06" w:rsidP="000503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bCs/>
          <w:sz w:val="28"/>
          <w:szCs w:val="28"/>
        </w:rPr>
        <w:t>1. Правительство Ульяновской области:</w:t>
      </w:r>
      <w:r w:rsidRPr="005924A4">
        <w:rPr>
          <w:rFonts w:ascii="Times New Roman" w:hAnsi="Times New Roman"/>
          <w:sz w:val="28"/>
          <w:szCs w:val="28"/>
        </w:rPr>
        <w:t xml:space="preserve"> </w:t>
      </w:r>
    </w:p>
    <w:p w:rsidR="00CD3A06" w:rsidRPr="005924A4" w:rsidRDefault="00CD3A06" w:rsidP="000503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1) устанавливает дополнительные меры государственной поддержки сельскохозяйственных потребительских кооперативов, потребительских обществ и граждан, ведущих личное подсобное хозяйство, не предусмотренные настоящим Законом;</w:t>
      </w:r>
    </w:p>
    <w:p w:rsidR="00CD3A06" w:rsidRPr="005924A4" w:rsidRDefault="00CD3A06" w:rsidP="00602237">
      <w:pPr>
        <w:shd w:val="clear" w:color="auto" w:fill="FFFFFF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2) определяет исполнительный орган государственной власти Ульяновской области, уполномоченный на предоставление мер государственной поддержки сельскохозяйственным потребительским кооперативам, потребительским обществам и гражданам, ведущим личное подсобное хозяйство (далее – уполномоченный орган).</w:t>
      </w:r>
    </w:p>
    <w:p w:rsidR="00CD3A06" w:rsidRPr="005924A4" w:rsidRDefault="00CD3A06" w:rsidP="00602237">
      <w:pPr>
        <w:pStyle w:val="s1"/>
        <w:spacing w:before="0" w:beforeAutospacing="0" w:after="0" w:afterAutospacing="0" w:line="365" w:lineRule="auto"/>
        <w:ind w:firstLine="709"/>
        <w:jc w:val="both"/>
        <w:rPr>
          <w:sz w:val="28"/>
          <w:szCs w:val="28"/>
        </w:rPr>
      </w:pPr>
      <w:r w:rsidRPr="005924A4">
        <w:rPr>
          <w:bCs/>
          <w:sz w:val="28"/>
          <w:szCs w:val="28"/>
          <w:lang w:eastAsia="en-US"/>
        </w:rPr>
        <w:t>2. Уполномоченный орган</w:t>
      </w:r>
      <w:r w:rsidRPr="005924A4">
        <w:rPr>
          <w:bCs/>
          <w:sz w:val="28"/>
          <w:szCs w:val="28"/>
        </w:rPr>
        <w:t>:</w:t>
      </w:r>
    </w:p>
    <w:p w:rsidR="00CD3A06" w:rsidRPr="005924A4" w:rsidRDefault="00CD3A06" w:rsidP="00602237">
      <w:pPr>
        <w:pStyle w:val="s1"/>
        <w:spacing w:before="0" w:beforeAutospacing="0" w:after="0" w:afterAutospacing="0" w:line="365" w:lineRule="auto"/>
        <w:ind w:firstLine="709"/>
        <w:jc w:val="both"/>
        <w:rPr>
          <w:sz w:val="28"/>
          <w:szCs w:val="28"/>
        </w:rPr>
      </w:pPr>
      <w:r w:rsidRPr="005924A4">
        <w:rPr>
          <w:sz w:val="28"/>
          <w:szCs w:val="28"/>
        </w:rPr>
        <w:t xml:space="preserve">1) оказывает сельскохозяйственным потребительским кооперативам, потребительским обществам и гражданам, ведущим личное подсобное хозяйство, информационную, консультационную и методическую поддержку по вопросам деятельности сельскохозяйственных потребительских кооперативов, потребительских обществ </w:t>
      </w:r>
      <w:r w:rsidRPr="005924A4">
        <w:rPr>
          <w:bCs/>
          <w:sz w:val="28"/>
          <w:szCs w:val="28"/>
        </w:rPr>
        <w:t xml:space="preserve">и ведения </w:t>
      </w:r>
      <w:r w:rsidRPr="005924A4">
        <w:rPr>
          <w:sz w:val="28"/>
          <w:szCs w:val="28"/>
        </w:rPr>
        <w:t xml:space="preserve">личного подсобного хозяйства; </w:t>
      </w:r>
    </w:p>
    <w:p w:rsidR="00CD3A06" w:rsidRPr="005924A4" w:rsidRDefault="00CD3A06" w:rsidP="00602237">
      <w:pPr>
        <w:pStyle w:val="s1"/>
        <w:spacing w:before="0" w:beforeAutospacing="0" w:after="0" w:afterAutospacing="0" w:line="365" w:lineRule="auto"/>
        <w:ind w:firstLine="709"/>
        <w:jc w:val="both"/>
        <w:rPr>
          <w:sz w:val="28"/>
          <w:szCs w:val="28"/>
        </w:rPr>
      </w:pPr>
      <w:r w:rsidRPr="005924A4">
        <w:rPr>
          <w:sz w:val="28"/>
          <w:szCs w:val="28"/>
        </w:rPr>
        <w:t xml:space="preserve">2) осуществляет иные полномочия в сфере государственной поддержки сельскохозяйственных потребительских кооперативов, потребительских обществ и граждан, ведущих личное подсобное хозяйство, в соответствии </w:t>
      </w:r>
      <w:r>
        <w:rPr>
          <w:sz w:val="28"/>
          <w:szCs w:val="28"/>
        </w:rPr>
        <w:br/>
      </w:r>
      <w:r w:rsidRPr="005924A4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924A4">
        <w:rPr>
          <w:sz w:val="28"/>
          <w:szCs w:val="28"/>
        </w:rPr>
        <w:t>законодательством Российской Федерации и законодательством Ульяновской области.</w:t>
      </w:r>
    </w:p>
    <w:p w:rsidR="00CD3A06" w:rsidRPr="00602237" w:rsidRDefault="00CD3A06" w:rsidP="00602237">
      <w:pPr>
        <w:pStyle w:val="s1"/>
        <w:spacing w:before="0" w:beforeAutospacing="0" w:after="0" w:afterAutospacing="0"/>
        <w:ind w:firstLine="709"/>
        <w:jc w:val="both"/>
        <w:rPr>
          <w:sz w:val="16"/>
          <w:szCs w:val="28"/>
        </w:rPr>
      </w:pPr>
    </w:p>
    <w:p w:rsidR="00CD3A06" w:rsidRDefault="00CD3A06" w:rsidP="00602237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093"/>
        <w:gridCol w:w="8044"/>
      </w:tblGrid>
      <w:tr w:rsidR="00CD3A06" w:rsidTr="00FA2696">
        <w:tc>
          <w:tcPr>
            <w:tcW w:w="2093" w:type="dxa"/>
          </w:tcPr>
          <w:p w:rsidR="00CD3A06" w:rsidRPr="00FA2696" w:rsidRDefault="00CD3A06" w:rsidP="00FA2696">
            <w:pPr>
              <w:pStyle w:val="s1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A2696">
              <w:rPr>
                <w:bCs/>
                <w:sz w:val="28"/>
                <w:szCs w:val="28"/>
              </w:rPr>
              <w:t>Статья 3.</w:t>
            </w:r>
          </w:p>
        </w:tc>
        <w:tc>
          <w:tcPr>
            <w:tcW w:w="8044" w:type="dxa"/>
          </w:tcPr>
          <w:p w:rsidR="00CD3A06" w:rsidRPr="00FA2696" w:rsidRDefault="00CD3A06" w:rsidP="00FA2696">
            <w:pPr>
              <w:pStyle w:val="HEADERTEXT"/>
              <w:ind w:left="-108"/>
              <w:jc w:val="both"/>
              <w:rPr>
                <w:sz w:val="28"/>
                <w:szCs w:val="28"/>
              </w:rPr>
            </w:pPr>
            <w:r w:rsidRPr="00FA2696">
              <w:rPr>
                <w:b/>
                <w:bCs/>
                <w:color w:val="auto"/>
                <w:sz w:val="28"/>
                <w:szCs w:val="28"/>
              </w:rPr>
              <w:t>М</w:t>
            </w:r>
            <w:r w:rsidRPr="00FA2696">
              <w:rPr>
                <w:rStyle w:val="s10"/>
                <w:b/>
                <w:bCs/>
                <w:color w:val="auto"/>
                <w:sz w:val="28"/>
                <w:szCs w:val="28"/>
              </w:rPr>
              <w:t>еры финансовой поддержки сельскохозяйственных потребительских кооперативов и потребительских обществ</w:t>
            </w:r>
          </w:p>
        </w:tc>
      </w:tr>
    </w:tbl>
    <w:p w:rsidR="00CD3A06" w:rsidRDefault="00CD3A06" w:rsidP="0060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3A06" w:rsidRPr="005924A4" w:rsidRDefault="00CD3A06" w:rsidP="006022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3A06" w:rsidRPr="005924A4" w:rsidRDefault="00CD3A06" w:rsidP="00602237">
      <w:pPr>
        <w:shd w:val="clear" w:color="auto" w:fill="FFFFFF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1. Мерами финансовой поддержки сельскохозяйственных потребительских кооперативов и потребительских обществ являются:</w:t>
      </w:r>
    </w:p>
    <w:p w:rsidR="00CD3A06" w:rsidRPr="005924A4" w:rsidRDefault="00CD3A06" w:rsidP="00602237">
      <w:pPr>
        <w:shd w:val="clear" w:color="auto" w:fill="FFFFFF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 xml:space="preserve">1) предоставление сельскохозяйственным потребительским кооперативам </w:t>
      </w:r>
      <w:r>
        <w:rPr>
          <w:rFonts w:ascii="Times New Roman" w:hAnsi="Times New Roman"/>
          <w:sz w:val="28"/>
          <w:szCs w:val="28"/>
        </w:rPr>
        <w:br/>
      </w:r>
      <w:r w:rsidRPr="005924A4">
        <w:rPr>
          <w:rFonts w:ascii="Times New Roman" w:hAnsi="Times New Roman"/>
          <w:sz w:val="28"/>
          <w:szCs w:val="28"/>
        </w:rPr>
        <w:t>и потребительским обществам из областного бюджета Ульяновской области субсидий в целя</w:t>
      </w:r>
      <w:r>
        <w:rPr>
          <w:rFonts w:ascii="Times New Roman" w:hAnsi="Times New Roman"/>
          <w:sz w:val="28"/>
          <w:szCs w:val="28"/>
        </w:rPr>
        <w:t>х возмещения их затрат в связи</w:t>
      </w:r>
      <w:r w:rsidRPr="005924A4">
        <w:rPr>
          <w:rFonts w:ascii="Times New Roman" w:hAnsi="Times New Roman"/>
          <w:sz w:val="28"/>
          <w:szCs w:val="28"/>
        </w:rPr>
        <w:t>:</w:t>
      </w:r>
    </w:p>
    <w:p w:rsidR="00CD3A06" w:rsidRPr="005924A4" w:rsidRDefault="00CD3A06" w:rsidP="00602237">
      <w:pPr>
        <w:shd w:val="clear" w:color="auto" w:fill="FFFFFF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а) 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924A4">
        <w:rPr>
          <w:rFonts w:ascii="Times New Roman" w:hAnsi="Times New Roman"/>
          <w:sz w:val="28"/>
          <w:szCs w:val="28"/>
        </w:rPr>
        <w:t>осуществлением закупок молока у граждан, ведущих личн</w:t>
      </w:r>
      <w:r>
        <w:rPr>
          <w:rFonts w:ascii="Times New Roman" w:hAnsi="Times New Roman"/>
          <w:sz w:val="28"/>
          <w:szCs w:val="28"/>
        </w:rPr>
        <w:t>о</w:t>
      </w:r>
      <w:r w:rsidRPr="005924A4">
        <w:rPr>
          <w:rFonts w:ascii="Times New Roman" w:hAnsi="Times New Roman"/>
          <w:sz w:val="28"/>
          <w:szCs w:val="28"/>
        </w:rPr>
        <w:t>е подсобн</w:t>
      </w:r>
      <w:r>
        <w:rPr>
          <w:rFonts w:ascii="Times New Roman" w:hAnsi="Times New Roman"/>
          <w:sz w:val="28"/>
          <w:szCs w:val="28"/>
        </w:rPr>
        <w:t>о</w:t>
      </w:r>
      <w:r w:rsidRPr="005924A4">
        <w:rPr>
          <w:rFonts w:ascii="Times New Roman" w:hAnsi="Times New Roman"/>
          <w:sz w:val="28"/>
          <w:szCs w:val="28"/>
        </w:rPr>
        <w:t>е хозяйств</w:t>
      </w:r>
      <w:r>
        <w:rPr>
          <w:rFonts w:ascii="Times New Roman" w:hAnsi="Times New Roman"/>
          <w:sz w:val="28"/>
          <w:szCs w:val="28"/>
        </w:rPr>
        <w:t>о</w:t>
      </w:r>
      <w:r w:rsidRPr="005924A4">
        <w:rPr>
          <w:rFonts w:ascii="Times New Roman" w:hAnsi="Times New Roman"/>
          <w:sz w:val="28"/>
          <w:szCs w:val="28"/>
        </w:rPr>
        <w:t>;</w:t>
      </w:r>
    </w:p>
    <w:p w:rsidR="00CD3A06" w:rsidRPr="005924A4" w:rsidRDefault="00CD3A06" w:rsidP="00602237">
      <w:pPr>
        <w:widowControl w:val="0"/>
        <w:shd w:val="clear" w:color="auto" w:fill="FFFFFF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924A4">
        <w:rPr>
          <w:rFonts w:ascii="Times New Roman" w:hAnsi="Times New Roman"/>
          <w:sz w:val="28"/>
          <w:szCs w:val="28"/>
        </w:rPr>
        <w:t>уплатой процентов по кредитам, полученным в российских кредитных организациях:</w:t>
      </w:r>
    </w:p>
    <w:p w:rsidR="00CD3A06" w:rsidRPr="005924A4" w:rsidRDefault="00CD3A06" w:rsidP="00602237">
      <w:pPr>
        <w:widowControl w:val="0"/>
        <w:shd w:val="clear" w:color="auto" w:fill="FFFFFF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на срок до одного года – на осуществление заготовительной деятельности;</w:t>
      </w:r>
    </w:p>
    <w:p w:rsidR="00CD3A06" w:rsidRPr="005924A4" w:rsidRDefault="00CD3A06" w:rsidP="00602237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на срок от одного года до пяти лет – на приобретение специализированных автотранспортных средств, технологического, торгового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24A4">
        <w:rPr>
          <w:rFonts w:ascii="Times New Roman" w:hAnsi="Times New Roman"/>
          <w:sz w:val="28"/>
          <w:szCs w:val="28"/>
        </w:rPr>
        <w:t xml:space="preserve">компьютерного оборудования, программ для </w:t>
      </w:r>
      <w:r w:rsidRPr="00771659">
        <w:rPr>
          <w:rFonts w:ascii="Times New Roman" w:hAnsi="Times New Roman"/>
          <w:sz w:val="28"/>
          <w:szCs w:val="28"/>
        </w:rPr>
        <w:t>электронных вычислительных машин</w:t>
      </w:r>
      <w:r w:rsidRPr="005924A4">
        <w:rPr>
          <w:rFonts w:ascii="Times New Roman" w:hAnsi="Times New Roman"/>
          <w:sz w:val="28"/>
          <w:szCs w:val="28"/>
        </w:rPr>
        <w:t>;</w:t>
      </w:r>
    </w:p>
    <w:p w:rsidR="00CD3A06" w:rsidRPr="005924A4" w:rsidRDefault="00CD3A06" w:rsidP="007933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в) 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924A4">
        <w:rPr>
          <w:rFonts w:ascii="Times New Roman" w:hAnsi="Times New Roman"/>
          <w:sz w:val="28"/>
          <w:szCs w:val="28"/>
        </w:rPr>
        <w:t xml:space="preserve">приобретением специализированных автотранспортных средств, технологического, торгового и компьютерного оборудования, программ для </w:t>
      </w:r>
      <w:r w:rsidRPr="00771659">
        <w:rPr>
          <w:rFonts w:ascii="Times New Roman" w:hAnsi="Times New Roman"/>
          <w:sz w:val="28"/>
          <w:szCs w:val="28"/>
        </w:rPr>
        <w:t>электронных вычислительных машин</w:t>
      </w:r>
      <w:r w:rsidRPr="005924A4">
        <w:rPr>
          <w:rFonts w:ascii="Times New Roman" w:hAnsi="Times New Roman"/>
          <w:sz w:val="28"/>
          <w:szCs w:val="28"/>
        </w:rPr>
        <w:t>, а также строительных материалов;</w:t>
      </w:r>
    </w:p>
    <w:p w:rsidR="00CD3A06" w:rsidRPr="005924A4" w:rsidRDefault="00CD3A06" w:rsidP="007933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г) </w:t>
      </w:r>
      <w:r>
        <w:rPr>
          <w:rFonts w:ascii="Times New Roman" w:hAnsi="Times New Roman"/>
          <w:sz w:val="28"/>
          <w:szCs w:val="28"/>
        </w:rPr>
        <w:t xml:space="preserve">со </w:t>
      </w:r>
      <w:r w:rsidRPr="005924A4">
        <w:rPr>
          <w:rFonts w:ascii="Times New Roman" w:hAnsi="Times New Roman"/>
          <w:sz w:val="28"/>
          <w:szCs w:val="28"/>
        </w:rPr>
        <w:t>строительством, реконструкцией и капитальным ремонтом зданий, строений, сооружений и находящихся в них помещений, входящих в состав имущественных комплексов сельскохозяйственных кооперативных рынков;</w:t>
      </w:r>
    </w:p>
    <w:p w:rsidR="00CD3A06" w:rsidRPr="005924A4" w:rsidRDefault="00CD3A06" w:rsidP="007933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д) 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924A4">
        <w:rPr>
          <w:rFonts w:ascii="Times New Roman" w:hAnsi="Times New Roman"/>
          <w:sz w:val="28"/>
          <w:szCs w:val="28"/>
        </w:rPr>
        <w:t>обеспечением газификации и электрификации производственных, торговых и заготовительных объектов, а также объектов, входящих в состав имущественных комплексов сельскохозяйственных кооперативных рынков;</w:t>
      </w:r>
    </w:p>
    <w:p w:rsidR="00CD3A06" w:rsidRPr="005924A4" w:rsidRDefault="00CD3A06" w:rsidP="007933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е) 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924A4">
        <w:rPr>
          <w:rFonts w:ascii="Times New Roman" w:hAnsi="Times New Roman"/>
          <w:sz w:val="28"/>
          <w:szCs w:val="28"/>
        </w:rPr>
        <w:t xml:space="preserve">осуществлением первоначального лизингового платежа и ежемесячных лизинговых платежей по договорам финансовой аренды (лизинга), предметом которых являются специализированные автотранспортные средства </w:t>
      </w:r>
      <w:r>
        <w:rPr>
          <w:rFonts w:ascii="Times New Roman" w:hAnsi="Times New Roman"/>
          <w:sz w:val="28"/>
          <w:szCs w:val="28"/>
        </w:rPr>
        <w:br/>
      </w:r>
      <w:r w:rsidRPr="005924A4">
        <w:rPr>
          <w:rFonts w:ascii="Times New Roman" w:hAnsi="Times New Roman"/>
          <w:sz w:val="28"/>
          <w:szCs w:val="28"/>
        </w:rPr>
        <w:t>и технологическое оборудование;</w:t>
      </w:r>
    </w:p>
    <w:p w:rsidR="00CD3A06" w:rsidRPr="005924A4" w:rsidRDefault="00CD3A06" w:rsidP="007933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 xml:space="preserve">2) предоставление сельскохозяйственным потребительским кооперативам </w:t>
      </w:r>
      <w:r>
        <w:rPr>
          <w:rFonts w:ascii="Times New Roman" w:hAnsi="Times New Roman"/>
          <w:sz w:val="28"/>
          <w:szCs w:val="28"/>
        </w:rPr>
        <w:br/>
      </w:r>
      <w:r w:rsidRPr="005924A4">
        <w:rPr>
          <w:rFonts w:ascii="Times New Roman" w:hAnsi="Times New Roman"/>
          <w:sz w:val="28"/>
          <w:szCs w:val="28"/>
        </w:rPr>
        <w:t>и потребительским обществам из областного бюджета Ульяновской области субсидий на возмещение части их затрат в связи с приобретением поголовья крупного рогатого скота в целях обеспечения деятельности граждан, ведущих личное подсобное хозяйство;</w:t>
      </w:r>
    </w:p>
    <w:p w:rsidR="00CD3A06" w:rsidRPr="005924A4" w:rsidRDefault="00CD3A06" w:rsidP="009B68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 xml:space="preserve">3) предоставление сельскохозяйственным потребительским кооперативам </w:t>
      </w:r>
      <w:r>
        <w:rPr>
          <w:rFonts w:ascii="Times New Roman" w:hAnsi="Times New Roman"/>
          <w:sz w:val="28"/>
          <w:szCs w:val="28"/>
        </w:rPr>
        <w:br/>
      </w:r>
      <w:r w:rsidRPr="005924A4">
        <w:rPr>
          <w:rFonts w:ascii="Times New Roman" w:hAnsi="Times New Roman"/>
          <w:sz w:val="28"/>
          <w:szCs w:val="28"/>
        </w:rPr>
        <w:t xml:space="preserve">и потребительским обществам из областного бюджета Ульяновской области грантов в форме субсидий в целях </w:t>
      </w:r>
      <w:r>
        <w:rPr>
          <w:rFonts w:ascii="Times New Roman" w:hAnsi="Times New Roman"/>
          <w:sz w:val="28"/>
          <w:szCs w:val="28"/>
        </w:rPr>
        <w:t>финансового обеспечения</w:t>
      </w:r>
      <w:bookmarkStart w:id="0" w:name="_GoBack"/>
      <w:bookmarkEnd w:id="0"/>
      <w:r w:rsidRPr="005924A4">
        <w:rPr>
          <w:rFonts w:ascii="Times New Roman" w:hAnsi="Times New Roman"/>
          <w:sz w:val="28"/>
          <w:szCs w:val="28"/>
        </w:rPr>
        <w:t xml:space="preserve"> их затрат в связи </w:t>
      </w:r>
      <w:r>
        <w:rPr>
          <w:rFonts w:ascii="Times New Roman" w:hAnsi="Times New Roman"/>
          <w:sz w:val="28"/>
          <w:szCs w:val="28"/>
        </w:rPr>
        <w:br/>
      </w:r>
      <w:r w:rsidRPr="005924A4">
        <w:rPr>
          <w:rFonts w:ascii="Times New Roman" w:hAnsi="Times New Roman"/>
          <w:sz w:val="28"/>
          <w:szCs w:val="28"/>
        </w:rPr>
        <w:t>с осуществлением деятельности по:</w:t>
      </w:r>
    </w:p>
    <w:p w:rsidR="00CD3A06" w:rsidRPr="005924A4" w:rsidRDefault="00CD3A06" w:rsidP="009B68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а) развитию своей материально-технической базы;</w:t>
      </w:r>
    </w:p>
    <w:p w:rsidR="00CD3A06" w:rsidRPr="005924A4" w:rsidRDefault="00CD3A06" w:rsidP="009B68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б) строительству мини-ферм, необходимых для содержания крупного рогатого скота гражданами, ведущими личное подсобное хозяйство;</w:t>
      </w:r>
    </w:p>
    <w:p w:rsidR="00CD3A06" w:rsidRPr="005924A4" w:rsidRDefault="00CD3A06" w:rsidP="009B68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в) строительству мини-теплиц, необходимых для обеспечения деятельности граждан, ведущих личное подсобное хозяйство.</w:t>
      </w:r>
    </w:p>
    <w:p w:rsidR="00CD3A06" w:rsidRPr="005924A4" w:rsidRDefault="00CD3A06" w:rsidP="00A37F2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7F24">
        <w:rPr>
          <w:rFonts w:ascii="Times New Roman" w:hAnsi="Times New Roman"/>
          <w:sz w:val="28"/>
          <w:szCs w:val="28"/>
        </w:rPr>
        <w:t xml:space="preserve">2. Порядок </w:t>
      </w:r>
      <w:r>
        <w:rPr>
          <w:rFonts w:ascii="Times New Roman" w:hAnsi="Times New Roman"/>
          <w:sz w:val="28"/>
          <w:szCs w:val="28"/>
        </w:rPr>
        <w:t>и</w:t>
      </w:r>
      <w:r w:rsidRPr="00A37F24">
        <w:rPr>
          <w:rFonts w:ascii="Times New Roman" w:hAnsi="Times New Roman"/>
          <w:sz w:val="28"/>
          <w:szCs w:val="28"/>
        </w:rPr>
        <w:t xml:space="preserve"> условия предоставления субсидий (грантов в форме субсидий), предусмотренных частью 1 настоящей статьи, </w:t>
      </w:r>
      <w:r>
        <w:rPr>
          <w:rFonts w:ascii="Times New Roman" w:hAnsi="Times New Roman"/>
          <w:sz w:val="28"/>
          <w:szCs w:val="28"/>
        </w:rPr>
        <w:t xml:space="preserve">основания и порядок </w:t>
      </w:r>
      <w:r w:rsidRPr="00A37F24">
        <w:rPr>
          <w:rFonts w:ascii="Times New Roman" w:hAnsi="Times New Roman"/>
          <w:sz w:val="28"/>
          <w:szCs w:val="28"/>
        </w:rPr>
        <w:t xml:space="preserve">их возврата </w:t>
      </w:r>
      <w:r>
        <w:rPr>
          <w:rFonts w:ascii="Times New Roman" w:hAnsi="Times New Roman"/>
          <w:sz w:val="28"/>
          <w:szCs w:val="28"/>
        </w:rPr>
        <w:br/>
      </w:r>
      <w:r w:rsidRPr="00A37F24">
        <w:rPr>
          <w:rFonts w:ascii="Times New Roman" w:hAnsi="Times New Roman"/>
          <w:sz w:val="28"/>
          <w:szCs w:val="28"/>
        </w:rPr>
        <w:t>в областной бюджет Ульяновской области устанавливаются Правительством Ульяновской области.</w:t>
      </w:r>
    </w:p>
    <w:p w:rsidR="00CD3A06" w:rsidRPr="00F94D0B" w:rsidRDefault="00CD3A06" w:rsidP="00F94D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CD3A06" w:rsidRDefault="00CD3A06" w:rsidP="00F94D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8044"/>
      </w:tblGrid>
      <w:tr w:rsidR="00CD3A06" w:rsidTr="00FA2696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CD3A06" w:rsidRPr="00FA2696" w:rsidRDefault="00CD3A06" w:rsidP="00FA269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2696">
              <w:rPr>
                <w:rFonts w:ascii="Times New Roman" w:hAnsi="Times New Roman"/>
                <w:bCs/>
                <w:sz w:val="28"/>
                <w:szCs w:val="28"/>
              </w:rPr>
              <w:t>Статья 4.</w:t>
            </w:r>
          </w:p>
        </w:tc>
        <w:tc>
          <w:tcPr>
            <w:tcW w:w="8044" w:type="dxa"/>
            <w:tcBorders>
              <w:top w:val="nil"/>
              <w:left w:val="nil"/>
              <w:bottom w:val="nil"/>
              <w:right w:val="nil"/>
            </w:tcBorders>
          </w:tcPr>
          <w:p w:rsidR="00CD3A06" w:rsidRPr="00FA2696" w:rsidRDefault="00CD3A06" w:rsidP="00FA2696">
            <w:pPr>
              <w:pStyle w:val="HEADERTEXT"/>
              <w:ind w:left="-108"/>
              <w:jc w:val="both"/>
              <w:rPr>
                <w:sz w:val="28"/>
                <w:szCs w:val="28"/>
              </w:rPr>
            </w:pPr>
            <w:r w:rsidRPr="00FA2696">
              <w:rPr>
                <w:b/>
                <w:bCs/>
                <w:color w:val="auto"/>
                <w:sz w:val="28"/>
                <w:szCs w:val="28"/>
              </w:rPr>
              <w:t xml:space="preserve">Информационная, консультационная и методическая поддержка сельскохозяйственных потребительских кооперативов, потребительских обществ и граждан, ведущих личное подсобное хозяйство </w:t>
            </w:r>
          </w:p>
        </w:tc>
      </w:tr>
    </w:tbl>
    <w:p w:rsidR="00CD3A06" w:rsidRDefault="00CD3A06" w:rsidP="00F94D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3A06" w:rsidRPr="005924A4" w:rsidRDefault="00CD3A06" w:rsidP="00F94D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3A06" w:rsidRPr="005924A4" w:rsidRDefault="00CD3A06" w:rsidP="00F94D0B">
      <w:pPr>
        <w:shd w:val="clear" w:color="auto" w:fill="FFFFFF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924A4">
        <w:rPr>
          <w:rFonts w:ascii="Times New Roman" w:hAnsi="Times New Roman"/>
          <w:sz w:val="28"/>
          <w:szCs w:val="28"/>
        </w:rPr>
        <w:t xml:space="preserve"> целях оказания сельскохозяйственным потребительским кооперативам, потребительским обществам и гражданам, ведущим личное подсобное хозяйство</w:t>
      </w:r>
      <w:r>
        <w:rPr>
          <w:rFonts w:ascii="Times New Roman" w:hAnsi="Times New Roman"/>
          <w:sz w:val="28"/>
          <w:szCs w:val="28"/>
        </w:rPr>
        <w:t>,</w:t>
      </w:r>
      <w:r w:rsidRPr="005924A4">
        <w:rPr>
          <w:rFonts w:ascii="Times New Roman" w:hAnsi="Times New Roman"/>
          <w:sz w:val="28"/>
          <w:szCs w:val="28"/>
        </w:rPr>
        <w:t xml:space="preserve"> </w:t>
      </w:r>
      <w:r w:rsidRPr="00602237">
        <w:rPr>
          <w:rFonts w:ascii="Times New Roman" w:hAnsi="Times New Roman"/>
          <w:spacing w:val="-4"/>
          <w:sz w:val="28"/>
          <w:szCs w:val="28"/>
        </w:rPr>
        <w:t>информационной, консультационной и методической поддержки уполномоченный</w:t>
      </w:r>
      <w:r w:rsidRPr="005924A4">
        <w:rPr>
          <w:rFonts w:ascii="Times New Roman" w:hAnsi="Times New Roman"/>
          <w:sz w:val="28"/>
          <w:szCs w:val="28"/>
        </w:rPr>
        <w:t xml:space="preserve"> орган в пределах своей компетенции обеспечивает:</w:t>
      </w:r>
    </w:p>
    <w:p w:rsidR="00CD3A06" w:rsidRPr="005924A4" w:rsidRDefault="00CD3A06" w:rsidP="00F94D0B">
      <w:pPr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  <w:lang w:eastAsia="ru-RU"/>
        </w:rPr>
        <w:t>1) </w:t>
      </w:r>
      <w:r w:rsidRPr="005924A4">
        <w:rPr>
          <w:rFonts w:ascii="Times New Roman" w:hAnsi="Times New Roman"/>
          <w:sz w:val="28"/>
          <w:szCs w:val="28"/>
        </w:rPr>
        <w:t>проведение в установленном им порядке мониторинга, анализа состояния и тенденций развития деятельности сельскохозяйственных потребительских кооперативов, потребительских обществ и граждан, ведущих личное подсобное хозяйство, а также эффективности мер, направленных на их поддержку;</w:t>
      </w:r>
    </w:p>
    <w:p w:rsidR="00CD3A06" w:rsidRPr="005924A4" w:rsidRDefault="00CD3A06" w:rsidP="00F94D0B">
      <w:pPr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24A4">
        <w:rPr>
          <w:rFonts w:ascii="Times New Roman" w:hAnsi="Times New Roman"/>
          <w:sz w:val="28"/>
          <w:szCs w:val="28"/>
          <w:lang w:eastAsia="ru-RU"/>
        </w:rPr>
        <w:t xml:space="preserve">2) проведение обучающих семинаров для представителей </w:t>
      </w:r>
      <w:r w:rsidRPr="005924A4">
        <w:rPr>
          <w:rFonts w:ascii="Times New Roman" w:hAnsi="Times New Roman"/>
          <w:sz w:val="28"/>
          <w:szCs w:val="28"/>
        </w:rPr>
        <w:t>сельскохозяйственных потребительских кооперативов, потребительских обществ, а также для граждан, ведущих личное подсобное хозяйство,</w:t>
      </w:r>
      <w:r w:rsidRPr="005924A4">
        <w:rPr>
          <w:rFonts w:ascii="Times New Roman" w:hAnsi="Times New Roman"/>
          <w:sz w:val="28"/>
          <w:szCs w:val="28"/>
          <w:lang w:eastAsia="ru-RU"/>
        </w:rPr>
        <w:t xml:space="preserve"> по вопросам, связанным с повышением эффективности деятельности в сфере сельского хозяйства, в том числе по вопросам внедрения новых методов организации труда и финансового управления указанной деятельностью;</w:t>
      </w:r>
    </w:p>
    <w:p w:rsidR="00CD3A06" w:rsidRPr="005924A4" w:rsidRDefault="00CD3A06" w:rsidP="00F94D0B">
      <w:pPr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3) сельскохозяйственны</w:t>
      </w:r>
      <w:r>
        <w:rPr>
          <w:rFonts w:ascii="Times New Roman" w:hAnsi="Times New Roman"/>
          <w:sz w:val="28"/>
          <w:szCs w:val="28"/>
        </w:rPr>
        <w:t>е</w:t>
      </w:r>
      <w:r w:rsidRPr="005924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потребительские</w:t>
      </w:r>
      <w:r w:rsidRPr="005924A4">
        <w:rPr>
          <w:rFonts w:ascii="Times New Roman" w:hAnsi="Times New Roman"/>
          <w:sz w:val="28"/>
          <w:szCs w:val="28"/>
        </w:rPr>
        <w:t xml:space="preserve"> кооператив</w:t>
      </w:r>
      <w:r>
        <w:rPr>
          <w:rFonts w:ascii="Times New Roman" w:hAnsi="Times New Roman"/>
          <w:sz w:val="28"/>
          <w:szCs w:val="28"/>
        </w:rPr>
        <w:t>ы</w:t>
      </w:r>
      <w:r w:rsidRPr="005924A4">
        <w:rPr>
          <w:rFonts w:ascii="Times New Roman" w:hAnsi="Times New Roman"/>
          <w:sz w:val="28"/>
          <w:szCs w:val="28"/>
        </w:rPr>
        <w:t>, потребительски</w:t>
      </w:r>
      <w:r>
        <w:rPr>
          <w:rFonts w:ascii="Times New Roman" w:hAnsi="Times New Roman"/>
          <w:sz w:val="28"/>
          <w:szCs w:val="28"/>
        </w:rPr>
        <w:t>е</w:t>
      </w:r>
      <w:r w:rsidRPr="005924A4">
        <w:rPr>
          <w:rFonts w:ascii="Times New Roman" w:hAnsi="Times New Roman"/>
          <w:sz w:val="28"/>
          <w:szCs w:val="28"/>
        </w:rPr>
        <w:t xml:space="preserve"> обществ</w:t>
      </w:r>
      <w:r>
        <w:rPr>
          <w:rFonts w:ascii="Times New Roman" w:hAnsi="Times New Roman"/>
          <w:sz w:val="28"/>
          <w:szCs w:val="28"/>
        </w:rPr>
        <w:t>а</w:t>
      </w:r>
      <w:r w:rsidRPr="005924A4">
        <w:rPr>
          <w:rFonts w:ascii="Times New Roman" w:hAnsi="Times New Roman"/>
          <w:sz w:val="28"/>
          <w:szCs w:val="28"/>
        </w:rPr>
        <w:t xml:space="preserve"> и граждан, ведущих личное подсобное хозяйство, методической литературой по различным направлениям сельскохозяйственного производства;</w:t>
      </w:r>
    </w:p>
    <w:p w:rsidR="00CD3A06" w:rsidRPr="005924A4" w:rsidRDefault="00CD3A06" w:rsidP="00F94D0B">
      <w:pPr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24A4">
        <w:rPr>
          <w:rFonts w:ascii="Times New Roman" w:hAnsi="Times New Roman"/>
          <w:sz w:val="28"/>
          <w:szCs w:val="28"/>
        </w:rPr>
        <w:t>4) </w:t>
      </w:r>
      <w:r w:rsidRPr="00951DF9">
        <w:rPr>
          <w:rFonts w:ascii="Times New Roman" w:hAnsi="Times New Roman"/>
          <w:spacing w:val="-2"/>
          <w:sz w:val="28"/>
          <w:szCs w:val="28"/>
        </w:rPr>
        <w:t>консультирование представителей сельскохозяйственных потребительских</w:t>
      </w:r>
      <w:r w:rsidRPr="005924A4">
        <w:rPr>
          <w:rFonts w:ascii="Times New Roman" w:hAnsi="Times New Roman"/>
          <w:sz w:val="28"/>
          <w:szCs w:val="28"/>
        </w:rPr>
        <w:t xml:space="preserve"> кооперативов и потребительских обществ, а также граждан, ведущих личное подсобное хозяйство, по вопросам внедрения новых технологий производства сельскохозяйственной продукции.</w:t>
      </w:r>
    </w:p>
    <w:p w:rsidR="00CD3A06" w:rsidRPr="005924A4" w:rsidRDefault="00CD3A06" w:rsidP="00F94D0B">
      <w:pPr>
        <w:pStyle w:val="HEADERTEXT"/>
        <w:ind w:left="1985" w:hanging="1276"/>
        <w:jc w:val="both"/>
        <w:rPr>
          <w:b/>
          <w:bCs/>
          <w:color w:val="auto"/>
          <w:sz w:val="28"/>
          <w:szCs w:val="28"/>
        </w:rPr>
      </w:pPr>
      <w:r w:rsidRPr="005924A4">
        <w:rPr>
          <w:bCs/>
          <w:color w:val="auto"/>
          <w:sz w:val="28"/>
          <w:szCs w:val="28"/>
        </w:rPr>
        <w:t xml:space="preserve">Статья 5. </w:t>
      </w:r>
      <w:r w:rsidRPr="005924A4">
        <w:rPr>
          <w:b/>
          <w:bCs/>
          <w:color w:val="auto"/>
          <w:sz w:val="28"/>
          <w:szCs w:val="28"/>
        </w:rPr>
        <w:t>Вступление в силу настоящего Закона</w:t>
      </w:r>
    </w:p>
    <w:p w:rsidR="00CD3A06" w:rsidRDefault="00CD3A06" w:rsidP="00F94D0B">
      <w:pPr>
        <w:pStyle w:val="HEADERTEXT"/>
        <w:ind w:left="2127" w:hanging="1418"/>
        <w:jc w:val="both"/>
        <w:rPr>
          <w:b/>
          <w:bCs/>
          <w:color w:val="auto"/>
          <w:sz w:val="28"/>
          <w:szCs w:val="28"/>
        </w:rPr>
      </w:pPr>
    </w:p>
    <w:p w:rsidR="00CD3A06" w:rsidRPr="005924A4" w:rsidRDefault="00CD3A06" w:rsidP="00F94D0B">
      <w:pPr>
        <w:pStyle w:val="HEADERTEXT"/>
        <w:ind w:left="2127" w:hanging="1418"/>
        <w:jc w:val="both"/>
        <w:rPr>
          <w:b/>
          <w:bCs/>
          <w:color w:val="auto"/>
          <w:sz w:val="28"/>
          <w:szCs w:val="28"/>
        </w:rPr>
      </w:pPr>
    </w:p>
    <w:p w:rsidR="00CD3A06" w:rsidRPr="005924A4" w:rsidRDefault="00CD3A06" w:rsidP="00951DF9">
      <w:pPr>
        <w:pStyle w:val="HEADERTEX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 w:rsidRPr="005924A4">
        <w:rPr>
          <w:bCs/>
          <w:color w:val="auto"/>
          <w:sz w:val="28"/>
          <w:szCs w:val="28"/>
        </w:rPr>
        <w:t>Настоящий Закон вступает в силу с 1 января 2017 года.</w:t>
      </w:r>
    </w:p>
    <w:p w:rsidR="00CD3A06" w:rsidRPr="00F94D0B" w:rsidRDefault="00CD3A06" w:rsidP="00F94D0B">
      <w:pPr>
        <w:pStyle w:val="NormalWeb"/>
        <w:shd w:val="clear" w:color="auto" w:fill="FFFFFF"/>
        <w:spacing w:before="0" w:beforeAutospacing="0" w:after="0" w:afterAutospacing="0"/>
        <w:jc w:val="both"/>
        <w:rPr>
          <w:sz w:val="16"/>
          <w:szCs w:val="28"/>
          <w:lang w:eastAsia="en-US"/>
        </w:rPr>
      </w:pPr>
    </w:p>
    <w:p w:rsidR="00CD3A06" w:rsidRPr="005924A4" w:rsidRDefault="00CD3A06" w:rsidP="00F94D0B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D3A06" w:rsidRPr="005924A4" w:rsidRDefault="00CD3A06" w:rsidP="00F94D0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D3A06" w:rsidRPr="005924A4" w:rsidRDefault="00CD3A06" w:rsidP="00F94D0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924A4">
        <w:rPr>
          <w:rFonts w:ascii="Times New Roman" w:hAnsi="Times New Roman"/>
          <w:b/>
          <w:bCs/>
          <w:sz w:val="28"/>
          <w:szCs w:val="28"/>
        </w:rPr>
        <w:t>Временно исполняющий обязанности</w:t>
      </w:r>
    </w:p>
    <w:p w:rsidR="00CD3A06" w:rsidRPr="005924A4" w:rsidRDefault="00CD3A06" w:rsidP="00F94D0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924A4">
        <w:rPr>
          <w:rFonts w:ascii="Times New Roman" w:hAnsi="Times New Roman"/>
          <w:b/>
          <w:bCs/>
          <w:sz w:val="28"/>
          <w:szCs w:val="28"/>
        </w:rPr>
        <w:t xml:space="preserve">Губернатора Ульяновской области </w:t>
      </w:r>
      <w:r w:rsidRPr="005924A4">
        <w:rPr>
          <w:rFonts w:ascii="Times New Roman" w:hAnsi="Times New Roman"/>
          <w:b/>
          <w:bCs/>
          <w:sz w:val="28"/>
          <w:szCs w:val="28"/>
        </w:rPr>
        <w:tab/>
      </w:r>
      <w:r w:rsidRPr="005924A4">
        <w:rPr>
          <w:rFonts w:ascii="Times New Roman" w:hAnsi="Times New Roman"/>
          <w:b/>
          <w:bCs/>
          <w:sz w:val="28"/>
          <w:szCs w:val="28"/>
        </w:rPr>
        <w:tab/>
      </w:r>
      <w:r w:rsidRPr="005924A4">
        <w:rPr>
          <w:rFonts w:ascii="Times New Roman" w:hAnsi="Times New Roman"/>
          <w:b/>
          <w:bCs/>
          <w:sz w:val="28"/>
          <w:szCs w:val="28"/>
        </w:rPr>
        <w:tab/>
      </w:r>
      <w:r w:rsidRPr="005924A4"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Pr="005924A4">
        <w:rPr>
          <w:rFonts w:ascii="Times New Roman" w:hAnsi="Times New Roman"/>
          <w:b/>
          <w:bCs/>
          <w:sz w:val="28"/>
          <w:szCs w:val="28"/>
        </w:rPr>
        <w:t xml:space="preserve">      С.И.Морозов</w:t>
      </w:r>
    </w:p>
    <w:p w:rsidR="00CD3A06" w:rsidRPr="005924A4" w:rsidRDefault="00CD3A06" w:rsidP="00F94D0B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D3A06" w:rsidRDefault="00CD3A06" w:rsidP="00F94D0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3A06" w:rsidRDefault="00CD3A06" w:rsidP="00F94D0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D3A06" w:rsidRPr="005924A4" w:rsidRDefault="00CD3A06" w:rsidP="00F94D0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4A4">
        <w:rPr>
          <w:rFonts w:ascii="Times New Roman" w:hAnsi="Times New Roman"/>
          <w:bCs/>
          <w:sz w:val="28"/>
          <w:szCs w:val="28"/>
        </w:rPr>
        <w:t>г. Ульяновск</w:t>
      </w:r>
    </w:p>
    <w:p w:rsidR="00CD3A06" w:rsidRPr="005924A4" w:rsidRDefault="00CD3A06" w:rsidP="00F94D0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27 сентября </w:t>
      </w:r>
      <w:smartTag w:uri="urn:schemas-microsoft-com:office:smarttags" w:element="metricconverter">
        <w:smartTagPr>
          <w:attr w:name="ProductID" w:val="2016 г"/>
        </w:smartTagPr>
        <w:r w:rsidRPr="005924A4">
          <w:rPr>
            <w:rFonts w:ascii="Times New Roman" w:hAnsi="Times New Roman"/>
            <w:bCs/>
            <w:sz w:val="28"/>
            <w:szCs w:val="28"/>
          </w:rPr>
          <w:t>2016 г</w:t>
        </w:r>
      </w:smartTag>
      <w:r w:rsidRPr="005924A4">
        <w:rPr>
          <w:rFonts w:ascii="Times New Roman" w:hAnsi="Times New Roman"/>
          <w:bCs/>
          <w:sz w:val="28"/>
          <w:szCs w:val="28"/>
        </w:rPr>
        <w:t>.</w:t>
      </w:r>
    </w:p>
    <w:p w:rsidR="00CD3A06" w:rsidRPr="005924A4" w:rsidRDefault="00CD3A06" w:rsidP="00F94D0B">
      <w:pPr>
        <w:spacing w:after="0" w:line="240" w:lineRule="auto"/>
        <w:jc w:val="center"/>
        <w:rPr>
          <w:sz w:val="28"/>
          <w:szCs w:val="28"/>
        </w:rPr>
      </w:pPr>
      <w:r w:rsidRPr="005924A4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>134</w:t>
      </w:r>
      <w:r w:rsidRPr="005924A4">
        <w:rPr>
          <w:rFonts w:ascii="Times New Roman" w:hAnsi="Times New Roman"/>
          <w:bCs/>
          <w:sz w:val="28"/>
          <w:szCs w:val="28"/>
        </w:rPr>
        <w:t xml:space="preserve"> -ЗО</w:t>
      </w:r>
    </w:p>
    <w:sectPr w:rsidR="00CD3A06" w:rsidRPr="005924A4" w:rsidSect="00602237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A06" w:rsidRDefault="00CD3A06" w:rsidP="00FB736C">
      <w:pPr>
        <w:spacing w:after="0" w:line="240" w:lineRule="auto"/>
      </w:pPr>
      <w:r>
        <w:separator/>
      </w:r>
    </w:p>
  </w:endnote>
  <w:endnote w:type="continuationSeparator" w:id="0">
    <w:p w:rsidR="00CD3A06" w:rsidRDefault="00CD3A06" w:rsidP="00FB7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A06" w:rsidRPr="003E6CE8" w:rsidRDefault="00CD3A06" w:rsidP="003E6CE8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1108км1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A06" w:rsidRDefault="00CD3A06" w:rsidP="00FB736C">
      <w:pPr>
        <w:spacing w:after="0" w:line="240" w:lineRule="auto"/>
      </w:pPr>
      <w:r>
        <w:separator/>
      </w:r>
    </w:p>
  </w:footnote>
  <w:footnote w:type="continuationSeparator" w:id="0">
    <w:p w:rsidR="00CD3A06" w:rsidRDefault="00CD3A06" w:rsidP="00FB7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A06" w:rsidRPr="005528E7" w:rsidRDefault="00CD3A06" w:rsidP="005528E7">
    <w:pPr>
      <w:pStyle w:val="Header"/>
      <w:jc w:val="center"/>
      <w:rPr>
        <w:rFonts w:ascii="Times New Roman" w:hAnsi="Times New Roman"/>
        <w:sz w:val="28"/>
        <w:szCs w:val="28"/>
      </w:rPr>
    </w:pPr>
    <w:r w:rsidRPr="005528E7">
      <w:rPr>
        <w:rFonts w:ascii="Times New Roman" w:hAnsi="Times New Roman"/>
        <w:sz w:val="28"/>
        <w:szCs w:val="28"/>
      </w:rPr>
      <w:fldChar w:fldCharType="begin"/>
    </w:r>
    <w:r w:rsidRPr="005528E7">
      <w:rPr>
        <w:rFonts w:ascii="Times New Roman" w:hAnsi="Times New Roman"/>
        <w:sz w:val="28"/>
        <w:szCs w:val="28"/>
      </w:rPr>
      <w:instrText xml:space="preserve"> PAGE   \* MERGEFORMAT </w:instrText>
    </w:r>
    <w:r w:rsidRPr="005528E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5528E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79A9"/>
    <w:multiLevelType w:val="hybridMultilevel"/>
    <w:tmpl w:val="1BD62EAC"/>
    <w:lvl w:ilvl="0" w:tplc="10062CF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354BD"/>
    <w:multiLevelType w:val="hybridMultilevel"/>
    <w:tmpl w:val="30A0C5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495126"/>
    <w:multiLevelType w:val="hybridMultilevel"/>
    <w:tmpl w:val="B1C42264"/>
    <w:lvl w:ilvl="0" w:tplc="B73851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C9875EF"/>
    <w:multiLevelType w:val="multilevel"/>
    <w:tmpl w:val="24068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2E41D8F"/>
    <w:multiLevelType w:val="multilevel"/>
    <w:tmpl w:val="70CC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BA7095B"/>
    <w:multiLevelType w:val="multilevel"/>
    <w:tmpl w:val="16DC5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4F7"/>
    <w:rsid w:val="00014C6F"/>
    <w:rsid w:val="00026043"/>
    <w:rsid w:val="000441A5"/>
    <w:rsid w:val="0004513D"/>
    <w:rsid w:val="00050396"/>
    <w:rsid w:val="0007036A"/>
    <w:rsid w:val="000A17DD"/>
    <w:rsid w:val="000A4C7B"/>
    <w:rsid w:val="000A6D82"/>
    <w:rsid w:val="000C60C0"/>
    <w:rsid w:val="001018F6"/>
    <w:rsid w:val="00106FD5"/>
    <w:rsid w:val="00111617"/>
    <w:rsid w:val="00115EC3"/>
    <w:rsid w:val="0013055D"/>
    <w:rsid w:val="00166A79"/>
    <w:rsid w:val="00187038"/>
    <w:rsid w:val="001A2162"/>
    <w:rsid w:val="001C05A8"/>
    <w:rsid w:val="001C5B7F"/>
    <w:rsid w:val="001C6757"/>
    <w:rsid w:val="001D54E8"/>
    <w:rsid w:val="001F057A"/>
    <w:rsid w:val="001F1487"/>
    <w:rsid w:val="002018F2"/>
    <w:rsid w:val="00220A53"/>
    <w:rsid w:val="00226B19"/>
    <w:rsid w:val="0023266F"/>
    <w:rsid w:val="00276C93"/>
    <w:rsid w:val="00287F3F"/>
    <w:rsid w:val="002A2424"/>
    <w:rsid w:val="002A40C7"/>
    <w:rsid w:val="002B1054"/>
    <w:rsid w:val="002B5AAB"/>
    <w:rsid w:val="002E3E67"/>
    <w:rsid w:val="002F29C8"/>
    <w:rsid w:val="002F5AE2"/>
    <w:rsid w:val="002F5AE3"/>
    <w:rsid w:val="002F6CAF"/>
    <w:rsid w:val="00306E2B"/>
    <w:rsid w:val="00334EF8"/>
    <w:rsid w:val="00351C27"/>
    <w:rsid w:val="00356FE9"/>
    <w:rsid w:val="00370048"/>
    <w:rsid w:val="00375955"/>
    <w:rsid w:val="00385A95"/>
    <w:rsid w:val="00387F97"/>
    <w:rsid w:val="00397CC3"/>
    <w:rsid w:val="003A325F"/>
    <w:rsid w:val="003A3FEF"/>
    <w:rsid w:val="003A4EE6"/>
    <w:rsid w:val="003A7F55"/>
    <w:rsid w:val="003B3253"/>
    <w:rsid w:val="003B5E7B"/>
    <w:rsid w:val="003B7CD0"/>
    <w:rsid w:val="003C678A"/>
    <w:rsid w:val="003D1C31"/>
    <w:rsid w:val="003D3932"/>
    <w:rsid w:val="003E0E04"/>
    <w:rsid w:val="003E6CE8"/>
    <w:rsid w:val="003F3DB3"/>
    <w:rsid w:val="003F793A"/>
    <w:rsid w:val="0042536A"/>
    <w:rsid w:val="004260E6"/>
    <w:rsid w:val="0043143A"/>
    <w:rsid w:val="004319D7"/>
    <w:rsid w:val="004363A2"/>
    <w:rsid w:val="0045262B"/>
    <w:rsid w:val="00475CEA"/>
    <w:rsid w:val="00476EAD"/>
    <w:rsid w:val="004966A8"/>
    <w:rsid w:val="004D3563"/>
    <w:rsid w:val="004F4068"/>
    <w:rsid w:val="004F65EF"/>
    <w:rsid w:val="005046C2"/>
    <w:rsid w:val="00507327"/>
    <w:rsid w:val="00514DE3"/>
    <w:rsid w:val="00521E66"/>
    <w:rsid w:val="0054289F"/>
    <w:rsid w:val="005528E7"/>
    <w:rsid w:val="0055333F"/>
    <w:rsid w:val="00555509"/>
    <w:rsid w:val="00563122"/>
    <w:rsid w:val="005643D3"/>
    <w:rsid w:val="005719DC"/>
    <w:rsid w:val="005924A4"/>
    <w:rsid w:val="005A7BAF"/>
    <w:rsid w:val="005B084E"/>
    <w:rsid w:val="005B3E1F"/>
    <w:rsid w:val="005B4D99"/>
    <w:rsid w:val="005C0D6B"/>
    <w:rsid w:val="005D6942"/>
    <w:rsid w:val="005D7095"/>
    <w:rsid w:val="005F1C92"/>
    <w:rsid w:val="005F35C5"/>
    <w:rsid w:val="00602237"/>
    <w:rsid w:val="00604520"/>
    <w:rsid w:val="006058B1"/>
    <w:rsid w:val="00610254"/>
    <w:rsid w:val="00612495"/>
    <w:rsid w:val="0063197C"/>
    <w:rsid w:val="00632A26"/>
    <w:rsid w:val="00633EB2"/>
    <w:rsid w:val="00636867"/>
    <w:rsid w:val="006525B3"/>
    <w:rsid w:val="00653BBA"/>
    <w:rsid w:val="00660509"/>
    <w:rsid w:val="006635E8"/>
    <w:rsid w:val="00667872"/>
    <w:rsid w:val="006679F3"/>
    <w:rsid w:val="00683DFD"/>
    <w:rsid w:val="00695428"/>
    <w:rsid w:val="006B105E"/>
    <w:rsid w:val="006B7069"/>
    <w:rsid w:val="006D7DC9"/>
    <w:rsid w:val="00706B51"/>
    <w:rsid w:val="0071455F"/>
    <w:rsid w:val="00716D30"/>
    <w:rsid w:val="0073614B"/>
    <w:rsid w:val="00746A23"/>
    <w:rsid w:val="0075113A"/>
    <w:rsid w:val="0075216D"/>
    <w:rsid w:val="0075338A"/>
    <w:rsid w:val="00755E7B"/>
    <w:rsid w:val="00766F98"/>
    <w:rsid w:val="00771659"/>
    <w:rsid w:val="0077354B"/>
    <w:rsid w:val="007753F3"/>
    <w:rsid w:val="007933FF"/>
    <w:rsid w:val="0079628D"/>
    <w:rsid w:val="007B31A9"/>
    <w:rsid w:val="007B7EF7"/>
    <w:rsid w:val="007D05E7"/>
    <w:rsid w:val="007D5690"/>
    <w:rsid w:val="007E1CAE"/>
    <w:rsid w:val="007F4859"/>
    <w:rsid w:val="00823367"/>
    <w:rsid w:val="00825940"/>
    <w:rsid w:val="00844300"/>
    <w:rsid w:val="00864ACF"/>
    <w:rsid w:val="00877179"/>
    <w:rsid w:val="00877D9F"/>
    <w:rsid w:val="008803FC"/>
    <w:rsid w:val="0088687D"/>
    <w:rsid w:val="008946EF"/>
    <w:rsid w:val="00896C0D"/>
    <w:rsid w:val="008A476B"/>
    <w:rsid w:val="008C18C8"/>
    <w:rsid w:val="008C210F"/>
    <w:rsid w:val="008C2FC3"/>
    <w:rsid w:val="008D0BBA"/>
    <w:rsid w:val="008D5EDA"/>
    <w:rsid w:val="008E1AEE"/>
    <w:rsid w:val="008F3077"/>
    <w:rsid w:val="008F4A92"/>
    <w:rsid w:val="00920EC4"/>
    <w:rsid w:val="009313D5"/>
    <w:rsid w:val="00951DF9"/>
    <w:rsid w:val="00954976"/>
    <w:rsid w:val="0096052F"/>
    <w:rsid w:val="00963B28"/>
    <w:rsid w:val="00973232"/>
    <w:rsid w:val="0099279A"/>
    <w:rsid w:val="0099686C"/>
    <w:rsid w:val="009B5F2C"/>
    <w:rsid w:val="009B68CC"/>
    <w:rsid w:val="009C376E"/>
    <w:rsid w:val="009E3B3D"/>
    <w:rsid w:val="009E6A56"/>
    <w:rsid w:val="00A17D44"/>
    <w:rsid w:val="00A17EC7"/>
    <w:rsid w:val="00A32E9E"/>
    <w:rsid w:val="00A34A71"/>
    <w:rsid w:val="00A37F24"/>
    <w:rsid w:val="00A40C6A"/>
    <w:rsid w:val="00A4605C"/>
    <w:rsid w:val="00A649EF"/>
    <w:rsid w:val="00A71ABA"/>
    <w:rsid w:val="00A7376F"/>
    <w:rsid w:val="00A82B83"/>
    <w:rsid w:val="00AA2B32"/>
    <w:rsid w:val="00AC3210"/>
    <w:rsid w:val="00AD60A0"/>
    <w:rsid w:val="00AE0F7F"/>
    <w:rsid w:val="00AE4585"/>
    <w:rsid w:val="00AF67E9"/>
    <w:rsid w:val="00AF7E1A"/>
    <w:rsid w:val="00B04BC9"/>
    <w:rsid w:val="00B11812"/>
    <w:rsid w:val="00B20B5D"/>
    <w:rsid w:val="00B30B50"/>
    <w:rsid w:val="00B40978"/>
    <w:rsid w:val="00B40F4C"/>
    <w:rsid w:val="00B424C0"/>
    <w:rsid w:val="00B45440"/>
    <w:rsid w:val="00B50EC6"/>
    <w:rsid w:val="00B54C93"/>
    <w:rsid w:val="00B76DE5"/>
    <w:rsid w:val="00B82736"/>
    <w:rsid w:val="00B84F28"/>
    <w:rsid w:val="00B8560D"/>
    <w:rsid w:val="00B97DD0"/>
    <w:rsid w:val="00BC0420"/>
    <w:rsid w:val="00BC6CCE"/>
    <w:rsid w:val="00BE0AFA"/>
    <w:rsid w:val="00BE1179"/>
    <w:rsid w:val="00C06CB3"/>
    <w:rsid w:val="00C135AD"/>
    <w:rsid w:val="00C175C0"/>
    <w:rsid w:val="00C22BA1"/>
    <w:rsid w:val="00C32AC4"/>
    <w:rsid w:val="00C344C9"/>
    <w:rsid w:val="00C43246"/>
    <w:rsid w:val="00C554F7"/>
    <w:rsid w:val="00C6021A"/>
    <w:rsid w:val="00C80E06"/>
    <w:rsid w:val="00C83268"/>
    <w:rsid w:val="00C83EC5"/>
    <w:rsid w:val="00C91751"/>
    <w:rsid w:val="00CA5792"/>
    <w:rsid w:val="00CA5C6B"/>
    <w:rsid w:val="00CC14A5"/>
    <w:rsid w:val="00CC2B37"/>
    <w:rsid w:val="00CD3A06"/>
    <w:rsid w:val="00CE7AFA"/>
    <w:rsid w:val="00CF4434"/>
    <w:rsid w:val="00D0216E"/>
    <w:rsid w:val="00D22275"/>
    <w:rsid w:val="00D24BB8"/>
    <w:rsid w:val="00D43114"/>
    <w:rsid w:val="00D466B0"/>
    <w:rsid w:val="00D47EB3"/>
    <w:rsid w:val="00D5728D"/>
    <w:rsid w:val="00D61449"/>
    <w:rsid w:val="00D64489"/>
    <w:rsid w:val="00D879E4"/>
    <w:rsid w:val="00D92002"/>
    <w:rsid w:val="00DA20D6"/>
    <w:rsid w:val="00DA40DA"/>
    <w:rsid w:val="00DA7A06"/>
    <w:rsid w:val="00DB3450"/>
    <w:rsid w:val="00DB3E89"/>
    <w:rsid w:val="00DC2503"/>
    <w:rsid w:val="00DC6BE4"/>
    <w:rsid w:val="00DC771C"/>
    <w:rsid w:val="00DD12ED"/>
    <w:rsid w:val="00DE5192"/>
    <w:rsid w:val="00E06A14"/>
    <w:rsid w:val="00E06EC1"/>
    <w:rsid w:val="00E10A4C"/>
    <w:rsid w:val="00E24529"/>
    <w:rsid w:val="00E31CDD"/>
    <w:rsid w:val="00E43DC6"/>
    <w:rsid w:val="00E44FE1"/>
    <w:rsid w:val="00E46524"/>
    <w:rsid w:val="00E520A5"/>
    <w:rsid w:val="00E55E78"/>
    <w:rsid w:val="00E660FA"/>
    <w:rsid w:val="00E73539"/>
    <w:rsid w:val="00E82100"/>
    <w:rsid w:val="00EB7EB8"/>
    <w:rsid w:val="00ED0968"/>
    <w:rsid w:val="00ED45AC"/>
    <w:rsid w:val="00EE1467"/>
    <w:rsid w:val="00F03079"/>
    <w:rsid w:val="00F07D3E"/>
    <w:rsid w:val="00F11D19"/>
    <w:rsid w:val="00F1560C"/>
    <w:rsid w:val="00F162F0"/>
    <w:rsid w:val="00F17CC2"/>
    <w:rsid w:val="00F2176B"/>
    <w:rsid w:val="00F36D3B"/>
    <w:rsid w:val="00F54EB4"/>
    <w:rsid w:val="00F63320"/>
    <w:rsid w:val="00F71184"/>
    <w:rsid w:val="00F8612E"/>
    <w:rsid w:val="00F91AA0"/>
    <w:rsid w:val="00F94004"/>
    <w:rsid w:val="00F94D0B"/>
    <w:rsid w:val="00F95400"/>
    <w:rsid w:val="00F96021"/>
    <w:rsid w:val="00FA2696"/>
    <w:rsid w:val="00FA645F"/>
    <w:rsid w:val="00FB736C"/>
    <w:rsid w:val="00FC2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5E8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042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BC0420"/>
    <w:rPr>
      <w:rFonts w:ascii="Cambria" w:hAnsi="Cambria" w:cs="Times New Roman"/>
      <w:b/>
      <w:i/>
      <w:color w:val="4F81BD"/>
    </w:rPr>
  </w:style>
  <w:style w:type="character" w:customStyle="1" w:styleId="apple-converted-space">
    <w:name w:val="apple-converted-space"/>
    <w:basedOn w:val="DefaultParagraphFont"/>
    <w:uiPriority w:val="99"/>
    <w:rsid w:val="00351C27"/>
    <w:rPr>
      <w:rFonts w:cs="Times New Roman"/>
    </w:rPr>
  </w:style>
  <w:style w:type="paragraph" w:customStyle="1" w:styleId="s1">
    <w:name w:val="s_1"/>
    <w:basedOn w:val="Normal"/>
    <w:uiPriority w:val="99"/>
    <w:rsid w:val="00351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DefaultParagraphFont"/>
    <w:uiPriority w:val="99"/>
    <w:rsid w:val="00351C27"/>
    <w:rPr>
      <w:rFonts w:cs="Times New Roman"/>
    </w:rPr>
  </w:style>
  <w:style w:type="paragraph" w:customStyle="1" w:styleId="s15">
    <w:name w:val="s_15"/>
    <w:basedOn w:val="Normal"/>
    <w:uiPriority w:val="99"/>
    <w:rsid w:val="00351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51C27"/>
    <w:rPr>
      <w:rFonts w:cs="Times New Roman"/>
      <w:color w:val="0000FF"/>
      <w:u w:val="single"/>
    </w:rPr>
  </w:style>
  <w:style w:type="paragraph" w:customStyle="1" w:styleId="dktexleft">
    <w:name w:val="dktexleft"/>
    <w:basedOn w:val="Normal"/>
    <w:uiPriority w:val="99"/>
    <w:rsid w:val="00BC04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BC04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C0420"/>
    <w:rPr>
      <w:rFonts w:cs="Times New Roman"/>
      <w:b/>
    </w:rPr>
  </w:style>
  <w:style w:type="paragraph" w:customStyle="1" w:styleId="HEADERTEXT">
    <w:name w:val=".HEADERTEXT"/>
    <w:uiPriority w:val="99"/>
    <w:rsid w:val="00F11D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2B4279"/>
      <w:sz w:val="24"/>
      <w:szCs w:val="24"/>
    </w:rPr>
  </w:style>
  <w:style w:type="paragraph" w:customStyle="1" w:styleId="ConsPlusNormal">
    <w:name w:val="ConsPlusNormal"/>
    <w:uiPriority w:val="99"/>
    <w:rsid w:val="00BE117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ListParagraph">
    <w:name w:val="List Paragraph"/>
    <w:basedOn w:val="Normal"/>
    <w:uiPriority w:val="99"/>
    <w:qFormat/>
    <w:rsid w:val="009B68CC"/>
    <w:pPr>
      <w:ind w:left="720"/>
      <w:contextualSpacing/>
    </w:pPr>
  </w:style>
  <w:style w:type="paragraph" w:customStyle="1" w:styleId="FORMATTEXT">
    <w:name w:val=".FORMATTEXT"/>
    <w:uiPriority w:val="99"/>
    <w:rsid w:val="00AA2B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7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B736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B7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B736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451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13D"/>
    <w:rPr>
      <w:rFonts w:ascii="Tahoma" w:hAnsi="Tahoma" w:cs="Times New Roman"/>
      <w:sz w:val="16"/>
      <w:lang w:eastAsia="en-US"/>
    </w:rPr>
  </w:style>
  <w:style w:type="table" w:styleId="TableGrid">
    <w:name w:val="Table Grid"/>
    <w:basedOn w:val="TableNormal"/>
    <w:uiPriority w:val="99"/>
    <w:rsid w:val="00B1181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ml-punctuation">
    <w:name w:val="xml-punctuation"/>
    <w:basedOn w:val="DefaultParagraphFont"/>
    <w:uiPriority w:val="99"/>
    <w:rsid w:val="00D2227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5</Pages>
  <Words>1042</Words>
  <Characters>5946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мсх</dc:creator>
  <cp:keywords/>
  <dc:description/>
  <cp:lastModifiedBy>Пользователь</cp:lastModifiedBy>
  <cp:revision>14</cp:revision>
  <cp:lastPrinted>2016-09-05T05:56:00Z</cp:lastPrinted>
  <dcterms:created xsi:type="dcterms:W3CDTF">2016-08-11T10:36:00Z</dcterms:created>
  <dcterms:modified xsi:type="dcterms:W3CDTF">2016-10-07T08:11:00Z</dcterms:modified>
</cp:coreProperties>
</file>