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2D2" w:rsidRDefault="00BB22D2" w:rsidP="007B1B27">
      <w:pPr>
        <w:jc w:val="center"/>
        <w:rPr>
          <w:rStyle w:val="xml-punctuation"/>
          <w:b/>
          <w:color w:val="000000"/>
        </w:rPr>
      </w:pPr>
      <w:r w:rsidRPr="003D1C31">
        <w:rPr>
          <w:rStyle w:val="xml-punctuation"/>
          <w:b/>
          <w:color w:val="000000"/>
          <w:sz w:val="28"/>
          <w:szCs w:val="28"/>
        </w:rPr>
        <w:t>ЗАКОН УЛЬЯНОВСКОЙ ОБЛАСТИ</w:t>
      </w:r>
    </w:p>
    <w:p w:rsidR="00BB22D2" w:rsidRDefault="00BB22D2" w:rsidP="00DA13F7">
      <w:pPr>
        <w:ind w:left="902" w:right="896"/>
        <w:jc w:val="center"/>
        <w:rPr>
          <w:b/>
          <w:sz w:val="28"/>
          <w:szCs w:val="28"/>
        </w:rPr>
      </w:pPr>
    </w:p>
    <w:p w:rsidR="00BB22D2" w:rsidRDefault="00BB22D2" w:rsidP="00DA13F7">
      <w:pPr>
        <w:ind w:left="902" w:right="896"/>
        <w:jc w:val="center"/>
        <w:rPr>
          <w:b/>
          <w:sz w:val="28"/>
          <w:szCs w:val="28"/>
        </w:rPr>
      </w:pPr>
    </w:p>
    <w:p w:rsidR="00BB22D2" w:rsidRDefault="00BB22D2" w:rsidP="00DA13F7">
      <w:pPr>
        <w:ind w:left="902" w:right="896"/>
        <w:jc w:val="center"/>
        <w:rPr>
          <w:b/>
          <w:sz w:val="28"/>
          <w:szCs w:val="28"/>
        </w:rPr>
      </w:pPr>
    </w:p>
    <w:p w:rsidR="00BB22D2" w:rsidRDefault="00BB22D2" w:rsidP="00DA13F7">
      <w:pPr>
        <w:ind w:left="902" w:right="896"/>
        <w:jc w:val="center"/>
        <w:rPr>
          <w:b/>
          <w:sz w:val="28"/>
          <w:szCs w:val="28"/>
        </w:rPr>
      </w:pPr>
    </w:p>
    <w:p w:rsidR="00BB22D2" w:rsidRDefault="00BB22D2" w:rsidP="00DA13F7">
      <w:pPr>
        <w:ind w:left="902" w:right="896"/>
        <w:jc w:val="center"/>
        <w:rPr>
          <w:b/>
          <w:sz w:val="28"/>
          <w:szCs w:val="28"/>
        </w:rPr>
      </w:pPr>
    </w:p>
    <w:p w:rsidR="00BB22D2" w:rsidRDefault="00BB22D2" w:rsidP="0037287C">
      <w:pPr>
        <w:jc w:val="center"/>
        <w:rPr>
          <w:b/>
          <w:sz w:val="28"/>
          <w:szCs w:val="28"/>
        </w:rPr>
      </w:pPr>
      <w:r w:rsidRPr="004F5223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внесении изменений в статью 2 Закона Ульяновской области</w:t>
      </w:r>
    </w:p>
    <w:p w:rsidR="00BB22D2" w:rsidRPr="004F5223" w:rsidRDefault="00BB22D2" w:rsidP="003728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 порядке осуществления </w:t>
      </w:r>
      <w:r w:rsidRPr="004F5223">
        <w:rPr>
          <w:b/>
          <w:sz w:val="28"/>
          <w:szCs w:val="28"/>
        </w:rPr>
        <w:t>муниципально</w:t>
      </w:r>
      <w:r>
        <w:rPr>
          <w:b/>
          <w:sz w:val="28"/>
          <w:szCs w:val="28"/>
        </w:rPr>
        <w:t>го</w:t>
      </w:r>
      <w:r w:rsidRPr="004F5223">
        <w:rPr>
          <w:b/>
          <w:sz w:val="28"/>
          <w:szCs w:val="28"/>
        </w:rPr>
        <w:t xml:space="preserve"> жилищно</w:t>
      </w:r>
      <w:r>
        <w:rPr>
          <w:b/>
          <w:sz w:val="28"/>
          <w:szCs w:val="28"/>
        </w:rPr>
        <w:t>го</w:t>
      </w:r>
      <w:r w:rsidRPr="004F5223">
        <w:rPr>
          <w:b/>
          <w:sz w:val="28"/>
          <w:szCs w:val="28"/>
        </w:rPr>
        <w:t xml:space="preserve"> контрол</w:t>
      </w:r>
      <w:r>
        <w:rPr>
          <w:b/>
          <w:sz w:val="28"/>
          <w:szCs w:val="28"/>
        </w:rPr>
        <w:t xml:space="preserve">я </w:t>
      </w:r>
      <w:r>
        <w:rPr>
          <w:b/>
          <w:sz w:val="28"/>
          <w:szCs w:val="28"/>
        </w:rPr>
        <w:br/>
        <w:t>на территории Ульяновской области»</w:t>
      </w:r>
    </w:p>
    <w:p w:rsidR="00BB22D2" w:rsidRDefault="00BB22D2" w:rsidP="00CD367F">
      <w:pPr>
        <w:ind w:left="900" w:right="895"/>
        <w:jc w:val="center"/>
        <w:rPr>
          <w:b/>
          <w:sz w:val="28"/>
          <w:szCs w:val="28"/>
        </w:rPr>
      </w:pPr>
    </w:p>
    <w:p w:rsidR="00BB22D2" w:rsidRDefault="00BB22D2" w:rsidP="00CD367F">
      <w:pPr>
        <w:ind w:left="900" w:right="895"/>
        <w:jc w:val="center"/>
        <w:rPr>
          <w:b/>
          <w:sz w:val="28"/>
          <w:szCs w:val="28"/>
        </w:rPr>
      </w:pPr>
    </w:p>
    <w:p w:rsidR="00BB22D2" w:rsidRDefault="00BB22D2" w:rsidP="00CD367F">
      <w:pPr>
        <w:ind w:left="900" w:right="895"/>
        <w:jc w:val="center"/>
        <w:rPr>
          <w:b/>
          <w:sz w:val="28"/>
          <w:szCs w:val="28"/>
        </w:rPr>
      </w:pPr>
    </w:p>
    <w:p w:rsidR="00BB22D2" w:rsidRDefault="00BB22D2" w:rsidP="00CA23CD">
      <w:pPr>
        <w:pStyle w:val="ConsPlusTitle"/>
        <w:widowControl/>
        <w:jc w:val="center"/>
        <w:rPr>
          <w:b w:val="0"/>
        </w:rPr>
      </w:pPr>
      <w:r>
        <w:rPr>
          <w:b w:val="0"/>
        </w:rPr>
        <w:t>Принят Законодательным Собранием Ульяновской области 22 сентября  2016 года</w:t>
      </w:r>
    </w:p>
    <w:p w:rsidR="00BB22D2" w:rsidRDefault="00BB22D2" w:rsidP="00CD367F">
      <w:pPr>
        <w:ind w:left="900" w:right="895"/>
        <w:jc w:val="center"/>
        <w:rPr>
          <w:b/>
          <w:sz w:val="28"/>
          <w:szCs w:val="28"/>
        </w:rPr>
      </w:pPr>
    </w:p>
    <w:p w:rsidR="00BB22D2" w:rsidRDefault="00BB22D2" w:rsidP="00CA23CD">
      <w:pPr>
        <w:ind w:left="900" w:right="895"/>
        <w:rPr>
          <w:b/>
          <w:sz w:val="28"/>
          <w:szCs w:val="28"/>
        </w:rPr>
      </w:pPr>
    </w:p>
    <w:p w:rsidR="00BB22D2" w:rsidRDefault="00BB22D2" w:rsidP="00CD367F">
      <w:pPr>
        <w:ind w:left="900" w:right="895"/>
        <w:jc w:val="center"/>
        <w:rPr>
          <w:b/>
          <w:sz w:val="28"/>
          <w:szCs w:val="28"/>
        </w:rPr>
      </w:pPr>
    </w:p>
    <w:p w:rsidR="00BB22D2" w:rsidRPr="0058406B" w:rsidRDefault="00BB22D2" w:rsidP="0037287C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406B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BB22D2" w:rsidRDefault="00BB22D2" w:rsidP="0037287C">
      <w:pPr>
        <w:ind w:firstLine="709"/>
        <w:jc w:val="both"/>
        <w:rPr>
          <w:b/>
          <w:sz w:val="28"/>
          <w:szCs w:val="28"/>
        </w:rPr>
      </w:pPr>
    </w:p>
    <w:p w:rsidR="00BB22D2" w:rsidRDefault="00BB22D2" w:rsidP="0037287C">
      <w:pPr>
        <w:ind w:firstLine="709"/>
        <w:jc w:val="both"/>
        <w:rPr>
          <w:b/>
          <w:sz w:val="28"/>
          <w:szCs w:val="28"/>
        </w:rPr>
      </w:pPr>
    </w:p>
    <w:p w:rsidR="00BB22D2" w:rsidRDefault="00BB22D2" w:rsidP="0037287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F65">
        <w:rPr>
          <w:rFonts w:ascii="Times New Roman" w:hAnsi="Times New Roman" w:cs="Times New Roman"/>
          <w:sz w:val="28"/>
          <w:szCs w:val="28"/>
        </w:rPr>
        <w:t xml:space="preserve">Внести в </w:t>
      </w:r>
      <w:r>
        <w:rPr>
          <w:rFonts w:ascii="Times New Roman" w:hAnsi="Times New Roman" w:cs="Times New Roman"/>
          <w:sz w:val="28"/>
          <w:szCs w:val="28"/>
        </w:rPr>
        <w:t xml:space="preserve">статью 2 </w:t>
      </w:r>
      <w:r w:rsidRPr="00535F65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35F65">
        <w:rPr>
          <w:rFonts w:ascii="Times New Roman" w:hAnsi="Times New Roman" w:cs="Times New Roman"/>
          <w:sz w:val="28"/>
          <w:szCs w:val="28"/>
        </w:rPr>
        <w:t xml:space="preserve"> Ульяновской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от 7 июля 2014 года </w:t>
      </w:r>
      <w:r>
        <w:rPr>
          <w:rFonts w:ascii="Times New Roman" w:hAnsi="Times New Roman" w:cs="Times New Roman"/>
          <w:sz w:val="28"/>
          <w:szCs w:val="28"/>
        </w:rPr>
        <w:br/>
        <w:t xml:space="preserve">№ 104-ЗО </w:t>
      </w:r>
      <w:r w:rsidRPr="00535F65">
        <w:rPr>
          <w:rFonts w:ascii="Times New Roman" w:hAnsi="Times New Roman" w:cs="Times New Roman"/>
          <w:sz w:val="28"/>
          <w:szCs w:val="28"/>
        </w:rPr>
        <w:t xml:space="preserve">«О порядке осуществления муниципального жилищного </w:t>
      </w:r>
      <w:r>
        <w:rPr>
          <w:rFonts w:ascii="Times New Roman" w:hAnsi="Times New Roman" w:cs="Times New Roman"/>
          <w:sz w:val="28"/>
          <w:szCs w:val="28"/>
        </w:rPr>
        <w:t xml:space="preserve">контроля                   </w:t>
      </w:r>
      <w:r w:rsidRPr="00535F65">
        <w:rPr>
          <w:rFonts w:ascii="Times New Roman" w:hAnsi="Times New Roman" w:cs="Times New Roman"/>
          <w:sz w:val="28"/>
          <w:szCs w:val="28"/>
        </w:rPr>
        <w:t xml:space="preserve">на территории Ульяновской области» («Ульяновская правда» от </w:t>
      </w:r>
      <w:r>
        <w:rPr>
          <w:rFonts w:ascii="Times New Roman" w:hAnsi="Times New Roman" w:cs="Times New Roman"/>
          <w:sz w:val="28"/>
          <w:szCs w:val="28"/>
        </w:rPr>
        <w:t xml:space="preserve">10.07.2014             </w:t>
      </w:r>
      <w:r w:rsidRPr="00535F65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98; от 10.11.2014 № 163-164; от 09.11.2015 № 156; от 07.12.2015 № 170;                       от 14.03.2016 №</w:t>
      </w:r>
      <w:r w:rsidRPr="004A3985">
        <w:rPr>
          <w:rFonts w:ascii="Times New Roman" w:hAnsi="Times New Roman" w:cs="Times New Roman"/>
          <w:color w:val="000000"/>
          <w:sz w:val="28"/>
          <w:szCs w:val="28"/>
        </w:rPr>
        <w:t xml:space="preserve"> 31)</w:t>
      </w:r>
      <w:r w:rsidRPr="00535F65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BB22D2" w:rsidRPr="007A4B5A" w:rsidRDefault="00BB22D2" w:rsidP="0037287C">
      <w:pPr>
        <w:pStyle w:val="ConsPlusNormal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часть 1 </w:t>
      </w:r>
      <w:hyperlink r:id="rId7" w:history="1">
        <w:r w:rsidRPr="007A4B5A">
          <w:rPr>
            <w:rFonts w:ascii="Times New Roman" w:hAnsi="Times New Roman" w:cs="Times New Roman"/>
            <w:sz w:val="28"/>
            <w:szCs w:val="28"/>
            <w:lang w:eastAsia="ru-RU"/>
          </w:rPr>
          <w:t>дополнить</w:t>
        </w:r>
      </w:hyperlink>
      <w:r w:rsidRPr="007A4B5A">
        <w:rPr>
          <w:rFonts w:ascii="Times New Roman" w:hAnsi="Times New Roman" w:cs="Times New Roman"/>
          <w:sz w:val="28"/>
          <w:szCs w:val="28"/>
          <w:lang w:eastAsia="ru-RU"/>
        </w:rPr>
        <w:t xml:space="preserve"> пункт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7A4B5A">
        <w:rPr>
          <w:rFonts w:ascii="Times New Roman" w:hAnsi="Times New Roman" w:cs="Times New Roman"/>
          <w:sz w:val="28"/>
          <w:szCs w:val="28"/>
          <w:lang w:eastAsia="ru-RU"/>
        </w:rPr>
        <w:t xml:space="preserve">м 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89481D"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7A4B5A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:rsidR="00BB22D2" w:rsidRDefault="00BB22D2" w:rsidP="0037287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</w:t>
      </w:r>
      <w:r w:rsidRPr="0089481D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0F6A7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о</w:t>
      </w:r>
      <w:r w:rsidRPr="007778BA">
        <w:rPr>
          <w:rFonts w:ascii="Times New Roman" w:hAnsi="Times New Roman" w:cs="Times New Roman"/>
          <w:sz w:val="28"/>
          <w:szCs w:val="28"/>
        </w:rPr>
        <w:t>рганизаци</w:t>
      </w:r>
      <w:r>
        <w:rPr>
          <w:rFonts w:ascii="Times New Roman" w:hAnsi="Times New Roman" w:cs="Times New Roman"/>
          <w:sz w:val="28"/>
          <w:szCs w:val="28"/>
        </w:rPr>
        <w:t>и и проведения м</w:t>
      </w:r>
      <w:r w:rsidRPr="00016653">
        <w:rPr>
          <w:rFonts w:ascii="Times New Roman" w:hAnsi="Times New Roman" w:cs="Times New Roman"/>
          <w:sz w:val="28"/>
          <w:szCs w:val="28"/>
        </w:rPr>
        <w:t>ероприяти</w:t>
      </w:r>
      <w:r>
        <w:rPr>
          <w:rFonts w:ascii="Times New Roman" w:hAnsi="Times New Roman" w:cs="Times New Roman"/>
          <w:sz w:val="28"/>
          <w:szCs w:val="28"/>
        </w:rPr>
        <w:t xml:space="preserve">й, направленных                                    на </w:t>
      </w:r>
      <w:r w:rsidRPr="00016653">
        <w:rPr>
          <w:rFonts w:ascii="Times New Roman" w:hAnsi="Times New Roman" w:cs="Times New Roman"/>
          <w:sz w:val="28"/>
          <w:szCs w:val="28"/>
        </w:rPr>
        <w:t>профилактик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16653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>рушений обязательных требований, в соответствии                 со статьёй 8</w:t>
      </w:r>
      <w:r w:rsidRPr="004E474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792202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92202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 xml:space="preserve">а от 26 декабря 2008 года № 294-ФЗ                    </w:t>
      </w:r>
      <w:r w:rsidRPr="00792202">
        <w:rPr>
          <w:rFonts w:ascii="Times New Roman" w:hAnsi="Times New Roman" w:cs="Times New Roman"/>
          <w:sz w:val="28"/>
          <w:szCs w:val="28"/>
        </w:rPr>
        <w:t>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>
        <w:rPr>
          <w:rFonts w:ascii="Times New Roman" w:hAnsi="Times New Roman" w:cs="Times New Roman"/>
          <w:sz w:val="28"/>
          <w:szCs w:val="28"/>
        </w:rPr>
        <w:t xml:space="preserve"> (далее </w:t>
      </w:r>
      <w:r w:rsidRPr="00C56DA5">
        <w:rPr>
          <w:rFonts w:ascii="Times New Roman" w:hAnsi="Times New Roman" w:cs="Times New Roman"/>
          <w:noProof/>
          <w:sz w:val="28"/>
          <w:szCs w:val="28"/>
        </w:rPr>
        <w:t>–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792202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792202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2202">
        <w:rPr>
          <w:rFonts w:ascii="Times New Roman" w:hAnsi="Times New Roman" w:cs="Times New Roman"/>
          <w:sz w:val="28"/>
          <w:szCs w:val="28"/>
        </w:rPr>
        <w:t>«О защите прав юридических лиц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792202">
        <w:rPr>
          <w:rFonts w:ascii="Times New Roman" w:hAnsi="Times New Roman" w:cs="Times New Roman"/>
          <w:sz w:val="28"/>
          <w:szCs w:val="28"/>
        </w:rPr>
        <w:t xml:space="preserve"> и индивидуальных предпринимателей при осуществлении государственного контроля (надзора) и муниципального контроля»</w:t>
      </w:r>
      <w:r>
        <w:rPr>
          <w:rFonts w:ascii="Times New Roman" w:hAnsi="Times New Roman" w:cs="Times New Roman"/>
          <w:sz w:val="28"/>
          <w:szCs w:val="28"/>
        </w:rPr>
        <w:t>);»;</w:t>
      </w:r>
    </w:p>
    <w:p w:rsidR="00BB22D2" w:rsidRDefault="00BB22D2" w:rsidP="0037287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в части 2 слова «от 26 декабря 2008 года № 294-ФЗ» и слова                            «(далее </w:t>
      </w:r>
      <w:r w:rsidRPr="00C56DA5">
        <w:rPr>
          <w:rFonts w:ascii="Times New Roman" w:hAnsi="Times New Roman" w:cs="Times New Roman"/>
          <w:noProof/>
          <w:sz w:val="28"/>
          <w:szCs w:val="28"/>
        </w:rPr>
        <w:t>–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792202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792202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2202">
        <w:rPr>
          <w:rFonts w:ascii="Times New Roman" w:hAnsi="Times New Roman" w:cs="Times New Roman"/>
          <w:sz w:val="28"/>
          <w:szCs w:val="28"/>
        </w:rPr>
        <w:t>«О защите прав юридических лиц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792202">
        <w:rPr>
          <w:rFonts w:ascii="Times New Roman" w:hAnsi="Times New Roman" w:cs="Times New Roman"/>
          <w:sz w:val="28"/>
          <w:szCs w:val="28"/>
        </w:rPr>
        <w:t xml:space="preserve"> и индивидуальных предпринимателей при осуществлении государственного контроля (надзора) и муниципального контроля»</w:t>
      </w:r>
      <w:r>
        <w:rPr>
          <w:rFonts w:ascii="Times New Roman" w:hAnsi="Times New Roman" w:cs="Times New Roman"/>
          <w:sz w:val="28"/>
          <w:szCs w:val="28"/>
        </w:rPr>
        <w:t>)» исключить.</w:t>
      </w:r>
    </w:p>
    <w:p w:rsidR="00BB22D2" w:rsidRPr="0058406B" w:rsidRDefault="00BB22D2" w:rsidP="0037287C">
      <w:pPr>
        <w:ind w:firstLine="709"/>
        <w:jc w:val="both"/>
        <w:rPr>
          <w:b/>
          <w:color w:val="000000"/>
          <w:sz w:val="28"/>
          <w:szCs w:val="28"/>
        </w:rPr>
      </w:pPr>
      <w:r w:rsidRPr="0058406B">
        <w:rPr>
          <w:b/>
          <w:color w:val="000000"/>
          <w:sz w:val="28"/>
          <w:szCs w:val="28"/>
        </w:rPr>
        <w:t>Статья 2</w:t>
      </w:r>
    </w:p>
    <w:p w:rsidR="00BB22D2" w:rsidRDefault="00BB22D2" w:rsidP="0037287C">
      <w:pPr>
        <w:ind w:firstLine="709"/>
        <w:jc w:val="both"/>
        <w:rPr>
          <w:color w:val="000000"/>
          <w:sz w:val="28"/>
          <w:szCs w:val="28"/>
        </w:rPr>
      </w:pPr>
    </w:p>
    <w:p w:rsidR="00BB22D2" w:rsidRDefault="00BB22D2" w:rsidP="0037287C">
      <w:pPr>
        <w:ind w:firstLine="709"/>
        <w:jc w:val="both"/>
        <w:rPr>
          <w:color w:val="000000"/>
          <w:sz w:val="28"/>
          <w:szCs w:val="28"/>
        </w:rPr>
      </w:pPr>
    </w:p>
    <w:p w:rsidR="00BB22D2" w:rsidRPr="000B136A" w:rsidRDefault="00BB22D2" w:rsidP="003728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З</w:t>
      </w:r>
      <w:r w:rsidRPr="00535F65">
        <w:rPr>
          <w:sz w:val="28"/>
          <w:szCs w:val="28"/>
        </w:rPr>
        <w:t xml:space="preserve">акон </w:t>
      </w:r>
      <w:r>
        <w:rPr>
          <w:sz w:val="28"/>
          <w:szCs w:val="28"/>
        </w:rPr>
        <w:t xml:space="preserve">вступает в силу </w:t>
      </w:r>
      <w:r w:rsidRPr="000B136A">
        <w:rPr>
          <w:sz w:val="28"/>
          <w:szCs w:val="28"/>
        </w:rPr>
        <w:t>с 1 января 2017 года.</w:t>
      </w:r>
    </w:p>
    <w:p w:rsidR="00BB22D2" w:rsidRDefault="00BB22D2" w:rsidP="0037287C">
      <w:pPr>
        <w:ind w:firstLine="709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BB22D2" w:rsidRDefault="00BB22D2" w:rsidP="0037287C">
      <w:pPr>
        <w:ind w:firstLine="709"/>
        <w:jc w:val="both"/>
        <w:rPr>
          <w:color w:val="000000"/>
          <w:sz w:val="28"/>
          <w:szCs w:val="28"/>
        </w:rPr>
      </w:pPr>
    </w:p>
    <w:p w:rsidR="00BB22D2" w:rsidRDefault="00BB22D2" w:rsidP="0037287C">
      <w:pPr>
        <w:ind w:firstLine="709"/>
        <w:jc w:val="both"/>
        <w:rPr>
          <w:color w:val="000000"/>
          <w:sz w:val="28"/>
          <w:szCs w:val="28"/>
        </w:rPr>
      </w:pPr>
    </w:p>
    <w:p w:rsidR="00BB22D2" w:rsidRDefault="00BB22D2" w:rsidP="0037287C">
      <w:pPr>
        <w:rPr>
          <w:b/>
          <w:sz w:val="28"/>
          <w:szCs w:val="28"/>
        </w:rPr>
      </w:pPr>
      <w:r>
        <w:rPr>
          <w:b/>
          <w:sz w:val="28"/>
          <w:szCs w:val="28"/>
        </w:rPr>
        <w:t>Временно исполняющий обязанности</w:t>
      </w:r>
    </w:p>
    <w:p w:rsidR="00BB22D2" w:rsidRPr="006E4624" w:rsidRDefault="00BB22D2" w:rsidP="0037287C">
      <w:pPr>
        <w:rPr>
          <w:b/>
          <w:sz w:val="28"/>
          <w:szCs w:val="28"/>
        </w:rPr>
      </w:pPr>
      <w:r w:rsidRPr="006E4624">
        <w:rPr>
          <w:b/>
          <w:sz w:val="28"/>
          <w:szCs w:val="28"/>
        </w:rPr>
        <w:t>Губернатор</w:t>
      </w:r>
      <w:r>
        <w:rPr>
          <w:b/>
          <w:sz w:val="28"/>
          <w:szCs w:val="28"/>
        </w:rPr>
        <w:t>а</w:t>
      </w:r>
      <w:r w:rsidRPr="006E4624">
        <w:rPr>
          <w:b/>
          <w:sz w:val="28"/>
          <w:szCs w:val="28"/>
        </w:rPr>
        <w:t xml:space="preserve"> Ульяновской области              </w:t>
      </w:r>
      <w:r>
        <w:rPr>
          <w:b/>
          <w:sz w:val="28"/>
          <w:szCs w:val="28"/>
        </w:rPr>
        <w:t xml:space="preserve">                                       </w:t>
      </w:r>
      <w:r w:rsidRPr="006E4624">
        <w:rPr>
          <w:b/>
          <w:sz w:val="28"/>
          <w:szCs w:val="28"/>
        </w:rPr>
        <w:t xml:space="preserve"> С.И.Морозов</w:t>
      </w:r>
    </w:p>
    <w:p w:rsidR="00BB22D2" w:rsidRDefault="00BB22D2" w:rsidP="0037287C">
      <w:pPr>
        <w:rPr>
          <w:sz w:val="28"/>
          <w:szCs w:val="28"/>
        </w:rPr>
      </w:pPr>
    </w:p>
    <w:p w:rsidR="00BB22D2" w:rsidRDefault="00BB22D2" w:rsidP="0037287C">
      <w:pPr>
        <w:rPr>
          <w:sz w:val="28"/>
          <w:szCs w:val="28"/>
        </w:rPr>
      </w:pPr>
    </w:p>
    <w:p w:rsidR="00BB22D2" w:rsidRPr="0037287C" w:rsidRDefault="00BB22D2" w:rsidP="0037287C">
      <w:pPr>
        <w:rPr>
          <w:sz w:val="28"/>
          <w:szCs w:val="28"/>
        </w:rPr>
      </w:pPr>
    </w:p>
    <w:p w:rsidR="00BB22D2" w:rsidRPr="001C3095" w:rsidRDefault="00BB22D2" w:rsidP="0037287C">
      <w:pPr>
        <w:jc w:val="center"/>
        <w:rPr>
          <w:sz w:val="28"/>
          <w:szCs w:val="28"/>
        </w:rPr>
      </w:pPr>
      <w:r w:rsidRPr="001C3095">
        <w:rPr>
          <w:sz w:val="28"/>
          <w:szCs w:val="28"/>
        </w:rPr>
        <w:t>г.Ульяновск</w:t>
      </w:r>
    </w:p>
    <w:p w:rsidR="00BB22D2" w:rsidRPr="001C3095" w:rsidRDefault="00BB22D2" w:rsidP="0037287C">
      <w:pPr>
        <w:jc w:val="center"/>
        <w:rPr>
          <w:sz w:val="28"/>
          <w:szCs w:val="28"/>
        </w:rPr>
      </w:pPr>
      <w:r>
        <w:rPr>
          <w:sz w:val="28"/>
          <w:szCs w:val="28"/>
        </w:rPr>
        <w:t>27 сентября</w:t>
      </w:r>
      <w:r w:rsidRPr="001C3095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1C3095">
          <w:rPr>
            <w:sz w:val="28"/>
            <w:szCs w:val="28"/>
          </w:rPr>
          <w:t>201</w:t>
        </w:r>
        <w:r>
          <w:rPr>
            <w:sz w:val="28"/>
            <w:szCs w:val="28"/>
          </w:rPr>
          <w:t>6</w:t>
        </w:r>
        <w:r w:rsidRPr="001C3095">
          <w:rPr>
            <w:sz w:val="28"/>
            <w:szCs w:val="28"/>
          </w:rPr>
          <w:t>г</w:t>
        </w:r>
      </w:smartTag>
      <w:r w:rsidRPr="001C3095">
        <w:rPr>
          <w:sz w:val="28"/>
          <w:szCs w:val="28"/>
        </w:rPr>
        <w:t>.</w:t>
      </w:r>
    </w:p>
    <w:p w:rsidR="00BB22D2" w:rsidRDefault="00BB22D2" w:rsidP="0037287C">
      <w:pPr>
        <w:jc w:val="center"/>
        <w:rPr>
          <w:sz w:val="28"/>
          <w:szCs w:val="28"/>
        </w:rPr>
      </w:pPr>
      <w:r>
        <w:rPr>
          <w:sz w:val="28"/>
          <w:szCs w:val="28"/>
        </w:rPr>
        <w:t>№ 133</w:t>
      </w:r>
      <w:r w:rsidRPr="001C3095">
        <w:rPr>
          <w:sz w:val="28"/>
          <w:szCs w:val="28"/>
        </w:rPr>
        <w:t>-ЗО</w:t>
      </w:r>
    </w:p>
    <w:p w:rsidR="00BB22D2" w:rsidRDefault="00BB22D2" w:rsidP="0037287C">
      <w:pPr>
        <w:jc w:val="center"/>
      </w:pPr>
    </w:p>
    <w:sectPr w:rsidR="00BB22D2" w:rsidSect="0037287C">
      <w:headerReference w:type="even" r:id="rId8"/>
      <w:headerReference w:type="default" r:id="rId9"/>
      <w:footerReference w:type="first" r:id="rId10"/>
      <w:footnotePr>
        <w:pos w:val="beneathText"/>
      </w:footnotePr>
      <w:endnotePr>
        <w:numFmt w:val="decimal"/>
        <w:numStart w:val="2"/>
      </w:endnotePr>
      <w:pgSz w:w="11905" w:h="16837" w:code="9"/>
      <w:pgMar w:top="1134" w:right="567" w:bottom="1134" w:left="1418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2D2" w:rsidRDefault="00BB22D2">
      <w:r>
        <w:separator/>
      </w:r>
    </w:p>
  </w:endnote>
  <w:endnote w:type="continuationSeparator" w:id="0">
    <w:p w:rsidR="00BB22D2" w:rsidRDefault="00BB22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2D2" w:rsidRPr="0037287C" w:rsidRDefault="00BB22D2" w:rsidP="0037287C">
    <w:pPr>
      <w:pStyle w:val="Footer"/>
      <w:jc w:val="right"/>
      <w:rPr>
        <w:sz w:val="16"/>
        <w:szCs w:val="16"/>
      </w:rPr>
    </w:pPr>
    <w:r w:rsidRPr="0037287C">
      <w:rPr>
        <w:sz w:val="16"/>
        <w:szCs w:val="16"/>
      </w:rPr>
      <w:t>0509чл2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2D2" w:rsidRDefault="00BB22D2">
      <w:r>
        <w:separator/>
      </w:r>
    </w:p>
  </w:footnote>
  <w:footnote w:type="continuationSeparator" w:id="0">
    <w:p w:rsidR="00BB22D2" w:rsidRDefault="00BB22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2D2" w:rsidRDefault="00BB22D2" w:rsidP="007A4B5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B22D2" w:rsidRDefault="00BB22D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2D2" w:rsidRPr="005E2793" w:rsidRDefault="00BB22D2" w:rsidP="007A4B5A">
    <w:pPr>
      <w:pStyle w:val="Header"/>
      <w:jc w:val="center"/>
      <w:rPr>
        <w:rStyle w:val="PageNumber"/>
        <w:sz w:val="28"/>
        <w:szCs w:val="28"/>
      </w:rPr>
    </w:pPr>
    <w:r w:rsidRPr="005E2793">
      <w:rPr>
        <w:rStyle w:val="PageNumber"/>
        <w:sz w:val="28"/>
        <w:szCs w:val="28"/>
      </w:rPr>
      <w:fldChar w:fldCharType="begin"/>
    </w:r>
    <w:r w:rsidRPr="005E2793">
      <w:rPr>
        <w:rStyle w:val="PageNumber"/>
        <w:sz w:val="28"/>
        <w:szCs w:val="28"/>
      </w:rPr>
      <w:instrText xml:space="preserve">PAGE  </w:instrText>
    </w:r>
    <w:r w:rsidRPr="005E2793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5E2793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CB35E6"/>
    <w:multiLevelType w:val="hybridMultilevel"/>
    <w:tmpl w:val="21447B8A"/>
    <w:lvl w:ilvl="0" w:tplc="613CCC3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5D693D02"/>
    <w:multiLevelType w:val="hybridMultilevel"/>
    <w:tmpl w:val="2444C3DE"/>
    <w:lvl w:ilvl="0" w:tplc="B41294A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7F941FE9"/>
    <w:multiLevelType w:val="hybridMultilevel"/>
    <w:tmpl w:val="FA460DA6"/>
    <w:lvl w:ilvl="0" w:tplc="8B12D738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pos w:val="beneathText"/>
    <w:footnote w:id="-1"/>
    <w:footnote w:id="0"/>
  </w:footnotePr>
  <w:endnotePr>
    <w:numFmt w:val="decimal"/>
    <w:numStart w:val="2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13F7"/>
    <w:rsid w:val="0000517F"/>
    <w:rsid w:val="00010650"/>
    <w:rsid w:val="00011AFC"/>
    <w:rsid w:val="00012015"/>
    <w:rsid w:val="00015370"/>
    <w:rsid w:val="00016653"/>
    <w:rsid w:val="000349DD"/>
    <w:rsid w:val="000352EC"/>
    <w:rsid w:val="00040ED0"/>
    <w:rsid w:val="00045D06"/>
    <w:rsid w:val="00055866"/>
    <w:rsid w:val="00055C51"/>
    <w:rsid w:val="00055F69"/>
    <w:rsid w:val="000631D7"/>
    <w:rsid w:val="000655B7"/>
    <w:rsid w:val="00073E59"/>
    <w:rsid w:val="00081D37"/>
    <w:rsid w:val="00084216"/>
    <w:rsid w:val="0008663F"/>
    <w:rsid w:val="00090676"/>
    <w:rsid w:val="00090EAB"/>
    <w:rsid w:val="0009238E"/>
    <w:rsid w:val="000953CF"/>
    <w:rsid w:val="000975D1"/>
    <w:rsid w:val="000A4212"/>
    <w:rsid w:val="000A6569"/>
    <w:rsid w:val="000B136A"/>
    <w:rsid w:val="000B62FC"/>
    <w:rsid w:val="000B7257"/>
    <w:rsid w:val="000C002D"/>
    <w:rsid w:val="000C0799"/>
    <w:rsid w:val="000C104F"/>
    <w:rsid w:val="000E1C08"/>
    <w:rsid w:val="000F01FE"/>
    <w:rsid w:val="000F679C"/>
    <w:rsid w:val="000F6A71"/>
    <w:rsid w:val="0010469E"/>
    <w:rsid w:val="00107AB9"/>
    <w:rsid w:val="0011656E"/>
    <w:rsid w:val="001169E5"/>
    <w:rsid w:val="001175C0"/>
    <w:rsid w:val="00124CBA"/>
    <w:rsid w:val="001264F3"/>
    <w:rsid w:val="00132A00"/>
    <w:rsid w:val="00135988"/>
    <w:rsid w:val="00135A26"/>
    <w:rsid w:val="00137AB7"/>
    <w:rsid w:val="00142C71"/>
    <w:rsid w:val="00143C20"/>
    <w:rsid w:val="001460F9"/>
    <w:rsid w:val="001547BA"/>
    <w:rsid w:val="00154BC7"/>
    <w:rsid w:val="00154CAE"/>
    <w:rsid w:val="00156115"/>
    <w:rsid w:val="00165908"/>
    <w:rsid w:val="0017218A"/>
    <w:rsid w:val="0017777E"/>
    <w:rsid w:val="00182FAC"/>
    <w:rsid w:val="00185695"/>
    <w:rsid w:val="001926E7"/>
    <w:rsid w:val="001A1352"/>
    <w:rsid w:val="001A27F2"/>
    <w:rsid w:val="001A35BF"/>
    <w:rsid w:val="001A54A3"/>
    <w:rsid w:val="001A6706"/>
    <w:rsid w:val="001B5BBD"/>
    <w:rsid w:val="001C16B8"/>
    <w:rsid w:val="001C3095"/>
    <w:rsid w:val="001C4578"/>
    <w:rsid w:val="001C5B56"/>
    <w:rsid w:val="001C7A8D"/>
    <w:rsid w:val="001D1DA9"/>
    <w:rsid w:val="001D391F"/>
    <w:rsid w:val="001D63AD"/>
    <w:rsid w:val="001E272E"/>
    <w:rsid w:val="001F0921"/>
    <w:rsid w:val="001F6D28"/>
    <w:rsid w:val="001F75E8"/>
    <w:rsid w:val="00200D3D"/>
    <w:rsid w:val="002068EA"/>
    <w:rsid w:val="0021038C"/>
    <w:rsid w:val="00214D36"/>
    <w:rsid w:val="002205BB"/>
    <w:rsid w:val="00222177"/>
    <w:rsid w:val="00222B70"/>
    <w:rsid w:val="00225217"/>
    <w:rsid w:val="00232221"/>
    <w:rsid w:val="00233234"/>
    <w:rsid w:val="002363E7"/>
    <w:rsid w:val="00236758"/>
    <w:rsid w:val="00237DF9"/>
    <w:rsid w:val="00242045"/>
    <w:rsid w:val="00245D71"/>
    <w:rsid w:val="002472DE"/>
    <w:rsid w:val="00252183"/>
    <w:rsid w:val="002525E6"/>
    <w:rsid w:val="002556B2"/>
    <w:rsid w:val="00256678"/>
    <w:rsid w:val="002603FF"/>
    <w:rsid w:val="002625B2"/>
    <w:rsid w:val="00264B64"/>
    <w:rsid w:val="00266572"/>
    <w:rsid w:val="00267112"/>
    <w:rsid w:val="00267B77"/>
    <w:rsid w:val="002702FF"/>
    <w:rsid w:val="00271B33"/>
    <w:rsid w:val="00273E8C"/>
    <w:rsid w:val="0027440C"/>
    <w:rsid w:val="0027736F"/>
    <w:rsid w:val="0028239E"/>
    <w:rsid w:val="0028445F"/>
    <w:rsid w:val="00285601"/>
    <w:rsid w:val="00286DA1"/>
    <w:rsid w:val="00287C38"/>
    <w:rsid w:val="002936B5"/>
    <w:rsid w:val="002B1FF6"/>
    <w:rsid w:val="002B5795"/>
    <w:rsid w:val="002B64BE"/>
    <w:rsid w:val="002B762F"/>
    <w:rsid w:val="002B7DF1"/>
    <w:rsid w:val="002C2EB0"/>
    <w:rsid w:val="002C7749"/>
    <w:rsid w:val="002D561A"/>
    <w:rsid w:val="002E11B9"/>
    <w:rsid w:val="002F0252"/>
    <w:rsid w:val="002F5157"/>
    <w:rsid w:val="002F759C"/>
    <w:rsid w:val="002F7A35"/>
    <w:rsid w:val="003011DD"/>
    <w:rsid w:val="0030417D"/>
    <w:rsid w:val="0031147F"/>
    <w:rsid w:val="0031220A"/>
    <w:rsid w:val="00313B6E"/>
    <w:rsid w:val="00314437"/>
    <w:rsid w:val="00323CD4"/>
    <w:rsid w:val="003332FA"/>
    <w:rsid w:val="00333614"/>
    <w:rsid w:val="003418A4"/>
    <w:rsid w:val="00343C05"/>
    <w:rsid w:val="00346F91"/>
    <w:rsid w:val="0035238F"/>
    <w:rsid w:val="003623E6"/>
    <w:rsid w:val="00363390"/>
    <w:rsid w:val="003667A8"/>
    <w:rsid w:val="0037185F"/>
    <w:rsid w:val="00371D45"/>
    <w:rsid w:val="0037287C"/>
    <w:rsid w:val="00372D68"/>
    <w:rsid w:val="003739CC"/>
    <w:rsid w:val="00380201"/>
    <w:rsid w:val="00380C61"/>
    <w:rsid w:val="00383CBB"/>
    <w:rsid w:val="0038625B"/>
    <w:rsid w:val="003B1B27"/>
    <w:rsid w:val="003B1B45"/>
    <w:rsid w:val="003C1D1C"/>
    <w:rsid w:val="003C3F12"/>
    <w:rsid w:val="003D06AA"/>
    <w:rsid w:val="003D1C31"/>
    <w:rsid w:val="003D23E4"/>
    <w:rsid w:val="003D4345"/>
    <w:rsid w:val="003D7189"/>
    <w:rsid w:val="003D7DE7"/>
    <w:rsid w:val="003E41AB"/>
    <w:rsid w:val="003E5FA5"/>
    <w:rsid w:val="003E77E6"/>
    <w:rsid w:val="00412CB4"/>
    <w:rsid w:val="0042311A"/>
    <w:rsid w:val="00423C0C"/>
    <w:rsid w:val="004246D2"/>
    <w:rsid w:val="00425A01"/>
    <w:rsid w:val="00427516"/>
    <w:rsid w:val="00431353"/>
    <w:rsid w:val="00440A6C"/>
    <w:rsid w:val="00446920"/>
    <w:rsid w:val="00452367"/>
    <w:rsid w:val="004544B9"/>
    <w:rsid w:val="00454A90"/>
    <w:rsid w:val="00460FBA"/>
    <w:rsid w:val="004650DA"/>
    <w:rsid w:val="00484FDE"/>
    <w:rsid w:val="004909DF"/>
    <w:rsid w:val="00491F72"/>
    <w:rsid w:val="004A2857"/>
    <w:rsid w:val="004A3985"/>
    <w:rsid w:val="004A71FA"/>
    <w:rsid w:val="004B5633"/>
    <w:rsid w:val="004B6696"/>
    <w:rsid w:val="004C70F8"/>
    <w:rsid w:val="004D12B1"/>
    <w:rsid w:val="004D2695"/>
    <w:rsid w:val="004D42C0"/>
    <w:rsid w:val="004E474E"/>
    <w:rsid w:val="004E7990"/>
    <w:rsid w:val="004F284B"/>
    <w:rsid w:val="004F5223"/>
    <w:rsid w:val="004F6806"/>
    <w:rsid w:val="00502C64"/>
    <w:rsid w:val="00502D38"/>
    <w:rsid w:val="00513619"/>
    <w:rsid w:val="005137AF"/>
    <w:rsid w:val="005147C2"/>
    <w:rsid w:val="00514FC8"/>
    <w:rsid w:val="00515D01"/>
    <w:rsid w:val="00517B8B"/>
    <w:rsid w:val="00525919"/>
    <w:rsid w:val="005317B2"/>
    <w:rsid w:val="00535F65"/>
    <w:rsid w:val="0054128B"/>
    <w:rsid w:val="00541BB6"/>
    <w:rsid w:val="005440C4"/>
    <w:rsid w:val="00545238"/>
    <w:rsid w:val="00545A3F"/>
    <w:rsid w:val="00550E16"/>
    <w:rsid w:val="00555A88"/>
    <w:rsid w:val="005622C2"/>
    <w:rsid w:val="00562E71"/>
    <w:rsid w:val="0056575F"/>
    <w:rsid w:val="00570128"/>
    <w:rsid w:val="00576716"/>
    <w:rsid w:val="0058331C"/>
    <w:rsid w:val="0058406B"/>
    <w:rsid w:val="00584BFF"/>
    <w:rsid w:val="00585025"/>
    <w:rsid w:val="00590514"/>
    <w:rsid w:val="005907BF"/>
    <w:rsid w:val="00595A8D"/>
    <w:rsid w:val="005A09B2"/>
    <w:rsid w:val="005A1111"/>
    <w:rsid w:val="005A5839"/>
    <w:rsid w:val="005B2352"/>
    <w:rsid w:val="005B438D"/>
    <w:rsid w:val="005B5733"/>
    <w:rsid w:val="005B5E69"/>
    <w:rsid w:val="005B7890"/>
    <w:rsid w:val="005B7F0A"/>
    <w:rsid w:val="005C0622"/>
    <w:rsid w:val="005C31B4"/>
    <w:rsid w:val="005C3351"/>
    <w:rsid w:val="005C33B5"/>
    <w:rsid w:val="005C48ED"/>
    <w:rsid w:val="005D0656"/>
    <w:rsid w:val="005E2793"/>
    <w:rsid w:val="005E32A2"/>
    <w:rsid w:val="005F167A"/>
    <w:rsid w:val="005F4B72"/>
    <w:rsid w:val="006003FA"/>
    <w:rsid w:val="00600400"/>
    <w:rsid w:val="00605321"/>
    <w:rsid w:val="00606189"/>
    <w:rsid w:val="0061145A"/>
    <w:rsid w:val="0062188E"/>
    <w:rsid w:val="0062355A"/>
    <w:rsid w:val="00625478"/>
    <w:rsid w:val="00651EDE"/>
    <w:rsid w:val="0065496F"/>
    <w:rsid w:val="00654DB8"/>
    <w:rsid w:val="006745EE"/>
    <w:rsid w:val="00680902"/>
    <w:rsid w:val="0069183C"/>
    <w:rsid w:val="0069388F"/>
    <w:rsid w:val="0069502C"/>
    <w:rsid w:val="00696363"/>
    <w:rsid w:val="006A3900"/>
    <w:rsid w:val="006A422A"/>
    <w:rsid w:val="006A6D96"/>
    <w:rsid w:val="006A711B"/>
    <w:rsid w:val="006B4BDB"/>
    <w:rsid w:val="006B5FE4"/>
    <w:rsid w:val="006C00DD"/>
    <w:rsid w:val="006C5CFF"/>
    <w:rsid w:val="006C7851"/>
    <w:rsid w:val="006C7C4F"/>
    <w:rsid w:val="006D00FD"/>
    <w:rsid w:val="006D68B6"/>
    <w:rsid w:val="006E1FEA"/>
    <w:rsid w:val="006E4624"/>
    <w:rsid w:val="006E5EF9"/>
    <w:rsid w:val="006F1808"/>
    <w:rsid w:val="006F207F"/>
    <w:rsid w:val="006F2DF7"/>
    <w:rsid w:val="006F3661"/>
    <w:rsid w:val="0070429C"/>
    <w:rsid w:val="007122AE"/>
    <w:rsid w:val="007163BC"/>
    <w:rsid w:val="00725DAB"/>
    <w:rsid w:val="00726021"/>
    <w:rsid w:val="00726EFB"/>
    <w:rsid w:val="0073044C"/>
    <w:rsid w:val="0073318C"/>
    <w:rsid w:val="0073457F"/>
    <w:rsid w:val="0073564E"/>
    <w:rsid w:val="00735C5E"/>
    <w:rsid w:val="00735DF1"/>
    <w:rsid w:val="007417F9"/>
    <w:rsid w:val="007426EF"/>
    <w:rsid w:val="0074338C"/>
    <w:rsid w:val="00744F3A"/>
    <w:rsid w:val="00750F16"/>
    <w:rsid w:val="007567B6"/>
    <w:rsid w:val="00760789"/>
    <w:rsid w:val="007713FE"/>
    <w:rsid w:val="0077288E"/>
    <w:rsid w:val="00776BF1"/>
    <w:rsid w:val="00776D01"/>
    <w:rsid w:val="007778BA"/>
    <w:rsid w:val="007824B1"/>
    <w:rsid w:val="00790B24"/>
    <w:rsid w:val="00792202"/>
    <w:rsid w:val="00792B28"/>
    <w:rsid w:val="00793700"/>
    <w:rsid w:val="007A371C"/>
    <w:rsid w:val="007A399E"/>
    <w:rsid w:val="007A411A"/>
    <w:rsid w:val="007A4B5A"/>
    <w:rsid w:val="007B020E"/>
    <w:rsid w:val="007B062F"/>
    <w:rsid w:val="007B1B27"/>
    <w:rsid w:val="007B5FB2"/>
    <w:rsid w:val="007B6D9A"/>
    <w:rsid w:val="007B6E96"/>
    <w:rsid w:val="007C0AC7"/>
    <w:rsid w:val="007C4D3C"/>
    <w:rsid w:val="007C5D20"/>
    <w:rsid w:val="007E5276"/>
    <w:rsid w:val="007F0767"/>
    <w:rsid w:val="0080547E"/>
    <w:rsid w:val="008130FE"/>
    <w:rsid w:val="0081467D"/>
    <w:rsid w:val="00816FE4"/>
    <w:rsid w:val="00820920"/>
    <w:rsid w:val="008231AC"/>
    <w:rsid w:val="008242D8"/>
    <w:rsid w:val="00832F8E"/>
    <w:rsid w:val="00833DC7"/>
    <w:rsid w:val="00833F36"/>
    <w:rsid w:val="00844241"/>
    <w:rsid w:val="008518A4"/>
    <w:rsid w:val="00854781"/>
    <w:rsid w:val="008629EF"/>
    <w:rsid w:val="00866097"/>
    <w:rsid w:val="00866725"/>
    <w:rsid w:val="00870364"/>
    <w:rsid w:val="0087084A"/>
    <w:rsid w:val="00874A3A"/>
    <w:rsid w:val="00877F05"/>
    <w:rsid w:val="0088036C"/>
    <w:rsid w:val="00882404"/>
    <w:rsid w:val="008824ED"/>
    <w:rsid w:val="00883FC9"/>
    <w:rsid w:val="0088772F"/>
    <w:rsid w:val="0089037D"/>
    <w:rsid w:val="00891553"/>
    <w:rsid w:val="00891E09"/>
    <w:rsid w:val="0089481D"/>
    <w:rsid w:val="0089484F"/>
    <w:rsid w:val="008A3F06"/>
    <w:rsid w:val="008B25C7"/>
    <w:rsid w:val="008C419C"/>
    <w:rsid w:val="008E2EF7"/>
    <w:rsid w:val="008E6D2A"/>
    <w:rsid w:val="008F10FD"/>
    <w:rsid w:val="008F1606"/>
    <w:rsid w:val="008F7945"/>
    <w:rsid w:val="00902D97"/>
    <w:rsid w:val="009036D5"/>
    <w:rsid w:val="0090642D"/>
    <w:rsid w:val="00910768"/>
    <w:rsid w:val="00916ED7"/>
    <w:rsid w:val="00925640"/>
    <w:rsid w:val="00930D36"/>
    <w:rsid w:val="009341B7"/>
    <w:rsid w:val="009351D5"/>
    <w:rsid w:val="00941002"/>
    <w:rsid w:val="00941114"/>
    <w:rsid w:val="00944AA2"/>
    <w:rsid w:val="00944F28"/>
    <w:rsid w:val="00945D4A"/>
    <w:rsid w:val="00945F7A"/>
    <w:rsid w:val="0096363D"/>
    <w:rsid w:val="00964561"/>
    <w:rsid w:val="0098311F"/>
    <w:rsid w:val="009A3D9E"/>
    <w:rsid w:val="009A54C2"/>
    <w:rsid w:val="009B42A6"/>
    <w:rsid w:val="009B4C28"/>
    <w:rsid w:val="009B6357"/>
    <w:rsid w:val="009B79F8"/>
    <w:rsid w:val="009C0063"/>
    <w:rsid w:val="009C1C2F"/>
    <w:rsid w:val="009C5736"/>
    <w:rsid w:val="009C7678"/>
    <w:rsid w:val="009C77D3"/>
    <w:rsid w:val="009D1871"/>
    <w:rsid w:val="009D3C71"/>
    <w:rsid w:val="009D76C0"/>
    <w:rsid w:val="009E1FA1"/>
    <w:rsid w:val="009E667D"/>
    <w:rsid w:val="00A0155E"/>
    <w:rsid w:val="00A02103"/>
    <w:rsid w:val="00A05D82"/>
    <w:rsid w:val="00A07464"/>
    <w:rsid w:val="00A07CAC"/>
    <w:rsid w:val="00A20FB7"/>
    <w:rsid w:val="00A27694"/>
    <w:rsid w:val="00A3462A"/>
    <w:rsid w:val="00A37F7B"/>
    <w:rsid w:val="00A406F4"/>
    <w:rsid w:val="00A43E2A"/>
    <w:rsid w:val="00A452D8"/>
    <w:rsid w:val="00A53DFA"/>
    <w:rsid w:val="00A627DB"/>
    <w:rsid w:val="00A70C74"/>
    <w:rsid w:val="00A85864"/>
    <w:rsid w:val="00A85E64"/>
    <w:rsid w:val="00A92D79"/>
    <w:rsid w:val="00AA12FF"/>
    <w:rsid w:val="00AA425D"/>
    <w:rsid w:val="00AA5C4C"/>
    <w:rsid w:val="00AB6287"/>
    <w:rsid w:val="00AC2616"/>
    <w:rsid w:val="00AC73C2"/>
    <w:rsid w:val="00AC7993"/>
    <w:rsid w:val="00AD38D3"/>
    <w:rsid w:val="00AD68EE"/>
    <w:rsid w:val="00AF28D1"/>
    <w:rsid w:val="00AF31C4"/>
    <w:rsid w:val="00AF54BA"/>
    <w:rsid w:val="00B02725"/>
    <w:rsid w:val="00B0772B"/>
    <w:rsid w:val="00B12C6F"/>
    <w:rsid w:val="00B1399B"/>
    <w:rsid w:val="00B13D9D"/>
    <w:rsid w:val="00B1406F"/>
    <w:rsid w:val="00B15D8B"/>
    <w:rsid w:val="00B17AE6"/>
    <w:rsid w:val="00B21BC7"/>
    <w:rsid w:val="00B3065E"/>
    <w:rsid w:val="00B309B6"/>
    <w:rsid w:val="00B363D2"/>
    <w:rsid w:val="00B3646D"/>
    <w:rsid w:val="00B40A3C"/>
    <w:rsid w:val="00B4627E"/>
    <w:rsid w:val="00B47CA4"/>
    <w:rsid w:val="00B55D58"/>
    <w:rsid w:val="00B64213"/>
    <w:rsid w:val="00B6714E"/>
    <w:rsid w:val="00B8399B"/>
    <w:rsid w:val="00B850A2"/>
    <w:rsid w:val="00B93F40"/>
    <w:rsid w:val="00B94C51"/>
    <w:rsid w:val="00B94F8B"/>
    <w:rsid w:val="00BA03B9"/>
    <w:rsid w:val="00BA19F7"/>
    <w:rsid w:val="00BB0C1A"/>
    <w:rsid w:val="00BB22D2"/>
    <w:rsid w:val="00BB3CB8"/>
    <w:rsid w:val="00BB4F14"/>
    <w:rsid w:val="00BB52EC"/>
    <w:rsid w:val="00BB5E08"/>
    <w:rsid w:val="00BB72D8"/>
    <w:rsid w:val="00BC0931"/>
    <w:rsid w:val="00BC10DA"/>
    <w:rsid w:val="00BD68E5"/>
    <w:rsid w:val="00BF1688"/>
    <w:rsid w:val="00BF1C08"/>
    <w:rsid w:val="00BF27D5"/>
    <w:rsid w:val="00BF28F7"/>
    <w:rsid w:val="00BF67D1"/>
    <w:rsid w:val="00BF69A1"/>
    <w:rsid w:val="00BF6A4F"/>
    <w:rsid w:val="00BF7F0A"/>
    <w:rsid w:val="00C03CCE"/>
    <w:rsid w:val="00C03CD0"/>
    <w:rsid w:val="00C06293"/>
    <w:rsid w:val="00C0696A"/>
    <w:rsid w:val="00C104AE"/>
    <w:rsid w:val="00C113E1"/>
    <w:rsid w:val="00C15743"/>
    <w:rsid w:val="00C16CD1"/>
    <w:rsid w:val="00C171E4"/>
    <w:rsid w:val="00C178FD"/>
    <w:rsid w:val="00C2255E"/>
    <w:rsid w:val="00C225DF"/>
    <w:rsid w:val="00C26FBA"/>
    <w:rsid w:val="00C3268C"/>
    <w:rsid w:val="00C3521A"/>
    <w:rsid w:val="00C36A9D"/>
    <w:rsid w:val="00C37D46"/>
    <w:rsid w:val="00C42D80"/>
    <w:rsid w:val="00C46C27"/>
    <w:rsid w:val="00C53AF3"/>
    <w:rsid w:val="00C56DA5"/>
    <w:rsid w:val="00C61BDD"/>
    <w:rsid w:val="00C74623"/>
    <w:rsid w:val="00C8154D"/>
    <w:rsid w:val="00C86EC7"/>
    <w:rsid w:val="00C90E45"/>
    <w:rsid w:val="00C92C1F"/>
    <w:rsid w:val="00C94EB0"/>
    <w:rsid w:val="00CA18F6"/>
    <w:rsid w:val="00CA23CD"/>
    <w:rsid w:val="00CA6392"/>
    <w:rsid w:val="00CA78AA"/>
    <w:rsid w:val="00CB47A1"/>
    <w:rsid w:val="00CB7B08"/>
    <w:rsid w:val="00CC68CD"/>
    <w:rsid w:val="00CD367F"/>
    <w:rsid w:val="00CE63E8"/>
    <w:rsid w:val="00CE7EA8"/>
    <w:rsid w:val="00CF0282"/>
    <w:rsid w:val="00CF2DEB"/>
    <w:rsid w:val="00D00377"/>
    <w:rsid w:val="00D00678"/>
    <w:rsid w:val="00D00F1C"/>
    <w:rsid w:val="00D037D5"/>
    <w:rsid w:val="00D10D35"/>
    <w:rsid w:val="00D10D5E"/>
    <w:rsid w:val="00D14B8F"/>
    <w:rsid w:val="00D15723"/>
    <w:rsid w:val="00D173C5"/>
    <w:rsid w:val="00D20810"/>
    <w:rsid w:val="00D25FEF"/>
    <w:rsid w:val="00D31E45"/>
    <w:rsid w:val="00D338FF"/>
    <w:rsid w:val="00D3788A"/>
    <w:rsid w:val="00D40F0D"/>
    <w:rsid w:val="00D4711C"/>
    <w:rsid w:val="00D50AED"/>
    <w:rsid w:val="00D6448F"/>
    <w:rsid w:val="00D66924"/>
    <w:rsid w:val="00D87207"/>
    <w:rsid w:val="00D90059"/>
    <w:rsid w:val="00D90F56"/>
    <w:rsid w:val="00D92003"/>
    <w:rsid w:val="00D95E50"/>
    <w:rsid w:val="00DA02EE"/>
    <w:rsid w:val="00DA13F7"/>
    <w:rsid w:val="00DA54CF"/>
    <w:rsid w:val="00DA6784"/>
    <w:rsid w:val="00DA7BC9"/>
    <w:rsid w:val="00DB10A8"/>
    <w:rsid w:val="00DB2B6C"/>
    <w:rsid w:val="00DB33E6"/>
    <w:rsid w:val="00DB6525"/>
    <w:rsid w:val="00DC004F"/>
    <w:rsid w:val="00DC14E2"/>
    <w:rsid w:val="00DC389F"/>
    <w:rsid w:val="00DC39F7"/>
    <w:rsid w:val="00DC5DF4"/>
    <w:rsid w:val="00DC7A2F"/>
    <w:rsid w:val="00DD4F2C"/>
    <w:rsid w:val="00DD5A6D"/>
    <w:rsid w:val="00DD5CA7"/>
    <w:rsid w:val="00DE225C"/>
    <w:rsid w:val="00DE2AA1"/>
    <w:rsid w:val="00DE5B69"/>
    <w:rsid w:val="00DF16A8"/>
    <w:rsid w:val="00DF55C2"/>
    <w:rsid w:val="00E04BDE"/>
    <w:rsid w:val="00E1696C"/>
    <w:rsid w:val="00E20810"/>
    <w:rsid w:val="00E24991"/>
    <w:rsid w:val="00E27DD8"/>
    <w:rsid w:val="00E32F15"/>
    <w:rsid w:val="00E34B4A"/>
    <w:rsid w:val="00E404D5"/>
    <w:rsid w:val="00E44F17"/>
    <w:rsid w:val="00E53377"/>
    <w:rsid w:val="00E63111"/>
    <w:rsid w:val="00E650E9"/>
    <w:rsid w:val="00E6627D"/>
    <w:rsid w:val="00E67836"/>
    <w:rsid w:val="00E67B77"/>
    <w:rsid w:val="00E70C67"/>
    <w:rsid w:val="00E72AFF"/>
    <w:rsid w:val="00E87EA6"/>
    <w:rsid w:val="00E92851"/>
    <w:rsid w:val="00E93281"/>
    <w:rsid w:val="00E9378A"/>
    <w:rsid w:val="00EA3592"/>
    <w:rsid w:val="00EA7A79"/>
    <w:rsid w:val="00EB0827"/>
    <w:rsid w:val="00EB4E04"/>
    <w:rsid w:val="00EC348E"/>
    <w:rsid w:val="00EC60F9"/>
    <w:rsid w:val="00ED075E"/>
    <w:rsid w:val="00ED32B2"/>
    <w:rsid w:val="00ED3A0C"/>
    <w:rsid w:val="00EE3BE3"/>
    <w:rsid w:val="00EE4D83"/>
    <w:rsid w:val="00EE7FA1"/>
    <w:rsid w:val="00EF16F9"/>
    <w:rsid w:val="00EF4BCB"/>
    <w:rsid w:val="00EF6E90"/>
    <w:rsid w:val="00EF7099"/>
    <w:rsid w:val="00F0153B"/>
    <w:rsid w:val="00F01663"/>
    <w:rsid w:val="00F01713"/>
    <w:rsid w:val="00F05C7B"/>
    <w:rsid w:val="00F17A66"/>
    <w:rsid w:val="00F237DE"/>
    <w:rsid w:val="00F26929"/>
    <w:rsid w:val="00F32598"/>
    <w:rsid w:val="00F42DF4"/>
    <w:rsid w:val="00F43BDD"/>
    <w:rsid w:val="00F47486"/>
    <w:rsid w:val="00F47EA9"/>
    <w:rsid w:val="00F60C87"/>
    <w:rsid w:val="00F624F1"/>
    <w:rsid w:val="00F62B28"/>
    <w:rsid w:val="00F73AB2"/>
    <w:rsid w:val="00F7676F"/>
    <w:rsid w:val="00F8423E"/>
    <w:rsid w:val="00F8449C"/>
    <w:rsid w:val="00F87686"/>
    <w:rsid w:val="00F93ECF"/>
    <w:rsid w:val="00F94E6A"/>
    <w:rsid w:val="00FA21A8"/>
    <w:rsid w:val="00FA5D69"/>
    <w:rsid w:val="00FB2EC6"/>
    <w:rsid w:val="00FB2F98"/>
    <w:rsid w:val="00FB3199"/>
    <w:rsid w:val="00FC32C1"/>
    <w:rsid w:val="00FC5AA2"/>
    <w:rsid w:val="00FE2B01"/>
    <w:rsid w:val="00FE3371"/>
    <w:rsid w:val="00FE611A"/>
    <w:rsid w:val="00FE6262"/>
    <w:rsid w:val="00FF0035"/>
    <w:rsid w:val="00FF0C9D"/>
    <w:rsid w:val="00FF7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3F7"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uiPriority w:val="99"/>
    <w:rsid w:val="00DA13F7"/>
    <w:rPr>
      <w:rFonts w:cs="Times New Roman"/>
    </w:rPr>
  </w:style>
  <w:style w:type="character" w:customStyle="1" w:styleId="FontStyle22">
    <w:name w:val="Font Style22"/>
    <w:uiPriority w:val="99"/>
    <w:rsid w:val="00DA13F7"/>
    <w:rPr>
      <w:rFonts w:ascii="Times New Roman" w:hAnsi="Times New Roman"/>
      <w:b/>
      <w:sz w:val="26"/>
    </w:rPr>
  </w:style>
  <w:style w:type="paragraph" w:customStyle="1" w:styleId="ConsPlusNormal">
    <w:name w:val="ConsPlusNormal"/>
    <w:uiPriority w:val="99"/>
    <w:rsid w:val="00DA13F7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DA13F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15D01"/>
    <w:rPr>
      <w:rFonts w:cs="Times New Roman"/>
      <w:sz w:val="24"/>
      <w:szCs w:val="24"/>
      <w:lang w:eastAsia="ar-SA" w:bidi="ar-SA"/>
    </w:rPr>
  </w:style>
  <w:style w:type="paragraph" w:customStyle="1" w:styleId="Style5">
    <w:name w:val="Style5"/>
    <w:basedOn w:val="Normal"/>
    <w:uiPriority w:val="99"/>
    <w:rsid w:val="00DA13F7"/>
    <w:pPr>
      <w:widowControl w:val="0"/>
      <w:autoSpaceDE w:val="0"/>
      <w:spacing w:line="328" w:lineRule="exact"/>
      <w:jc w:val="center"/>
    </w:pPr>
    <w:rPr>
      <w:rFonts w:ascii="Arial" w:hAnsi="Arial"/>
    </w:rPr>
  </w:style>
  <w:style w:type="paragraph" w:customStyle="1" w:styleId="FORMATTEXT">
    <w:name w:val=".FORMATTEXT"/>
    <w:uiPriority w:val="99"/>
    <w:rsid w:val="00DA13F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3318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7287C"/>
    <w:rPr>
      <w:rFonts w:cs="Times New Roman"/>
      <w:sz w:val="24"/>
      <w:szCs w:val="24"/>
      <w:lang w:eastAsia="ar-SA" w:bidi="ar-SA"/>
    </w:rPr>
  </w:style>
  <w:style w:type="paragraph" w:styleId="BalloonText">
    <w:name w:val="Balloon Text"/>
    <w:basedOn w:val="Normal"/>
    <w:link w:val="BalloonTextChar"/>
    <w:uiPriority w:val="99"/>
    <w:rsid w:val="003728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7287C"/>
    <w:rPr>
      <w:rFonts w:ascii="Tahoma" w:hAnsi="Tahoma" w:cs="Tahoma"/>
      <w:sz w:val="16"/>
      <w:szCs w:val="16"/>
      <w:lang w:eastAsia="ar-SA" w:bidi="ar-SA"/>
    </w:rPr>
  </w:style>
  <w:style w:type="paragraph" w:customStyle="1" w:styleId="ConsPlusTitle">
    <w:name w:val="ConsPlusTitle"/>
    <w:uiPriority w:val="99"/>
    <w:rsid w:val="00CA23CD"/>
    <w:pPr>
      <w:widowControl w:val="0"/>
      <w:suppressAutoHyphens/>
      <w:autoSpaceDE w:val="0"/>
    </w:pPr>
    <w:rPr>
      <w:b/>
      <w:bCs/>
      <w:sz w:val="24"/>
      <w:szCs w:val="24"/>
      <w:lang w:eastAsia="ar-SA"/>
    </w:rPr>
  </w:style>
  <w:style w:type="character" w:customStyle="1" w:styleId="xml-punctuation">
    <w:name w:val="xml-punctuation"/>
    <w:basedOn w:val="DefaultParagraphFont"/>
    <w:uiPriority w:val="99"/>
    <w:rsid w:val="007B1B2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46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71A52C446AED3927E7748A471673BEFC095D213A3D23068C79D80519D95D8EE3E7B9D85B217078D0E455BATA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</TotalTime>
  <Pages>2</Pages>
  <Words>297</Words>
  <Characters>1696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статью 2 Закона Ульяновской области</dc:title>
  <dc:subject/>
  <dc:creator>user</dc:creator>
  <cp:keywords/>
  <dc:description/>
  <cp:lastModifiedBy>Пользователь</cp:lastModifiedBy>
  <cp:revision>4</cp:revision>
  <cp:lastPrinted>2016-09-21T06:44:00Z</cp:lastPrinted>
  <dcterms:created xsi:type="dcterms:W3CDTF">2016-09-19T07:26:00Z</dcterms:created>
  <dcterms:modified xsi:type="dcterms:W3CDTF">2016-10-07T08:11:00Z</dcterms:modified>
</cp:coreProperties>
</file>