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0C3F" w:rsidRDefault="00470C3F" w:rsidP="00FE2C65">
      <w:pPr>
        <w:jc w:val="center"/>
        <w:rPr>
          <w:rStyle w:val="xml-punctuation"/>
          <w:b/>
          <w:color w:val="000000"/>
        </w:rPr>
      </w:pPr>
      <w:r w:rsidRPr="003D1C31">
        <w:rPr>
          <w:rStyle w:val="xml-punctuation"/>
          <w:b/>
          <w:color w:val="000000"/>
        </w:rPr>
        <w:t>ЗАКОН УЛЬЯНОВСКОЙ ОБЛАСТИ</w:t>
      </w:r>
    </w:p>
    <w:p w:rsidR="00470C3F" w:rsidRPr="00DD2A3E" w:rsidRDefault="00470C3F" w:rsidP="00DD2A3E">
      <w:pPr>
        <w:widowControl w:val="0"/>
        <w:ind w:firstLine="567"/>
        <w:jc w:val="center"/>
        <w:rPr>
          <w:b/>
        </w:rPr>
      </w:pPr>
    </w:p>
    <w:p w:rsidR="00470C3F" w:rsidRPr="00DD2A3E" w:rsidRDefault="00470C3F" w:rsidP="00DD2A3E">
      <w:pPr>
        <w:widowControl w:val="0"/>
        <w:ind w:firstLine="567"/>
        <w:jc w:val="center"/>
        <w:rPr>
          <w:b/>
        </w:rPr>
      </w:pPr>
    </w:p>
    <w:p w:rsidR="00470C3F" w:rsidRPr="00DD2A3E" w:rsidRDefault="00470C3F" w:rsidP="00DD2A3E">
      <w:pPr>
        <w:widowControl w:val="0"/>
        <w:ind w:firstLine="567"/>
        <w:jc w:val="center"/>
        <w:rPr>
          <w:b/>
        </w:rPr>
      </w:pPr>
    </w:p>
    <w:p w:rsidR="00470C3F" w:rsidRPr="00DD2A3E" w:rsidRDefault="00470C3F" w:rsidP="00DD2A3E">
      <w:pPr>
        <w:widowControl w:val="0"/>
        <w:ind w:firstLine="567"/>
        <w:jc w:val="center"/>
        <w:rPr>
          <w:b/>
        </w:rPr>
      </w:pPr>
    </w:p>
    <w:p w:rsidR="00470C3F" w:rsidRPr="00DD2A3E" w:rsidRDefault="00470C3F" w:rsidP="00DD2A3E">
      <w:pPr>
        <w:widowControl w:val="0"/>
        <w:jc w:val="center"/>
        <w:rPr>
          <w:b/>
        </w:rPr>
      </w:pPr>
    </w:p>
    <w:p w:rsidR="00470C3F" w:rsidRPr="00DD2A3E" w:rsidRDefault="00470C3F" w:rsidP="00DD2A3E">
      <w:pPr>
        <w:widowControl w:val="0"/>
        <w:jc w:val="center"/>
        <w:rPr>
          <w:b/>
        </w:rPr>
      </w:pPr>
      <w:r w:rsidRPr="00DD2A3E">
        <w:rPr>
          <w:b/>
        </w:rPr>
        <w:t>О внесении изменений в отдельные</w:t>
      </w:r>
    </w:p>
    <w:p w:rsidR="00470C3F" w:rsidRPr="00DD2A3E" w:rsidRDefault="00470C3F" w:rsidP="00DD2A3E">
      <w:pPr>
        <w:widowControl w:val="0"/>
        <w:jc w:val="center"/>
        <w:rPr>
          <w:sz w:val="32"/>
          <w:szCs w:val="32"/>
        </w:rPr>
      </w:pPr>
      <w:r w:rsidRPr="00DD2A3E">
        <w:rPr>
          <w:b/>
        </w:rPr>
        <w:t>законодательные акты Ульяновской области</w:t>
      </w:r>
    </w:p>
    <w:p w:rsidR="00470C3F" w:rsidRPr="00DD2A3E" w:rsidRDefault="00470C3F" w:rsidP="00DD2A3E">
      <w:pPr>
        <w:widowControl w:val="0"/>
        <w:ind w:firstLine="709"/>
        <w:rPr>
          <w:b/>
        </w:rPr>
      </w:pPr>
    </w:p>
    <w:p w:rsidR="00470C3F" w:rsidRDefault="00470C3F" w:rsidP="00DD2A3E">
      <w:pPr>
        <w:widowControl w:val="0"/>
        <w:ind w:firstLine="709"/>
        <w:rPr>
          <w:b/>
        </w:rPr>
      </w:pPr>
    </w:p>
    <w:p w:rsidR="00470C3F" w:rsidRPr="00DD2A3E" w:rsidRDefault="00470C3F" w:rsidP="00DD2A3E">
      <w:pPr>
        <w:widowControl w:val="0"/>
        <w:ind w:firstLine="709"/>
        <w:rPr>
          <w:b/>
        </w:rPr>
      </w:pPr>
    </w:p>
    <w:p w:rsidR="00470C3F" w:rsidRPr="00DD2A3E" w:rsidRDefault="00470C3F" w:rsidP="00DD2A3E">
      <w:pPr>
        <w:widowControl w:val="0"/>
        <w:ind w:firstLine="709"/>
        <w:rPr>
          <w:b/>
        </w:rPr>
      </w:pPr>
    </w:p>
    <w:p w:rsidR="00470C3F" w:rsidRPr="00DD2A3E" w:rsidRDefault="00470C3F" w:rsidP="00DD2A3E">
      <w:pPr>
        <w:widowControl w:val="0"/>
        <w:ind w:firstLine="709"/>
        <w:rPr>
          <w:b/>
        </w:rPr>
      </w:pPr>
      <w:r w:rsidRPr="00DD2A3E">
        <w:rPr>
          <w:b/>
        </w:rPr>
        <w:t>Статья 1</w:t>
      </w:r>
    </w:p>
    <w:p w:rsidR="00470C3F" w:rsidRPr="00DD2A3E" w:rsidRDefault="00470C3F" w:rsidP="00DD2A3E">
      <w:pPr>
        <w:widowControl w:val="0"/>
        <w:ind w:firstLine="709"/>
        <w:rPr>
          <w:sz w:val="32"/>
          <w:szCs w:val="32"/>
        </w:rPr>
      </w:pPr>
    </w:p>
    <w:p w:rsidR="00470C3F" w:rsidRPr="00DD2A3E" w:rsidRDefault="00470C3F" w:rsidP="00DD2A3E">
      <w:pPr>
        <w:widowControl w:val="0"/>
        <w:ind w:firstLine="709"/>
        <w:rPr>
          <w:sz w:val="32"/>
          <w:szCs w:val="32"/>
        </w:rPr>
      </w:pPr>
    </w:p>
    <w:p w:rsidR="00470C3F" w:rsidRPr="00DD2A3E" w:rsidRDefault="00470C3F" w:rsidP="00DD2A3E">
      <w:pPr>
        <w:widowControl w:val="0"/>
        <w:spacing w:line="350" w:lineRule="auto"/>
        <w:ind w:firstLine="709"/>
        <w:jc w:val="both"/>
      </w:pPr>
      <w:r w:rsidRPr="00DD2A3E">
        <w:t xml:space="preserve">Внести в Закон Ульяновской области от 4 июня 2007 года № 71-ЗО </w:t>
      </w:r>
      <w:r w:rsidRPr="00DD2A3E">
        <w:br/>
        <w:t>«О налоговых ставках налога на прибыль организаций, подлежащего зачислению в областной бюджет Ульяновской области, в отношении отдельных категорий налогоплательщиков» («Ульяновская правда» от 06.06.2007 № 45; от 07.11.2008 № 91; от 11.11.2009 № 90; от 06.10.2010 № 81; от 01.12.2010 № 97-98;                   от 06.04.2011 № 36; от 05.10.2012 № 109; от 06.03.2013 № 25; от 11.07.2013 № 75; от 07.09.2013 № 109; от 10.11.2014 № 163-164; от 29.10.2015 № 151; от 30.12.2015   № 192; от 06.06.2016 № 75-76) изменение, дополнив его статьёй 1</w:t>
      </w:r>
      <w:r w:rsidRPr="00DD2A3E">
        <w:rPr>
          <w:vertAlign w:val="superscript"/>
        </w:rPr>
        <w:t>11</w:t>
      </w:r>
      <w:r w:rsidRPr="00DD2A3E">
        <w:t xml:space="preserve"> следующего содержания:</w:t>
      </w:r>
    </w:p>
    <w:p w:rsidR="00470C3F" w:rsidRPr="00DD2A3E" w:rsidRDefault="00470C3F" w:rsidP="00DD2A3E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b/>
          <w:vertAlign w:val="superscript"/>
        </w:rPr>
      </w:pPr>
      <w:r w:rsidRPr="00DD2A3E">
        <w:t>«</w:t>
      </w:r>
      <w:r w:rsidRPr="00DD2A3E">
        <w:rPr>
          <w:b/>
        </w:rPr>
        <w:t>Статья 1</w:t>
      </w:r>
      <w:r w:rsidRPr="00DD2A3E">
        <w:rPr>
          <w:b/>
          <w:vertAlign w:val="superscript"/>
        </w:rPr>
        <w:t>11</w:t>
      </w:r>
    </w:p>
    <w:p w:rsidR="00470C3F" w:rsidRDefault="00470C3F" w:rsidP="00DD2A3E">
      <w:pPr>
        <w:widowControl w:val="0"/>
        <w:tabs>
          <w:tab w:val="left" w:pos="0"/>
          <w:tab w:val="left" w:pos="993"/>
        </w:tabs>
        <w:autoSpaceDE w:val="0"/>
        <w:autoSpaceDN w:val="0"/>
        <w:adjustRightInd w:val="0"/>
        <w:ind w:firstLine="720"/>
        <w:jc w:val="both"/>
      </w:pPr>
    </w:p>
    <w:p w:rsidR="00470C3F" w:rsidRPr="00DD2A3E" w:rsidRDefault="00470C3F" w:rsidP="00DD2A3E">
      <w:pPr>
        <w:widowControl w:val="0"/>
        <w:tabs>
          <w:tab w:val="left" w:pos="0"/>
          <w:tab w:val="left" w:pos="993"/>
        </w:tabs>
        <w:autoSpaceDE w:val="0"/>
        <w:autoSpaceDN w:val="0"/>
        <w:adjustRightInd w:val="0"/>
        <w:ind w:firstLine="720"/>
        <w:jc w:val="both"/>
      </w:pPr>
    </w:p>
    <w:p w:rsidR="00470C3F" w:rsidRPr="00DD2A3E" w:rsidRDefault="00470C3F" w:rsidP="00DD2A3E">
      <w:pPr>
        <w:widowControl w:val="0"/>
        <w:tabs>
          <w:tab w:val="left" w:pos="0"/>
          <w:tab w:val="left" w:pos="993"/>
        </w:tabs>
        <w:autoSpaceDE w:val="0"/>
        <w:autoSpaceDN w:val="0"/>
        <w:adjustRightInd w:val="0"/>
        <w:spacing w:line="350" w:lineRule="auto"/>
        <w:ind w:firstLine="720"/>
        <w:jc w:val="both"/>
      </w:pPr>
      <w:r w:rsidRPr="00DD2A3E">
        <w:t xml:space="preserve">Пониженная налоговая ставка устанавливается для организаций – резидентов индустриальных (промышленных) парков, расположенных </w:t>
      </w:r>
      <w:r>
        <w:br/>
      </w:r>
      <w:r w:rsidRPr="00DD2A3E">
        <w:t xml:space="preserve">на территории Ульяновской области, при условии соответствия индустриальных (промышленных) парков и управляющих компаний индустриальных (промышленных) парков требованиям, установленным постановлением Правительства Российской Федерации от 4 августа 2015 года № 794 </w:t>
      </w:r>
      <w:r>
        <w:br/>
      </w:r>
      <w:r w:rsidRPr="00DD2A3E">
        <w:t xml:space="preserve">«Об индустриальных (промышленных) парках и управляющих компаниях индустриальных (промышленных) парков», </w:t>
      </w:r>
      <w:r>
        <w:t>а также следующим требованиям</w:t>
      </w:r>
      <w:r w:rsidRPr="00DD2A3E">
        <w:t>:</w:t>
      </w:r>
    </w:p>
    <w:p w:rsidR="00470C3F" w:rsidRPr="00DD2A3E" w:rsidRDefault="00470C3F" w:rsidP="00603153">
      <w:pPr>
        <w:widowControl w:val="0"/>
        <w:numPr>
          <w:ilvl w:val="0"/>
          <w:numId w:val="6"/>
        </w:numPr>
        <w:tabs>
          <w:tab w:val="left" w:pos="567"/>
          <w:tab w:val="left" w:pos="709"/>
          <w:tab w:val="left" w:pos="1134"/>
        </w:tabs>
        <w:autoSpaceDE w:val="0"/>
        <w:autoSpaceDN w:val="0"/>
        <w:adjustRightInd w:val="0"/>
        <w:spacing w:line="343" w:lineRule="auto"/>
        <w:ind w:left="0" w:firstLine="709"/>
        <w:jc w:val="both"/>
      </w:pPr>
      <w:r w:rsidRPr="00DD2A3E">
        <w:t>муниципальное образование, в границах территории которого расположен индустриальный (промышленный) парк, входит в перечень монопрофильных муниципальных образований Российской Федерации (моногородов), утверждённый распоряжением Правительств</w:t>
      </w:r>
      <w:r>
        <w:t xml:space="preserve">а Российской Федерации от 29 июля </w:t>
      </w:r>
      <w:r w:rsidRPr="00DD2A3E">
        <w:t xml:space="preserve">2014 </w:t>
      </w:r>
      <w:r>
        <w:t xml:space="preserve">года </w:t>
      </w:r>
      <w:r w:rsidRPr="00DD2A3E">
        <w:t>№ 1398-р, и относится к категории 1;</w:t>
      </w:r>
    </w:p>
    <w:p w:rsidR="00470C3F" w:rsidRPr="00DD2A3E" w:rsidRDefault="00470C3F" w:rsidP="00603153">
      <w:pPr>
        <w:widowControl w:val="0"/>
        <w:numPr>
          <w:ilvl w:val="0"/>
          <w:numId w:val="6"/>
        </w:numPr>
        <w:tabs>
          <w:tab w:val="left" w:pos="567"/>
          <w:tab w:val="left" w:pos="709"/>
          <w:tab w:val="left" w:pos="1134"/>
        </w:tabs>
        <w:autoSpaceDE w:val="0"/>
        <w:autoSpaceDN w:val="0"/>
        <w:adjustRightInd w:val="0"/>
        <w:spacing w:line="343" w:lineRule="auto"/>
        <w:ind w:left="0" w:firstLine="709"/>
        <w:jc w:val="both"/>
      </w:pPr>
      <w:r w:rsidRPr="00DD2A3E">
        <w:rPr>
          <w:spacing w:val="-4"/>
        </w:rPr>
        <w:t>отсутствие у организации – резидента индустриального (промышленного)</w:t>
      </w:r>
      <w:r w:rsidRPr="00DD2A3E">
        <w:t xml:space="preserve"> парка по состоянию на начало соответствующего налогового периода недоимки по налогам и сборам и задолженности по уплате пеней и штрафов в бюджеты бюджетной системы Российской Федерации, возникших в связи с исполнением обязанностей налогоплательщика.».</w:t>
      </w:r>
    </w:p>
    <w:p w:rsidR="00470C3F" w:rsidRPr="00DD2A3E" w:rsidRDefault="00470C3F" w:rsidP="00DD2A3E">
      <w:pPr>
        <w:widowControl w:val="0"/>
        <w:tabs>
          <w:tab w:val="left" w:pos="567"/>
          <w:tab w:val="left" w:pos="709"/>
          <w:tab w:val="left" w:pos="1134"/>
        </w:tabs>
        <w:autoSpaceDE w:val="0"/>
        <w:autoSpaceDN w:val="0"/>
        <w:adjustRightInd w:val="0"/>
        <w:ind w:left="709"/>
        <w:jc w:val="both"/>
        <w:rPr>
          <w:sz w:val="16"/>
        </w:rPr>
      </w:pPr>
    </w:p>
    <w:p w:rsidR="00470C3F" w:rsidRPr="00603153" w:rsidRDefault="00470C3F" w:rsidP="00DD2A3E">
      <w:pPr>
        <w:widowControl w:val="0"/>
        <w:tabs>
          <w:tab w:val="left" w:pos="567"/>
          <w:tab w:val="left" w:pos="709"/>
          <w:tab w:val="left" w:pos="1134"/>
        </w:tabs>
        <w:autoSpaceDE w:val="0"/>
        <w:autoSpaceDN w:val="0"/>
        <w:adjustRightInd w:val="0"/>
        <w:ind w:left="709"/>
        <w:jc w:val="both"/>
        <w:rPr>
          <w:sz w:val="24"/>
        </w:rPr>
      </w:pPr>
    </w:p>
    <w:p w:rsidR="00470C3F" w:rsidRPr="00DD2A3E" w:rsidRDefault="00470C3F" w:rsidP="00DD2A3E">
      <w:pPr>
        <w:widowControl w:val="0"/>
        <w:tabs>
          <w:tab w:val="left" w:pos="567"/>
          <w:tab w:val="left" w:pos="1080"/>
          <w:tab w:val="left" w:pos="1134"/>
        </w:tabs>
        <w:autoSpaceDE w:val="0"/>
        <w:autoSpaceDN w:val="0"/>
        <w:adjustRightInd w:val="0"/>
        <w:ind w:firstLine="709"/>
        <w:jc w:val="both"/>
        <w:rPr>
          <w:b/>
        </w:rPr>
      </w:pPr>
      <w:r w:rsidRPr="00DD2A3E">
        <w:rPr>
          <w:b/>
        </w:rPr>
        <w:t>Статья 2</w:t>
      </w:r>
    </w:p>
    <w:p w:rsidR="00470C3F" w:rsidRDefault="00470C3F" w:rsidP="00DD2A3E">
      <w:pPr>
        <w:widowControl w:val="0"/>
        <w:tabs>
          <w:tab w:val="left" w:pos="567"/>
          <w:tab w:val="left" w:pos="1080"/>
          <w:tab w:val="left" w:pos="1134"/>
        </w:tabs>
        <w:autoSpaceDE w:val="0"/>
        <w:autoSpaceDN w:val="0"/>
        <w:adjustRightInd w:val="0"/>
        <w:ind w:firstLine="709"/>
        <w:jc w:val="both"/>
        <w:rPr>
          <w:b/>
        </w:rPr>
      </w:pPr>
    </w:p>
    <w:p w:rsidR="00470C3F" w:rsidRPr="00603153" w:rsidRDefault="00470C3F" w:rsidP="00DD2A3E">
      <w:pPr>
        <w:widowControl w:val="0"/>
        <w:tabs>
          <w:tab w:val="left" w:pos="567"/>
          <w:tab w:val="left" w:pos="1080"/>
          <w:tab w:val="left" w:pos="1134"/>
        </w:tabs>
        <w:autoSpaceDE w:val="0"/>
        <w:autoSpaceDN w:val="0"/>
        <w:adjustRightInd w:val="0"/>
        <w:ind w:firstLine="709"/>
        <w:jc w:val="both"/>
        <w:rPr>
          <w:b/>
          <w:sz w:val="22"/>
          <w:szCs w:val="22"/>
        </w:rPr>
      </w:pPr>
    </w:p>
    <w:p w:rsidR="00470C3F" w:rsidRPr="00DD2A3E" w:rsidRDefault="00470C3F" w:rsidP="00603153">
      <w:pPr>
        <w:widowControl w:val="0"/>
        <w:tabs>
          <w:tab w:val="left" w:pos="0"/>
          <w:tab w:val="left" w:pos="567"/>
          <w:tab w:val="left" w:pos="1134"/>
        </w:tabs>
        <w:spacing w:line="343" w:lineRule="auto"/>
        <w:ind w:firstLine="709"/>
        <w:jc w:val="both"/>
      </w:pPr>
      <w:r w:rsidRPr="00DD2A3E">
        <w:t xml:space="preserve">Внести в часть 2 статьи 2 Закона Ульяновской области от 2 сентября </w:t>
      </w:r>
      <w:r>
        <w:br/>
      </w:r>
      <w:r w:rsidRPr="00DD2A3E">
        <w:t xml:space="preserve">2015 года № 99-ЗО «О налоге на имущество организаций на территории Ульяновской области» («Ульяновская правда» от 07.09.2015 № 124; от 05.10.2015 № 139; от 29.10.2015 № 151; от 12.04.2016 № 47; от 06.06.2016 № 75-76; </w:t>
      </w:r>
      <w:r>
        <w:br/>
      </w:r>
      <w:r w:rsidRPr="00DD2A3E">
        <w:t>от 02.08.2016 № 99</w:t>
      </w:r>
      <w:r>
        <w:t>; от 06.09.2016 № 109</w:t>
      </w:r>
      <w:r w:rsidRPr="00DD2A3E">
        <w:t>) изменение, дополнив её пунктом 12 следующего содержания:</w:t>
      </w:r>
    </w:p>
    <w:p w:rsidR="00470C3F" w:rsidRPr="00DD2A3E" w:rsidRDefault="00470C3F" w:rsidP="00603153">
      <w:pPr>
        <w:widowControl w:val="0"/>
        <w:tabs>
          <w:tab w:val="left" w:pos="0"/>
          <w:tab w:val="left" w:pos="567"/>
          <w:tab w:val="left" w:pos="1134"/>
        </w:tabs>
        <w:spacing w:line="343" w:lineRule="auto"/>
        <w:ind w:firstLine="709"/>
        <w:jc w:val="both"/>
      </w:pPr>
      <w:bookmarkStart w:id="0" w:name="_GoBack"/>
      <w:bookmarkEnd w:id="0"/>
      <w:r w:rsidRPr="00DD2A3E">
        <w:t>«12) организаций, которые являются управляющими компаниями индустриальных (промышленных) парков, расположенных на территории Ульяновской области, и соответствуют требованиям, установленным постановлением Правительства Российской Федерации от 4 августа 2015 года      № 794 «Об индустриальных (промышленных) парках и управляющих компаниях индустриальных (промышленных) парков», – в отношении объектов промышленной инфраструктуры, предназначенных для создания в границах территории индустриального (промышленного) парка промышленного производства и управляемых указанной организацией, при наличии следующих условий:</w:t>
      </w:r>
    </w:p>
    <w:p w:rsidR="00470C3F" w:rsidRPr="00DD2A3E" w:rsidRDefault="00470C3F" w:rsidP="00603153">
      <w:pPr>
        <w:widowControl w:val="0"/>
        <w:numPr>
          <w:ilvl w:val="0"/>
          <w:numId w:val="11"/>
        </w:numPr>
        <w:tabs>
          <w:tab w:val="left" w:pos="1134"/>
        </w:tabs>
        <w:autoSpaceDE w:val="0"/>
        <w:autoSpaceDN w:val="0"/>
        <w:adjustRightInd w:val="0"/>
        <w:spacing w:line="343" w:lineRule="auto"/>
        <w:ind w:left="0" w:firstLine="720"/>
        <w:jc w:val="both"/>
      </w:pPr>
      <w:r w:rsidRPr="00DD2A3E">
        <w:t>муниципальное образование, в границах территории которого расположен индустриальный (промышленный) парк, входит в перечень монопрофильных муниципальных образований Российской Федерации (моногородов), утверждённый распоряжением Правительства</w:t>
      </w:r>
      <w:r>
        <w:t xml:space="preserve"> Российской Федерации от 29 июля </w:t>
      </w:r>
      <w:r w:rsidRPr="00DD2A3E">
        <w:t>2014</w:t>
      </w:r>
      <w:r>
        <w:t xml:space="preserve"> года</w:t>
      </w:r>
      <w:r w:rsidRPr="00DD2A3E">
        <w:t xml:space="preserve"> № 1398-р, и относится к категории 1;</w:t>
      </w:r>
    </w:p>
    <w:p w:rsidR="00470C3F" w:rsidRPr="00DD2A3E" w:rsidRDefault="00470C3F" w:rsidP="00F22D6F">
      <w:pPr>
        <w:widowControl w:val="0"/>
        <w:numPr>
          <w:ilvl w:val="0"/>
          <w:numId w:val="11"/>
        </w:numPr>
        <w:tabs>
          <w:tab w:val="left" w:pos="1134"/>
        </w:tabs>
        <w:autoSpaceDE w:val="0"/>
        <w:autoSpaceDN w:val="0"/>
        <w:adjustRightInd w:val="0"/>
        <w:spacing w:line="360" w:lineRule="auto"/>
        <w:ind w:left="0" w:firstLine="720"/>
        <w:jc w:val="both"/>
      </w:pPr>
      <w:r w:rsidRPr="00DD2A3E">
        <w:t xml:space="preserve">отсутствие у организации, которая является управляющей компанией индустриального (промышленного) парка, по состоянию на начало соответствующего налогового периода недоимки по налогам и сборам </w:t>
      </w:r>
      <w:r>
        <w:br/>
      </w:r>
      <w:r w:rsidRPr="00DD2A3E">
        <w:t>и задолженности по уплате пеней и штрафов в бюджеты бюджетной системы Российской Федерации, возникших в связи с исполнением обязанностей налогоплательщика.».</w:t>
      </w:r>
    </w:p>
    <w:p w:rsidR="00470C3F" w:rsidRPr="002C1666" w:rsidRDefault="00470C3F" w:rsidP="002C1666">
      <w:pPr>
        <w:widowControl w:val="0"/>
        <w:tabs>
          <w:tab w:val="left" w:pos="567"/>
          <w:tab w:val="left" w:pos="709"/>
          <w:tab w:val="left" w:pos="1134"/>
        </w:tabs>
        <w:autoSpaceDE w:val="0"/>
        <w:autoSpaceDN w:val="0"/>
        <w:adjustRightInd w:val="0"/>
        <w:ind w:left="709"/>
        <w:jc w:val="both"/>
        <w:rPr>
          <w:sz w:val="16"/>
        </w:rPr>
      </w:pPr>
    </w:p>
    <w:p w:rsidR="00470C3F" w:rsidRPr="00DD2A3E" w:rsidRDefault="00470C3F" w:rsidP="002C1666">
      <w:pPr>
        <w:widowControl w:val="0"/>
        <w:tabs>
          <w:tab w:val="left" w:pos="567"/>
          <w:tab w:val="left" w:pos="709"/>
          <w:tab w:val="left" w:pos="1134"/>
        </w:tabs>
        <w:autoSpaceDE w:val="0"/>
        <w:autoSpaceDN w:val="0"/>
        <w:adjustRightInd w:val="0"/>
        <w:ind w:left="709"/>
        <w:jc w:val="both"/>
      </w:pPr>
    </w:p>
    <w:p w:rsidR="00470C3F" w:rsidRPr="00DD2A3E" w:rsidRDefault="00470C3F" w:rsidP="002C1666">
      <w:pPr>
        <w:widowControl w:val="0"/>
        <w:tabs>
          <w:tab w:val="left" w:pos="567"/>
          <w:tab w:val="left" w:pos="1080"/>
          <w:tab w:val="left" w:pos="1134"/>
        </w:tabs>
        <w:autoSpaceDE w:val="0"/>
        <w:autoSpaceDN w:val="0"/>
        <w:adjustRightInd w:val="0"/>
        <w:ind w:firstLine="709"/>
        <w:jc w:val="both"/>
        <w:rPr>
          <w:b/>
        </w:rPr>
      </w:pPr>
      <w:r w:rsidRPr="00DD2A3E">
        <w:rPr>
          <w:b/>
        </w:rPr>
        <w:t>Статья 3</w:t>
      </w:r>
    </w:p>
    <w:p w:rsidR="00470C3F" w:rsidRDefault="00470C3F" w:rsidP="002C1666">
      <w:pPr>
        <w:widowControl w:val="0"/>
        <w:tabs>
          <w:tab w:val="left" w:pos="567"/>
          <w:tab w:val="left" w:pos="1080"/>
          <w:tab w:val="left" w:pos="1134"/>
        </w:tabs>
        <w:autoSpaceDE w:val="0"/>
        <w:autoSpaceDN w:val="0"/>
        <w:adjustRightInd w:val="0"/>
        <w:ind w:firstLine="709"/>
        <w:jc w:val="both"/>
        <w:rPr>
          <w:b/>
        </w:rPr>
      </w:pPr>
    </w:p>
    <w:p w:rsidR="00470C3F" w:rsidRPr="00DD2A3E" w:rsidRDefault="00470C3F" w:rsidP="00DD2A3E">
      <w:pPr>
        <w:widowControl w:val="0"/>
        <w:tabs>
          <w:tab w:val="left" w:pos="567"/>
          <w:tab w:val="left" w:pos="1080"/>
          <w:tab w:val="left" w:pos="1134"/>
        </w:tabs>
        <w:autoSpaceDE w:val="0"/>
        <w:autoSpaceDN w:val="0"/>
        <w:adjustRightInd w:val="0"/>
        <w:ind w:firstLine="709"/>
        <w:jc w:val="both"/>
        <w:rPr>
          <w:b/>
        </w:rPr>
      </w:pPr>
    </w:p>
    <w:p w:rsidR="00470C3F" w:rsidRPr="00DD2A3E" w:rsidRDefault="00470C3F" w:rsidP="00DD2A3E">
      <w:pPr>
        <w:widowControl w:val="0"/>
        <w:tabs>
          <w:tab w:val="left" w:pos="1134"/>
          <w:tab w:val="left" w:pos="1418"/>
          <w:tab w:val="left" w:pos="1560"/>
        </w:tabs>
        <w:autoSpaceDE w:val="0"/>
        <w:autoSpaceDN w:val="0"/>
        <w:adjustRightInd w:val="0"/>
        <w:spacing w:line="360" w:lineRule="auto"/>
        <w:ind w:firstLine="709"/>
        <w:jc w:val="both"/>
      </w:pPr>
      <w:r w:rsidRPr="00DD2A3E">
        <w:t>1. Настоящий Закон вступает в силу с 1 января 2017 года.</w:t>
      </w:r>
    </w:p>
    <w:p w:rsidR="00470C3F" w:rsidRPr="00DD2A3E" w:rsidRDefault="00470C3F" w:rsidP="00DD2A3E">
      <w:pPr>
        <w:widowControl w:val="0"/>
        <w:tabs>
          <w:tab w:val="left" w:pos="567"/>
          <w:tab w:val="left" w:pos="1134"/>
        </w:tabs>
        <w:autoSpaceDE w:val="0"/>
        <w:autoSpaceDN w:val="0"/>
        <w:adjustRightInd w:val="0"/>
        <w:spacing w:line="360" w:lineRule="auto"/>
        <w:ind w:firstLine="709"/>
        <w:jc w:val="both"/>
      </w:pPr>
      <w:r w:rsidRPr="00DD2A3E">
        <w:t>2. Положения статьи 1</w:t>
      </w:r>
      <w:r w:rsidRPr="00DD2A3E">
        <w:rPr>
          <w:vertAlign w:val="superscript"/>
        </w:rPr>
        <w:t xml:space="preserve">11 </w:t>
      </w:r>
      <w:r w:rsidRPr="00DD2A3E">
        <w:t>Закона Ульяновской области от 4 июня 2007 года  № 71-ЗО «О налоговых ставках налога на прибыль организаций, подлежащего зачислению в областной бюджет Ульяновской области, в отношении отдельных категорий налогоплательщиков» (в редакции настоящего Закона) и пункта 12 части 2 статьи 2 Закона Ульяновской области от 2 сентября 2015 года № 99-ЗО   «О налоге на имущество организаций на территории Ульяновской области»          (в редакции настоящего Закона) не применяются после 31 декабря 2020 года.</w:t>
      </w:r>
    </w:p>
    <w:p w:rsidR="00470C3F" w:rsidRPr="00956CA7" w:rsidRDefault="00470C3F" w:rsidP="00DD2A3E">
      <w:pPr>
        <w:widowControl w:val="0"/>
        <w:tabs>
          <w:tab w:val="left" w:pos="567"/>
          <w:tab w:val="left" w:pos="709"/>
          <w:tab w:val="left" w:pos="1134"/>
        </w:tabs>
        <w:autoSpaceDE w:val="0"/>
        <w:autoSpaceDN w:val="0"/>
        <w:adjustRightInd w:val="0"/>
        <w:ind w:left="709"/>
        <w:jc w:val="both"/>
        <w:rPr>
          <w:sz w:val="16"/>
        </w:rPr>
      </w:pPr>
    </w:p>
    <w:p w:rsidR="00470C3F" w:rsidRPr="00DD2A3E" w:rsidRDefault="00470C3F" w:rsidP="00DD2A3E">
      <w:pPr>
        <w:widowControl w:val="0"/>
        <w:tabs>
          <w:tab w:val="left" w:pos="567"/>
          <w:tab w:val="left" w:pos="709"/>
          <w:tab w:val="left" w:pos="1134"/>
        </w:tabs>
        <w:autoSpaceDE w:val="0"/>
        <w:autoSpaceDN w:val="0"/>
        <w:adjustRightInd w:val="0"/>
        <w:ind w:left="709"/>
        <w:jc w:val="both"/>
      </w:pPr>
    </w:p>
    <w:p w:rsidR="00470C3F" w:rsidRPr="00DD2A3E" w:rsidRDefault="00470C3F" w:rsidP="00DD2A3E">
      <w:pPr>
        <w:widowControl w:val="0"/>
        <w:tabs>
          <w:tab w:val="left" w:pos="567"/>
          <w:tab w:val="left" w:pos="1134"/>
        </w:tabs>
        <w:autoSpaceDE w:val="0"/>
        <w:autoSpaceDN w:val="0"/>
        <w:adjustRightInd w:val="0"/>
        <w:ind w:firstLine="709"/>
        <w:jc w:val="both"/>
      </w:pPr>
    </w:p>
    <w:p w:rsidR="00470C3F" w:rsidRPr="00DD2A3E" w:rsidRDefault="00470C3F" w:rsidP="00DD2A3E">
      <w:pPr>
        <w:pStyle w:val="BodyText"/>
        <w:widowControl w:val="0"/>
        <w:tabs>
          <w:tab w:val="left" w:pos="8100"/>
        </w:tabs>
        <w:ind w:right="0"/>
        <w:jc w:val="left"/>
        <w:rPr>
          <w:b/>
          <w:szCs w:val="28"/>
        </w:rPr>
      </w:pPr>
      <w:r w:rsidRPr="00DD2A3E">
        <w:rPr>
          <w:b/>
          <w:szCs w:val="28"/>
        </w:rPr>
        <w:t>Временно исполняющий обязанности</w:t>
      </w:r>
    </w:p>
    <w:p w:rsidR="00470C3F" w:rsidRPr="00DD2A3E" w:rsidRDefault="00470C3F" w:rsidP="00DD2A3E">
      <w:pPr>
        <w:pStyle w:val="BodyText"/>
        <w:widowControl w:val="0"/>
        <w:tabs>
          <w:tab w:val="left" w:pos="8100"/>
        </w:tabs>
        <w:ind w:right="0"/>
        <w:jc w:val="left"/>
        <w:rPr>
          <w:b/>
          <w:szCs w:val="28"/>
        </w:rPr>
      </w:pPr>
      <w:r w:rsidRPr="00DD2A3E">
        <w:rPr>
          <w:b/>
          <w:szCs w:val="28"/>
        </w:rPr>
        <w:t xml:space="preserve">Губернатора Ульяновской области                                                   </w:t>
      </w:r>
      <w:r>
        <w:rPr>
          <w:b/>
          <w:szCs w:val="28"/>
        </w:rPr>
        <w:t xml:space="preserve">  </w:t>
      </w:r>
      <w:r w:rsidRPr="00DD2A3E">
        <w:rPr>
          <w:b/>
          <w:szCs w:val="28"/>
        </w:rPr>
        <w:t xml:space="preserve"> С.И.Морозов</w:t>
      </w:r>
    </w:p>
    <w:p w:rsidR="00470C3F" w:rsidRPr="00DD2A3E" w:rsidRDefault="00470C3F" w:rsidP="00DD2A3E">
      <w:pPr>
        <w:pStyle w:val="BodyText"/>
        <w:widowControl w:val="0"/>
        <w:tabs>
          <w:tab w:val="left" w:pos="8100"/>
        </w:tabs>
        <w:ind w:right="0" w:firstLine="567"/>
        <w:rPr>
          <w:b/>
          <w:szCs w:val="28"/>
        </w:rPr>
      </w:pPr>
    </w:p>
    <w:p w:rsidR="00470C3F" w:rsidRPr="00DD2A3E" w:rsidRDefault="00470C3F" w:rsidP="00DD2A3E">
      <w:pPr>
        <w:pStyle w:val="BodyText"/>
        <w:widowControl w:val="0"/>
        <w:tabs>
          <w:tab w:val="left" w:pos="8100"/>
        </w:tabs>
        <w:ind w:right="0" w:firstLine="567"/>
        <w:rPr>
          <w:b/>
          <w:szCs w:val="28"/>
        </w:rPr>
      </w:pPr>
    </w:p>
    <w:p w:rsidR="00470C3F" w:rsidRPr="00DD2A3E" w:rsidRDefault="00470C3F" w:rsidP="00DD2A3E">
      <w:pPr>
        <w:pStyle w:val="BodyText"/>
        <w:widowControl w:val="0"/>
        <w:tabs>
          <w:tab w:val="left" w:pos="8100"/>
        </w:tabs>
        <w:ind w:right="0" w:firstLine="567"/>
        <w:rPr>
          <w:b/>
          <w:szCs w:val="28"/>
        </w:rPr>
      </w:pPr>
    </w:p>
    <w:p w:rsidR="00470C3F" w:rsidRPr="00DD2A3E" w:rsidRDefault="00470C3F" w:rsidP="00931466">
      <w:pPr>
        <w:widowControl w:val="0"/>
        <w:jc w:val="center"/>
      </w:pPr>
      <w:r w:rsidRPr="00DD2A3E">
        <w:t>г. Ульяновск</w:t>
      </w:r>
    </w:p>
    <w:p w:rsidR="00470C3F" w:rsidRPr="00DD2A3E" w:rsidRDefault="00470C3F" w:rsidP="00931466">
      <w:pPr>
        <w:widowControl w:val="0"/>
        <w:jc w:val="center"/>
      </w:pPr>
      <w:r>
        <w:t xml:space="preserve">27 сентября </w:t>
      </w:r>
      <w:smartTag w:uri="urn:schemas-microsoft-com:office:smarttags" w:element="metricconverter">
        <w:smartTagPr>
          <w:attr w:name="ProductID" w:val="2016 г"/>
        </w:smartTagPr>
        <w:r w:rsidRPr="00DD2A3E">
          <w:t>2016 г</w:t>
        </w:r>
      </w:smartTag>
      <w:r w:rsidRPr="00DD2A3E">
        <w:t>.</w:t>
      </w:r>
    </w:p>
    <w:p w:rsidR="00470C3F" w:rsidRPr="00DD2A3E" w:rsidRDefault="00470C3F" w:rsidP="00931466">
      <w:pPr>
        <w:widowControl w:val="0"/>
        <w:jc w:val="center"/>
      </w:pPr>
      <w:r w:rsidRPr="00DD2A3E">
        <w:t>№</w:t>
      </w:r>
      <w:r>
        <w:t>130</w:t>
      </w:r>
      <w:r w:rsidRPr="00DD2A3E">
        <w:t>-ЗО</w:t>
      </w:r>
    </w:p>
    <w:sectPr w:rsidR="00470C3F" w:rsidRPr="00DD2A3E" w:rsidSect="00DD2A3E">
      <w:headerReference w:type="even" r:id="rId7"/>
      <w:headerReference w:type="default" r:id="rId8"/>
      <w:footerReference w:type="first" r:id="rId9"/>
      <w:pgSz w:w="11906" w:h="16838" w:code="9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70C3F" w:rsidRDefault="00470C3F">
      <w:r>
        <w:separator/>
      </w:r>
    </w:p>
  </w:endnote>
  <w:endnote w:type="continuationSeparator" w:id="0">
    <w:p w:rsidR="00470C3F" w:rsidRDefault="00470C3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altName w:val="Times New Roman"/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0C3F" w:rsidRPr="0001284D" w:rsidRDefault="00470C3F" w:rsidP="0001284D">
    <w:pPr>
      <w:pStyle w:val="Footer"/>
      <w:jc w:val="right"/>
      <w:rPr>
        <w:sz w:val="16"/>
        <w:szCs w:val="16"/>
      </w:rPr>
    </w:pPr>
    <w:r>
      <w:rPr>
        <w:sz w:val="16"/>
        <w:szCs w:val="16"/>
      </w:rPr>
      <w:t>2408км1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70C3F" w:rsidRDefault="00470C3F">
      <w:r>
        <w:separator/>
      </w:r>
    </w:p>
  </w:footnote>
  <w:footnote w:type="continuationSeparator" w:id="0">
    <w:p w:rsidR="00470C3F" w:rsidRDefault="00470C3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0C3F" w:rsidRDefault="00470C3F" w:rsidP="005A7F55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470C3F" w:rsidRDefault="00470C3F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0C3F" w:rsidRDefault="00470C3F" w:rsidP="00276012">
    <w:pPr>
      <w:pStyle w:val="Header"/>
      <w:jc w:val="center"/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3</w:t>
    </w:r>
    <w:r>
      <w:rPr>
        <w:rStyle w:val="PageNumber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56A09"/>
    <w:multiLevelType w:val="hybridMultilevel"/>
    <w:tmpl w:val="057CACE4"/>
    <w:lvl w:ilvl="0" w:tplc="2EFA7996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00B6033B"/>
    <w:multiLevelType w:val="hybridMultilevel"/>
    <w:tmpl w:val="39EC8380"/>
    <w:lvl w:ilvl="0" w:tplc="1410184A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">
    <w:nsid w:val="09343F48"/>
    <w:multiLevelType w:val="hybridMultilevel"/>
    <w:tmpl w:val="507E505C"/>
    <w:lvl w:ilvl="0" w:tplc="3EACA4AE">
      <w:start w:val="1"/>
      <w:numFmt w:val="decimal"/>
      <w:lvlText w:val="%1."/>
      <w:lvlJc w:val="left"/>
      <w:pPr>
        <w:ind w:left="1159" w:hanging="45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85E0248"/>
    <w:multiLevelType w:val="hybridMultilevel"/>
    <w:tmpl w:val="119CF24A"/>
    <w:lvl w:ilvl="0" w:tplc="00807E2E">
      <w:start w:val="1"/>
      <w:numFmt w:val="decimal"/>
      <w:lvlText w:val="%1)"/>
      <w:lvlJc w:val="left"/>
      <w:pPr>
        <w:ind w:left="1804" w:hanging="109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>
    <w:nsid w:val="4D835F9D"/>
    <w:multiLevelType w:val="hybridMultilevel"/>
    <w:tmpl w:val="3F4A8488"/>
    <w:lvl w:ilvl="0" w:tplc="AA6C6CBE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4FE01885"/>
    <w:multiLevelType w:val="hybridMultilevel"/>
    <w:tmpl w:val="BC323D76"/>
    <w:lvl w:ilvl="0" w:tplc="62F81DA0">
      <w:start w:val="1"/>
      <w:numFmt w:val="decimal"/>
      <w:lvlText w:val="%1)"/>
      <w:lvlJc w:val="left"/>
      <w:pPr>
        <w:ind w:left="12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60B67E44"/>
    <w:multiLevelType w:val="hybridMultilevel"/>
    <w:tmpl w:val="C40820A0"/>
    <w:lvl w:ilvl="0" w:tplc="16AE7F4A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7">
    <w:nsid w:val="643F1001"/>
    <w:multiLevelType w:val="hybridMultilevel"/>
    <w:tmpl w:val="1BFCD968"/>
    <w:lvl w:ilvl="0" w:tplc="62F81DA0">
      <w:start w:val="1"/>
      <w:numFmt w:val="decimal"/>
      <w:lvlText w:val="%1)"/>
      <w:lvlJc w:val="left"/>
      <w:pPr>
        <w:ind w:left="12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23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95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7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9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11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3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55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79" w:hanging="180"/>
      </w:pPr>
      <w:rPr>
        <w:rFonts w:cs="Times New Roman"/>
      </w:rPr>
    </w:lvl>
  </w:abstractNum>
  <w:abstractNum w:abstractNumId="8">
    <w:nsid w:val="6CF96AD3"/>
    <w:multiLevelType w:val="hybridMultilevel"/>
    <w:tmpl w:val="5762AB90"/>
    <w:lvl w:ilvl="0" w:tplc="0478E57C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6D1B6252"/>
    <w:multiLevelType w:val="hybridMultilevel"/>
    <w:tmpl w:val="FC20FD3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7542455A"/>
    <w:multiLevelType w:val="multilevel"/>
    <w:tmpl w:val="1BFCD968"/>
    <w:lvl w:ilvl="0">
      <w:start w:val="1"/>
      <w:numFmt w:val="decimal"/>
      <w:lvlText w:val="%1)"/>
      <w:lvlJc w:val="left"/>
      <w:pPr>
        <w:ind w:left="1212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223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95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67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39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11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83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55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279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9"/>
  </w:num>
  <w:num w:numId="4">
    <w:abstractNumId w:val="6"/>
  </w:num>
  <w:num w:numId="5">
    <w:abstractNumId w:val="4"/>
  </w:num>
  <w:num w:numId="6">
    <w:abstractNumId w:val="7"/>
  </w:num>
  <w:num w:numId="7">
    <w:abstractNumId w:val="3"/>
  </w:num>
  <w:num w:numId="8">
    <w:abstractNumId w:val="8"/>
  </w:num>
  <w:num w:numId="9">
    <w:abstractNumId w:val="1"/>
  </w:num>
  <w:num w:numId="10">
    <w:abstractNumId w:val="10"/>
  </w:num>
  <w:num w:numId="11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stylePaneFormatFilter w:val="3F01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F4E24"/>
    <w:rsid w:val="000012AC"/>
    <w:rsid w:val="000107E9"/>
    <w:rsid w:val="0001284D"/>
    <w:rsid w:val="00015992"/>
    <w:rsid w:val="00016D9B"/>
    <w:rsid w:val="00022D17"/>
    <w:rsid w:val="00025B51"/>
    <w:rsid w:val="000275D6"/>
    <w:rsid w:val="0003172A"/>
    <w:rsid w:val="00034D8F"/>
    <w:rsid w:val="0003513E"/>
    <w:rsid w:val="00037B66"/>
    <w:rsid w:val="00041973"/>
    <w:rsid w:val="00043EC5"/>
    <w:rsid w:val="00051E62"/>
    <w:rsid w:val="000567E3"/>
    <w:rsid w:val="00063B24"/>
    <w:rsid w:val="00066DAC"/>
    <w:rsid w:val="000725E6"/>
    <w:rsid w:val="000775FF"/>
    <w:rsid w:val="000855CF"/>
    <w:rsid w:val="00085944"/>
    <w:rsid w:val="000A2794"/>
    <w:rsid w:val="000A3492"/>
    <w:rsid w:val="000A6F81"/>
    <w:rsid w:val="000A78E0"/>
    <w:rsid w:val="000B466B"/>
    <w:rsid w:val="000C7830"/>
    <w:rsid w:val="000D09B1"/>
    <w:rsid w:val="000D0ECB"/>
    <w:rsid w:val="000D2720"/>
    <w:rsid w:val="000E2174"/>
    <w:rsid w:val="000E2FD7"/>
    <w:rsid w:val="000E7EA1"/>
    <w:rsid w:val="000F207F"/>
    <w:rsid w:val="000F217B"/>
    <w:rsid w:val="000F35D7"/>
    <w:rsid w:val="0010217C"/>
    <w:rsid w:val="001046F7"/>
    <w:rsid w:val="00105D7F"/>
    <w:rsid w:val="00111094"/>
    <w:rsid w:val="00122A73"/>
    <w:rsid w:val="001279E8"/>
    <w:rsid w:val="00130DED"/>
    <w:rsid w:val="0013621B"/>
    <w:rsid w:val="001409A3"/>
    <w:rsid w:val="00142C4C"/>
    <w:rsid w:val="00147083"/>
    <w:rsid w:val="00157B62"/>
    <w:rsid w:val="00157E18"/>
    <w:rsid w:val="00164182"/>
    <w:rsid w:val="00166628"/>
    <w:rsid w:val="001669EF"/>
    <w:rsid w:val="00170A3A"/>
    <w:rsid w:val="00171030"/>
    <w:rsid w:val="0018008E"/>
    <w:rsid w:val="0018074E"/>
    <w:rsid w:val="00183105"/>
    <w:rsid w:val="00184617"/>
    <w:rsid w:val="001901AB"/>
    <w:rsid w:val="00190FF5"/>
    <w:rsid w:val="0019149E"/>
    <w:rsid w:val="00192739"/>
    <w:rsid w:val="0019639D"/>
    <w:rsid w:val="001A00A7"/>
    <w:rsid w:val="001A04B3"/>
    <w:rsid w:val="001A4F77"/>
    <w:rsid w:val="001A5CE0"/>
    <w:rsid w:val="001B0D64"/>
    <w:rsid w:val="001B2904"/>
    <w:rsid w:val="001B366F"/>
    <w:rsid w:val="001C34F2"/>
    <w:rsid w:val="001C3826"/>
    <w:rsid w:val="001C6A84"/>
    <w:rsid w:val="001D2F56"/>
    <w:rsid w:val="001D778F"/>
    <w:rsid w:val="001D7FF9"/>
    <w:rsid w:val="001E1E09"/>
    <w:rsid w:val="001F063F"/>
    <w:rsid w:val="001F1029"/>
    <w:rsid w:val="001F2C4D"/>
    <w:rsid w:val="001F55E6"/>
    <w:rsid w:val="0020063F"/>
    <w:rsid w:val="00200C41"/>
    <w:rsid w:val="0020360D"/>
    <w:rsid w:val="00206755"/>
    <w:rsid w:val="00221837"/>
    <w:rsid w:val="00223CD1"/>
    <w:rsid w:val="00225893"/>
    <w:rsid w:val="00226667"/>
    <w:rsid w:val="002270CD"/>
    <w:rsid w:val="0022749C"/>
    <w:rsid w:val="00230026"/>
    <w:rsid w:val="00231B39"/>
    <w:rsid w:val="00234A08"/>
    <w:rsid w:val="002369EF"/>
    <w:rsid w:val="002411A0"/>
    <w:rsid w:val="00243FAD"/>
    <w:rsid w:val="00246F04"/>
    <w:rsid w:val="00247FBD"/>
    <w:rsid w:val="00250EE1"/>
    <w:rsid w:val="0025124F"/>
    <w:rsid w:val="00254706"/>
    <w:rsid w:val="00260110"/>
    <w:rsid w:val="00260F44"/>
    <w:rsid w:val="00274FB9"/>
    <w:rsid w:val="00276012"/>
    <w:rsid w:val="00277686"/>
    <w:rsid w:val="00277BE8"/>
    <w:rsid w:val="00285522"/>
    <w:rsid w:val="002857B0"/>
    <w:rsid w:val="0029071C"/>
    <w:rsid w:val="0029156D"/>
    <w:rsid w:val="002927C0"/>
    <w:rsid w:val="0029330B"/>
    <w:rsid w:val="00294459"/>
    <w:rsid w:val="002978DD"/>
    <w:rsid w:val="002A1A0A"/>
    <w:rsid w:val="002A1C79"/>
    <w:rsid w:val="002A2675"/>
    <w:rsid w:val="002A58F4"/>
    <w:rsid w:val="002A7600"/>
    <w:rsid w:val="002A7978"/>
    <w:rsid w:val="002B61F5"/>
    <w:rsid w:val="002B6809"/>
    <w:rsid w:val="002C1666"/>
    <w:rsid w:val="002C59F4"/>
    <w:rsid w:val="002C7A9D"/>
    <w:rsid w:val="002D03D2"/>
    <w:rsid w:val="002D074F"/>
    <w:rsid w:val="002D191D"/>
    <w:rsid w:val="002D39DD"/>
    <w:rsid w:val="002D4588"/>
    <w:rsid w:val="002D5441"/>
    <w:rsid w:val="002E1220"/>
    <w:rsid w:val="002E1A2D"/>
    <w:rsid w:val="002E52BB"/>
    <w:rsid w:val="002F0911"/>
    <w:rsid w:val="002F55B9"/>
    <w:rsid w:val="00315CCF"/>
    <w:rsid w:val="003221B0"/>
    <w:rsid w:val="003279EC"/>
    <w:rsid w:val="00335865"/>
    <w:rsid w:val="0034547F"/>
    <w:rsid w:val="00347607"/>
    <w:rsid w:val="003560F2"/>
    <w:rsid w:val="00356FAC"/>
    <w:rsid w:val="00360233"/>
    <w:rsid w:val="0036098D"/>
    <w:rsid w:val="00361C50"/>
    <w:rsid w:val="0036600C"/>
    <w:rsid w:val="00374500"/>
    <w:rsid w:val="00375C28"/>
    <w:rsid w:val="00376A37"/>
    <w:rsid w:val="00386ACA"/>
    <w:rsid w:val="00387E90"/>
    <w:rsid w:val="00395210"/>
    <w:rsid w:val="003A10D0"/>
    <w:rsid w:val="003A15C8"/>
    <w:rsid w:val="003A1C59"/>
    <w:rsid w:val="003B3319"/>
    <w:rsid w:val="003B4BA1"/>
    <w:rsid w:val="003B5E42"/>
    <w:rsid w:val="003B7320"/>
    <w:rsid w:val="003C008A"/>
    <w:rsid w:val="003C6497"/>
    <w:rsid w:val="003D0163"/>
    <w:rsid w:val="003D1C31"/>
    <w:rsid w:val="003D47AA"/>
    <w:rsid w:val="003D6F66"/>
    <w:rsid w:val="003E089E"/>
    <w:rsid w:val="003E78F3"/>
    <w:rsid w:val="003F31F4"/>
    <w:rsid w:val="00403515"/>
    <w:rsid w:val="004038E4"/>
    <w:rsid w:val="00406B69"/>
    <w:rsid w:val="004120B9"/>
    <w:rsid w:val="00412CB2"/>
    <w:rsid w:val="0042384F"/>
    <w:rsid w:val="00424347"/>
    <w:rsid w:val="00425DA1"/>
    <w:rsid w:val="004268A9"/>
    <w:rsid w:val="00431592"/>
    <w:rsid w:val="00434D34"/>
    <w:rsid w:val="00440C62"/>
    <w:rsid w:val="004473E2"/>
    <w:rsid w:val="00447FD1"/>
    <w:rsid w:val="00451585"/>
    <w:rsid w:val="0045283A"/>
    <w:rsid w:val="0045619C"/>
    <w:rsid w:val="00460AA9"/>
    <w:rsid w:val="00463519"/>
    <w:rsid w:val="004661A5"/>
    <w:rsid w:val="00470C3F"/>
    <w:rsid w:val="004729F1"/>
    <w:rsid w:val="004751DB"/>
    <w:rsid w:val="00482780"/>
    <w:rsid w:val="00484A6F"/>
    <w:rsid w:val="00486440"/>
    <w:rsid w:val="00486F06"/>
    <w:rsid w:val="004940CB"/>
    <w:rsid w:val="004A3C65"/>
    <w:rsid w:val="004B0C2F"/>
    <w:rsid w:val="004B323F"/>
    <w:rsid w:val="004B3D74"/>
    <w:rsid w:val="004B73D3"/>
    <w:rsid w:val="004C2F4D"/>
    <w:rsid w:val="004C54C0"/>
    <w:rsid w:val="004C727D"/>
    <w:rsid w:val="004D0553"/>
    <w:rsid w:val="004D3084"/>
    <w:rsid w:val="004D322C"/>
    <w:rsid w:val="004D5E12"/>
    <w:rsid w:val="004E36A7"/>
    <w:rsid w:val="0050183D"/>
    <w:rsid w:val="00501FB8"/>
    <w:rsid w:val="00501FC9"/>
    <w:rsid w:val="00513C1D"/>
    <w:rsid w:val="00530A5E"/>
    <w:rsid w:val="0053557F"/>
    <w:rsid w:val="00543603"/>
    <w:rsid w:val="005440B4"/>
    <w:rsid w:val="0055247E"/>
    <w:rsid w:val="00560448"/>
    <w:rsid w:val="00560CA7"/>
    <w:rsid w:val="00564F25"/>
    <w:rsid w:val="00565606"/>
    <w:rsid w:val="00566D45"/>
    <w:rsid w:val="00567DF9"/>
    <w:rsid w:val="00570703"/>
    <w:rsid w:val="00577855"/>
    <w:rsid w:val="00587E7F"/>
    <w:rsid w:val="00594CE4"/>
    <w:rsid w:val="005A0574"/>
    <w:rsid w:val="005A1CD7"/>
    <w:rsid w:val="005A7F55"/>
    <w:rsid w:val="005B149B"/>
    <w:rsid w:val="005B4C37"/>
    <w:rsid w:val="005B67FD"/>
    <w:rsid w:val="005B6D82"/>
    <w:rsid w:val="005C28CA"/>
    <w:rsid w:val="005D1F95"/>
    <w:rsid w:val="005D6933"/>
    <w:rsid w:val="005E1DBA"/>
    <w:rsid w:val="005E253C"/>
    <w:rsid w:val="005E7C68"/>
    <w:rsid w:val="005F38F7"/>
    <w:rsid w:val="005F3EC7"/>
    <w:rsid w:val="005F4E24"/>
    <w:rsid w:val="00602DBA"/>
    <w:rsid w:val="00603153"/>
    <w:rsid w:val="00606BE1"/>
    <w:rsid w:val="00614243"/>
    <w:rsid w:val="00620059"/>
    <w:rsid w:val="00623FB6"/>
    <w:rsid w:val="00632050"/>
    <w:rsid w:val="00635DFB"/>
    <w:rsid w:val="00636857"/>
    <w:rsid w:val="00637DF4"/>
    <w:rsid w:val="00642EE1"/>
    <w:rsid w:val="00643F80"/>
    <w:rsid w:val="00643FC2"/>
    <w:rsid w:val="00644E80"/>
    <w:rsid w:val="006451D6"/>
    <w:rsid w:val="00645A11"/>
    <w:rsid w:val="00646321"/>
    <w:rsid w:val="00647506"/>
    <w:rsid w:val="006479EE"/>
    <w:rsid w:val="00654229"/>
    <w:rsid w:val="00656DD1"/>
    <w:rsid w:val="0066045A"/>
    <w:rsid w:val="0066391B"/>
    <w:rsid w:val="00667EC9"/>
    <w:rsid w:val="006742A5"/>
    <w:rsid w:val="00674D00"/>
    <w:rsid w:val="006751CC"/>
    <w:rsid w:val="006769F1"/>
    <w:rsid w:val="00677D9B"/>
    <w:rsid w:val="00680875"/>
    <w:rsid w:val="00680CD5"/>
    <w:rsid w:val="00681FF7"/>
    <w:rsid w:val="00691C61"/>
    <w:rsid w:val="006926F7"/>
    <w:rsid w:val="00693DEB"/>
    <w:rsid w:val="006962CE"/>
    <w:rsid w:val="006A26BE"/>
    <w:rsid w:val="006A47BF"/>
    <w:rsid w:val="006C069D"/>
    <w:rsid w:val="006C21B2"/>
    <w:rsid w:val="006C42AC"/>
    <w:rsid w:val="006D05B9"/>
    <w:rsid w:val="006D204E"/>
    <w:rsid w:val="006D20E8"/>
    <w:rsid w:val="006D6EBE"/>
    <w:rsid w:val="006E495F"/>
    <w:rsid w:val="006E74F5"/>
    <w:rsid w:val="006F190C"/>
    <w:rsid w:val="006F488A"/>
    <w:rsid w:val="006F5DF7"/>
    <w:rsid w:val="006F7ED6"/>
    <w:rsid w:val="00702A2F"/>
    <w:rsid w:val="007058B8"/>
    <w:rsid w:val="00705E40"/>
    <w:rsid w:val="007063C6"/>
    <w:rsid w:val="00713A43"/>
    <w:rsid w:val="00723A0C"/>
    <w:rsid w:val="007246AF"/>
    <w:rsid w:val="00730D33"/>
    <w:rsid w:val="00735684"/>
    <w:rsid w:val="007362CD"/>
    <w:rsid w:val="00741126"/>
    <w:rsid w:val="00741607"/>
    <w:rsid w:val="00742A80"/>
    <w:rsid w:val="0075019E"/>
    <w:rsid w:val="00752A2F"/>
    <w:rsid w:val="00753B31"/>
    <w:rsid w:val="007632C1"/>
    <w:rsid w:val="00763714"/>
    <w:rsid w:val="00767AE7"/>
    <w:rsid w:val="0077219F"/>
    <w:rsid w:val="0077433F"/>
    <w:rsid w:val="007778D9"/>
    <w:rsid w:val="00777B8E"/>
    <w:rsid w:val="00785A41"/>
    <w:rsid w:val="0079022F"/>
    <w:rsid w:val="00791AD1"/>
    <w:rsid w:val="007920B7"/>
    <w:rsid w:val="0079356E"/>
    <w:rsid w:val="007A25D3"/>
    <w:rsid w:val="007B31B5"/>
    <w:rsid w:val="007B5635"/>
    <w:rsid w:val="007C1D51"/>
    <w:rsid w:val="007C1F9F"/>
    <w:rsid w:val="007C6DA0"/>
    <w:rsid w:val="007E2E58"/>
    <w:rsid w:val="007E3E8B"/>
    <w:rsid w:val="007E46A4"/>
    <w:rsid w:val="007E563E"/>
    <w:rsid w:val="008042A7"/>
    <w:rsid w:val="0080538E"/>
    <w:rsid w:val="00810655"/>
    <w:rsid w:val="00816E4D"/>
    <w:rsid w:val="0082027C"/>
    <w:rsid w:val="008223AD"/>
    <w:rsid w:val="00823446"/>
    <w:rsid w:val="00824F96"/>
    <w:rsid w:val="00825033"/>
    <w:rsid w:val="0082521B"/>
    <w:rsid w:val="00835DB8"/>
    <w:rsid w:val="00835FD0"/>
    <w:rsid w:val="00842AC0"/>
    <w:rsid w:val="008448F6"/>
    <w:rsid w:val="00844F05"/>
    <w:rsid w:val="008471C2"/>
    <w:rsid w:val="008560AD"/>
    <w:rsid w:val="00863506"/>
    <w:rsid w:val="0086493A"/>
    <w:rsid w:val="0087378B"/>
    <w:rsid w:val="008754B5"/>
    <w:rsid w:val="0088025A"/>
    <w:rsid w:val="00880DED"/>
    <w:rsid w:val="008839FC"/>
    <w:rsid w:val="00891A70"/>
    <w:rsid w:val="008A007E"/>
    <w:rsid w:val="008A2AE7"/>
    <w:rsid w:val="008A5DA6"/>
    <w:rsid w:val="008C1188"/>
    <w:rsid w:val="008D69E0"/>
    <w:rsid w:val="008D6A1D"/>
    <w:rsid w:val="008D7D13"/>
    <w:rsid w:val="008E0C57"/>
    <w:rsid w:val="008E6B8A"/>
    <w:rsid w:val="008E79D5"/>
    <w:rsid w:val="008E7D97"/>
    <w:rsid w:val="008F2C86"/>
    <w:rsid w:val="009077A0"/>
    <w:rsid w:val="00913173"/>
    <w:rsid w:val="009227C9"/>
    <w:rsid w:val="00925BE1"/>
    <w:rsid w:val="00931466"/>
    <w:rsid w:val="0094290C"/>
    <w:rsid w:val="0094394F"/>
    <w:rsid w:val="00943A11"/>
    <w:rsid w:val="009451E2"/>
    <w:rsid w:val="009457CB"/>
    <w:rsid w:val="00952506"/>
    <w:rsid w:val="00956CA7"/>
    <w:rsid w:val="0095745F"/>
    <w:rsid w:val="00963E13"/>
    <w:rsid w:val="00967FCD"/>
    <w:rsid w:val="00973072"/>
    <w:rsid w:val="009742FE"/>
    <w:rsid w:val="00976EB1"/>
    <w:rsid w:val="009774F5"/>
    <w:rsid w:val="009850DE"/>
    <w:rsid w:val="00987738"/>
    <w:rsid w:val="00987CFC"/>
    <w:rsid w:val="00993374"/>
    <w:rsid w:val="009B3964"/>
    <w:rsid w:val="009B45ED"/>
    <w:rsid w:val="009C5D46"/>
    <w:rsid w:val="009D1922"/>
    <w:rsid w:val="009D527A"/>
    <w:rsid w:val="009E00CA"/>
    <w:rsid w:val="009E32DD"/>
    <w:rsid w:val="009E37FE"/>
    <w:rsid w:val="009F5320"/>
    <w:rsid w:val="00A00DC2"/>
    <w:rsid w:val="00A01632"/>
    <w:rsid w:val="00A064C5"/>
    <w:rsid w:val="00A07F0B"/>
    <w:rsid w:val="00A12A88"/>
    <w:rsid w:val="00A15F54"/>
    <w:rsid w:val="00A16B22"/>
    <w:rsid w:val="00A17945"/>
    <w:rsid w:val="00A2135F"/>
    <w:rsid w:val="00A21602"/>
    <w:rsid w:val="00A221BA"/>
    <w:rsid w:val="00A25B65"/>
    <w:rsid w:val="00A26CAE"/>
    <w:rsid w:val="00A26D63"/>
    <w:rsid w:val="00A32A1F"/>
    <w:rsid w:val="00A338A0"/>
    <w:rsid w:val="00A40244"/>
    <w:rsid w:val="00A421C2"/>
    <w:rsid w:val="00A45E25"/>
    <w:rsid w:val="00A5247B"/>
    <w:rsid w:val="00A52AB4"/>
    <w:rsid w:val="00A551AF"/>
    <w:rsid w:val="00A5531B"/>
    <w:rsid w:val="00A601D7"/>
    <w:rsid w:val="00A62F88"/>
    <w:rsid w:val="00A7440F"/>
    <w:rsid w:val="00A82F10"/>
    <w:rsid w:val="00A85BAA"/>
    <w:rsid w:val="00A86EDC"/>
    <w:rsid w:val="00A916C7"/>
    <w:rsid w:val="00AA6D17"/>
    <w:rsid w:val="00AB3F4C"/>
    <w:rsid w:val="00AC104B"/>
    <w:rsid w:val="00AD06F9"/>
    <w:rsid w:val="00AD3419"/>
    <w:rsid w:val="00AD62B9"/>
    <w:rsid w:val="00AD749A"/>
    <w:rsid w:val="00AE0781"/>
    <w:rsid w:val="00AE291F"/>
    <w:rsid w:val="00AE6C0E"/>
    <w:rsid w:val="00AF2902"/>
    <w:rsid w:val="00B009AA"/>
    <w:rsid w:val="00B032C0"/>
    <w:rsid w:val="00B04D41"/>
    <w:rsid w:val="00B05913"/>
    <w:rsid w:val="00B05C29"/>
    <w:rsid w:val="00B17D29"/>
    <w:rsid w:val="00B21A93"/>
    <w:rsid w:val="00B336BF"/>
    <w:rsid w:val="00B415AB"/>
    <w:rsid w:val="00B51A0A"/>
    <w:rsid w:val="00B575C7"/>
    <w:rsid w:val="00B57EA6"/>
    <w:rsid w:val="00B62594"/>
    <w:rsid w:val="00B62D54"/>
    <w:rsid w:val="00B64F3D"/>
    <w:rsid w:val="00B6587D"/>
    <w:rsid w:val="00B728C9"/>
    <w:rsid w:val="00B72A60"/>
    <w:rsid w:val="00B8050A"/>
    <w:rsid w:val="00B82D41"/>
    <w:rsid w:val="00B934CC"/>
    <w:rsid w:val="00B9506C"/>
    <w:rsid w:val="00B973ED"/>
    <w:rsid w:val="00BA2D24"/>
    <w:rsid w:val="00BA5E25"/>
    <w:rsid w:val="00BB478D"/>
    <w:rsid w:val="00BB517A"/>
    <w:rsid w:val="00BB753A"/>
    <w:rsid w:val="00BC175C"/>
    <w:rsid w:val="00BC2A3F"/>
    <w:rsid w:val="00BC5DE6"/>
    <w:rsid w:val="00BD0572"/>
    <w:rsid w:val="00BD19AD"/>
    <w:rsid w:val="00BD3113"/>
    <w:rsid w:val="00BD4C7B"/>
    <w:rsid w:val="00BD558D"/>
    <w:rsid w:val="00BE06E3"/>
    <w:rsid w:val="00BE1E65"/>
    <w:rsid w:val="00BE4455"/>
    <w:rsid w:val="00BE78BB"/>
    <w:rsid w:val="00BF58C0"/>
    <w:rsid w:val="00BF6B92"/>
    <w:rsid w:val="00C03AB7"/>
    <w:rsid w:val="00C051E3"/>
    <w:rsid w:val="00C15BCF"/>
    <w:rsid w:val="00C17CD5"/>
    <w:rsid w:val="00C20E22"/>
    <w:rsid w:val="00C24E99"/>
    <w:rsid w:val="00C24EC8"/>
    <w:rsid w:val="00C25005"/>
    <w:rsid w:val="00C363D1"/>
    <w:rsid w:val="00C41923"/>
    <w:rsid w:val="00C44231"/>
    <w:rsid w:val="00C53B60"/>
    <w:rsid w:val="00C552B4"/>
    <w:rsid w:val="00C656C3"/>
    <w:rsid w:val="00C66300"/>
    <w:rsid w:val="00C75DDA"/>
    <w:rsid w:val="00C766CE"/>
    <w:rsid w:val="00C82487"/>
    <w:rsid w:val="00C8543B"/>
    <w:rsid w:val="00C86DB3"/>
    <w:rsid w:val="00C973CA"/>
    <w:rsid w:val="00CA0802"/>
    <w:rsid w:val="00CA2717"/>
    <w:rsid w:val="00CA77D3"/>
    <w:rsid w:val="00CC01E8"/>
    <w:rsid w:val="00CC2881"/>
    <w:rsid w:val="00CC29A4"/>
    <w:rsid w:val="00CC58F2"/>
    <w:rsid w:val="00CD1FD9"/>
    <w:rsid w:val="00CD494D"/>
    <w:rsid w:val="00CE553D"/>
    <w:rsid w:val="00CE70F9"/>
    <w:rsid w:val="00D11E4C"/>
    <w:rsid w:val="00D1264E"/>
    <w:rsid w:val="00D24921"/>
    <w:rsid w:val="00D27E72"/>
    <w:rsid w:val="00D31184"/>
    <w:rsid w:val="00D31A30"/>
    <w:rsid w:val="00D34AF5"/>
    <w:rsid w:val="00D51612"/>
    <w:rsid w:val="00D535A1"/>
    <w:rsid w:val="00D544BF"/>
    <w:rsid w:val="00D56E78"/>
    <w:rsid w:val="00D631C6"/>
    <w:rsid w:val="00D669CB"/>
    <w:rsid w:val="00D7060D"/>
    <w:rsid w:val="00D71816"/>
    <w:rsid w:val="00D74A12"/>
    <w:rsid w:val="00D75CF6"/>
    <w:rsid w:val="00D83CC7"/>
    <w:rsid w:val="00D90729"/>
    <w:rsid w:val="00DB294A"/>
    <w:rsid w:val="00DB3088"/>
    <w:rsid w:val="00DB3A5D"/>
    <w:rsid w:val="00DB42E7"/>
    <w:rsid w:val="00DB5241"/>
    <w:rsid w:val="00DC0773"/>
    <w:rsid w:val="00DC2F56"/>
    <w:rsid w:val="00DC745F"/>
    <w:rsid w:val="00DD1623"/>
    <w:rsid w:val="00DD282E"/>
    <w:rsid w:val="00DD2A3E"/>
    <w:rsid w:val="00DD6632"/>
    <w:rsid w:val="00DE12DA"/>
    <w:rsid w:val="00DE1685"/>
    <w:rsid w:val="00DE22B8"/>
    <w:rsid w:val="00DE3E01"/>
    <w:rsid w:val="00DE751D"/>
    <w:rsid w:val="00E051EC"/>
    <w:rsid w:val="00E11AD9"/>
    <w:rsid w:val="00E14E04"/>
    <w:rsid w:val="00E216B6"/>
    <w:rsid w:val="00E27C4B"/>
    <w:rsid w:val="00E30C40"/>
    <w:rsid w:val="00E30E99"/>
    <w:rsid w:val="00E31A1F"/>
    <w:rsid w:val="00E33A98"/>
    <w:rsid w:val="00E3405A"/>
    <w:rsid w:val="00E341E0"/>
    <w:rsid w:val="00E4408B"/>
    <w:rsid w:val="00E4669E"/>
    <w:rsid w:val="00E51B55"/>
    <w:rsid w:val="00E5387A"/>
    <w:rsid w:val="00E555D7"/>
    <w:rsid w:val="00E56788"/>
    <w:rsid w:val="00E60D39"/>
    <w:rsid w:val="00E64A60"/>
    <w:rsid w:val="00E6673E"/>
    <w:rsid w:val="00E712C0"/>
    <w:rsid w:val="00E71DB5"/>
    <w:rsid w:val="00E72883"/>
    <w:rsid w:val="00E806B6"/>
    <w:rsid w:val="00E94CFB"/>
    <w:rsid w:val="00E9586C"/>
    <w:rsid w:val="00E96228"/>
    <w:rsid w:val="00E97A3E"/>
    <w:rsid w:val="00EA18EE"/>
    <w:rsid w:val="00EA48AF"/>
    <w:rsid w:val="00EA7BA5"/>
    <w:rsid w:val="00EB0CD0"/>
    <w:rsid w:val="00EB3BE7"/>
    <w:rsid w:val="00EB539E"/>
    <w:rsid w:val="00EC0122"/>
    <w:rsid w:val="00EC5A55"/>
    <w:rsid w:val="00EC6645"/>
    <w:rsid w:val="00EC7D09"/>
    <w:rsid w:val="00ED17C0"/>
    <w:rsid w:val="00EE17E4"/>
    <w:rsid w:val="00EE38B7"/>
    <w:rsid w:val="00EE3A49"/>
    <w:rsid w:val="00EE47CC"/>
    <w:rsid w:val="00EE603B"/>
    <w:rsid w:val="00EF121F"/>
    <w:rsid w:val="00F001E1"/>
    <w:rsid w:val="00F007A8"/>
    <w:rsid w:val="00F10E64"/>
    <w:rsid w:val="00F21948"/>
    <w:rsid w:val="00F21DAE"/>
    <w:rsid w:val="00F22D6F"/>
    <w:rsid w:val="00F27C7F"/>
    <w:rsid w:val="00F43042"/>
    <w:rsid w:val="00F506DC"/>
    <w:rsid w:val="00F529EE"/>
    <w:rsid w:val="00F56B09"/>
    <w:rsid w:val="00F63517"/>
    <w:rsid w:val="00F63804"/>
    <w:rsid w:val="00F65CEC"/>
    <w:rsid w:val="00F66FB8"/>
    <w:rsid w:val="00F70A16"/>
    <w:rsid w:val="00F83690"/>
    <w:rsid w:val="00F85EDE"/>
    <w:rsid w:val="00F91F73"/>
    <w:rsid w:val="00FA1B62"/>
    <w:rsid w:val="00FB0387"/>
    <w:rsid w:val="00FB2748"/>
    <w:rsid w:val="00FB3BCE"/>
    <w:rsid w:val="00FD61E8"/>
    <w:rsid w:val="00FD7BA2"/>
    <w:rsid w:val="00FE2C65"/>
    <w:rsid w:val="00FE5E2F"/>
    <w:rsid w:val="00FF2A70"/>
    <w:rsid w:val="00FF58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4E24"/>
    <w:rPr>
      <w:sz w:val="28"/>
      <w:szCs w:val="28"/>
    </w:rPr>
  </w:style>
  <w:style w:type="paragraph" w:styleId="Heading3">
    <w:name w:val="heading 3"/>
    <w:basedOn w:val="Normal"/>
    <w:link w:val="Heading3Char"/>
    <w:uiPriority w:val="99"/>
    <w:qFormat/>
    <w:rsid w:val="00A16B22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semiHidden/>
    <w:rsid w:val="00BF2702"/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BodyText">
    <w:name w:val="Body Text"/>
    <w:basedOn w:val="Normal"/>
    <w:link w:val="BodyTextChar"/>
    <w:uiPriority w:val="99"/>
    <w:rsid w:val="00ED17C0"/>
    <w:pPr>
      <w:ind w:right="-2"/>
      <w:jc w:val="both"/>
    </w:pPr>
    <w:rPr>
      <w:bCs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BF2702"/>
    <w:rPr>
      <w:sz w:val="28"/>
      <w:szCs w:val="28"/>
    </w:rPr>
  </w:style>
  <w:style w:type="paragraph" w:styleId="Header">
    <w:name w:val="header"/>
    <w:basedOn w:val="Normal"/>
    <w:link w:val="HeaderChar"/>
    <w:uiPriority w:val="99"/>
    <w:rsid w:val="00594CE4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F2702"/>
    <w:rPr>
      <w:sz w:val="28"/>
      <w:szCs w:val="28"/>
    </w:rPr>
  </w:style>
  <w:style w:type="character" w:styleId="PageNumber">
    <w:name w:val="page number"/>
    <w:basedOn w:val="DefaultParagraphFont"/>
    <w:uiPriority w:val="99"/>
    <w:rsid w:val="00594CE4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824F9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2702"/>
    <w:rPr>
      <w:sz w:val="0"/>
      <w:szCs w:val="0"/>
    </w:rPr>
  </w:style>
  <w:style w:type="paragraph" w:styleId="Footer">
    <w:name w:val="footer"/>
    <w:basedOn w:val="Normal"/>
    <w:link w:val="FooterChar"/>
    <w:uiPriority w:val="99"/>
    <w:rsid w:val="00276012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01284D"/>
    <w:rPr>
      <w:rFonts w:cs="Times New Roman"/>
      <w:sz w:val="28"/>
      <w:szCs w:val="28"/>
    </w:rPr>
  </w:style>
  <w:style w:type="paragraph" w:customStyle="1" w:styleId="ConsPlusTitle">
    <w:name w:val="ConsPlusTitle"/>
    <w:uiPriority w:val="99"/>
    <w:rsid w:val="002E1220"/>
    <w:pPr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ConsPlusNormal">
    <w:name w:val="ConsPlusNormal"/>
    <w:uiPriority w:val="99"/>
    <w:rsid w:val="0020063F"/>
    <w:pPr>
      <w:autoSpaceDE w:val="0"/>
      <w:autoSpaceDN w:val="0"/>
      <w:adjustRightInd w:val="0"/>
    </w:pPr>
    <w:rPr>
      <w:rFonts w:ascii="Arial" w:hAnsi="Arial" w:cs="Arial"/>
      <w:sz w:val="20"/>
      <w:szCs w:val="20"/>
      <w:lang w:eastAsia="en-US"/>
    </w:rPr>
  </w:style>
  <w:style w:type="character" w:customStyle="1" w:styleId="xml-punctuation">
    <w:name w:val="xml-punctuation"/>
    <w:basedOn w:val="DefaultParagraphFont"/>
    <w:uiPriority w:val="99"/>
    <w:rsid w:val="00FE2C65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0423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23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23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23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</TotalTime>
  <Pages>3</Pages>
  <Words>653</Words>
  <Characters>3723</Characters>
  <Application>Microsoft Office Outlook</Application>
  <DocSecurity>0</DocSecurity>
  <Lines>0</Lines>
  <Paragraphs>0</Paragraphs>
  <ScaleCrop>false</ScaleCrop>
  <Company>MoBIL GROUP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 Проект</dc:title>
  <dc:subject/>
  <dc:creator>kovaleva</dc:creator>
  <cp:keywords/>
  <dc:description/>
  <cp:lastModifiedBy>Пользователь</cp:lastModifiedBy>
  <cp:revision>13</cp:revision>
  <cp:lastPrinted>2016-09-07T11:49:00Z</cp:lastPrinted>
  <dcterms:created xsi:type="dcterms:W3CDTF">2016-08-24T07:45:00Z</dcterms:created>
  <dcterms:modified xsi:type="dcterms:W3CDTF">2016-10-07T08:10:00Z</dcterms:modified>
</cp:coreProperties>
</file>