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57" w:rsidRPr="00BC394A" w:rsidRDefault="000F1957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0F1957" w:rsidRPr="00BC394A" w:rsidRDefault="000F1957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Pr="00BC394A" w:rsidRDefault="000F1957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Pr="00BC394A" w:rsidRDefault="000F1957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Pr="00BC394A" w:rsidRDefault="000F1957" w:rsidP="005A5F8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Default="000F1957" w:rsidP="001456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18 Закона Ульяновской области </w:t>
      </w:r>
    </w:p>
    <w:p w:rsidR="000F1957" w:rsidRPr="00BC394A" w:rsidRDefault="000F1957" w:rsidP="00105B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государственной гражданской службе Ульяновской области»</w:t>
      </w:r>
    </w:p>
    <w:p w:rsidR="000F1957" w:rsidRPr="00BC394A" w:rsidRDefault="000F1957" w:rsidP="00105B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Pr="00BC394A" w:rsidRDefault="000F1957" w:rsidP="00105B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Default="000F1957" w:rsidP="0092591F">
      <w:pPr>
        <w:pStyle w:val="ConsNormal"/>
        <w:spacing w:line="240" w:lineRule="auto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октября 2017 года</w:t>
      </w:r>
    </w:p>
    <w:p w:rsidR="000F1957" w:rsidRPr="00BC394A" w:rsidRDefault="000F1957" w:rsidP="00105B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1957" w:rsidRPr="00BC394A" w:rsidRDefault="000F1957" w:rsidP="00BC39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F1957" w:rsidRDefault="000F1957" w:rsidP="008B03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>Внести в</w:t>
      </w:r>
      <w:r>
        <w:rPr>
          <w:rFonts w:ascii="Times New Roman" w:hAnsi="Times New Roman"/>
          <w:sz w:val="28"/>
          <w:szCs w:val="28"/>
        </w:rPr>
        <w:t xml:space="preserve"> статью 18 Закона Ульяновской области от 29 сентября 2015 года </w:t>
      </w:r>
      <w:r>
        <w:rPr>
          <w:rFonts w:ascii="Times New Roman" w:hAnsi="Times New Roman"/>
          <w:sz w:val="28"/>
          <w:szCs w:val="28"/>
        </w:rPr>
        <w:br/>
        <w:t>№ 120-ЗО «О государственной гражданской службе Ульяновской области» («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05.10.2015 № 139; от 14.03.2016 № 31; от 04.10.2016 </w:t>
      </w:r>
      <w:r>
        <w:rPr>
          <w:rFonts w:ascii="Times New Roman" w:hAnsi="Times New Roman"/>
          <w:sz w:val="28"/>
          <w:szCs w:val="28"/>
          <w:lang w:eastAsia="ru-RU"/>
        </w:rPr>
        <w:br/>
        <w:t>№ 118; от 01.11.2016 № 126; от 25.11.2016 № 132; от 31.03.2017 № 23</w:t>
      </w:r>
      <w:r w:rsidRPr="00561429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от 28.04.2017 № 31) изменение, изложив её в следующей редакции:</w:t>
      </w:r>
    </w:p>
    <w:tbl>
      <w:tblPr>
        <w:tblW w:w="0" w:type="auto"/>
        <w:tblLook w:val="00A0"/>
      </w:tblPr>
      <w:tblGrid>
        <w:gridCol w:w="2376"/>
        <w:gridCol w:w="7761"/>
      </w:tblGrid>
      <w:tr w:rsidR="000F1957" w:rsidRPr="004E0A9D" w:rsidTr="004E0A9D">
        <w:tc>
          <w:tcPr>
            <w:tcW w:w="2376" w:type="dxa"/>
          </w:tcPr>
          <w:p w:rsidR="000F1957" w:rsidRPr="004E0A9D" w:rsidRDefault="000F1957" w:rsidP="004E0A9D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0A9D">
              <w:rPr>
                <w:rFonts w:ascii="Times New Roman" w:hAnsi="Times New Roman"/>
                <w:sz w:val="28"/>
                <w:szCs w:val="28"/>
                <w:lang w:eastAsia="ru-RU"/>
              </w:rPr>
              <w:t>«Статья 18.</w:t>
            </w:r>
          </w:p>
        </w:tc>
        <w:tc>
          <w:tcPr>
            <w:tcW w:w="7761" w:type="dxa"/>
          </w:tcPr>
          <w:p w:rsidR="000F1957" w:rsidRPr="004E0A9D" w:rsidRDefault="000F1957" w:rsidP="004E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E0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Государственный заказ Ульяновской области на меро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4E0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приятия по профессиональному развитию гражданских служащих</w:t>
            </w:r>
          </w:p>
        </w:tc>
      </w:tr>
    </w:tbl>
    <w:p w:rsidR="000F1957" w:rsidRPr="00BC394A" w:rsidRDefault="000F1957" w:rsidP="00250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1957" w:rsidRPr="00BC394A" w:rsidRDefault="000F1957" w:rsidP="00250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1957" w:rsidRDefault="000F1957" w:rsidP="008B03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Государственный заказ Ульяновской области на мероприятия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профессиональному развитию гражданских служащих, включая его объём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структуру, утверждается нормативным правовым актом Губернатора Ульяновской области после дня вступления в силу Закона Ульяновской области об областном бюджете Ульяновской области на соответствующий финансовый год и плановый период с учётом положений статьи 63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br/>
        <w:t>«О государственной гражданской службе Российской Федерации».».</w:t>
      </w:r>
    </w:p>
    <w:p w:rsidR="000F1957" w:rsidRPr="008B0336" w:rsidRDefault="000F1957" w:rsidP="008B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1957" w:rsidRPr="00D21A14" w:rsidRDefault="000F1957" w:rsidP="008B03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28"/>
        </w:rPr>
      </w:pPr>
    </w:p>
    <w:p w:rsidR="000F1957" w:rsidRPr="008B0336" w:rsidRDefault="000F1957" w:rsidP="008B0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1957" w:rsidRDefault="000F1957" w:rsidP="001466CA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0F1957" w:rsidRDefault="000F1957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957" w:rsidRPr="00BC394A" w:rsidRDefault="000F1957" w:rsidP="009E1C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1957" w:rsidRDefault="000F1957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1957" w:rsidRDefault="000F1957" w:rsidP="00D21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0F1957" w:rsidRDefault="000F1957" w:rsidP="00D21A1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27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7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0F1957" w:rsidRDefault="000F1957" w:rsidP="00D21A14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128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  <w:bookmarkStart w:id="0" w:name="_GoBack"/>
      <w:bookmarkEnd w:id="0"/>
    </w:p>
    <w:sectPr w:rsidR="000F1957" w:rsidSect="00BC39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57" w:rsidRDefault="000F1957">
      <w:r>
        <w:separator/>
      </w:r>
    </w:p>
  </w:endnote>
  <w:endnote w:type="continuationSeparator" w:id="0">
    <w:p w:rsidR="000F1957" w:rsidRDefault="000F1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Default="000F19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Default="000F19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Pr="00680421" w:rsidRDefault="000F1957" w:rsidP="00680421">
    <w:pPr>
      <w:pStyle w:val="Footer"/>
      <w:spacing w:after="0" w:line="240" w:lineRule="auto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57" w:rsidRDefault="000F1957">
      <w:r>
        <w:separator/>
      </w:r>
    </w:p>
  </w:footnote>
  <w:footnote w:type="continuationSeparator" w:id="0">
    <w:p w:rsidR="000F1957" w:rsidRDefault="000F1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Default="000F19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Pr="00CA40F1" w:rsidRDefault="000F1957">
    <w:pPr>
      <w:pStyle w:val="Header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  <w:p w:rsidR="000F1957" w:rsidRDefault="000F19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57" w:rsidRDefault="000F19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1FA0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0F1957"/>
    <w:rsid w:val="00100206"/>
    <w:rsid w:val="00101ABD"/>
    <w:rsid w:val="0010434E"/>
    <w:rsid w:val="00105B3B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7BC"/>
    <w:rsid w:val="0019300B"/>
    <w:rsid w:val="00193FB8"/>
    <w:rsid w:val="001943D0"/>
    <w:rsid w:val="00194AFC"/>
    <w:rsid w:val="001B35FB"/>
    <w:rsid w:val="001B78AA"/>
    <w:rsid w:val="001C22D7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21C3A"/>
    <w:rsid w:val="00226051"/>
    <w:rsid w:val="0022620B"/>
    <w:rsid w:val="002301E3"/>
    <w:rsid w:val="00231A23"/>
    <w:rsid w:val="0023419C"/>
    <w:rsid w:val="00240217"/>
    <w:rsid w:val="00246714"/>
    <w:rsid w:val="002506B7"/>
    <w:rsid w:val="002509D2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6745C"/>
    <w:rsid w:val="00274986"/>
    <w:rsid w:val="00275749"/>
    <w:rsid w:val="00284770"/>
    <w:rsid w:val="00287D6A"/>
    <w:rsid w:val="002933DC"/>
    <w:rsid w:val="0029428C"/>
    <w:rsid w:val="002946FB"/>
    <w:rsid w:val="00297807"/>
    <w:rsid w:val="002A5F3A"/>
    <w:rsid w:val="002A6525"/>
    <w:rsid w:val="002C1EC6"/>
    <w:rsid w:val="002C37E2"/>
    <w:rsid w:val="002C42A5"/>
    <w:rsid w:val="002C48C3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080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5FFF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4DED"/>
    <w:rsid w:val="00496E10"/>
    <w:rsid w:val="00497B46"/>
    <w:rsid w:val="004A1532"/>
    <w:rsid w:val="004A6898"/>
    <w:rsid w:val="004B0CBB"/>
    <w:rsid w:val="004B2EAF"/>
    <w:rsid w:val="004B57D8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0A9D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1429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73D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3A83"/>
    <w:rsid w:val="00654790"/>
    <w:rsid w:val="00657A50"/>
    <w:rsid w:val="0066511A"/>
    <w:rsid w:val="00672242"/>
    <w:rsid w:val="00672DA7"/>
    <w:rsid w:val="00673E09"/>
    <w:rsid w:val="00675053"/>
    <w:rsid w:val="00680421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B7894"/>
    <w:rsid w:val="006C0D77"/>
    <w:rsid w:val="006C1C5F"/>
    <w:rsid w:val="006C34EA"/>
    <w:rsid w:val="006C4B62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1445"/>
    <w:rsid w:val="00862F1F"/>
    <w:rsid w:val="00865186"/>
    <w:rsid w:val="0086566B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0336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4260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2591F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6C78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1BF9"/>
    <w:rsid w:val="009B2D6A"/>
    <w:rsid w:val="009B4426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66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3FFF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875D2"/>
    <w:rsid w:val="00B90485"/>
    <w:rsid w:val="00B90683"/>
    <w:rsid w:val="00B9151E"/>
    <w:rsid w:val="00B96157"/>
    <w:rsid w:val="00B9647E"/>
    <w:rsid w:val="00BA6469"/>
    <w:rsid w:val="00BB2F74"/>
    <w:rsid w:val="00BB42FD"/>
    <w:rsid w:val="00BB5A7F"/>
    <w:rsid w:val="00BB5B70"/>
    <w:rsid w:val="00BC03B6"/>
    <w:rsid w:val="00BC2C3D"/>
    <w:rsid w:val="00BC394A"/>
    <w:rsid w:val="00BC4F05"/>
    <w:rsid w:val="00BC5A29"/>
    <w:rsid w:val="00BD13B2"/>
    <w:rsid w:val="00BD2654"/>
    <w:rsid w:val="00BD2D44"/>
    <w:rsid w:val="00BD7C3B"/>
    <w:rsid w:val="00BE29A2"/>
    <w:rsid w:val="00BE5193"/>
    <w:rsid w:val="00BF021A"/>
    <w:rsid w:val="00BF3E21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540B3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61BA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1A14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113B"/>
    <w:rsid w:val="00D77B77"/>
    <w:rsid w:val="00D804B4"/>
    <w:rsid w:val="00D80684"/>
    <w:rsid w:val="00D80724"/>
    <w:rsid w:val="00D857F1"/>
    <w:rsid w:val="00D939E2"/>
    <w:rsid w:val="00D9541A"/>
    <w:rsid w:val="00D964B3"/>
    <w:rsid w:val="00DA044C"/>
    <w:rsid w:val="00DA21EE"/>
    <w:rsid w:val="00DA60E9"/>
    <w:rsid w:val="00DB27CF"/>
    <w:rsid w:val="00DB4323"/>
    <w:rsid w:val="00DB53C2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E25B2"/>
    <w:rsid w:val="00EE345D"/>
    <w:rsid w:val="00EE5180"/>
    <w:rsid w:val="00EE7BCB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62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0F1"/>
    <w:rPr>
      <w:rFonts w:ascii="Calibri" w:hAnsi="Calibri" w:cs="Times New Roman"/>
      <w:sz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  <w:style w:type="paragraph" w:customStyle="1" w:styleId="ConsNormal">
    <w:name w:val="ConsNormal"/>
    <w:uiPriority w:val="99"/>
    <w:rsid w:val="0092591F"/>
    <w:pPr>
      <w:suppressAutoHyphens/>
      <w:spacing w:after="160" w:line="252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33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191</Words>
  <Characters>1089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11</cp:revision>
  <cp:lastPrinted>2017-10-02T05:45:00Z</cp:lastPrinted>
  <dcterms:created xsi:type="dcterms:W3CDTF">2017-10-02T05:43:00Z</dcterms:created>
  <dcterms:modified xsi:type="dcterms:W3CDTF">2017-11-10T12:23:00Z</dcterms:modified>
</cp:coreProperties>
</file>