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9DA" w:rsidRPr="003D1C31" w:rsidRDefault="009839DA" w:rsidP="00E76B1C">
      <w:pPr>
        <w:jc w:val="center"/>
        <w:rPr>
          <w:b/>
          <w:sz w:val="28"/>
          <w:szCs w:val="28"/>
        </w:rPr>
      </w:pPr>
      <w:r w:rsidRPr="003D1C31">
        <w:rPr>
          <w:rStyle w:val="xml-punctuation"/>
          <w:b/>
          <w:color w:val="000000"/>
          <w:sz w:val="28"/>
          <w:szCs w:val="28"/>
        </w:rPr>
        <w:t>ЗАКОН УЛЬЯНОВСКОЙ ОБЛАСТИ</w:t>
      </w:r>
    </w:p>
    <w:p w:rsidR="009839DA" w:rsidRDefault="009839DA" w:rsidP="00A64E4F">
      <w:pPr>
        <w:rPr>
          <w:b/>
          <w:bCs/>
          <w:sz w:val="28"/>
          <w:szCs w:val="28"/>
        </w:rPr>
      </w:pPr>
    </w:p>
    <w:p w:rsidR="009839DA" w:rsidRDefault="009839DA" w:rsidP="00A64E4F">
      <w:pPr>
        <w:rPr>
          <w:b/>
          <w:bCs/>
          <w:sz w:val="28"/>
          <w:szCs w:val="28"/>
        </w:rPr>
      </w:pPr>
    </w:p>
    <w:p w:rsidR="009839DA" w:rsidRDefault="009839DA" w:rsidP="00A64E4F">
      <w:pPr>
        <w:rPr>
          <w:b/>
          <w:bCs/>
          <w:sz w:val="28"/>
          <w:szCs w:val="28"/>
        </w:rPr>
      </w:pPr>
    </w:p>
    <w:p w:rsidR="009839DA" w:rsidRDefault="009839DA" w:rsidP="00A64E4F">
      <w:pPr>
        <w:rPr>
          <w:b/>
          <w:bCs/>
          <w:sz w:val="28"/>
          <w:szCs w:val="28"/>
        </w:rPr>
      </w:pPr>
    </w:p>
    <w:p w:rsidR="009839DA" w:rsidRDefault="009839DA" w:rsidP="00A64E4F">
      <w:pPr>
        <w:rPr>
          <w:b/>
          <w:bCs/>
          <w:sz w:val="28"/>
          <w:szCs w:val="28"/>
        </w:rPr>
      </w:pPr>
    </w:p>
    <w:p w:rsidR="009839DA" w:rsidRDefault="009839DA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9839DA" w:rsidRDefault="009839DA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2016 год»</w:t>
      </w:r>
    </w:p>
    <w:p w:rsidR="009839DA" w:rsidRDefault="009839DA" w:rsidP="00A64E4F">
      <w:pPr>
        <w:jc w:val="center"/>
        <w:rPr>
          <w:b/>
          <w:bCs/>
          <w:sz w:val="28"/>
          <w:szCs w:val="28"/>
        </w:rPr>
      </w:pPr>
    </w:p>
    <w:p w:rsidR="009839DA" w:rsidRPr="00C216FD" w:rsidRDefault="009839DA" w:rsidP="00A64E4F">
      <w:pPr>
        <w:jc w:val="center"/>
        <w:rPr>
          <w:b/>
          <w:bCs/>
          <w:sz w:val="28"/>
          <w:szCs w:val="28"/>
        </w:rPr>
      </w:pPr>
    </w:p>
    <w:p w:rsidR="009839DA" w:rsidRPr="00C32331" w:rsidRDefault="009839DA" w:rsidP="00C32331">
      <w:pPr>
        <w:jc w:val="center"/>
        <w:rPr>
          <w:bCs/>
        </w:rPr>
      </w:pPr>
      <w:r>
        <w:rPr>
          <w:bCs/>
        </w:rPr>
        <w:t>Принят Законодательным Собранием Ульяновской области 22 сентября 2016 года</w:t>
      </w:r>
    </w:p>
    <w:p w:rsidR="009839DA" w:rsidRDefault="009839DA" w:rsidP="00A64E4F">
      <w:pPr>
        <w:jc w:val="both"/>
        <w:rPr>
          <w:b/>
          <w:bCs/>
          <w:sz w:val="28"/>
          <w:szCs w:val="28"/>
        </w:rPr>
      </w:pPr>
    </w:p>
    <w:p w:rsidR="009839DA" w:rsidRPr="00D200C9" w:rsidRDefault="009839DA" w:rsidP="00A64E4F">
      <w:pPr>
        <w:jc w:val="both"/>
        <w:rPr>
          <w:b/>
          <w:bCs/>
          <w:sz w:val="28"/>
          <w:szCs w:val="28"/>
        </w:rPr>
      </w:pPr>
    </w:p>
    <w:p w:rsidR="009839DA" w:rsidRDefault="009839DA" w:rsidP="00A64E4F">
      <w:pPr>
        <w:jc w:val="both"/>
        <w:rPr>
          <w:b/>
          <w:bCs/>
          <w:sz w:val="28"/>
          <w:szCs w:val="28"/>
        </w:rPr>
      </w:pPr>
    </w:p>
    <w:p w:rsidR="009839DA" w:rsidRPr="00E41DF2" w:rsidRDefault="009839DA" w:rsidP="00D200C9">
      <w:pPr>
        <w:suppressAutoHyphens/>
        <w:spacing w:line="350" w:lineRule="auto"/>
        <w:ind w:firstLine="709"/>
        <w:jc w:val="both"/>
        <w:rPr>
          <w:sz w:val="28"/>
          <w:szCs w:val="28"/>
          <w:u w:val="single"/>
        </w:rPr>
      </w:pPr>
      <w:r w:rsidRPr="00E41DF2">
        <w:rPr>
          <w:sz w:val="28"/>
          <w:szCs w:val="28"/>
        </w:rPr>
        <w:t xml:space="preserve">Внести в приложение </w:t>
      </w:r>
      <w:r>
        <w:rPr>
          <w:sz w:val="28"/>
          <w:szCs w:val="28"/>
        </w:rPr>
        <w:t>5</w:t>
      </w:r>
      <w:r w:rsidRPr="00E41DF2">
        <w:rPr>
          <w:sz w:val="28"/>
          <w:szCs w:val="28"/>
        </w:rPr>
        <w:t xml:space="preserve"> к Программе управления государственной собственностью Ульяновской области на 2016 год, утверждённой Законом Ульяновской области от 11 декабря 2015 года № 198-ЗО «Об утверждении Программы управления государственной собственностью Ульяновской области </w:t>
      </w:r>
      <w:r>
        <w:rPr>
          <w:sz w:val="28"/>
          <w:szCs w:val="28"/>
        </w:rPr>
        <w:br/>
      </w:r>
      <w:r w:rsidRPr="00E41DF2">
        <w:rPr>
          <w:sz w:val="28"/>
          <w:szCs w:val="28"/>
        </w:rPr>
        <w:t xml:space="preserve">на 2016 год» («Ульяновская правда» от 17.12.2015 № 179-180; от 14.03.2016 № 31; </w:t>
      </w:r>
      <w:r>
        <w:rPr>
          <w:sz w:val="28"/>
          <w:szCs w:val="28"/>
        </w:rPr>
        <w:br/>
      </w:r>
      <w:r w:rsidRPr="00E41DF2">
        <w:rPr>
          <w:sz w:val="28"/>
          <w:szCs w:val="28"/>
        </w:rPr>
        <w:t>от 31.03.2016 № 41; от 12.04.2016 № 47</w:t>
      </w:r>
      <w:r>
        <w:rPr>
          <w:sz w:val="28"/>
          <w:szCs w:val="28"/>
        </w:rPr>
        <w:t xml:space="preserve">; от 06.06.2016 № 75-76; от 08.07.2016 </w:t>
      </w:r>
      <w:r>
        <w:rPr>
          <w:sz w:val="28"/>
          <w:szCs w:val="28"/>
        </w:rPr>
        <w:br/>
        <w:t>№ 91; от 02.08.2016 № 99</w:t>
      </w:r>
      <w:r w:rsidRPr="00E41DF2">
        <w:rPr>
          <w:sz w:val="28"/>
          <w:szCs w:val="28"/>
        </w:rPr>
        <w:t xml:space="preserve">),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Pr="00DD1577">
        <w:rPr>
          <w:sz w:val="28"/>
          <w:szCs w:val="28"/>
        </w:rPr>
        <w:t>, дополнив его строк</w:t>
      </w:r>
      <w:r>
        <w:rPr>
          <w:sz w:val="28"/>
          <w:szCs w:val="28"/>
        </w:rPr>
        <w:t>ами 15-18</w:t>
      </w:r>
      <w:r w:rsidRPr="00E41DF2">
        <w:rPr>
          <w:sz w:val="28"/>
          <w:szCs w:val="28"/>
        </w:rPr>
        <w:t>следующего содержания: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567"/>
        <w:gridCol w:w="3260"/>
        <w:gridCol w:w="2836"/>
        <w:gridCol w:w="3260"/>
        <w:gridCol w:w="425"/>
      </w:tblGrid>
      <w:tr w:rsidR="009839DA" w:rsidRPr="00DD1577" w:rsidTr="00C04F52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839DA" w:rsidRPr="00DD1577" w:rsidRDefault="009839DA" w:rsidP="00C04F52">
            <w:pPr>
              <w:spacing w:line="235" w:lineRule="auto"/>
              <w:ind w:hanging="108"/>
              <w:jc w:val="right"/>
              <w:rPr>
                <w:sz w:val="28"/>
                <w:szCs w:val="28"/>
              </w:rPr>
            </w:pPr>
            <w:r w:rsidRPr="00DD1577">
              <w:rPr>
                <w:sz w:val="28"/>
                <w:szCs w:val="28"/>
              </w:rPr>
              <w:t>«</w:t>
            </w:r>
          </w:p>
        </w:tc>
        <w:tc>
          <w:tcPr>
            <w:tcW w:w="567" w:type="dxa"/>
          </w:tcPr>
          <w:p w:rsidR="009839DA" w:rsidRPr="00DD1577" w:rsidRDefault="009839DA" w:rsidP="00D200C9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60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  <w:r w:rsidRPr="00964280">
              <w:rPr>
                <w:sz w:val="28"/>
                <w:szCs w:val="28"/>
              </w:rPr>
              <w:t>, назначение: нежил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 xml:space="preserve">е, общая площадь </w:t>
            </w:r>
            <w:smartTag w:uri="urn:schemas-microsoft-com:office:smarttags" w:element="metricconverter">
              <w:smartTagPr>
                <w:attr w:name="ProductID" w:val="23,4 кв. м"/>
              </w:smartTagPr>
              <w:r>
                <w:rPr>
                  <w:sz w:val="28"/>
                  <w:szCs w:val="28"/>
                </w:rPr>
                <w:t>23,4</w:t>
              </w:r>
              <w:r w:rsidRPr="00964280">
                <w:rPr>
                  <w:sz w:val="28"/>
                  <w:szCs w:val="28"/>
                </w:rPr>
                <w:t xml:space="preserve"> кв. м</w:t>
              </w:r>
            </w:smartTag>
            <w:r w:rsidRPr="00964280">
              <w:rPr>
                <w:sz w:val="28"/>
                <w:szCs w:val="28"/>
              </w:rPr>
              <w:t>, этаж</w:t>
            </w:r>
            <w:r>
              <w:rPr>
                <w:sz w:val="28"/>
                <w:szCs w:val="28"/>
              </w:rPr>
              <w:t xml:space="preserve"> 1,номер на поэтажном плане 30, </w:t>
            </w:r>
            <w:r>
              <w:rPr>
                <w:sz w:val="28"/>
                <w:szCs w:val="28"/>
              </w:rPr>
              <w:br/>
              <w:t>кадастровый</w:t>
            </w:r>
            <w:r w:rsidRPr="00964280">
              <w:rPr>
                <w:sz w:val="28"/>
                <w:szCs w:val="28"/>
              </w:rPr>
              <w:t xml:space="preserve"> н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мер:73</w:t>
            </w:r>
            <w:r>
              <w:rPr>
                <w:sz w:val="28"/>
                <w:szCs w:val="28"/>
              </w:rPr>
              <w:t>:24:010604:1239</w:t>
            </w:r>
          </w:p>
        </w:tc>
        <w:tc>
          <w:tcPr>
            <w:tcW w:w="2836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Ульяновская область, </w:t>
            </w:r>
          </w:p>
          <w:p w:rsidR="009839DA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  <w:r w:rsidRPr="0096428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зенская, д.41</w:t>
            </w:r>
          </w:p>
          <w:p w:rsidR="009839DA" w:rsidRPr="00964280" w:rsidRDefault="009839DA" w:rsidP="00D200C9">
            <w:pPr>
              <w:widowControl w:val="0"/>
              <w:spacing w:line="235" w:lineRule="auto"/>
              <w:ind w:right="-186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839DA" w:rsidRPr="002B4F33" w:rsidRDefault="009839DA" w:rsidP="00D200C9">
            <w:pPr>
              <w:widowControl w:val="0"/>
              <w:spacing w:line="235" w:lineRule="auto"/>
              <w:ind w:right="-108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браз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вание «</w:t>
            </w:r>
            <w:r>
              <w:rPr>
                <w:sz w:val="28"/>
                <w:szCs w:val="28"/>
              </w:rPr>
              <w:t>город Ульяновск</w:t>
            </w:r>
            <w:r w:rsidRPr="00964280">
              <w:rPr>
                <w:sz w:val="28"/>
                <w:szCs w:val="28"/>
              </w:rPr>
              <w:t>» Ульяновской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39DA" w:rsidRPr="00DD1577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9839DA" w:rsidRPr="00DD1577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9839DA" w:rsidRPr="00DD1577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9839DA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9839DA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9839DA" w:rsidRPr="00DD1577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9839DA" w:rsidRPr="00DD1577" w:rsidTr="00C04F52">
        <w:trPr>
          <w:trHeight w:val="21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839DA" w:rsidRPr="00DD1577" w:rsidRDefault="009839DA" w:rsidP="00D200C9">
            <w:pPr>
              <w:spacing w:line="235" w:lineRule="auto"/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839DA" w:rsidRDefault="009839DA" w:rsidP="00D200C9">
            <w:pPr>
              <w:widowControl w:val="0"/>
              <w:spacing w:line="235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60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Помещения</w:t>
            </w:r>
            <w:r w:rsidRPr="00964280">
              <w:rPr>
                <w:sz w:val="28"/>
                <w:szCs w:val="28"/>
              </w:rPr>
              <w:t>, назначение: нежил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 xml:space="preserve">е, общая площадь </w:t>
            </w:r>
            <w:smartTag w:uri="urn:schemas-microsoft-com:office:smarttags" w:element="metricconverter">
              <w:smartTagPr>
                <w:attr w:name="ProductID" w:val="12,7 кв. м"/>
              </w:smartTagPr>
              <w:r>
                <w:rPr>
                  <w:sz w:val="28"/>
                  <w:szCs w:val="28"/>
                </w:rPr>
                <w:t>12,7</w:t>
              </w:r>
              <w:r w:rsidRPr="00964280">
                <w:rPr>
                  <w:sz w:val="28"/>
                  <w:szCs w:val="28"/>
                </w:rPr>
                <w:t xml:space="preserve"> кв. м</w:t>
              </w:r>
            </w:smartTag>
            <w:r w:rsidRPr="00964280">
              <w:rPr>
                <w:sz w:val="28"/>
                <w:szCs w:val="28"/>
              </w:rPr>
              <w:t>, этаж</w:t>
            </w:r>
            <w:r>
              <w:rPr>
                <w:sz w:val="28"/>
                <w:szCs w:val="28"/>
              </w:rPr>
              <w:t xml:space="preserve"> 1,номер на поэтажном плане 31, </w:t>
            </w:r>
            <w:r>
              <w:rPr>
                <w:sz w:val="28"/>
                <w:szCs w:val="28"/>
              </w:rPr>
              <w:br/>
              <w:t>кадастровый</w:t>
            </w:r>
            <w:r w:rsidRPr="00964280">
              <w:rPr>
                <w:sz w:val="28"/>
                <w:szCs w:val="28"/>
              </w:rPr>
              <w:t xml:space="preserve"> н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мер:73</w:t>
            </w:r>
            <w:r>
              <w:rPr>
                <w:sz w:val="28"/>
                <w:szCs w:val="28"/>
              </w:rPr>
              <w:t>:24:010604:1233</w:t>
            </w:r>
          </w:p>
        </w:tc>
        <w:tc>
          <w:tcPr>
            <w:tcW w:w="2836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Ульяновская область, </w:t>
            </w:r>
          </w:p>
          <w:p w:rsidR="009839DA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  <w:r w:rsidRPr="0096428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зенская, д. 41, пом. </w:t>
            </w:r>
            <w:r>
              <w:rPr>
                <w:sz w:val="28"/>
                <w:szCs w:val="28"/>
              </w:rPr>
              <w:br/>
              <w:t xml:space="preserve">№ 31 (1 этаж) </w:t>
            </w:r>
          </w:p>
          <w:p w:rsidR="009839DA" w:rsidRPr="00964280" w:rsidRDefault="009839DA" w:rsidP="00D200C9">
            <w:pPr>
              <w:widowControl w:val="0"/>
              <w:spacing w:line="235" w:lineRule="auto"/>
              <w:ind w:right="-186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839DA" w:rsidRPr="00964280" w:rsidRDefault="009839DA" w:rsidP="00D200C9">
            <w:pPr>
              <w:widowControl w:val="0"/>
              <w:spacing w:line="235" w:lineRule="auto"/>
              <w:ind w:right="-108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браз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вание «</w:t>
            </w:r>
            <w:r>
              <w:rPr>
                <w:sz w:val="28"/>
                <w:szCs w:val="28"/>
              </w:rPr>
              <w:t>город Ульяновск</w:t>
            </w:r>
            <w:r w:rsidRPr="00964280">
              <w:rPr>
                <w:sz w:val="28"/>
                <w:szCs w:val="28"/>
              </w:rPr>
              <w:t>» Ульяновской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39DA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9839DA" w:rsidRPr="00DD1577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9839DA" w:rsidRPr="00DD1577" w:rsidTr="00C04F52">
        <w:trPr>
          <w:trHeight w:val="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839DA" w:rsidRPr="00DD1577" w:rsidRDefault="009839DA" w:rsidP="00D200C9">
            <w:pPr>
              <w:spacing w:line="235" w:lineRule="auto"/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839DA" w:rsidRDefault="009839DA" w:rsidP="00D200C9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60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Помещения</w:t>
            </w:r>
            <w:r w:rsidRPr="00964280">
              <w:rPr>
                <w:sz w:val="28"/>
                <w:szCs w:val="28"/>
              </w:rPr>
              <w:t>, назначение: нежил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 xml:space="preserve">е, общая площадь </w:t>
            </w:r>
            <w:smartTag w:uri="urn:schemas-microsoft-com:office:smarttags" w:element="metricconverter">
              <w:smartTagPr>
                <w:attr w:name="ProductID" w:val="4,2 кв. м"/>
              </w:smartTagPr>
              <w:r>
                <w:rPr>
                  <w:sz w:val="28"/>
                  <w:szCs w:val="28"/>
                </w:rPr>
                <w:t>4,2</w:t>
              </w:r>
              <w:r w:rsidRPr="00964280">
                <w:rPr>
                  <w:sz w:val="28"/>
                  <w:szCs w:val="28"/>
                </w:rPr>
                <w:t xml:space="preserve"> кв. м</w:t>
              </w:r>
            </w:smartTag>
            <w:r w:rsidRPr="00964280">
              <w:rPr>
                <w:sz w:val="28"/>
                <w:szCs w:val="28"/>
              </w:rPr>
              <w:t>, этаж</w:t>
            </w:r>
            <w:r>
              <w:rPr>
                <w:sz w:val="28"/>
                <w:szCs w:val="28"/>
              </w:rPr>
              <w:t xml:space="preserve"> 1,номера на поэтажном плане 32, 33, кадастровый</w:t>
            </w:r>
            <w:r w:rsidRPr="00964280">
              <w:rPr>
                <w:sz w:val="28"/>
                <w:szCs w:val="28"/>
              </w:rPr>
              <w:t xml:space="preserve"> н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мер:73</w:t>
            </w:r>
            <w:r>
              <w:rPr>
                <w:sz w:val="28"/>
                <w:szCs w:val="28"/>
              </w:rPr>
              <w:t>:24:010604:1241</w:t>
            </w:r>
          </w:p>
        </w:tc>
        <w:tc>
          <w:tcPr>
            <w:tcW w:w="2836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Ульяновская область, </w:t>
            </w:r>
          </w:p>
          <w:p w:rsidR="009839DA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  <w:r w:rsidRPr="0096428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зенская, д. 41, пом. </w:t>
            </w:r>
            <w:r>
              <w:rPr>
                <w:sz w:val="28"/>
                <w:szCs w:val="28"/>
              </w:rPr>
              <w:br/>
              <w:t>№ 32, 33 (1этаж)</w:t>
            </w:r>
          </w:p>
          <w:p w:rsidR="009839DA" w:rsidRPr="00964280" w:rsidRDefault="009839DA" w:rsidP="00D200C9">
            <w:pPr>
              <w:widowControl w:val="0"/>
              <w:spacing w:line="235" w:lineRule="auto"/>
              <w:ind w:right="-186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839DA" w:rsidRPr="00964280" w:rsidRDefault="009839DA" w:rsidP="00D200C9">
            <w:pPr>
              <w:widowControl w:val="0"/>
              <w:spacing w:line="235" w:lineRule="auto"/>
              <w:ind w:right="-108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браз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вание «</w:t>
            </w:r>
            <w:r>
              <w:rPr>
                <w:sz w:val="28"/>
                <w:szCs w:val="28"/>
              </w:rPr>
              <w:t>город Ульяновск</w:t>
            </w:r>
            <w:r w:rsidRPr="00964280">
              <w:rPr>
                <w:sz w:val="28"/>
                <w:szCs w:val="28"/>
              </w:rPr>
              <w:t>» Ульяновской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39DA" w:rsidRDefault="009839DA" w:rsidP="00D200C9">
            <w:pPr>
              <w:widowControl w:val="0"/>
              <w:spacing w:line="235" w:lineRule="auto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9839DA" w:rsidRPr="00DD1577" w:rsidTr="00C04F52">
        <w:trPr>
          <w:trHeight w:val="18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839DA" w:rsidRPr="00DD1577" w:rsidRDefault="009839DA" w:rsidP="00D200C9">
            <w:pPr>
              <w:spacing w:line="235" w:lineRule="auto"/>
              <w:ind w:hanging="108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839DA" w:rsidRDefault="009839DA" w:rsidP="00D200C9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260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  <w:r w:rsidRPr="00964280">
              <w:rPr>
                <w:sz w:val="28"/>
                <w:szCs w:val="28"/>
              </w:rPr>
              <w:t>, назначение: нежил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 xml:space="preserve">е, общая площадь </w:t>
            </w:r>
            <w:smartTag w:uri="urn:schemas-microsoft-com:office:smarttags" w:element="metricconverter">
              <w:smartTagPr>
                <w:attr w:name="ProductID" w:val="77,4 кв. м"/>
              </w:smartTagPr>
              <w:r>
                <w:rPr>
                  <w:sz w:val="28"/>
                  <w:szCs w:val="28"/>
                </w:rPr>
                <w:t>77,4</w:t>
              </w:r>
              <w:r w:rsidRPr="00964280">
                <w:rPr>
                  <w:sz w:val="28"/>
                  <w:szCs w:val="28"/>
                </w:rPr>
                <w:t xml:space="preserve"> кв. м</w:t>
              </w:r>
            </w:smartTag>
            <w:r w:rsidRPr="00964280">
              <w:rPr>
                <w:sz w:val="28"/>
                <w:szCs w:val="28"/>
              </w:rPr>
              <w:t>, этаж</w:t>
            </w:r>
            <w:r>
              <w:rPr>
                <w:sz w:val="28"/>
                <w:szCs w:val="28"/>
              </w:rPr>
              <w:t xml:space="preserve"> 1,номер на поэтажном плане 35, </w:t>
            </w:r>
            <w:r>
              <w:rPr>
                <w:sz w:val="28"/>
                <w:szCs w:val="28"/>
              </w:rPr>
              <w:br/>
              <w:t>кадастровый</w:t>
            </w:r>
            <w:r w:rsidRPr="00964280">
              <w:rPr>
                <w:sz w:val="28"/>
                <w:szCs w:val="28"/>
              </w:rPr>
              <w:t xml:space="preserve"> н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мер:73</w:t>
            </w:r>
            <w:r>
              <w:rPr>
                <w:sz w:val="28"/>
                <w:szCs w:val="28"/>
              </w:rPr>
              <w:t>:24:010604:1245</w:t>
            </w:r>
          </w:p>
        </w:tc>
        <w:tc>
          <w:tcPr>
            <w:tcW w:w="2836" w:type="dxa"/>
          </w:tcPr>
          <w:p w:rsidR="009839DA" w:rsidRPr="00964280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Ульяновская область, </w:t>
            </w:r>
          </w:p>
          <w:p w:rsidR="009839DA" w:rsidRDefault="009839DA" w:rsidP="00D200C9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  <w:r w:rsidRPr="0096428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зенская, д. 41 </w:t>
            </w:r>
          </w:p>
          <w:p w:rsidR="009839DA" w:rsidRPr="00964280" w:rsidRDefault="009839DA" w:rsidP="00D200C9">
            <w:pPr>
              <w:widowControl w:val="0"/>
              <w:spacing w:line="235" w:lineRule="auto"/>
              <w:ind w:right="-186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839DA" w:rsidRPr="00964280" w:rsidRDefault="009839DA" w:rsidP="00D200C9">
            <w:pPr>
              <w:widowControl w:val="0"/>
              <w:spacing w:line="235" w:lineRule="auto"/>
              <w:ind w:right="-108"/>
              <w:jc w:val="both"/>
              <w:rPr>
                <w:sz w:val="28"/>
                <w:szCs w:val="28"/>
              </w:rPr>
            </w:pPr>
            <w:r w:rsidRPr="00964280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браз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вание «</w:t>
            </w:r>
            <w:r>
              <w:rPr>
                <w:sz w:val="28"/>
                <w:szCs w:val="28"/>
              </w:rPr>
              <w:t>город Ульяновск</w:t>
            </w:r>
            <w:r w:rsidRPr="00964280">
              <w:rPr>
                <w:sz w:val="28"/>
                <w:szCs w:val="28"/>
              </w:rPr>
              <w:t>» Ульяновской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39DA" w:rsidRDefault="009839DA" w:rsidP="00C04F52">
            <w:pPr>
              <w:widowControl w:val="0"/>
              <w:spacing w:line="235" w:lineRule="auto"/>
              <w:ind w:hanging="108"/>
              <w:jc w:val="right"/>
              <w:rPr>
                <w:spacing w:val="-6"/>
                <w:sz w:val="28"/>
                <w:szCs w:val="28"/>
              </w:rPr>
            </w:pPr>
          </w:p>
          <w:p w:rsidR="009839DA" w:rsidRDefault="009839DA" w:rsidP="00C04F52">
            <w:pPr>
              <w:widowControl w:val="0"/>
              <w:spacing w:line="235" w:lineRule="auto"/>
              <w:ind w:hanging="108"/>
              <w:jc w:val="right"/>
              <w:rPr>
                <w:spacing w:val="-6"/>
                <w:sz w:val="28"/>
                <w:szCs w:val="28"/>
              </w:rPr>
            </w:pPr>
          </w:p>
          <w:p w:rsidR="009839DA" w:rsidRDefault="009839DA" w:rsidP="00C04F52">
            <w:pPr>
              <w:widowControl w:val="0"/>
              <w:spacing w:line="235" w:lineRule="auto"/>
              <w:ind w:hanging="108"/>
              <w:jc w:val="right"/>
              <w:rPr>
                <w:spacing w:val="-6"/>
                <w:sz w:val="28"/>
                <w:szCs w:val="28"/>
              </w:rPr>
            </w:pPr>
          </w:p>
          <w:p w:rsidR="009839DA" w:rsidRDefault="009839DA" w:rsidP="00C04F52">
            <w:pPr>
              <w:widowControl w:val="0"/>
              <w:spacing w:line="235" w:lineRule="auto"/>
              <w:ind w:hanging="108"/>
              <w:jc w:val="right"/>
              <w:rPr>
                <w:spacing w:val="-6"/>
                <w:sz w:val="28"/>
                <w:szCs w:val="28"/>
              </w:rPr>
            </w:pPr>
          </w:p>
          <w:p w:rsidR="009839DA" w:rsidRDefault="009839DA" w:rsidP="00C04F52">
            <w:pPr>
              <w:widowControl w:val="0"/>
              <w:spacing w:line="235" w:lineRule="auto"/>
              <w:ind w:hanging="108"/>
              <w:jc w:val="right"/>
              <w:rPr>
                <w:spacing w:val="-6"/>
                <w:sz w:val="28"/>
                <w:szCs w:val="28"/>
              </w:rPr>
            </w:pPr>
          </w:p>
          <w:p w:rsidR="009839DA" w:rsidRDefault="009839DA" w:rsidP="00C04F52">
            <w:pPr>
              <w:widowControl w:val="0"/>
              <w:spacing w:line="235" w:lineRule="auto"/>
              <w:jc w:val="right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».</w:t>
            </w:r>
          </w:p>
        </w:tc>
      </w:tr>
    </w:tbl>
    <w:p w:rsidR="009839DA" w:rsidRPr="00C04F52" w:rsidRDefault="009839DA" w:rsidP="00D200C9">
      <w:pPr>
        <w:suppressAutoHyphens/>
        <w:ind w:right="21"/>
        <w:jc w:val="both"/>
        <w:rPr>
          <w:b/>
          <w:sz w:val="28"/>
          <w:szCs w:val="28"/>
        </w:rPr>
      </w:pPr>
      <w:bookmarkStart w:id="0" w:name="_GoBack"/>
    </w:p>
    <w:p w:rsidR="009839DA" w:rsidRPr="00C04F52" w:rsidRDefault="009839DA" w:rsidP="00D200C9">
      <w:pPr>
        <w:suppressAutoHyphens/>
        <w:ind w:right="21"/>
        <w:jc w:val="both"/>
        <w:rPr>
          <w:b/>
          <w:sz w:val="28"/>
          <w:szCs w:val="28"/>
        </w:rPr>
      </w:pPr>
    </w:p>
    <w:p w:rsidR="009839DA" w:rsidRPr="00C04F52" w:rsidRDefault="009839DA" w:rsidP="00D200C9">
      <w:pPr>
        <w:suppressAutoHyphens/>
        <w:ind w:right="21"/>
        <w:jc w:val="both"/>
        <w:rPr>
          <w:b/>
          <w:sz w:val="28"/>
          <w:szCs w:val="28"/>
        </w:rPr>
      </w:pPr>
    </w:p>
    <w:bookmarkEnd w:id="0"/>
    <w:p w:rsidR="009839DA" w:rsidRPr="00E41DF2" w:rsidRDefault="009839DA" w:rsidP="00D200C9">
      <w:pPr>
        <w:suppressAutoHyphens/>
        <w:ind w:right="21"/>
        <w:jc w:val="both"/>
        <w:rPr>
          <w:b/>
          <w:sz w:val="28"/>
          <w:szCs w:val="28"/>
        </w:rPr>
      </w:pPr>
      <w:r w:rsidRPr="00E41DF2">
        <w:rPr>
          <w:b/>
          <w:sz w:val="28"/>
          <w:szCs w:val="28"/>
        </w:rPr>
        <w:t xml:space="preserve">Временно исполняющий обязанности </w:t>
      </w:r>
    </w:p>
    <w:p w:rsidR="009839DA" w:rsidRPr="00E41DF2" w:rsidRDefault="009839DA" w:rsidP="00D200C9">
      <w:pPr>
        <w:suppressAutoHyphens/>
        <w:ind w:right="21"/>
        <w:jc w:val="both"/>
        <w:rPr>
          <w:b/>
          <w:sz w:val="28"/>
          <w:szCs w:val="28"/>
        </w:rPr>
      </w:pPr>
      <w:r w:rsidRPr="00E41DF2">
        <w:rPr>
          <w:b/>
          <w:sz w:val="28"/>
          <w:szCs w:val="28"/>
        </w:rPr>
        <w:t xml:space="preserve">Губернатора Ульяновской области </w:t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  <w:t>С.И.Морозов</w:t>
      </w:r>
    </w:p>
    <w:p w:rsidR="009839DA" w:rsidRPr="00D200C9" w:rsidRDefault="009839DA" w:rsidP="00D200C9">
      <w:pPr>
        <w:pStyle w:val="ConsNormal"/>
        <w:ind w:right="0" w:firstLine="0"/>
        <w:rPr>
          <w:rFonts w:ascii="Times New Roman" w:hAnsi="Times New Roman" w:cs="Times New Roman"/>
          <w:sz w:val="16"/>
          <w:szCs w:val="28"/>
        </w:rPr>
      </w:pPr>
    </w:p>
    <w:p w:rsidR="009839DA" w:rsidRDefault="009839DA" w:rsidP="00D200C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839DA" w:rsidRDefault="009839DA" w:rsidP="00D200C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839DA" w:rsidRPr="00DD1577" w:rsidRDefault="009839DA" w:rsidP="00D200C9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9839DA" w:rsidRPr="00DD1577" w:rsidRDefault="009839DA" w:rsidP="00D200C9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сентября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9839DA" w:rsidRPr="00270756" w:rsidRDefault="009839DA" w:rsidP="00D200C9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126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p w:rsidR="009839DA" w:rsidRDefault="009839DA" w:rsidP="00D200C9"/>
    <w:sectPr w:rsidR="009839DA" w:rsidSect="00D200C9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9DA" w:rsidRDefault="009839DA">
      <w:r>
        <w:separator/>
      </w:r>
    </w:p>
  </w:endnote>
  <w:endnote w:type="continuationSeparator" w:id="0">
    <w:p w:rsidR="009839DA" w:rsidRDefault="00983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9DA" w:rsidRPr="00D200C9" w:rsidRDefault="009839DA" w:rsidP="00D200C9">
    <w:pPr>
      <w:pStyle w:val="Footer"/>
      <w:jc w:val="right"/>
      <w:rPr>
        <w:sz w:val="16"/>
      </w:rPr>
    </w:pPr>
    <w:r w:rsidRPr="00D200C9">
      <w:rPr>
        <w:sz w:val="16"/>
      </w:rPr>
      <w:t>1708ка1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9DA" w:rsidRDefault="009839DA">
      <w:r>
        <w:separator/>
      </w:r>
    </w:p>
  </w:footnote>
  <w:footnote w:type="continuationSeparator" w:id="0">
    <w:p w:rsidR="009839DA" w:rsidRDefault="00983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9DA" w:rsidRDefault="009839DA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39DA" w:rsidRDefault="009839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9DA" w:rsidRPr="006E1A46" w:rsidRDefault="009839DA" w:rsidP="00D200C9">
    <w:pPr>
      <w:pStyle w:val="Header"/>
      <w:jc w:val="center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079D"/>
    <w:rsid w:val="00027636"/>
    <w:rsid w:val="00060456"/>
    <w:rsid w:val="000A41C8"/>
    <w:rsid w:val="000A72A9"/>
    <w:rsid w:val="000B26FE"/>
    <w:rsid w:val="000B7400"/>
    <w:rsid w:val="000C16E0"/>
    <w:rsid w:val="000E13FB"/>
    <w:rsid w:val="000E5A36"/>
    <w:rsid w:val="00104CD7"/>
    <w:rsid w:val="0012502D"/>
    <w:rsid w:val="00131E21"/>
    <w:rsid w:val="001348CF"/>
    <w:rsid w:val="00145988"/>
    <w:rsid w:val="0015387A"/>
    <w:rsid w:val="00175C1C"/>
    <w:rsid w:val="00177FFA"/>
    <w:rsid w:val="00186494"/>
    <w:rsid w:val="00193538"/>
    <w:rsid w:val="001956E3"/>
    <w:rsid w:val="001B58C5"/>
    <w:rsid w:val="00262D96"/>
    <w:rsid w:val="00270756"/>
    <w:rsid w:val="002A2341"/>
    <w:rsid w:val="002B4F33"/>
    <w:rsid w:val="002C461A"/>
    <w:rsid w:val="002D3D08"/>
    <w:rsid w:val="002E06EA"/>
    <w:rsid w:val="002F1618"/>
    <w:rsid w:val="002F288D"/>
    <w:rsid w:val="00336BEB"/>
    <w:rsid w:val="00342DDD"/>
    <w:rsid w:val="0035677D"/>
    <w:rsid w:val="00361FC9"/>
    <w:rsid w:val="0037670C"/>
    <w:rsid w:val="00395EA1"/>
    <w:rsid w:val="003B42AC"/>
    <w:rsid w:val="003B6115"/>
    <w:rsid w:val="003B6682"/>
    <w:rsid w:val="003C0068"/>
    <w:rsid w:val="003D1C31"/>
    <w:rsid w:val="003E17EE"/>
    <w:rsid w:val="003F7656"/>
    <w:rsid w:val="00400031"/>
    <w:rsid w:val="004056D6"/>
    <w:rsid w:val="00411077"/>
    <w:rsid w:val="004367A4"/>
    <w:rsid w:val="00445B5E"/>
    <w:rsid w:val="00445FDB"/>
    <w:rsid w:val="00471CB4"/>
    <w:rsid w:val="00475EFD"/>
    <w:rsid w:val="00482817"/>
    <w:rsid w:val="00484B27"/>
    <w:rsid w:val="00484CF7"/>
    <w:rsid w:val="00487556"/>
    <w:rsid w:val="0049090E"/>
    <w:rsid w:val="004917D7"/>
    <w:rsid w:val="004C480C"/>
    <w:rsid w:val="004D39F5"/>
    <w:rsid w:val="004D6D6A"/>
    <w:rsid w:val="004E13D5"/>
    <w:rsid w:val="00507467"/>
    <w:rsid w:val="00511A65"/>
    <w:rsid w:val="00575AA1"/>
    <w:rsid w:val="00591C90"/>
    <w:rsid w:val="00597588"/>
    <w:rsid w:val="005A0887"/>
    <w:rsid w:val="005D79C8"/>
    <w:rsid w:val="005F3902"/>
    <w:rsid w:val="00612E47"/>
    <w:rsid w:val="00615924"/>
    <w:rsid w:val="006162BC"/>
    <w:rsid w:val="006504FD"/>
    <w:rsid w:val="00671D3B"/>
    <w:rsid w:val="00684D93"/>
    <w:rsid w:val="006C2C92"/>
    <w:rsid w:val="006C6F6D"/>
    <w:rsid w:val="006D3746"/>
    <w:rsid w:val="006D5AFF"/>
    <w:rsid w:val="006E1A46"/>
    <w:rsid w:val="007079AF"/>
    <w:rsid w:val="00727860"/>
    <w:rsid w:val="00727AC6"/>
    <w:rsid w:val="00731B84"/>
    <w:rsid w:val="007403B6"/>
    <w:rsid w:val="00747D2D"/>
    <w:rsid w:val="00754794"/>
    <w:rsid w:val="007604BE"/>
    <w:rsid w:val="007615CB"/>
    <w:rsid w:val="00762DE4"/>
    <w:rsid w:val="0078466F"/>
    <w:rsid w:val="00786605"/>
    <w:rsid w:val="00794D7E"/>
    <w:rsid w:val="00796DBD"/>
    <w:rsid w:val="007C36BB"/>
    <w:rsid w:val="007C3D6B"/>
    <w:rsid w:val="007C7D9E"/>
    <w:rsid w:val="007D45B6"/>
    <w:rsid w:val="007D7F21"/>
    <w:rsid w:val="007E6370"/>
    <w:rsid w:val="008124FC"/>
    <w:rsid w:val="00821272"/>
    <w:rsid w:val="00821291"/>
    <w:rsid w:val="008453AB"/>
    <w:rsid w:val="00854905"/>
    <w:rsid w:val="0086008D"/>
    <w:rsid w:val="00862209"/>
    <w:rsid w:val="00877E3B"/>
    <w:rsid w:val="00883B13"/>
    <w:rsid w:val="00883BC6"/>
    <w:rsid w:val="008A627D"/>
    <w:rsid w:val="008B2AA9"/>
    <w:rsid w:val="008C3FE3"/>
    <w:rsid w:val="008D4AA7"/>
    <w:rsid w:val="008F0CC2"/>
    <w:rsid w:val="00920FA4"/>
    <w:rsid w:val="00930782"/>
    <w:rsid w:val="00936956"/>
    <w:rsid w:val="009521DD"/>
    <w:rsid w:val="00964280"/>
    <w:rsid w:val="009649A4"/>
    <w:rsid w:val="009708BE"/>
    <w:rsid w:val="00970932"/>
    <w:rsid w:val="00982681"/>
    <w:rsid w:val="009839DA"/>
    <w:rsid w:val="00991E68"/>
    <w:rsid w:val="009A2E7A"/>
    <w:rsid w:val="009C15B3"/>
    <w:rsid w:val="009C6635"/>
    <w:rsid w:val="009D4541"/>
    <w:rsid w:val="009F51E1"/>
    <w:rsid w:val="00A225B6"/>
    <w:rsid w:val="00A61DC5"/>
    <w:rsid w:val="00A64E4F"/>
    <w:rsid w:val="00A804AE"/>
    <w:rsid w:val="00AB7112"/>
    <w:rsid w:val="00AC23ED"/>
    <w:rsid w:val="00AC3327"/>
    <w:rsid w:val="00AE09DF"/>
    <w:rsid w:val="00AE24FF"/>
    <w:rsid w:val="00B10B9F"/>
    <w:rsid w:val="00B40C26"/>
    <w:rsid w:val="00B62406"/>
    <w:rsid w:val="00B900C9"/>
    <w:rsid w:val="00BB063E"/>
    <w:rsid w:val="00BB1D95"/>
    <w:rsid w:val="00C04F52"/>
    <w:rsid w:val="00C216FD"/>
    <w:rsid w:val="00C255D1"/>
    <w:rsid w:val="00C32331"/>
    <w:rsid w:val="00C50079"/>
    <w:rsid w:val="00C616DA"/>
    <w:rsid w:val="00C61820"/>
    <w:rsid w:val="00C90D8A"/>
    <w:rsid w:val="00CB1554"/>
    <w:rsid w:val="00CB2390"/>
    <w:rsid w:val="00CC4DB2"/>
    <w:rsid w:val="00CD5CC4"/>
    <w:rsid w:val="00CD66A6"/>
    <w:rsid w:val="00CE1F9B"/>
    <w:rsid w:val="00D04334"/>
    <w:rsid w:val="00D12DA2"/>
    <w:rsid w:val="00D15912"/>
    <w:rsid w:val="00D200C9"/>
    <w:rsid w:val="00D20FCD"/>
    <w:rsid w:val="00D259DE"/>
    <w:rsid w:val="00D328D6"/>
    <w:rsid w:val="00D47989"/>
    <w:rsid w:val="00D5258D"/>
    <w:rsid w:val="00D623FD"/>
    <w:rsid w:val="00DA2FE0"/>
    <w:rsid w:val="00DB1093"/>
    <w:rsid w:val="00DD1577"/>
    <w:rsid w:val="00DE6182"/>
    <w:rsid w:val="00DF0334"/>
    <w:rsid w:val="00DF2F9D"/>
    <w:rsid w:val="00E15588"/>
    <w:rsid w:val="00E41DF2"/>
    <w:rsid w:val="00E42ADA"/>
    <w:rsid w:val="00E439A0"/>
    <w:rsid w:val="00E55200"/>
    <w:rsid w:val="00E6081E"/>
    <w:rsid w:val="00E76B1C"/>
    <w:rsid w:val="00E85E04"/>
    <w:rsid w:val="00E93159"/>
    <w:rsid w:val="00EA4080"/>
    <w:rsid w:val="00EC3A30"/>
    <w:rsid w:val="00F006F4"/>
    <w:rsid w:val="00F009EC"/>
    <w:rsid w:val="00F00D47"/>
    <w:rsid w:val="00F02518"/>
    <w:rsid w:val="00F05F07"/>
    <w:rsid w:val="00F10C4A"/>
    <w:rsid w:val="00F3046D"/>
    <w:rsid w:val="00F31A81"/>
    <w:rsid w:val="00F34BC7"/>
    <w:rsid w:val="00F478DC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38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177FF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77FFA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rsid w:val="00D200C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00C9"/>
    <w:rPr>
      <w:rFonts w:cs="Times New Roman"/>
      <w:sz w:val="24"/>
      <w:szCs w:val="24"/>
    </w:rPr>
  </w:style>
  <w:style w:type="character" w:customStyle="1" w:styleId="xml-punctuation">
    <w:name w:val="xml-punctuation"/>
    <w:basedOn w:val="DefaultParagraphFont"/>
    <w:uiPriority w:val="99"/>
    <w:rsid w:val="00E76B1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300</Words>
  <Characters>1714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6</cp:revision>
  <cp:lastPrinted>2016-08-17T12:29:00Z</cp:lastPrinted>
  <dcterms:created xsi:type="dcterms:W3CDTF">2016-08-17T12:01:00Z</dcterms:created>
  <dcterms:modified xsi:type="dcterms:W3CDTF">2016-10-07T08:02:00Z</dcterms:modified>
</cp:coreProperties>
</file>