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0B" w:rsidRDefault="00C84B0B" w:rsidP="00057BF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ЗАКОН УЛЬЯНОВСКОЙ ОБЛАСТИ</w:t>
      </w:r>
    </w:p>
    <w:p w:rsidR="00C84B0B" w:rsidRDefault="00C84B0B" w:rsidP="00A64E4F">
      <w:pPr>
        <w:rPr>
          <w:b/>
          <w:bCs/>
          <w:sz w:val="28"/>
          <w:szCs w:val="28"/>
        </w:rPr>
      </w:pPr>
    </w:p>
    <w:p w:rsidR="00C84B0B" w:rsidRDefault="00C84B0B" w:rsidP="00A64E4F">
      <w:pPr>
        <w:rPr>
          <w:b/>
          <w:bCs/>
          <w:sz w:val="28"/>
          <w:szCs w:val="28"/>
        </w:rPr>
      </w:pPr>
    </w:p>
    <w:p w:rsidR="00C84B0B" w:rsidRDefault="00C84B0B" w:rsidP="00A64E4F">
      <w:pPr>
        <w:rPr>
          <w:b/>
          <w:bCs/>
          <w:sz w:val="28"/>
          <w:szCs w:val="28"/>
        </w:rPr>
      </w:pPr>
    </w:p>
    <w:p w:rsidR="00C84B0B" w:rsidRDefault="00C84B0B" w:rsidP="00A64E4F">
      <w:pPr>
        <w:rPr>
          <w:b/>
          <w:bCs/>
          <w:sz w:val="28"/>
          <w:szCs w:val="28"/>
        </w:rPr>
      </w:pPr>
    </w:p>
    <w:p w:rsidR="00C84B0B" w:rsidRDefault="00C84B0B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C84B0B" w:rsidRDefault="00C84B0B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2016 год»</w:t>
      </w:r>
    </w:p>
    <w:p w:rsidR="00C84B0B" w:rsidRDefault="00C84B0B" w:rsidP="00A64E4F">
      <w:pPr>
        <w:jc w:val="both"/>
        <w:rPr>
          <w:b/>
          <w:bCs/>
          <w:sz w:val="28"/>
          <w:szCs w:val="28"/>
        </w:rPr>
      </w:pPr>
    </w:p>
    <w:p w:rsidR="00C84B0B" w:rsidRDefault="00C84B0B" w:rsidP="00A64E4F">
      <w:pPr>
        <w:jc w:val="both"/>
        <w:rPr>
          <w:b/>
          <w:bCs/>
          <w:sz w:val="28"/>
          <w:szCs w:val="28"/>
        </w:rPr>
      </w:pPr>
    </w:p>
    <w:p w:rsidR="00C84B0B" w:rsidRPr="00400D26" w:rsidRDefault="00C84B0B" w:rsidP="00400D26">
      <w:pPr>
        <w:jc w:val="center"/>
        <w:rPr>
          <w:bCs/>
        </w:rPr>
      </w:pPr>
      <w:r>
        <w:rPr>
          <w:bCs/>
        </w:rPr>
        <w:t>Принят Законодательным Собранием Ульяновской области 22 сентября 2016 года</w:t>
      </w:r>
    </w:p>
    <w:p w:rsidR="00C84B0B" w:rsidRDefault="00C84B0B" w:rsidP="00A64E4F">
      <w:pPr>
        <w:jc w:val="both"/>
        <w:rPr>
          <w:b/>
          <w:bCs/>
          <w:sz w:val="28"/>
          <w:szCs w:val="28"/>
        </w:rPr>
      </w:pPr>
    </w:p>
    <w:p w:rsidR="00C84B0B" w:rsidRDefault="00C84B0B" w:rsidP="00A64E4F">
      <w:pPr>
        <w:jc w:val="both"/>
        <w:rPr>
          <w:b/>
          <w:bCs/>
          <w:sz w:val="28"/>
          <w:szCs w:val="28"/>
        </w:rPr>
      </w:pPr>
    </w:p>
    <w:p w:rsidR="00C84B0B" w:rsidRDefault="00C84B0B" w:rsidP="00E41DF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раздел 4</w:t>
      </w:r>
      <w:r w:rsidRPr="00E41D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2016 год, утверждённой Законом Ульяновской области от 11 декабря 2015 года № 198-ЗО «Об утверждении Программы управления государственной собственностью Ульяновской области на 2016 год» («Ульяновская правда» от 17.12.2015 № 179-180; от 14.03.2016 № 31; </w:t>
      </w:r>
      <w:r>
        <w:rPr>
          <w:sz w:val="28"/>
          <w:szCs w:val="28"/>
        </w:rPr>
        <w:br/>
      </w:r>
      <w:r w:rsidRPr="00E41DF2">
        <w:rPr>
          <w:sz w:val="28"/>
          <w:szCs w:val="28"/>
        </w:rPr>
        <w:t>от 31.03.2016 № 41; от 12.04.2016 № 47</w:t>
      </w:r>
      <w:r>
        <w:rPr>
          <w:sz w:val="28"/>
          <w:szCs w:val="28"/>
        </w:rPr>
        <w:t>; от 06.06.2016 № 75-76; от 08.07.2016</w:t>
      </w:r>
      <w:r>
        <w:rPr>
          <w:sz w:val="28"/>
          <w:szCs w:val="28"/>
        </w:rPr>
        <w:br/>
        <w:t>№ 91; от 02.08.2016 № 99</w:t>
      </w:r>
      <w:r w:rsidRPr="00E41DF2">
        <w:rPr>
          <w:sz w:val="28"/>
          <w:szCs w:val="28"/>
        </w:rPr>
        <w:t xml:space="preserve">),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Pr="00DD1577">
        <w:rPr>
          <w:sz w:val="28"/>
          <w:szCs w:val="28"/>
        </w:rPr>
        <w:t xml:space="preserve">, дополнив его </w:t>
      </w:r>
      <w:r>
        <w:rPr>
          <w:sz w:val="28"/>
          <w:szCs w:val="28"/>
        </w:rPr>
        <w:t xml:space="preserve">пунктом 4.6 </w:t>
      </w:r>
      <w:r w:rsidRPr="00E41DF2">
        <w:rPr>
          <w:sz w:val="28"/>
          <w:szCs w:val="28"/>
        </w:rPr>
        <w:t>следующего содержания:</w:t>
      </w:r>
    </w:p>
    <w:p w:rsidR="00C84B0B" w:rsidRPr="001E1A95" w:rsidRDefault="00C84B0B" w:rsidP="007645CB">
      <w:pPr>
        <w:suppressAutoHyphens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E1A95">
        <w:rPr>
          <w:spacing w:val="-4"/>
          <w:sz w:val="28"/>
          <w:szCs w:val="28"/>
        </w:rPr>
        <w:t>«4.6. Планируется безвозмездное принятие в государственную собственность Ульяновской области 10200 именных обыкновенных бездокументарных акций Акционерного общества «Региональное агентство «Ульяновсктуризм».».</w:t>
      </w:r>
    </w:p>
    <w:p w:rsidR="00C84B0B" w:rsidRPr="001E1A95" w:rsidRDefault="00C84B0B" w:rsidP="001E1A95">
      <w:pPr>
        <w:suppressAutoHyphens/>
        <w:jc w:val="both"/>
        <w:rPr>
          <w:sz w:val="16"/>
          <w:szCs w:val="28"/>
        </w:rPr>
      </w:pPr>
    </w:p>
    <w:p w:rsidR="00C84B0B" w:rsidRPr="001E1A95" w:rsidRDefault="00C84B0B" w:rsidP="001E1A95">
      <w:pPr>
        <w:suppressAutoHyphens/>
        <w:ind w:right="21"/>
        <w:jc w:val="both"/>
        <w:rPr>
          <w:b/>
        </w:rPr>
      </w:pPr>
    </w:p>
    <w:p w:rsidR="00C84B0B" w:rsidRPr="001E1A95" w:rsidRDefault="00C84B0B" w:rsidP="001E1A95">
      <w:pPr>
        <w:suppressAutoHyphens/>
        <w:ind w:right="21"/>
        <w:jc w:val="both"/>
        <w:rPr>
          <w:b/>
        </w:rPr>
      </w:pPr>
    </w:p>
    <w:p w:rsidR="00C84B0B" w:rsidRPr="00E41DF2" w:rsidRDefault="00C84B0B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E41DF2">
        <w:rPr>
          <w:b/>
          <w:sz w:val="28"/>
          <w:szCs w:val="28"/>
        </w:rPr>
        <w:t xml:space="preserve">Временно исполняющий обязанности </w:t>
      </w:r>
    </w:p>
    <w:p w:rsidR="00C84B0B" w:rsidRPr="006914F8" w:rsidRDefault="00C84B0B" w:rsidP="006914F8">
      <w:pPr>
        <w:suppressAutoHyphens/>
        <w:spacing w:line="235" w:lineRule="auto"/>
        <w:ind w:right="-144"/>
        <w:jc w:val="both"/>
        <w:rPr>
          <w:b/>
          <w:sz w:val="28"/>
          <w:szCs w:val="28"/>
        </w:rPr>
      </w:pPr>
      <w:r w:rsidRPr="00E41DF2">
        <w:rPr>
          <w:b/>
          <w:sz w:val="28"/>
          <w:szCs w:val="28"/>
        </w:rPr>
        <w:t xml:space="preserve">Губернатора Ульяновской области </w:t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  <w:t>С.И.Морозов</w:t>
      </w:r>
    </w:p>
    <w:p w:rsidR="00C84B0B" w:rsidRDefault="00C84B0B" w:rsidP="001E1A9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84B0B" w:rsidRDefault="00C84B0B" w:rsidP="001E1A9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84B0B" w:rsidRDefault="00C84B0B" w:rsidP="001E1A9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84B0B" w:rsidRPr="00DD1577" w:rsidRDefault="00C84B0B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C84B0B" w:rsidRPr="00DD1577" w:rsidRDefault="00C84B0B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сентября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C84B0B" w:rsidRPr="00270756" w:rsidRDefault="00C84B0B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sectPr w:rsidR="00C84B0B" w:rsidRPr="00270756" w:rsidSect="001E1A95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B0B" w:rsidRDefault="00C84B0B">
      <w:r>
        <w:separator/>
      </w:r>
    </w:p>
  </w:endnote>
  <w:endnote w:type="continuationSeparator" w:id="0">
    <w:p w:rsidR="00C84B0B" w:rsidRDefault="00C84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B0B" w:rsidRPr="001E1A95" w:rsidRDefault="00C84B0B" w:rsidP="001E1A95">
    <w:pPr>
      <w:pStyle w:val="Footer"/>
      <w:jc w:val="right"/>
      <w:rPr>
        <w:sz w:val="16"/>
      </w:rPr>
    </w:pPr>
    <w:r>
      <w:rPr>
        <w:sz w:val="16"/>
      </w:rPr>
      <w:t>0509км2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B0B" w:rsidRDefault="00C84B0B">
      <w:r>
        <w:separator/>
      </w:r>
    </w:p>
  </w:footnote>
  <w:footnote w:type="continuationSeparator" w:id="0">
    <w:p w:rsidR="00C84B0B" w:rsidRDefault="00C84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B0B" w:rsidRDefault="00C84B0B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4B0B" w:rsidRDefault="00C84B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B0B" w:rsidRPr="006E1A46" w:rsidRDefault="00C84B0B" w:rsidP="00A64E4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  <w:p w:rsidR="00C84B0B" w:rsidRDefault="00C84B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7636"/>
    <w:rsid w:val="00057BFD"/>
    <w:rsid w:val="00060456"/>
    <w:rsid w:val="00087309"/>
    <w:rsid w:val="00096137"/>
    <w:rsid w:val="000A267F"/>
    <w:rsid w:val="000A41C8"/>
    <w:rsid w:val="000A72A9"/>
    <w:rsid w:val="000B7400"/>
    <w:rsid w:val="000C16E0"/>
    <w:rsid w:val="000E13FB"/>
    <w:rsid w:val="000E5A36"/>
    <w:rsid w:val="00104CD7"/>
    <w:rsid w:val="0012502D"/>
    <w:rsid w:val="00131E21"/>
    <w:rsid w:val="001348CF"/>
    <w:rsid w:val="00145988"/>
    <w:rsid w:val="0015387A"/>
    <w:rsid w:val="00175C1C"/>
    <w:rsid w:val="00186494"/>
    <w:rsid w:val="00193538"/>
    <w:rsid w:val="001956E3"/>
    <w:rsid w:val="001B58C5"/>
    <w:rsid w:val="001E1A95"/>
    <w:rsid w:val="00211408"/>
    <w:rsid w:val="00270756"/>
    <w:rsid w:val="002A2341"/>
    <w:rsid w:val="002B4F33"/>
    <w:rsid w:val="002C461A"/>
    <w:rsid w:val="002D3D08"/>
    <w:rsid w:val="002E06EA"/>
    <w:rsid w:val="002E58E8"/>
    <w:rsid w:val="002F1618"/>
    <w:rsid w:val="002F288D"/>
    <w:rsid w:val="00336BEB"/>
    <w:rsid w:val="00342DDD"/>
    <w:rsid w:val="00361FC9"/>
    <w:rsid w:val="0037670C"/>
    <w:rsid w:val="00395EA1"/>
    <w:rsid w:val="003B42AC"/>
    <w:rsid w:val="003B6115"/>
    <w:rsid w:val="003B6682"/>
    <w:rsid w:val="003C0068"/>
    <w:rsid w:val="003E17EE"/>
    <w:rsid w:val="003F7656"/>
    <w:rsid w:val="00400031"/>
    <w:rsid w:val="00400D26"/>
    <w:rsid w:val="004056D6"/>
    <w:rsid w:val="004063E1"/>
    <w:rsid w:val="00411077"/>
    <w:rsid w:val="004367A4"/>
    <w:rsid w:val="00445B5E"/>
    <w:rsid w:val="00445FDB"/>
    <w:rsid w:val="00471CB4"/>
    <w:rsid w:val="00484B27"/>
    <w:rsid w:val="00484CF7"/>
    <w:rsid w:val="00487556"/>
    <w:rsid w:val="0049090E"/>
    <w:rsid w:val="004917D7"/>
    <w:rsid w:val="004C34C3"/>
    <w:rsid w:val="004C480C"/>
    <w:rsid w:val="004D39F5"/>
    <w:rsid w:val="004D6D6A"/>
    <w:rsid w:val="004E13D5"/>
    <w:rsid w:val="00507467"/>
    <w:rsid w:val="00511A65"/>
    <w:rsid w:val="00575AA1"/>
    <w:rsid w:val="00591C90"/>
    <w:rsid w:val="00597588"/>
    <w:rsid w:val="005A0887"/>
    <w:rsid w:val="005D79C8"/>
    <w:rsid w:val="005F0383"/>
    <w:rsid w:val="00612E47"/>
    <w:rsid w:val="00615924"/>
    <w:rsid w:val="006162BC"/>
    <w:rsid w:val="00630887"/>
    <w:rsid w:val="006504FD"/>
    <w:rsid w:val="00684D93"/>
    <w:rsid w:val="006914F8"/>
    <w:rsid w:val="006C2C92"/>
    <w:rsid w:val="006C6F6D"/>
    <w:rsid w:val="006D3746"/>
    <w:rsid w:val="006D5AFF"/>
    <w:rsid w:val="006E1A46"/>
    <w:rsid w:val="006F2543"/>
    <w:rsid w:val="007079AF"/>
    <w:rsid w:val="007245FA"/>
    <w:rsid w:val="00727860"/>
    <w:rsid w:val="00731B84"/>
    <w:rsid w:val="007403B6"/>
    <w:rsid w:val="00747D2D"/>
    <w:rsid w:val="00754794"/>
    <w:rsid w:val="007604BE"/>
    <w:rsid w:val="007615CB"/>
    <w:rsid w:val="007645CB"/>
    <w:rsid w:val="0078466F"/>
    <w:rsid w:val="00786605"/>
    <w:rsid w:val="00794D7E"/>
    <w:rsid w:val="00796DBD"/>
    <w:rsid w:val="007A03EF"/>
    <w:rsid w:val="007C36BB"/>
    <w:rsid w:val="007C3D6B"/>
    <w:rsid w:val="007C7D9E"/>
    <w:rsid w:val="007D45B6"/>
    <w:rsid w:val="007D7F21"/>
    <w:rsid w:val="007E6370"/>
    <w:rsid w:val="008124FC"/>
    <w:rsid w:val="00821272"/>
    <w:rsid w:val="00821291"/>
    <w:rsid w:val="008453AB"/>
    <w:rsid w:val="00854905"/>
    <w:rsid w:val="0086008D"/>
    <w:rsid w:val="00862209"/>
    <w:rsid w:val="00877E3B"/>
    <w:rsid w:val="008A627D"/>
    <w:rsid w:val="008B2AA9"/>
    <w:rsid w:val="008C3FE3"/>
    <w:rsid w:val="008C6F68"/>
    <w:rsid w:val="008D4AA7"/>
    <w:rsid w:val="008E61B0"/>
    <w:rsid w:val="008F0CC2"/>
    <w:rsid w:val="00920FA4"/>
    <w:rsid w:val="00930782"/>
    <w:rsid w:val="00936956"/>
    <w:rsid w:val="009649A4"/>
    <w:rsid w:val="009708BE"/>
    <w:rsid w:val="00970932"/>
    <w:rsid w:val="00982681"/>
    <w:rsid w:val="00991E68"/>
    <w:rsid w:val="009A2E7A"/>
    <w:rsid w:val="009C13B3"/>
    <w:rsid w:val="009C15B3"/>
    <w:rsid w:val="009C6635"/>
    <w:rsid w:val="009D4541"/>
    <w:rsid w:val="009F51E1"/>
    <w:rsid w:val="00A225B6"/>
    <w:rsid w:val="00A53A80"/>
    <w:rsid w:val="00A61DC5"/>
    <w:rsid w:val="00A64E4F"/>
    <w:rsid w:val="00A804AE"/>
    <w:rsid w:val="00A91B01"/>
    <w:rsid w:val="00AB7112"/>
    <w:rsid w:val="00AC23ED"/>
    <w:rsid w:val="00AC3327"/>
    <w:rsid w:val="00AE24FF"/>
    <w:rsid w:val="00B40C26"/>
    <w:rsid w:val="00B62406"/>
    <w:rsid w:val="00B900C9"/>
    <w:rsid w:val="00BB063E"/>
    <w:rsid w:val="00BB1D95"/>
    <w:rsid w:val="00BB39DB"/>
    <w:rsid w:val="00BD480F"/>
    <w:rsid w:val="00BD53BF"/>
    <w:rsid w:val="00C50079"/>
    <w:rsid w:val="00C616DA"/>
    <w:rsid w:val="00C7589B"/>
    <w:rsid w:val="00C84B0B"/>
    <w:rsid w:val="00C90D8A"/>
    <w:rsid w:val="00CB1554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623FD"/>
    <w:rsid w:val="00D8377A"/>
    <w:rsid w:val="00DA1AD2"/>
    <w:rsid w:val="00DA2FE0"/>
    <w:rsid w:val="00DB1093"/>
    <w:rsid w:val="00DD1577"/>
    <w:rsid w:val="00DE6182"/>
    <w:rsid w:val="00DF0334"/>
    <w:rsid w:val="00DF2F9D"/>
    <w:rsid w:val="00E15588"/>
    <w:rsid w:val="00E41DF2"/>
    <w:rsid w:val="00E42ADA"/>
    <w:rsid w:val="00E439A0"/>
    <w:rsid w:val="00E55200"/>
    <w:rsid w:val="00E71CFA"/>
    <w:rsid w:val="00E85E04"/>
    <w:rsid w:val="00E93159"/>
    <w:rsid w:val="00EA4080"/>
    <w:rsid w:val="00EC3A30"/>
    <w:rsid w:val="00F006F4"/>
    <w:rsid w:val="00F009EC"/>
    <w:rsid w:val="00F00D47"/>
    <w:rsid w:val="00F02518"/>
    <w:rsid w:val="00F05F07"/>
    <w:rsid w:val="00F10C4A"/>
    <w:rsid w:val="00F3046D"/>
    <w:rsid w:val="00F31A81"/>
    <w:rsid w:val="00F34BC7"/>
    <w:rsid w:val="00F478DC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E6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BD480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D480F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rsid w:val="001E1A9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1A95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165</Words>
  <Characters>943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8</cp:revision>
  <cp:lastPrinted>2016-09-22T10:38:00Z</cp:lastPrinted>
  <dcterms:created xsi:type="dcterms:W3CDTF">2016-09-05T12:30:00Z</dcterms:created>
  <dcterms:modified xsi:type="dcterms:W3CDTF">2016-10-07T08:00:00Z</dcterms:modified>
</cp:coreProperties>
</file>