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44E" w:rsidRPr="00324420" w:rsidRDefault="0005444E" w:rsidP="0003327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ЗАКОН УЛЬЯНОВСКОЙ ОБЛАСТИ</w:t>
      </w:r>
    </w:p>
    <w:p w:rsidR="0005444E" w:rsidRPr="00324420" w:rsidRDefault="0005444E" w:rsidP="0003327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5444E" w:rsidRPr="00324420" w:rsidRDefault="0005444E" w:rsidP="0003327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5444E" w:rsidRPr="00324420" w:rsidRDefault="0005444E" w:rsidP="0003327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5444E" w:rsidRPr="00324420" w:rsidRDefault="0005444E" w:rsidP="0003327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5444E" w:rsidRPr="00324420" w:rsidRDefault="0005444E" w:rsidP="0003327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5444E" w:rsidRDefault="0005444E" w:rsidP="003E25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поправке к Уставу Ульяновской области </w:t>
      </w:r>
    </w:p>
    <w:p w:rsidR="0005444E" w:rsidRPr="000E6D70" w:rsidRDefault="0005444E" w:rsidP="003E253B">
      <w:pPr>
        <w:pStyle w:val="ConsPlusNormal"/>
        <w:widowControl/>
        <w:spacing w:line="21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5444E" w:rsidRDefault="0005444E" w:rsidP="003E253B">
      <w:pPr>
        <w:pStyle w:val="ConsPlusNormal"/>
        <w:widowControl/>
        <w:spacing w:line="21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444E" w:rsidRDefault="0005444E" w:rsidP="003E253B">
      <w:pPr>
        <w:pStyle w:val="ConsPlusNormal"/>
        <w:widowControl/>
        <w:spacing w:line="21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444E" w:rsidRDefault="0005444E" w:rsidP="007E3949">
      <w:pPr>
        <w:pStyle w:val="ConsNormal"/>
        <w:spacing w:line="240" w:lineRule="auto"/>
        <w:ind w:right="0" w:firstLine="0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20 сентября 2017 года</w:t>
      </w:r>
    </w:p>
    <w:p w:rsidR="0005444E" w:rsidRDefault="0005444E" w:rsidP="003E253B">
      <w:pPr>
        <w:pStyle w:val="ConsPlusNormal"/>
        <w:widowControl/>
        <w:spacing w:line="21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444E" w:rsidRDefault="0005444E" w:rsidP="003E25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444E" w:rsidRPr="005E7AD3" w:rsidRDefault="0005444E" w:rsidP="003E25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444E" w:rsidRPr="000D0FF8" w:rsidRDefault="0005444E" w:rsidP="003E25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27D">
        <w:rPr>
          <w:rFonts w:ascii="Times New Roman" w:hAnsi="Times New Roman"/>
          <w:sz w:val="28"/>
          <w:szCs w:val="28"/>
        </w:rPr>
        <w:t xml:space="preserve">Внести в </w:t>
      </w:r>
      <w:hyperlink r:id="rId6" w:history="1">
        <w:r w:rsidRPr="00D2027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Устав</w:t>
        </w:r>
      </w:hyperlink>
      <w:r w:rsidRPr="00D2027D">
        <w:rPr>
          <w:rFonts w:ascii="Times New Roman" w:hAnsi="Times New Roman"/>
          <w:sz w:val="28"/>
          <w:szCs w:val="28"/>
        </w:rPr>
        <w:t xml:space="preserve"> Ульяновской</w:t>
      </w:r>
      <w:r>
        <w:rPr>
          <w:rFonts w:ascii="Times New Roman" w:hAnsi="Times New Roman"/>
          <w:sz w:val="28"/>
          <w:szCs w:val="28"/>
        </w:rPr>
        <w:t xml:space="preserve"> области от 19 мая 2005 года («Ульяновская правда» от 24.05.2005 № 51; от 30.12.2005 № 121-122; от 05.04.2006 № 23; от 03.03.2007 № 19; от 11.07.2007 № 55; от 08.08.2007 № 66; от 13.11.2007 № 96; от 07.12.2007 № 105; от 16.04.2008 № 33; от 12.11.2008 № 92; от 30.04.2009 № 33; от 05.08.2009 № 63; от 04.12.2009 № 97; от 05.03.2010 № 16; от 12.05.2010          № 35-36; от 04.06.2010 № 42; от 21.07.2010 № 56; от 09.10.2010 № 83; от 06.05.2011 № 48; от 12.08.2011 № 89; от 28.12.2011 № 147; от 29.06.2012 № 67; от 24.07.2012 № 78; от 01.03.2013 № 23; от 07.06.2013 № 60-61; </w:t>
      </w:r>
      <w:r>
        <w:rPr>
          <w:rFonts w:ascii="Times New Roman" w:hAnsi="Times New Roman"/>
          <w:sz w:val="28"/>
        </w:rPr>
        <w:t xml:space="preserve">от 11.11.2013 № 144; от 28.12.2013 № 173; от 10.07.2014 № 98; от 07.09.2015 № 124; </w:t>
      </w:r>
      <w:r>
        <w:rPr>
          <w:rFonts w:ascii="Times New Roman" w:hAnsi="Times New Roman"/>
          <w:sz w:val="28"/>
        </w:rPr>
        <w:br/>
        <w:t xml:space="preserve">от 12.04.2016 № </w:t>
      </w:r>
      <w:r w:rsidRPr="000D0FF8">
        <w:rPr>
          <w:rFonts w:ascii="Times New Roman" w:hAnsi="Times New Roman"/>
          <w:sz w:val="28"/>
        </w:rPr>
        <w:t>47; от 29.04.2016 № 57; от 22.11.2016 № 131</w:t>
      </w:r>
      <w:r>
        <w:rPr>
          <w:rFonts w:ascii="Times New Roman" w:hAnsi="Times New Roman"/>
          <w:sz w:val="28"/>
        </w:rPr>
        <w:t>; от 31.03.2017 № 23</w:t>
      </w:r>
      <w:r w:rsidRPr="000D0FF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поправку, дополнив часть 1 статьи 15 после слов «Ассоциация юристов России»,» словами «т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оргово-промышленной палате Ульяновской области,».</w:t>
      </w:r>
    </w:p>
    <w:p w:rsidR="0005444E" w:rsidRDefault="0005444E" w:rsidP="0032442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5444E" w:rsidRDefault="0005444E" w:rsidP="00167DE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05444E" w:rsidRPr="00324420" w:rsidRDefault="0005444E" w:rsidP="00167D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44E" w:rsidRDefault="0005444E" w:rsidP="000A6A0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0A6A0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С.И.Морозов</w:t>
      </w:r>
    </w:p>
    <w:p w:rsidR="0005444E" w:rsidRDefault="0005444E" w:rsidP="003E253B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05444E" w:rsidRDefault="0005444E" w:rsidP="003E253B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05444E" w:rsidRPr="000E6D70" w:rsidRDefault="0005444E" w:rsidP="003E253B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05444E" w:rsidRDefault="0005444E" w:rsidP="000A6A09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г. Ульяновск</w:t>
      </w:r>
    </w:p>
    <w:p w:rsidR="0005444E" w:rsidRDefault="0005444E" w:rsidP="000A6A09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22 сентября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7"/>
            <w:szCs w:val="27"/>
          </w:rPr>
          <w:t>20</w:t>
        </w:r>
        <w:r>
          <w:rPr>
            <w:rFonts w:ascii="Times New Roman" w:hAnsi="Times New Roman"/>
            <w:sz w:val="27"/>
            <w:szCs w:val="27"/>
            <w:lang w:val="en-US"/>
          </w:rPr>
          <w:t>1</w:t>
        </w:r>
        <w:r>
          <w:rPr>
            <w:rFonts w:ascii="Times New Roman" w:hAnsi="Times New Roman"/>
            <w:sz w:val="27"/>
            <w:szCs w:val="27"/>
          </w:rPr>
          <w:t>7 г</w:t>
        </w:r>
      </w:smartTag>
      <w:r>
        <w:rPr>
          <w:rFonts w:ascii="Times New Roman" w:hAnsi="Times New Roman"/>
          <w:sz w:val="27"/>
          <w:szCs w:val="27"/>
        </w:rPr>
        <w:t>.</w:t>
      </w:r>
    </w:p>
    <w:p w:rsidR="0005444E" w:rsidRDefault="0005444E" w:rsidP="000A6A09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118-ЗО</w:t>
      </w:r>
    </w:p>
    <w:sectPr w:rsidR="0005444E" w:rsidSect="003E25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44E" w:rsidRDefault="0005444E">
      <w:pPr>
        <w:spacing w:after="0" w:line="240" w:lineRule="auto"/>
      </w:pPr>
      <w:r>
        <w:separator/>
      </w:r>
    </w:p>
  </w:endnote>
  <w:endnote w:type="continuationSeparator" w:id="0">
    <w:p w:rsidR="0005444E" w:rsidRDefault="00054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44E" w:rsidRDefault="0005444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44E" w:rsidRPr="0044565E" w:rsidRDefault="0005444E" w:rsidP="003E253B">
    <w:pPr>
      <w:pStyle w:val="Footer"/>
      <w:jc w:val="right"/>
      <w:rPr>
        <w:rFonts w:ascii="Times New Roman" w:hAnsi="Times New Roman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44E" w:rsidRPr="00F724DF" w:rsidRDefault="0005444E" w:rsidP="00F724DF">
    <w:pPr>
      <w:pStyle w:val="Footer"/>
      <w:spacing w:after="0" w:line="240" w:lineRule="auto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44E" w:rsidRDefault="0005444E">
      <w:pPr>
        <w:spacing w:after="0" w:line="240" w:lineRule="auto"/>
      </w:pPr>
      <w:r>
        <w:separator/>
      </w:r>
    </w:p>
  </w:footnote>
  <w:footnote w:type="continuationSeparator" w:id="0">
    <w:p w:rsidR="0005444E" w:rsidRDefault="00054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44E" w:rsidRDefault="0005444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44E" w:rsidRDefault="0005444E" w:rsidP="003E253B">
    <w:pPr>
      <w:pStyle w:val="Header"/>
      <w:jc w:val="center"/>
    </w:pPr>
    <w:r w:rsidRPr="00C6437A">
      <w:rPr>
        <w:rFonts w:ascii="Times New Roman" w:hAnsi="Times New Roman"/>
        <w:sz w:val="28"/>
        <w:szCs w:val="28"/>
      </w:rPr>
      <w:fldChar w:fldCharType="begin"/>
    </w:r>
    <w:r w:rsidRPr="00C6437A">
      <w:rPr>
        <w:rFonts w:ascii="Times New Roman" w:hAnsi="Times New Roman"/>
        <w:sz w:val="28"/>
        <w:szCs w:val="28"/>
      </w:rPr>
      <w:instrText xml:space="preserve"> PAGE   \* MERGEFORMAT </w:instrText>
    </w:r>
    <w:r w:rsidRPr="00C6437A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C6437A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44E" w:rsidRDefault="0005444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253B"/>
    <w:rsid w:val="000109C4"/>
    <w:rsid w:val="0003327C"/>
    <w:rsid w:val="0005444E"/>
    <w:rsid w:val="000A6A09"/>
    <w:rsid w:val="000D0FF8"/>
    <w:rsid w:val="000E52CD"/>
    <w:rsid w:val="000E6D70"/>
    <w:rsid w:val="00167DE1"/>
    <w:rsid w:val="001A1C0A"/>
    <w:rsid w:val="001E2153"/>
    <w:rsid w:val="00257609"/>
    <w:rsid w:val="00275216"/>
    <w:rsid w:val="002D131D"/>
    <w:rsid w:val="00324420"/>
    <w:rsid w:val="00340956"/>
    <w:rsid w:val="00353193"/>
    <w:rsid w:val="0038693C"/>
    <w:rsid w:val="003A6DEA"/>
    <w:rsid w:val="003C27D7"/>
    <w:rsid w:val="003E253B"/>
    <w:rsid w:val="0040421C"/>
    <w:rsid w:val="00406F85"/>
    <w:rsid w:val="00440E8B"/>
    <w:rsid w:val="0044565E"/>
    <w:rsid w:val="004501E3"/>
    <w:rsid w:val="004B0A05"/>
    <w:rsid w:val="004C7296"/>
    <w:rsid w:val="005A73BA"/>
    <w:rsid w:val="005C40FD"/>
    <w:rsid w:val="005E7AD3"/>
    <w:rsid w:val="006013AE"/>
    <w:rsid w:val="00697EFB"/>
    <w:rsid w:val="0077652D"/>
    <w:rsid w:val="007A2CA7"/>
    <w:rsid w:val="007E3949"/>
    <w:rsid w:val="0082215F"/>
    <w:rsid w:val="00870C28"/>
    <w:rsid w:val="00876FB6"/>
    <w:rsid w:val="008E27D6"/>
    <w:rsid w:val="009764C1"/>
    <w:rsid w:val="009C222F"/>
    <w:rsid w:val="00A04D40"/>
    <w:rsid w:val="00A37386"/>
    <w:rsid w:val="00A63CCC"/>
    <w:rsid w:val="00AD4D27"/>
    <w:rsid w:val="00B45B0B"/>
    <w:rsid w:val="00B55254"/>
    <w:rsid w:val="00B65DFA"/>
    <w:rsid w:val="00B81EEC"/>
    <w:rsid w:val="00BA5231"/>
    <w:rsid w:val="00BF3F3C"/>
    <w:rsid w:val="00C14FB5"/>
    <w:rsid w:val="00C5032D"/>
    <w:rsid w:val="00C6437A"/>
    <w:rsid w:val="00CB69E3"/>
    <w:rsid w:val="00CE46A1"/>
    <w:rsid w:val="00CE5743"/>
    <w:rsid w:val="00D2027D"/>
    <w:rsid w:val="00E84A68"/>
    <w:rsid w:val="00EB7A93"/>
    <w:rsid w:val="00EE510C"/>
    <w:rsid w:val="00F12F18"/>
    <w:rsid w:val="00F724DF"/>
    <w:rsid w:val="00F92622"/>
    <w:rsid w:val="00F94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53B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253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3E25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E25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253B"/>
    <w:rPr>
      <w:rFonts w:ascii="Calibri" w:hAnsi="Calibri" w:cs="Times New Roman"/>
      <w:sz w:val="22"/>
      <w:lang w:val="ru-RU" w:eastAsia="en-US"/>
    </w:rPr>
  </w:style>
  <w:style w:type="paragraph" w:styleId="Footer">
    <w:name w:val="footer"/>
    <w:basedOn w:val="Normal"/>
    <w:link w:val="FooterChar"/>
    <w:uiPriority w:val="99"/>
    <w:rsid w:val="003E25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A2CA7"/>
    <w:rPr>
      <w:rFonts w:ascii="Calibri" w:hAnsi="Calibri" w:cs="Times New Roman"/>
      <w:lang w:eastAsia="en-US"/>
    </w:rPr>
  </w:style>
  <w:style w:type="character" w:styleId="Hyperlink">
    <w:name w:val="Hyperlink"/>
    <w:basedOn w:val="DefaultParagraphFont"/>
    <w:uiPriority w:val="99"/>
    <w:rsid w:val="003E253B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7E3949"/>
    <w:pPr>
      <w:suppressAutoHyphens/>
      <w:spacing w:after="160" w:line="254" w:lineRule="auto"/>
      <w:ind w:right="19772" w:firstLine="720"/>
    </w:pPr>
    <w:rPr>
      <w:rFonts w:ascii="Arial" w:hAnsi="Arial" w:cs="Arial Unicode MS"/>
      <w:color w:val="000000"/>
      <w:sz w:val="20"/>
      <w:szCs w:val="20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8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4C3268F676B532E2563548FAF529456423B11E238CDD3B39A31C78B2A1BCB1k5R8I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196</Words>
  <Characters>1119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subject/>
  <dc:creator>user</dc:creator>
  <cp:keywords/>
  <dc:description/>
  <cp:lastModifiedBy>Пользователь</cp:lastModifiedBy>
  <cp:revision>9</cp:revision>
  <dcterms:created xsi:type="dcterms:W3CDTF">2017-09-19T07:33:00Z</dcterms:created>
  <dcterms:modified xsi:type="dcterms:W3CDTF">2017-09-29T09:03:00Z</dcterms:modified>
</cp:coreProperties>
</file>